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A2" w:rsidRPr="00843C45" w:rsidRDefault="00806AA2" w:rsidP="00235673">
      <w:pPr>
        <w:jc w:val="center"/>
      </w:pPr>
      <w:r w:rsidRPr="002A02B5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806AA2" w:rsidRPr="00843C45" w:rsidRDefault="00806AA2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806AA2" w:rsidRPr="00843C45" w:rsidRDefault="00806AA2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806AA2" w:rsidRPr="00843C45" w:rsidRDefault="00806AA2" w:rsidP="00235673">
      <w:pPr>
        <w:pStyle w:val="Heading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806AA2" w:rsidRPr="00843C45" w:rsidRDefault="00806AA2" w:rsidP="00235673">
      <w:pPr>
        <w:rPr>
          <w:lang w:val="uk-UA"/>
        </w:rPr>
      </w:pPr>
    </w:p>
    <w:p w:rsidR="00806AA2" w:rsidRPr="00843C45" w:rsidRDefault="00806AA2" w:rsidP="00235673">
      <w:pPr>
        <w:rPr>
          <w:sz w:val="28"/>
          <w:szCs w:val="28"/>
          <w:lang w:val="uk-UA"/>
        </w:rPr>
      </w:pPr>
      <w:r w:rsidRPr="00C50F5A">
        <w:rPr>
          <w:sz w:val="28"/>
          <w:szCs w:val="28"/>
          <w:u w:val="single"/>
          <w:lang w:val="uk-UA"/>
        </w:rPr>
        <w:t>19.08.2020</w:t>
      </w:r>
      <w:r w:rsidRPr="005E5092">
        <w:rPr>
          <w:sz w:val="28"/>
          <w:szCs w:val="28"/>
          <w:lang w:val="uk-UA"/>
        </w:rPr>
        <w:t xml:space="preserve"> № </w:t>
      </w:r>
      <w:r w:rsidRPr="00C50F5A">
        <w:rPr>
          <w:sz w:val="28"/>
          <w:szCs w:val="28"/>
          <w:u w:val="single"/>
          <w:lang w:val="uk-UA"/>
        </w:rPr>
        <w:t>306-р</w:t>
      </w:r>
      <w:r w:rsidRPr="00703B96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ab/>
        <w:t xml:space="preserve">  </w:t>
      </w: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ab/>
        <w:t xml:space="preserve">   </w:t>
      </w: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843C45">
        <w:rPr>
          <w:sz w:val="28"/>
          <w:szCs w:val="28"/>
          <w:lang w:val="uk-UA"/>
        </w:rPr>
        <w:t>м. Чернівці</w:t>
      </w:r>
    </w:p>
    <w:p w:rsidR="00806AA2" w:rsidRPr="00843C45" w:rsidRDefault="00806AA2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806AA2" w:rsidRPr="00873C54" w:rsidTr="00235673">
        <w:tc>
          <w:tcPr>
            <w:tcW w:w="9426" w:type="dxa"/>
          </w:tcPr>
          <w:p w:rsidR="00806AA2" w:rsidRPr="00873C54" w:rsidRDefault="00806AA2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73C54">
              <w:rPr>
                <w:b/>
                <w:sz w:val="28"/>
                <w:szCs w:val="28"/>
                <w:lang w:val="uk-UA"/>
              </w:rPr>
              <w:t xml:space="preserve">Про внесення змін до </w:t>
            </w:r>
            <w:bookmarkStart w:id="0" w:name="OLE_LINK1"/>
            <w:r>
              <w:rPr>
                <w:b/>
                <w:sz w:val="28"/>
                <w:szCs w:val="28"/>
                <w:lang w:val="uk-UA"/>
              </w:rPr>
              <w:t xml:space="preserve">складу </w:t>
            </w:r>
            <w:r w:rsidRPr="00873C54">
              <w:rPr>
                <w:b/>
                <w:sz w:val="28"/>
                <w:szCs w:val="28"/>
                <w:lang w:val="uk-UA"/>
              </w:rPr>
              <w:t xml:space="preserve">робочої групи </w:t>
            </w:r>
            <w:r w:rsidRPr="00385F92">
              <w:rPr>
                <w:b/>
                <w:sz w:val="28"/>
                <w:szCs w:val="28"/>
                <w:lang w:val="uk-UA"/>
              </w:rPr>
              <w:t xml:space="preserve">щодо відновлення дитячого </w:t>
            </w:r>
            <w:r>
              <w:rPr>
                <w:b/>
                <w:sz w:val="28"/>
                <w:szCs w:val="28"/>
                <w:lang w:val="uk-UA"/>
              </w:rPr>
              <w:t>спортивного майданчика  на вулиці </w:t>
            </w:r>
            <w:r w:rsidRPr="00385F92">
              <w:rPr>
                <w:b/>
                <w:sz w:val="28"/>
                <w:szCs w:val="28"/>
                <w:lang w:val="uk-UA"/>
              </w:rPr>
              <w:t>Шептицького</w:t>
            </w:r>
            <w:r>
              <w:rPr>
                <w:b/>
                <w:sz w:val="28"/>
                <w:szCs w:val="28"/>
                <w:lang w:val="uk-UA"/>
              </w:rPr>
              <w:t xml:space="preserve"> Андрея Митрополита</w:t>
            </w:r>
            <w:r w:rsidRPr="00385F92">
              <w:rPr>
                <w:b/>
                <w:sz w:val="28"/>
                <w:szCs w:val="28"/>
                <w:lang w:val="uk-UA"/>
              </w:rPr>
              <w:t>, 7</w:t>
            </w:r>
            <w:bookmarkEnd w:id="0"/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, створеної </w:t>
            </w:r>
            <w:r w:rsidRPr="00873C54">
              <w:rPr>
                <w:b/>
                <w:sz w:val="28"/>
                <w:szCs w:val="28"/>
                <w:lang w:val="uk-UA"/>
              </w:rPr>
              <w:t>розпорядження</w:t>
            </w:r>
            <w:r>
              <w:rPr>
                <w:b/>
                <w:sz w:val="28"/>
                <w:szCs w:val="28"/>
                <w:lang w:val="uk-UA"/>
              </w:rPr>
              <w:t>м</w:t>
            </w:r>
            <w:r w:rsidRPr="00873C54">
              <w:rPr>
                <w:b/>
                <w:sz w:val="28"/>
                <w:szCs w:val="28"/>
                <w:lang w:val="uk-UA"/>
              </w:rPr>
              <w:t xml:space="preserve"> Чернівецького міського голови від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Pr="00873C54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873C54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  <w:r w:rsidRPr="00873C54">
              <w:rPr>
                <w:b/>
                <w:sz w:val="28"/>
                <w:szCs w:val="28"/>
                <w:lang w:val="uk-UA"/>
              </w:rPr>
              <w:t>.2019р.  №</w:t>
            </w:r>
            <w:r>
              <w:rPr>
                <w:b/>
                <w:sz w:val="28"/>
                <w:szCs w:val="28"/>
                <w:lang w:val="uk-UA"/>
              </w:rPr>
              <w:t>510</w:t>
            </w:r>
            <w:r w:rsidRPr="00873C54">
              <w:rPr>
                <w:b/>
                <w:sz w:val="28"/>
                <w:szCs w:val="28"/>
                <w:lang w:val="uk-UA"/>
              </w:rPr>
              <w:t>-р</w:t>
            </w:r>
          </w:p>
          <w:p w:rsidR="00806AA2" w:rsidRPr="00873C54" w:rsidRDefault="00806AA2" w:rsidP="0023567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06AA2" w:rsidRDefault="00806AA2" w:rsidP="0038032C">
      <w:pPr>
        <w:ind w:right="279"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385F92">
        <w:rPr>
          <w:sz w:val="28"/>
          <w:szCs w:val="28"/>
          <w:shd w:val="clear" w:color="auto" w:fill="FFFFFF"/>
          <w:lang w:val="uk-UA"/>
        </w:rPr>
        <w:t>Відповідно до стат</w:t>
      </w:r>
      <w:r>
        <w:rPr>
          <w:sz w:val="28"/>
          <w:szCs w:val="28"/>
          <w:shd w:val="clear" w:color="auto" w:fill="FFFFFF"/>
          <w:lang w:val="uk-UA"/>
        </w:rPr>
        <w:t>ей</w:t>
      </w:r>
      <w:r w:rsidRPr="00385F92">
        <w:rPr>
          <w:sz w:val="28"/>
          <w:szCs w:val="28"/>
          <w:shd w:val="clear" w:color="auto" w:fill="FFFFFF"/>
          <w:lang w:val="uk-UA"/>
        </w:rPr>
        <w:t xml:space="preserve"> 42</w:t>
      </w:r>
      <w:r>
        <w:rPr>
          <w:sz w:val="28"/>
          <w:szCs w:val="28"/>
          <w:shd w:val="clear" w:color="auto" w:fill="FFFFFF"/>
          <w:lang w:val="uk-UA"/>
        </w:rPr>
        <w:t>, 50</w:t>
      </w:r>
      <w:r w:rsidRPr="00385F92">
        <w:rPr>
          <w:sz w:val="28"/>
          <w:szCs w:val="28"/>
          <w:shd w:val="clear" w:color="auto" w:fill="FFFFFF"/>
          <w:lang w:val="uk-UA"/>
        </w:rPr>
        <w:t xml:space="preserve"> </w:t>
      </w:r>
      <w:r w:rsidRPr="00385F92">
        <w:rPr>
          <w:sz w:val="28"/>
          <w:szCs w:val="28"/>
          <w:lang w:val="uk-UA"/>
        </w:rPr>
        <w:t>Закону України «Про місцеве самоврядування в Україні» та беручи до уваги</w:t>
      </w:r>
      <w:r>
        <w:rPr>
          <w:sz w:val="28"/>
          <w:szCs w:val="28"/>
          <w:lang w:val="uk-UA"/>
        </w:rPr>
        <w:t xml:space="preserve"> кадрові зміни:</w:t>
      </w:r>
    </w:p>
    <w:p w:rsidR="00806AA2" w:rsidRPr="0038032C" w:rsidRDefault="00806AA2" w:rsidP="0038032C">
      <w:pPr>
        <w:ind w:right="279" w:firstLine="480"/>
        <w:jc w:val="both"/>
        <w:rPr>
          <w:sz w:val="28"/>
          <w:szCs w:val="28"/>
          <w:lang w:val="uk-UA"/>
        </w:rPr>
      </w:pPr>
    </w:p>
    <w:p w:rsidR="00806AA2" w:rsidRPr="00B24958" w:rsidRDefault="00806AA2" w:rsidP="00B24958">
      <w:pPr>
        <w:numPr>
          <w:ilvl w:val="0"/>
          <w:numId w:val="1"/>
        </w:numPr>
        <w:ind w:left="0" w:right="279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</w:t>
      </w:r>
      <w:r w:rsidRPr="00477B28">
        <w:rPr>
          <w:sz w:val="28"/>
          <w:szCs w:val="28"/>
          <w:lang w:val="uk-UA"/>
        </w:rPr>
        <w:t>до складу робочої групи щодо відновлення дитячого спортивного майданчика  на вулиці Шептицького Андрея Митрополита, 7, створеної розпорядженням Чернівецького міського голови від 12.12.2019р.  №510-р</w:t>
      </w:r>
      <w:r>
        <w:rPr>
          <w:sz w:val="28"/>
          <w:szCs w:val="28"/>
          <w:lang w:val="uk-UA"/>
        </w:rPr>
        <w:t>, виклавши його в такій редакції:</w:t>
      </w:r>
    </w:p>
    <w:p w:rsidR="00806AA2" w:rsidRPr="00843C45" w:rsidRDefault="00806AA2" w:rsidP="00C24A7D">
      <w:pPr>
        <w:ind w:right="279" w:firstLine="480"/>
        <w:jc w:val="both"/>
        <w:rPr>
          <w:spacing w:val="-6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886"/>
        <w:gridCol w:w="5865"/>
      </w:tblGrid>
      <w:tr w:rsidR="00806AA2" w:rsidRPr="00843C45" w:rsidTr="00AF00C1">
        <w:tc>
          <w:tcPr>
            <w:tcW w:w="3886" w:type="dxa"/>
          </w:tcPr>
          <w:p w:rsidR="00806AA2" w:rsidRPr="00843C45" w:rsidRDefault="00806AA2" w:rsidP="00A8438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  <w:p w:rsidR="00806AA2" w:rsidRPr="00843C45" w:rsidRDefault="00806AA2" w:rsidP="00A84385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>асиль Сафрон</w:t>
            </w:r>
            <w:r w:rsidRPr="00843C45">
              <w:rPr>
                <w:b/>
                <w:sz w:val="28"/>
                <w:szCs w:val="28"/>
              </w:rPr>
              <w:t>ович</w:t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A27870" w:rsidRDefault="00806AA2" w:rsidP="00A8438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секретар Чернівецької</w:t>
            </w:r>
            <w:r>
              <w:rPr>
                <w:sz w:val="28"/>
                <w:szCs w:val="28"/>
              </w:rPr>
              <w:t xml:space="preserve"> 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06AA2" w:rsidRPr="00843C45" w:rsidTr="004E7689">
        <w:trPr>
          <w:trHeight w:val="1984"/>
        </w:trPr>
        <w:tc>
          <w:tcPr>
            <w:tcW w:w="3886" w:type="dxa"/>
          </w:tcPr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806AA2" w:rsidRDefault="00806AA2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806AA2" w:rsidRPr="00843C45" w:rsidRDefault="00806AA2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 xml:space="preserve"> з питань діяльності виконавчих органів міської ради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806AA2" w:rsidRPr="00843C45" w:rsidTr="00AF00C1">
        <w:trPr>
          <w:trHeight w:val="1786"/>
        </w:trPr>
        <w:tc>
          <w:tcPr>
            <w:tcW w:w="3886" w:type="dxa"/>
          </w:tcPr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806AA2" w:rsidRPr="00843C45" w:rsidRDefault="00806AA2" w:rsidP="00C24A7D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C24A7D">
              <w:rPr>
                <w:sz w:val="28"/>
                <w:szCs w:val="28"/>
                <w:lang w:val="uk-UA"/>
              </w:rPr>
              <w:t xml:space="preserve">спеціаліст І категорії, юрист відділу правового забезпечення питань житлово-комунального обслуговування та управління комунальним майном </w:t>
            </w:r>
            <w:r>
              <w:rPr>
                <w:sz w:val="28"/>
                <w:szCs w:val="28"/>
                <w:lang w:val="uk-UA"/>
              </w:rPr>
              <w:t>юридичного управління</w:t>
            </w:r>
            <w:r w:rsidRPr="00843C45">
              <w:rPr>
                <w:sz w:val="28"/>
                <w:szCs w:val="28"/>
                <w:lang w:val="uk-UA"/>
              </w:rPr>
              <w:t>;</w:t>
            </w:r>
          </w:p>
        </w:tc>
      </w:tr>
      <w:tr w:rsidR="00806AA2" w:rsidRPr="00843C45" w:rsidTr="00BA0053">
        <w:trPr>
          <w:trHeight w:val="1438"/>
        </w:trPr>
        <w:tc>
          <w:tcPr>
            <w:tcW w:w="3886" w:type="dxa"/>
          </w:tcPr>
          <w:p w:rsidR="00806AA2" w:rsidRDefault="00806AA2" w:rsidP="00AF00C1">
            <w:pPr>
              <w:pStyle w:val="BodyText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06AA2" w:rsidRDefault="00806AA2" w:rsidP="00AF00C1">
            <w:pPr>
              <w:pStyle w:val="BodyText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</w:p>
          <w:p w:rsidR="00806AA2" w:rsidRDefault="00806AA2" w:rsidP="00AF00C1">
            <w:pPr>
              <w:pStyle w:val="BodyText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Гаврилица</w:t>
            </w:r>
          </w:p>
          <w:p w:rsidR="00806AA2" w:rsidRPr="00AF00C1" w:rsidRDefault="00806AA2" w:rsidP="00AF00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</w:t>
            </w:r>
            <w:r w:rsidRPr="000B5A05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яна Ярославівна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65" w:type="dxa"/>
          </w:tcPr>
          <w:p w:rsidR="00806AA2" w:rsidRPr="00C24A7D" w:rsidRDefault="00806AA2" w:rsidP="00A84385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/>
            </w:r>
            <w:r w:rsidRPr="0022393F">
              <w:rPr>
                <w:sz w:val="16"/>
                <w:szCs w:val="16"/>
                <w:lang w:val="uk-UA"/>
              </w:rPr>
              <w:br/>
            </w:r>
            <w:r w:rsidRPr="00AF00C1">
              <w:rPr>
                <w:sz w:val="28"/>
                <w:szCs w:val="28"/>
                <w:lang w:val="uk-UA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земельних ресурсів ДМБК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806AA2" w:rsidRPr="00843C45" w:rsidTr="00A84385">
        <w:tc>
          <w:tcPr>
            <w:tcW w:w="3886" w:type="dxa"/>
          </w:tcPr>
          <w:p w:rsidR="00806AA2" w:rsidRDefault="00806AA2" w:rsidP="00E570D1">
            <w:pPr>
              <w:pStyle w:val="14"/>
              <w:spacing w:line="240" w:lineRule="auto"/>
            </w:pPr>
            <w:r>
              <w:t>Гавриш</w:t>
            </w:r>
          </w:p>
          <w:p w:rsidR="00806AA2" w:rsidRPr="00843C45" w:rsidRDefault="00806AA2" w:rsidP="00E570D1">
            <w:pPr>
              <w:pStyle w:val="14"/>
              <w:spacing w:line="240" w:lineRule="auto"/>
            </w:pPr>
            <w:r>
              <w:t>Віталій Ярославович</w:t>
            </w:r>
          </w:p>
        </w:tc>
        <w:tc>
          <w:tcPr>
            <w:tcW w:w="5865" w:type="dxa"/>
          </w:tcPr>
          <w:p w:rsidR="00806AA2" w:rsidRPr="00AF00C1" w:rsidRDefault="00806AA2" w:rsidP="00E570D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  <w:r w:rsidRPr="00AF00C1">
              <w:rPr>
                <w:sz w:val="28"/>
                <w:szCs w:val="28"/>
                <w:lang w:val="uk-UA"/>
              </w:rPr>
              <w:t>- директор департаменту розвитку міської ради;</w:t>
            </w:r>
            <w:r w:rsidRPr="00AF00C1">
              <w:rPr>
                <w:sz w:val="4"/>
                <w:szCs w:val="4"/>
                <w:lang w:val="uk-UA"/>
              </w:rPr>
              <w:t xml:space="preserve"> </w:t>
            </w:r>
          </w:p>
        </w:tc>
      </w:tr>
      <w:tr w:rsidR="00806AA2" w:rsidRPr="00843C45" w:rsidTr="00AF00C1">
        <w:trPr>
          <w:trHeight w:val="1060"/>
        </w:trPr>
        <w:tc>
          <w:tcPr>
            <w:tcW w:w="3886" w:type="dxa"/>
          </w:tcPr>
          <w:p w:rsidR="00806AA2" w:rsidRPr="00843C45" w:rsidRDefault="00806AA2" w:rsidP="00AF00C1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806AA2" w:rsidRPr="00A27870" w:rsidRDefault="00806AA2" w:rsidP="00AF00C1">
            <w:pPr>
              <w:rPr>
                <w:sz w:val="28"/>
                <w:szCs w:val="28"/>
                <w:lang w:val="uk-UA"/>
              </w:rPr>
            </w:pPr>
            <w:r w:rsidRPr="00A27870">
              <w:t>Дмитро Васильович</w:t>
            </w:r>
          </w:p>
        </w:tc>
        <w:tc>
          <w:tcPr>
            <w:tcW w:w="5865" w:type="dxa"/>
          </w:tcPr>
          <w:p w:rsidR="00806AA2" w:rsidRPr="00AF00C1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</w:tc>
      </w:tr>
      <w:tr w:rsidR="00806AA2" w:rsidRPr="00843C45" w:rsidTr="00A84385">
        <w:trPr>
          <w:trHeight w:val="1065"/>
        </w:trPr>
        <w:tc>
          <w:tcPr>
            <w:tcW w:w="3886" w:type="dxa"/>
          </w:tcPr>
          <w:p w:rsidR="00806AA2" w:rsidRPr="00CA6525" w:rsidRDefault="00806AA2" w:rsidP="00A84385">
            <w:pPr>
              <w:rPr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Мартинюк Сергій"/>
              </w:smartTagPr>
              <w:r>
                <w:rPr>
                  <w:b/>
                  <w:sz w:val="28"/>
                  <w:szCs w:val="28"/>
                  <w:lang w:val="uk-UA"/>
                </w:rPr>
                <w:t>Мартинюк Сергій</w:t>
              </w:r>
            </w:smartTag>
            <w:r>
              <w:rPr>
                <w:b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5865" w:type="dxa"/>
          </w:tcPr>
          <w:p w:rsidR="00806AA2" w:rsidRPr="00CA6525" w:rsidRDefault="00806AA2" w:rsidP="00A8438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освіти міської ради;</w:t>
            </w:r>
          </w:p>
        </w:tc>
      </w:tr>
      <w:tr w:rsidR="00806AA2" w:rsidRPr="00843C45" w:rsidTr="00A84385">
        <w:tc>
          <w:tcPr>
            <w:tcW w:w="3886" w:type="dxa"/>
          </w:tcPr>
          <w:p w:rsidR="00806AA2" w:rsidRPr="00843C45" w:rsidRDefault="00806AA2" w:rsidP="00A84385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806AA2" w:rsidRPr="00843C45" w:rsidRDefault="00806AA2" w:rsidP="00A84385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pStyle w:val="Heading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806AA2" w:rsidRPr="00843C45" w:rsidTr="00AF00C1">
        <w:trPr>
          <w:trHeight w:val="1409"/>
        </w:trPr>
        <w:tc>
          <w:tcPr>
            <w:tcW w:w="3886" w:type="dxa"/>
          </w:tcPr>
          <w:p w:rsidR="00806AA2" w:rsidRPr="00AF00C1" w:rsidRDefault="00806AA2" w:rsidP="00A84385">
            <w:pPr>
              <w:pStyle w:val="BodyText"/>
              <w:spacing w:after="0" w:line="228" w:lineRule="auto"/>
              <w:ind w:right="-240"/>
              <w:rPr>
                <w:b/>
                <w:sz w:val="16"/>
                <w:szCs w:val="16"/>
                <w:lang w:val="uk-UA"/>
              </w:rPr>
            </w:pPr>
          </w:p>
          <w:p w:rsidR="00806AA2" w:rsidRDefault="00806AA2" w:rsidP="00A84385">
            <w:pPr>
              <w:pStyle w:val="BodyText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806AA2" w:rsidRDefault="00806AA2" w:rsidP="00A84385">
            <w:pPr>
              <w:pStyle w:val="BodyText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  <w:p w:rsidR="00806AA2" w:rsidRPr="00843C45" w:rsidRDefault="00806AA2" w:rsidP="00AF00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806AA2" w:rsidRPr="00CA6525" w:rsidRDefault="00806AA2" w:rsidP="00AF00C1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ачальник у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</w:rPr>
              <w:t>правління містобудування та архітектури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 xml:space="preserve"> ДМБК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A6525">
              <w:rPr>
                <w:color w:val="000000"/>
                <w:sz w:val="28"/>
                <w:szCs w:val="28"/>
              </w:rPr>
              <w:t xml:space="preserve"> </w:t>
            </w:r>
            <w:r w:rsidRPr="00CA6525">
              <w:rPr>
                <w:sz w:val="28"/>
                <w:szCs w:val="28"/>
                <w:lang w:val="uk-UA"/>
              </w:rPr>
              <w:t>головний архітектор міста;</w:t>
            </w:r>
          </w:p>
        </w:tc>
      </w:tr>
      <w:tr w:rsidR="00806AA2" w:rsidRPr="00843C45" w:rsidTr="00AF00C1">
        <w:tc>
          <w:tcPr>
            <w:tcW w:w="3886" w:type="dxa"/>
          </w:tcPr>
          <w:p w:rsidR="00806AA2" w:rsidRPr="00AF00C1" w:rsidRDefault="00806AA2" w:rsidP="00AF00C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806AA2" w:rsidRPr="00AF00C1" w:rsidRDefault="00806AA2" w:rsidP="00AF00C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ць, власник приміщень на вул. 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Шептицького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Андрея Митрополита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06AA2" w:rsidRPr="00843C45" w:rsidTr="00AF00C1">
        <w:tc>
          <w:tcPr>
            <w:tcW w:w="3886" w:type="dxa"/>
          </w:tcPr>
          <w:p w:rsidR="00806AA2" w:rsidRPr="00843C45" w:rsidRDefault="00806AA2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шторисного бюро побуту (орендар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806AA2" w:rsidRPr="00843C45" w:rsidTr="00AF00C1">
        <w:tc>
          <w:tcPr>
            <w:tcW w:w="3886" w:type="dxa"/>
          </w:tcPr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865" w:type="dxa"/>
          </w:tcPr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мешканка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 xml:space="preserve"> будинку №5 на провулку Турецькому;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06AA2" w:rsidRPr="00843C45" w:rsidTr="00AF00C1">
        <w:tc>
          <w:tcPr>
            <w:tcW w:w="3886" w:type="dxa"/>
          </w:tcPr>
          <w:p w:rsidR="00806AA2" w:rsidRDefault="00806AA2" w:rsidP="00A843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Кулянда </w:t>
            </w:r>
          </w:p>
          <w:p w:rsidR="00806AA2" w:rsidRPr="00CA6525" w:rsidRDefault="00806AA2" w:rsidP="00A843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Петрович</w:t>
            </w:r>
          </w:p>
        </w:tc>
        <w:tc>
          <w:tcPr>
            <w:tcW w:w="5865" w:type="dxa"/>
          </w:tcPr>
          <w:p w:rsidR="00806AA2" w:rsidRPr="00CA6525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-директор ЗОШ №14 м.Чернівці;</w:t>
            </w:r>
          </w:p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6AA2" w:rsidRPr="00843C45" w:rsidTr="00AF0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06AA2" w:rsidRPr="00843C45" w:rsidRDefault="00806AA2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</w:tcPr>
          <w:p w:rsidR="00806AA2" w:rsidRPr="00843C45" w:rsidRDefault="00806AA2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будинку №5 на провулку Турецькому.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»;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</w:tbl>
    <w:p w:rsidR="00806AA2" w:rsidRPr="00A27870" w:rsidRDefault="00806AA2" w:rsidP="008E5A92">
      <w:pPr>
        <w:ind w:right="279" w:firstLine="480"/>
        <w:jc w:val="both"/>
        <w:rPr>
          <w:spacing w:val="-6"/>
          <w:sz w:val="16"/>
          <w:szCs w:val="16"/>
          <w:lang w:val="uk-UA"/>
        </w:rPr>
      </w:pPr>
    </w:p>
    <w:p w:rsidR="00806AA2" w:rsidRPr="00B24958" w:rsidRDefault="00806AA2" w:rsidP="00B24958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Робочій групі в термін до 30.09.2020р. надати пропозиції щодо відновлення дитячого спортивного майданчика на вул. Шептицького Андрея Митрополита, 7 для трьох шкіл цього району.</w:t>
      </w:r>
    </w:p>
    <w:p w:rsidR="00806AA2" w:rsidRPr="00B24958" w:rsidRDefault="00806AA2" w:rsidP="00B24958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</w:t>
      </w:r>
      <w:r w:rsidRPr="0022393F">
        <w:rPr>
          <w:spacing w:val="-6"/>
          <w:sz w:val="28"/>
          <w:szCs w:val="28"/>
          <w:lang w:val="uk-UA"/>
        </w:rPr>
        <w:t xml:space="preserve">Визнати таким, що втратило чинність, розпорядження </w:t>
      </w:r>
      <w:r>
        <w:rPr>
          <w:spacing w:val="-6"/>
          <w:sz w:val="28"/>
          <w:szCs w:val="28"/>
          <w:lang w:val="uk-UA"/>
        </w:rPr>
        <w:t xml:space="preserve">Чернівецького міського голови </w:t>
      </w:r>
      <w:r w:rsidRPr="0022393F">
        <w:rPr>
          <w:spacing w:val="-6"/>
          <w:sz w:val="28"/>
          <w:szCs w:val="28"/>
          <w:lang w:val="uk-UA"/>
        </w:rPr>
        <w:t xml:space="preserve"> від 1</w:t>
      </w:r>
      <w:r>
        <w:rPr>
          <w:spacing w:val="-6"/>
          <w:sz w:val="28"/>
          <w:szCs w:val="28"/>
          <w:lang w:val="uk-UA"/>
        </w:rPr>
        <w:t>3</w:t>
      </w:r>
      <w:r w:rsidRPr="0022393F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січня </w:t>
      </w:r>
      <w:r w:rsidRPr="0022393F">
        <w:rPr>
          <w:spacing w:val="-6"/>
          <w:sz w:val="28"/>
          <w:szCs w:val="28"/>
          <w:lang w:val="uk-UA"/>
        </w:rPr>
        <w:t xml:space="preserve">2020 р. № </w:t>
      </w:r>
      <w:r>
        <w:rPr>
          <w:spacing w:val="-6"/>
          <w:sz w:val="28"/>
          <w:szCs w:val="28"/>
          <w:lang w:val="uk-UA"/>
        </w:rPr>
        <w:t xml:space="preserve">8-р </w:t>
      </w:r>
      <w:r w:rsidRPr="0022393F">
        <w:rPr>
          <w:spacing w:val="-6"/>
          <w:sz w:val="28"/>
          <w:szCs w:val="28"/>
          <w:lang w:val="uk-UA"/>
        </w:rPr>
        <w:t>“</w:t>
      </w:r>
      <w:r w:rsidRPr="0022393F">
        <w:t xml:space="preserve"> </w:t>
      </w:r>
      <w:r w:rsidRPr="0022393F">
        <w:rPr>
          <w:spacing w:val="-6"/>
          <w:sz w:val="28"/>
          <w:szCs w:val="28"/>
          <w:lang w:val="uk-UA"/>
        </w:rPr>
        <w:t>Про внесення змін до розпорядження Чернівецького міського голови від 12.12.2019р.  №510-р «Про створення робочої групи щодо відновлення дитячого спортивного майданчика  на вулиці Шептицького Андрея Митрополита, 7»</w:t>
      </w:r>
      <w:r>
        <w:rPr>
          <w:spacing w:val="-6"/>
          <w:sz w:val="28"/>
          <w:szCs w:val="28"/>
          <w:lang w:val="uk-UA"/>
        </w:rPr>
        <w:t>.</w:t>
      </w:r>
    </w:p>
    <w:p w:rsidR="00806AA2" w:rsidRPr="00B24958" w:rsidRDefault="00806AA2" w:rsidP="00B24958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E5C5F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806AA2" w:rsidRPr="00A27870" w:rsidRDefault="00806AA2" w:rsidP="00A26B3B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 w:rsidRPr="004E5C5F">
        <w:rPr>
          <w:sz w:val="28"/>
          <w:szCs w:val="28"/>
          <w:lang w:val="uk-UA"/>
        </w:rPr>
        <w:t xml:space="preserve"> Контроль за виконанням цього розпорядження</w:t>
      </w:r>
      <w:r w:rsidRPr="00FE0857">
        <w:rPr>
          <w:sz w:val="28"/>
          <w:szCs w:val="28"/>
          <w:lang w:val="uk-UA"/>
        </w:rPr>
        <w:t xml:space="preserve"> залишаю за собою.</w:t>
      </w:r>
    </w:p>
    <w:p w:rsidR="00806AA2" w:rsidRPr="00FE0857" w:rsidRDefault="00806AA2" w:rsidP="00A27870">
      <w:pPr>
        <w:ind w:right="99"/>
        <w:jc w:val="both"/>
        <w:rPr>
          <w:spacing w:val="-6"/>
          <w:sz w:val="28"/>
          <w:szCs w:val="28"/>
          <w:lang w:val="uk-UA"/>
        </w:rPr>
      </w:pPr>
    </w:p>
    <w:p w:rsidR="00806AA2" w:rsidRDefault="00806AA2" w:rsidP="00A26B3B">
      <w:pPr>
        <w:ind w:right="99"/>
        <w:jc w:val="both"/>
        <w:rPr>
          <w:b/>
          <w:sz w:val="28"/>
          <w:szCs w:val="28"/>
          <w:lang w:val="uk-UA"/>
        </w:rPr>
      </w:pPr>
    </w:p>
    <w:p w:rsidR="00806AA2" w:rsidRPr="00C50F5A" w:rsidRDefault="00806AA2" w:rsidP="00C50F5A">
      <w:pPr>
        <w:rPr>
          <w:b/>
          <w:lang w:val="uk-UA"/>
        </w:rPr>
      </w:pPr>
      <w:r w:rsidRPr="005E5092">
        <w:rPr>
          <w:b/>
          <w:lang w:val="uk-UA"/>
        </w:rPr>
        <w:t xml:space="preserve">Секретар Чернівецької міської ради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5E5092">
        <w:rPr>
          <w:b/>
          <w:lang w:val="uk-UA"/>
        </w:rPr>
        <w:tab/>
        <w:t xml:space="preserve">     В.Продан</w:t>
      </w:r>
    </w:p>
    <w:sectPr w:rsidR="00806AA2" w:rsidRPr="00C50F5A" w:rsidSect="00900BCF">
      <w:headerReference w:type="even" r:id="rId8"/>
      <w:headerReference w:type="default" r:id="rId9"/>
      <w:pgSz w:w="11906" w:h="16838"/>
      <w:pgMar w:top="71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AA2" w:rsidRDefault="00806AA2">
      <w:r>
        <w:separator/>
      </w:r>
    </w:p>
  </w:endnote>
  <w:endnote w:type="continuationSeparator" w:id="0">
    <w:p w:rsidR="00806AA2" w:rsidRDefault="00806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AA2" w:rsidRDefault="00806AA2">
      <w:r>
        <w:separator/>
      </w:r>
    </w:p>
  </w:footnote>
  <w:footnote w:type="continuationSeparator" w:id="0">
    <w:p w:rsidR="00806AA2" w:rsidRDefault="00806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AA2" w:rsidRDefault="00806AA2" w:rsidP="001E47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6AA2" w:rsidRDefault="00806A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AA2" w:rsidRPr="00A27870" w:rsidRDefault="00806AA2" w:rsidP="001E47B5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A27870">
      <w:rPr>
        <w:rStyle w:val="PageNumber"/>
        <w:sz w:val="24"/>
        <w:szCs w:val="24"/>
      </w:rPr>
      <w:fldChar w:fldCharType="begin"/>
    </w:r>
    <w:r w:rsidRPr="00A27870">
      <w:rPr>
        <w:rStyle w:val="PageNumber"/>
        <w:sz w:val="24"/>
        <w:szCs w:val="24"/>
      </w:rPr>
      <w:instrText xml:space="preserve">PAGE  </w:instrText>
    </w:r>
    <w:r w:rsidRPr="00A2787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A27870">
      <w:rPr>
        <w:rStyle w:val="PageNumber"/>
        <w:sz w:val="24"/>
        <w:szCs w:val="24"/>
      </w:rPr>
      <w:fldChar w:fldCharType="end"/>
    </w:r>
  </w:p>
  <w:p w:rsidR="00806AA2" w:rsidRDefault="00806A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1CF4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5A05"/>
    <w:rsid w:val="000B67A2"/>
    <w:rsid w:val="000B76E7"/>
    <w:rsid w:val="000B7ADC"/>
    <w:rsid w:val="000C2304"/>
    <w:rsid w:val="000C497D"/>
    <w:rsid w:val="000C6120"/>
    <w:rsid w:val="000D0C73"/>
    <w:rsid w:val="000D1B0C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47B5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393F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474E9"/>
    <w:rsid w:val="00252F1C"/>
    <w:rsid w:val="00253563"/>
    <w:rsid w:val="00253612"/>
    <w:rsid w:val="00253637"/>
    <w:rsid w:val="00253849"/>
    <w:rsid w:val="00253AD0"/>
    <w:rsid w:val="00254FF4"/>
    <w:rsid w:val="00255C08"/>
    <w:rsid w:val="00256706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02B5"/>
    <w:rsid w:val="002A0B9B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E6"/>
    <w:rsid w:val="00375FD6"/>
    <w:rsid w:val="003760EA"/>
    <w:rsid w:val="00376C1D"/>
    <w:rsid w:val="0038032C"/>
    <w:rsid w:val="00381B08"/>
    <w:rsid w:val="00382637"/>
    <w:rsid w:val="003829A1"/>
    <w:rsid w:val="00382EE3"/>
    <w:rsid w:val="00383AE0"/>
    <w:rsid w:val="00384AE8"/>
    <w:rsid w:val="0038514E"/>
    <w:rsid w:val="0038569A"/>
    <w:rsid w:val="00385A06"/>
    <w:rsid w:val="00385C78"/>
    <w:rsid w:val="00385F92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0EB"/>
    <w:rsid w:val="003C5681"/>
    <w:rsid w:val="003C581B"/>
    <w:rsid w:val="003C5DDB"/>
    <w:rsid w:val="003C7AE2"/>
    <w:rsid w:val="003D0649"/>
    <w:rsid w:val="003D1A82"/>
    <w:rsid w:val="003D1B40"/>
    <w:rsid w:val="003D2186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77B28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1C7B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1E4F"/>
    <w:rsid w:val="004B4E94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C5F"/>
    <w:rsid w:val="004E5DC4"/>
    <w:rsid w:val="004E7689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0C3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092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4CA8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B96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46F38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0DE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6AA2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3C54"/>
    <w:rsid w:val="00875B17"/>
    <w:rsid w:val="00876B87"/>
    <w:rsid w:val="0088039B"/>
    <w:rsid w:val="00882040"/>
    <w:rsid w:val="00883946"/>
    <w:rsid w:val="00883B02"/>
    <w:rsid w:val="00885729"/>
    <w:rsid w:val="008862B7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361F"/>
    <w:rsid w:val="008E48A0"/>
    <w:rsid w:val="008E4DC4"/>
    <w:rsid w:val="008E5059"/>
    <w:rsid w:val="008E5A92"/>
    <w:rsid w:val="008E7258"/>
    <w:rsid w:val="008E7664"/>
    <w:rsid w:val="008E7E34"/>
    <w:rsid w:val="008F097D"/>
    <w:rsid w:val="008F1246"/>
    <w:rsid w:val="008F38A5"/>
    <w:rsid w:val="008F538C"/>
    <w:rsid w:val="008F6829"/>
    <w:rsid w:val="008F69F2"/>
    <w:rsid w:val="00900BAD"/>
    <w:rsid w:val="00900BCF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5EFD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6C7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26B3B"/>
    <w:rsid w:val="00A27870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3D7D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4385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2871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0C1"/>
    <w:rsid w:val="00AF0EB9"/>
    <w:rsid w:val="00AF189F"/>
    <w:rsid w:val="00AF2692"/>
    <w:rsid w:val="00AF2A62"/>
    <w:rsid w:val="00AF2E9F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958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19A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0053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4A7D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0F5A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4C4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525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444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2E6D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0D1"/>
    <w:rsid w:val="00E5728C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2BF5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F0D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0857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73"/>
    <w:rPr>
      <w:sz w:val="3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35673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5673"/>
    <w:rPr>
      <w:rFonts w:eastAsia="Times New Roman" w:cs="Times New Roman"/>
      <w:b/>
      <w:bCs/>
      <w:sz w:val="30"/>
      <w:lang w:val="uk-UA" w:eastAsia="ru-RU" w:bidi="ar-SA"/>
    </w:rPr>
  </w:style>
  <w:style w:type="paragraph" w:styleId="BodyText">
    <w:name w:val="Body Text"/>
    <w:basedOn w:val="Normal"/>
    <w:link w:val="BodyTextChar"/>
    <w:uiPriority w:val="99"/>
    <w:semiHidden/>
    <w:rsid w:val="002356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5673"/>
    <w:rPr>
      <w:rFonts w:eastAsia="Times New Roman" w:cs="Times New Roman"/>
      <w:sz w:val="30"/>
      <w:lang w:val="ru-RU" w:eastAsia="ru-RU" w:bidi="ar-SA"/>
    </w:rPr>
  </w:style>
  <w:style w:type="paragraph" w:customStyle="1" w:styleId="ListParagraph1">
    <w:name w:val="List Paragraph1"/>
    <w:basedOn w:val="Normal"/>
    <w:uiPriority w:val="99"/>
    <w:rsid w:val="00235673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C24A7D"/>
    <w:pPr>
      <w:ind w:left="720"/>
      <w:contextualSpacing/>
    </w:pPr>
  </w:style>
  <w:style w:type="paragraph" w:customStyle="1" w:styleId="14">
    <w:name w:val="Обычный + 14 пт"/>
    <w:basedOn w:val="BodyText"/>
    <w:uiPriority w:val="99"/>
    <w:rsid w:val="00E570D1"/>
    <w:pPr>
      <w:spacing w:after="0" w:line="228" w:lineRule="auto"/>
      <w:ind w:right="-240"/>
    </w:pPr>
    <w:rPr>
      <w:b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rsid w:val="00900B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2444"/>
    <w:rPr>
      <w:rFonts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uiPriority w:val="99"/>
    <w:rsid w:val="00900BC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00B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2444"/>
    <w:rPr>
      <w:rFonts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213</TotalTime>
  <Pages>2</Pages>
  <Words>441</Words>
  <Characters>2520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WiZaRd</cp:lastModifiedBy>
  <cp:revision>6</cp:revision>
  <cp:lastPrinted>2020-08-17T12:35:00Z</cp:lastPrinted>
  <dcterms:created xsi:type="dcterms:W3CDTF">2020-08-12T05:18:00Z</dcterms:created>
  <dcterms:modified xsi:type="dcterms:W3CDTF">2020-09-03T08:01:00Z</dcterms:modified>
</cp:coreProperties>
</file>