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4B6" w:rsidRPr="002E6848" w:rsidRDefault="000E04B6" w:rsidP="002E68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75F0C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6" o:title=""/>
          </v:shape>
        </w:pict>
      </w:r>
    </w:p>
    <w:p w:rsidR="000E04B6" w:rsidRPr="002E6848" w:rsidRDefault="000E04B6" w:rsidP="002E684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E6848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0E04B6" w:rsidRPr="002E6848" w:rsidRDefault="000E04B6" w:rsidP="002E684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E6848">
        <w:rPr>
          <w:rFonts w:ascii="Times New Roman" w:hAnsi="Times New Roman"/>
          <w:b/>
          <w:sz w:val="36"/>
          <w:szCs w:val="36"/>
          <w:lang w:eastAsia="ru-RU"/>
        </w:rPr>
        <w:t>Чернівецький  міський голова</w:t>
      </w:r>
    </w:p>
    <w:p w:rsidR="000E04B6" w:rsidRPr="002E6848" w:rsidRDefault="000E04B6" w:rsidP="002E684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2E6848">
        <w:rPr>
          <w:rFonts w:ascii="Times New Roman" w:hAnsi="Times New Roman"/>
          <w:b/>
          <w:bCs/>
          <w:sz w:val="36"/>
          <w:szCs w:val="36"/>
          <w:lang w:eastAsia="ru-RU"/>
        </w:rPr>
        <w:t>Р О З П О Р Я Д Ж Е Н Н Я</w:t>
      </w:r>
    </w:p>
    <w:p w:rsidR="000E04B6" w:rsidRPr="002E6848" w:rsidRDefault="000E04B6" w:rsidP="002E684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E04B6" w:rsidRPr="002E6848" w:rsidRDefault="000E04B6" w:rsidP="002E68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28</w:t>
      </w:r>
      <w:r w:rsidRPr="002E6848">
        <w:rPr>
          <w:rFonts w:ascii="Times New Roman" w:hAnsi="Times New Roman"/>
          <w:sz w:val="28"/>
          <w:szCs w:val="28"/>
          <w:u w:val="single"/>
          <w:lang w:eastAsia="ru-RU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7</w:t>
      </w:r>
      <w:r w:rsidRPr="002E6848">
        <w:rPr>
          <w:rFonts w:ascii="Times New Roman" w:hAnsi="Times New Roman"/>
          <w:sz w:val="28"/>
          <w:szCs w:val="28"/>
          <w:u w:val="single"/>
          <w:lang w:eastAsia="ru-RU"/>
        </w:rPr>
        <w:t>.20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20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267-р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</w:r>
      <w:r w:rsidRPr="002E6848">
        <w:rPr>
          <w:rFonts w:ascii="Times New Roman" w:hAnsi="Times New Roman"/>
          <w:sz w:val="28"/>
          <w:szCs w:val="28"/>
          <w:lang w:eastAsia="ru-RU"/>
        </w:rPr>
        <w:tab/>
        <w:t xml:space="preserve">           м. Чернівці</w:t>
      </w:r>
    </w:p>
    <w:p w:rsidR="000E04B6" w:rsidRPr="002E6848" w:rsidRDefault="000E04B6" w:rsidP="002E6848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E04B6" w:rsidRPr="002E6848" w:rsidRDefault="000E04B6" w:rsidP="002E684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 зупинення дії  пункту 1.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1</w:t>
      </w:r>
      <w:r w:rsidRPr="002E6848">
        <w:rPr>
          <w:rFonts w:ascii="Times New Roman" w:hAnsi="Times New Roman"/>
          <w:b/>
          <w:bCs/>
          <w:color w:val="FF0000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рішення міської ради VII скликання </w:t>
      </w:r>
      <w:r w:rsidRPr="002E6848">
        <w:rPr>
          <w:rFonts w:ascii="Times New Roman" w:hAnsi="Times New Roman"/>
          <w:b/>
          <w:sz w:val="28"/>
          <w:szCs w:val="28"/>
          <w:lang w:eastAsia="ru-RU"/>
        </w:rPr>
        <w:t>від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23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7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.20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20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р. №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22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2</w:t>
      </w:r>
      <w:r w:rsidRPr="00FD4452">
        <w:rPr>
          <w:rFonts w:ascii="Times New Roman" w:eastAsia="MS ??" w:hAnsi="Times New Roman"/>
          <w:b/>
          <w:bCs/>
          <w:color w:val="FF0000"/>
          <w:sz w:val="28"/>
          <w:szCs w:val="28"/>
          <w:lang w:eastAsia="ru-RU"/>
        </w:rPr>
        <w:t xml:space="preserve">  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«Про розгляд звернень громадян щодо надання дозвол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у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на складання про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є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>ктів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землеустрою щодо</w:t>
      </w:r>
      <w:r w:rsidRPr="00FD4452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відведення земельних ділянок»</w:t>
      </w:r>
      <w:r w:rsidRPr="002E6848">
        <w:rPr>
          <w:rFonts w:ascii="Times New Roman" w:hAnsi="Times New Roman"/>
          <w:b/>
          <w:sz w:val="28"/>
          <w:szCs w:val="24"/>
          <w:lang w:eastAsia="ru-RU"/>
        </w:rPr>
        <w:t xml:space="preserve">  </w:t>
      </w:r>
    </w:p>
    <w:p w:rsidR="000E04B6" w:rsidRPr="002E6848" w:rsidRDefault="000E04B6" w:rsidP="002E68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E04B6" w:rsidRPr="002E6848" w:rsidRDefault="000E04B6" w:rsidP="002E6848">
      <w:pPr>
        <w:spacing w:after="0" w:line="233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На пленарному засіданні міської ради VIІ скликання, що відбулось             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23.07.2020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р., прийнято пункт 1.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1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рішення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2282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Про розгляд звернень громадян щодо надання дозвол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у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на складання про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є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ктів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землеустрою щодо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відведення земельних ділянок</w:t>
      </w:r>
      <w:r w:rsidRPr="002E6848">
        <w:rPr>
          <w:rFonts w:ascii="Times New Roman" w:hAnsi="Times New Roman"/>
          <w:sz w:val="28"/>
          <w:szCs w:val="28"/>
          <w:lang w:eastAsia="ru-RU"/>
        </w:rPr>
        <w:t>»</w:t>
      </w:r>
      <w:r w:rsidRPr="002E684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з порушенням охоронюваних законом інтересів громадян, які мають переважне чи першочергове право на отримання земельних ділянок у власність із земель комунальної власності територіальної громади м. Чернівців. </w:t>
      </w:r>
    </w:p>
    <w:p w:rsidR="000E04B6" w:rsidRPr="002E6848" w:rsidRDefault="000E04B6" w:rsidP="002E6848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З огляду на зазначене, 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керуючись </w:t>
      </w:r>
      <w:r w:rsidRPr="002E6848">
        <w:rPr>
          <w:rFonts w:ascii="Times New Roman" w:hAnsi="Times New Roman"/>
          <w:color w:val="000000"/>
          <w:sz w:val="28"/>
          <w:szCs w:val="28"/>
          <w:lang w:eastAsia="uk-UA"/>
        </w:rPr>
        <w:t>пунктом 20 частини четвертої статті 42, статтею 50, частиною четвертою статті 59 Закону України «Про місцеве самоврядування в Україні»</w:t>
      </w:r>
    </w:p>
    <w:p w:rsidR="000E04B6" w:rsidRPr="002E6848" w:rsidRDefault="000E04B6" w:rsidP="002E6848">
      <w:pPr>
        <w:autoSpaceDE w:val="0"/>
        <w:autoSpaceDN w:val="0"/>
        <w:adjustRightInd w:val="0"/>
        <w:spacing w:after="0" w:line="233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2E6848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З О Б О В </w:t>
      </w:r>
      <w:r w:rsidRPr="002E6848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>’</w:t>
      </w:r>
      <w:r w:rsidRPr="002E6848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Я З У Ю :</w:t>
      </w:r>
    </w:p>
    <w:p w:rsidR="000E04B6" w:rsidRPr="002E6848" w:rsidRDefault="000E04B6" w:rsidP="002E6848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uk-UA"/>
        </w:rPr>
        <w:t>1.</w:t>
      </w:r>
      <w:r w:rsidRPr="002E6848">
        <w:rPr>
          <w:rFonts w:ascii="Times New Roman" w:hAnsi="Times New Roman"/>
          <w:b/>
          <w:sz w:val="24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sz w:val="28"/>
          <w:szCs w:val="28"/>
          <w:lang w:eastAsia="uk-UA"/>
        </w:rPr>
        <w:t>Зупинити дію</w:t>
      </w:r>
      <w:r w:rsidRPr="002E684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>пункту 1.1</w:t>
      </w:r>
      <w:r w:rsidRPr="002E6848">
        <w:rPr>
          <w:rFonts w:ascii="Times New Roman" w:hAnsi="Times New Roman"/>
          <w:bCs/>
          <w:color w:val="FF0000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рішення міської ради VII скликання 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23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.0</w:t>
      </w:r>
      <w:r>
        <w:rPr>
          <w:rFonts w:ascii="Times New Roman" w:eastAsia="MS ??" w:hAnsi="Times New Roman"/>
          <w:bCs/>
          <w:sz w:val="28"/>
          <w:szCs w:val="28"/>
          <w:lang w:eastAsia="ru-RU"/>
        </w:rPr>
        <w:t>7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.20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20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р. №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22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8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</w:t>
      </w:r>
      <w:r w:rsidRPr="00FD4452">
        <w:rPr>
          <w:rFonts w:ascii="Times New Roman" w:eastAsia="MS ??" w:hAnsi="Times New Roman"/>
          <w:bCs/>
          <w:color w:val="FF0000"/>
          <w:sz w:val="28"/>
          <w:szCs w:val="28"/>
          <w:lang w:eastAsia="ru-RU"/>
        </w:rPr>
        <w:t xml:space="preserve">  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«Про розгляд звернень громадян щодо надання дозвол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у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на складання про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є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ктів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землеустрою щодо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відведення земельних ділянок»</w:t>
      </w:r>
      <w:r w:rsidRPr="002E6848">
        <w:rPr>
          <w:rFonts w:ascii="Times New Roman" w:hAnsi="Times New Roman"/>
          <w:color w:val="000000"/>
          <w:sz w:val="28"/>
          <w:szCs w:val="28"/>
          <w:lang w:eastAsia="ru-RU"/>
        </w:rPr>
        <w:t>, яким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гр.</w:t>
      </w:r>
      <w:r w:rsidRPr="002E68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Герасимчуку Василю Афанасійовичу надано </w:t>
      </w:r>
      <w:r w:rsidRPr="00FD4452">
        <w:rPr>
          <w:rFonts w:ascii="Times New Roman" w:hAnsi="Times New Roman"/>
          <w:sz w:val="28"/>
          <w:szCs w:val="28"/>
          <w:lang w:eastAsia="ru-RU"/>
        </w:rPr>
        <w:t>дозв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FD4452">
        <w:rPr>
          <w:rFonts w:ascii="Times New Roman" w:hAnsi="Times New Roman"/>
          <w:sz w:val="28"/>
          <w:szCs w:val="28"/>
          <w:lang w:eastAsia="ru-RU"/>
        </w:rPr>
        <w:t xml:space="preserve">л на складання проекту відведення земельної ділянки, орієнтовною площею </w:t>
      </w:r>
      <w:smartTag w:uri="urn:schemas-microsoft-com:office:smarttags" w:element="metricconverter">
        <w:smartTagPr>
          <w:attr w:name="ProductID" w:val="0,1000 га"/>
        </w:smartTagPr>
        <w:r w:rsidRPr="00FD4452">
          <w:rPr>
            <w:rFonts w:ascii="Times New Roman" w:hAnsi="Times New Roman"/>
            <w:sz w:val="28"/>
            <w:szCs w:val="28"/>
            <w:lang w:eastAsia="ru-RU"/>
          </w:rPr>
          <w:t>0,1000 га</w:t>
        </w:r>
      </w:smartTag>
      <w:r w:rsidRPr="00FD4452">
        <w:rPr>
          <w:rFonts w:ascii="Times New Roman" w:hAnsi="Times New Roman"/>
          <w:sz w:val="28"/>
          <w:szCs w:val="28"/>
          <w:lang w:eastAsia="ru-RU"/>
        </w:rPr>
        <w:t>, за рахунок земель запасу міста для будівництва і обслуговування житлового будинку, господарських будівель і споруд за адресою</w:t>
      </w:r>
      <w:r>
        <w:rPr>
          <w:rFonts w:ascii="Times New Roman" w:hAnsi="Times New Roman"/>
          <w:sz w:val="28"/>
          <w:szCs w:val="28"/>
          <w:lang w:eastAsia="ru-RU"/>
        </w:rPr>
        <w:t xml:space="preserve"> на провул. Стуса Василя, навпроти будинків №8 та №10</w:t>
      </w:r>
      <w:r w:rsidRPr="00FD4452">
        <w:rPr>
          <w:rFonts w:ascii="Times New Roman" w:hAnsi="Times New Roman"/>
          <w:sz w:val="28"/>
          <w:szCs w:val="28"/>
          <w:lang w:eastAsia="ru-RU"/>
        </w:rPr>
        <w:t>,</w:t>
      </w:r>
      <w:r w:rsidRPr="002E684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(обґрунтування зауважень додається)</w:t>
      </w:r>
      <w:r w:rsidRPr="002E6848">
        <w:rPr>
          <w:rFonts w:ascii="Times New Roman" w:hAnsi="Times New Roman"/>
          <w:sz w:val="28"/>
          <w:szCs w:val="24"/>
          <w:lang w:eastAsia="ru-RU"/>
        </w:rPr>
        <w:t>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E04B6" w:rsidRPr="002E6848" w:rsidRDefault="000E04B6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uk-UA"/>
        </w:rPr>
        <w:t>2.</w:t>
      </w:r>
      <w:r w:rsidRPr="002E6848">
        <w:rPr>
          <w:rFonts w:ascii="Times New Roman" w:hAnsi="Times New Roman"/>
          <w:sz w:val="28"/>
          <w:szCs w:val="28"/>
          <w:lang w:eastAsia="uk-UA"/>
        </w:rPr>
        <w:t xml:space="preserve"> Внести на повторний розгляд </w:t>
      </w:r>
      <w:r>
        <w:rPr>
          <w:rFonts w:ascii="Times New Roman" w:hAnsi="Times New Roman"/>
          <w:sz w:val="28"/>
          <w:szCs w:val="28"/>
          <w:lang w:eastAsia="uk-UA"/>
        </w:rPr>
        <w:t xml:space="preserve">на </w:t>
      </w:r>
      <w:r w:rsidRPr="002E6848">
        <w:rPr>
          <w:rFonts w:ascii="Times New Roman" w:hAnsi="Times New Roman"/>
          <w:sz w:val="28"/>
          <w:szCs w:val="28"/>
          <w:lang w:eastAsia="uk-UA"/>
        </w:rPr>
        <w:t>пленарн</w:t>
      </w:r>
      <w:r>
        <w:rPr>
          <w:rFonts w:ascii="Times New Roman" w:hAnsi="Times New Roman"/>
          <w:sz w:val="28"/>
          <w:szCs w:val="28"/>
          <w:lang w:eastAsia="uk-UA"/>
        </w:rPr>
        <w:t>е</w:t>
      </w:r>
      <w:r w:rsidRPr="002E6848">
        <w:rPr>
          <w:rFonts w:ascii="Times New Roman" w:hAnsi="Times New Roman"/>
          <w:sz w:val="28"/>
          <w:szCs w:val="28"/>
          <w:lang w:eastAsia="uk-UA"/>
        </w:rPr>
        <w:t xml:space="preserve"> засідання Чернівецької міської ради VIІ скликання, яке відбудеться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bCs/>
          <w:sz w:val="28"/>
          <w:szCs w:val="28"/>
        </w:rPr>
        <w:t>30  липня  2020 року  о  10.00  годині  в  сесійній  залі  міської ради</w:t>
      </w:r>
      <w:r w:rsidRPr="002E6848">
        <w:rPr>
          <w:rFonts w:ascii="Times New Roman" w:hAnsi="Times New Roman"/>
          <w:sz w:val="28"/>
          <w:szCs w:val="28"/>
          <w:lang w:eastAsia="uk-UA"/>
        </w:rPr>
        <w:t>,</w:t>
      </w:r>
      <w:r w:rsidRPr="002E6848">
        <w:rPr>
          <w:rFonts w:ascii="Times New Roman" w:hAnsi="Times New Roman"/>
          <w:color w:val="FF0000"/>
          <w:sz w:val="28"/>
          <w:szCs w:val="28"/>
          <w:lang w:eastAsia="uk-UA"/>
        </w:rPr>
        <w:t xml:space="preserve"> </w:t>
      </w:r>
      <w:r w:rsidRPr="002E6848">
        <w:rPr>
          <w:rFonts w:ascii="Times New Roman" w:hAnsi="Times New Roman"/>
          <w:sz w:val="28"/>
          <w:szCs w:val="28"/>
          <w:lang w:eastAsia="uk-UA"/>
        </w:rPr>
        <w:t>пункт 1.</w:t>
      </w:r>
      <w:r>
        <w:rPr>
          <w:rFonts w:ascii="Times New Roman" w:hAnsi="Times New Roman"/>
          <w:sz w:val="28"/>
          <w:szCs w:val="28"/>
          <w:lang w:eastAsia="uk-UA"/>
        </w:rPr>
        <w:t>1</w:t>
      </w:r>
      <w:r w:rsidRPr="002E6848">
        <w:rPr>
          <w:rFonts w:ascii="Times New Roman" w:hAnsi="Times New Roman"/>
          <w:sz w:val="28"/>
          <w:szCs w:val="28"/>
          <w:lang w:eastAsia="uk-UA"/>
        </w:rPr>
        <w:t xml:space="preserve"> рішення міської ради VIІ скликання </w:t>
      </w:r>
      <w:r w:rsidRPr="002E6848">
        <w:rPr>
          <w:rFonts w:ascii="Times New Roman" w:hAnsi="Times New Roman"/>
          <w:sz w:val="28"/>
          <w:szCs w:val="28"/>
          <w:lang w:eastAsia="ru-RU"/>
        </w:rPr>
        <w:t>від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23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.0</w:t>
      </w:r>
      <w:r>
        <w:rPr>
          <w:rFonts w:ascii="Times New Roman" w:eastAsia="MS ??" w:hAnsi="Times New Roman"/>
          <w:bCs/>
          <w:sz w:val="28"/>
          <w:szCs w:val="28"/>
          <w:lang w:eastAsia="ru-RU"/>
        </w:rPr>
        <w:t>7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.20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20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р. №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22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8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2</w:t>
      </w:r>
      <w:r w:rsidRPr="00FD4452">
        <w:rPr>
          <w:rFonts w:ascii="Times New Roman" w:eastAsia="MS ??" w:hAnsi="Times New Roman"/>
          <w:bCs/>
          <w:color w:val="FF0000"/>
          <w:sz w:val="28"/>
          <w:szCs w:val="28"/>
          <w:lang w:eastAsia="ru-RU"/>
        </w:rPr>
        <w:t xml:space="preserve">  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«Про розгляд звернень громадян щодо надання дозвол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у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на складання про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>є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>ктів</w:t>
      </w:r>
      <w:r w:rsidRPr="002E6848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землеустрою щодо</w:t>
      </w:r>
      <w:r w:rsidRPr="00FD4452">
        <w:rPr>
          <w:rFonts w:ascii="Times New Roman" w:eastAsia="MS ??" w:hAnsi="Times New Roman"/>
          <w:bCs/>
          <w:sz w:val="28"/>
          <w:szCs w:val="28"/>
          <w:lang w:eastAsia="ru-RU"/>
        </w:rPr>
        <w:t xml:space="preserve"> відведення земельних ділянок»</w:t>
      </w:r>
      <w:r w:rsidRPr="002E6848">
        <w:rPr>
          <w:rFonts w:ascii="Times New Roman" w:hAnsi="Times New Roman"/>
          <w:sz w:val="28"/>
          <w:szCs w:val="28"/>
          <w:lang w:eastAsia="ru-RU"/>
        </w:rPr>
        <w:t>.</w:t>
      </w:r>
      <w:r w:rsidRPr="002E684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E04B6" w:rsidRPr="002E6848" w:rsidRDefault="000E04B6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ru-RU"/>
        </w:rPr>
        <w:t>3.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Начальнику відділу організаційної роботи та контролю міської ради довести це розпорядження до відома депутатів міської ради VIІ скликання та осіб, які будуть запрошені на пленарне засідання міської ради.</w:t>
      </w:r>
    </w:p>
    <w:p w:rsidR="000E04B6" w:rsidRPr="002E6848" w:rsidRDefault="000E04B6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ru-RU"/>
        </w:rPr>
        <w:t>4.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Розпорядження підлягає оприлюдненню на офіційному веб-порталі міської ради.</w:t>
      </w:r>
    </w:p>
    <w:p w:rsidR="000E04B6" w:rsidRPr="002E6848" w:rsidRDefault="000E04B6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ru-RU"/>
        </w:rPr>
        <w:t>5.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Організацію виконання розпорядження покласти на начальника відділу організаційної роботи та контролю міської ради.</w:t>
      </w:r>
    </w:p>
    <w:p w:rsidR="000E04B6" w:rsidRPr="002E6848" w:rsidRDefault="000E04B6" w:rsidP="002E6848">
      <w:pPr>
        <w:spacing w:after="0" w:line="233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848">
        <w:rPr>
          <w:rFonts w:ascii="Times New Roman" w:hAnsi="Times New Roman"/>
          <w:b/>
          <w:sz w:val="28"/>
          <w:szCs w:val="28"/>
          <w:lang w:eastAsia="ru-RU"/>
        </w:rPr>
        <w:t>6.</w:t>
      </w:r>
      <w:r w:rsidRPr="002E6848">
        <w:rPr>
          <w:rFonts w:ascii="Times New Roman" w:hAnsi="Times New Roman"/>
          <w:sz w:val="28"/>
          <w:szCs w:val="28"/>
          <w:lang w:eastAsia="ru-RU"/>
        </w:rPr>
        <w:t xml:space="preserve"> Контроль за виконанням розпорядження залишаю за собою. </w:t>
      </w:r>
    </w:p>
    <w:p w:rsidR="000E04B6" w:rsidRPr="002E6848" w:rsidRDefault="000E04B6" w:rsidP="002E6848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E04B6" w:rsidRDefault="000E04B6" w:rsidP="008C710D">
      <w:pPr>
        <w:autoSpaceDE w:val="0"/>
        <w:autoSpaceDN w:val="0"/>
        <w:adjustRightInd w:val="0"/>
        <w:spacing w:after="0" w:line="233" w:lineRule="auto"/>
        <w:jc w:val="both"/>
      </w:pPr>
      <w:r w:rsidRPr="002E6848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Секретар Чернівецької міської ради                                                    В. Продан</w:t>
      </w:r>
    </w:p>
    <w:sectPr w:rsidR="000E04B6" w:rsidSect="00AC1F28">
      <w:headerReference w:type="even" r:id="rId7"/>
      <w:headerReference w:type="default" r:id="rId8"/>
      <w:pgSz w:w="11906" w:h="16838" w:code="9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4B6" w:rsidRDefault="000E04B6" w:rsidP="005025BE">
      <w:pPr>
        <w:spacing w:after="0" w:line="240" w:lineRule="auto"/>
      </w:pPr>
      <w:r>
        <w:separator/>
      </w:r>
    </w:p>
  </w:endnote>
  <w:endnote w:type="continuationSeparator" w:id="1">
    <w:p w:rsidR="000E04B6" w:rsidRDefault="000E04B6" w:rsidP="0050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4B6" w:rsidRDefault="000E04B6" w:rsidP="005025BE">
      <w:pPr>
        <w:spacing w:after="0" w:line="240" w:lineRule="auto"/>
      </w:pPr>
      <w:r>
        <w:separator/>
      </w:r>
    </w:p>
  </w:footnote>
  <w:footnote w:type="continuationSeparator" w:id="1">
    <w:p w:rsidR="000E04B6" w:rsidRDefault="000E04B6" w:rsidP="0050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4B6" w:rsidRDefault="000E04B6" w:rsidP="007111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04B6" w:rsidRDefault="000E04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4B6" w:rsidRPr="00452FA8" w:rsidRDefault="000E04B6" w:rsidP="007111E0">
    <w:pPr>
      <w:pStyle w:val="Header"/>
      <w:framePr w:wrap="around" w:vAnchor="text" w:hAnchor="margin" w:xAlign="center" w:y="1"/>
      <w:rPr>
        <w:rStyle w:val="PageNumber"/>
      </w:rPr>
    </w:pPr>
  </w:p>
  <w:p w:rsidR="000E04B6" w:rsidRDefault="000E04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2BE"/>
    <w:rsid w:val="0000430C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0913"/>
    <w:rsid w:val="00051416"/>
    <w:rsid w:val="000630A6"/>
    <w:rsid w:val="000677F1"/>
    <w:rsid w:val="000704B0"/>
    <w:rsid w:val="00071AEC"/>
    <w:rsid w:val="00073BA1"/>
    <w:rsid w:val="0008002B"/>
    <w:rsid w:val="00080138"/>
    <w:rsid w:val="00096791"/>
    <w:rsid w:val="000972FB"/>
    <w:rsid w:val="000B7DE4"/>
    <w:rsid w:val="000C5C49"/>
    <w:rsid w:val="000C720F"/>
    <w:rsid w:val="000D7E61"/>
    <w:rsid w:val="000E04B6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999"/>
    <w:rsid w:val="00154B49"/>
    <w:rsid w:val="00164925"/>
    <w:rsid w:val="00167D35"/>
    <w:rsid w:val="0017042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D373B"/>
    <w:rsid w:val="001D6920"/>
    <w:rsid w:val="001F7390"/>
    <w:rsid w:val="00202D6F"/>
    <w:rsid w:val="002030C5"/>
    <w:rsid w:val="00217B37"/>
    <w:rsid w:val="00217EAF"/>
    <w:rsid w:val="002219C7"/>
    <w:rsid w:val="00234B07"/>
    <w:rsid w:val="00237D57"/>
    <w:rsid w:val="00243CA5"/>
    <w:rsid w:val="002534E2"/>
    <w:rsid w:val="00253E3A"/>
    <w:rsid w:val="00255288"/>
    <w:rsid w:val="002654DC"/>
    <w:rsid w:val="0027168A"/>
    <w:rsid w:val="00276957"/>
    <w:rsid w:val="002870E3"/>
    <w:rsid w:val="00287392"/>
    <w:rsid w:val="00291BAB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2E6848"/>
    <w:rsid w:val="00321A8C"/>
    <w:rsid w:val="0033501D"/>
    <w:rsid w:val="00340365"/>
    <w:rsid w:val="0034046E"/>
    <w:rsid w:val="00345D87"/>
    <w:rsid w:val="00353CE7"/>
    <w:rsid w:val="00356F25"/>
    <w:rsid w:val="00370328"/>
    <w:rsid w:val="00372495"/>
    <w:rsid w:val="0037351A"/>
    <w:rsid w:val="00373933"/>
    <w:rsid w:val="00391DD2"/>
    <w:rsid w:val="00395466"/>
    <w:rsid w:val="003A126F"/>
    <w:rsid w:val="003B7EB7"/>
    <w:rsid w:val="003C2B02"/>
    <w:rsid w:val="003D111D"/>
    <w:rsid w:val="003D1BE8"/>
    <w:rsid w:val="003D2CBD"/>
    <w:rsid w:val="003D2DC1"/>
    <w:rsid w:val="003D2DD9"/>
    <w:rsid w:val="003D540D"/>
    <w:rsid w:val="003D7677"/>
    <w:rsid w:val="003E28A6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2FA8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14DD"/>
    <w:rsid w:val="00495539"/>
    <w:rsid w:val="004A0291"/>
    <w:rsid w:val="004A522F"/>
    <w:rsid w:val="004A5820"/>
    <w:rsid w:val="004A78FA"/>
    <w:rsid w:val="004B0CE2"/>
    <w:rsid w:val="004B29FD"/>
    <w:rsid w:val="004B564B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25BE"/>
    <w:rsid w:val="00504128"/>
    <w:rsid w:val="00531F6A"/>
    <w:rsid w:val="00533FCC"/>
    <w:rsid w:val="00534525"/>
    <w:rsid w:val="00537CF7"/>
    <w:rsid w:val="00552C5F"/>
    <w:rsid w:val="005531E6"/>
    <w:rsid w:val="00556325"/>
    <w:rsid w:val="005564DC"/>
    <w:rsid w:val="00557FA7"/>
    <w:rsid w:val="0056038F"/>
    <w:rsid w:val="00566B4F"/>
    <w:rsid w:val="005730ED"/>
    <w:rsid w:val="005832B4"/>
    <w:rsid w:val="00583F92"/>
    <w:rsid w:val="00586A20"/>
    <w:rsid w:val="00596526"/>
    <w:rsid w:val="00597C3B"/>
    <w:rsid w:val="005A37DF"/>
    <w:rsid w:val="005B239C"/>
    <w:rsid w:val="005B3641"/>
    <w:rsid w:val="005C039A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1361A"/>
    <w:rsid w:val="00627B04"/>
    <w:rsid w:val="00630174"/>
    <w:rsid w:val="00633F6F"/>
    <w:rsid w:val="006523D2"/>
    <w:rsid w:val="0065607E"/>
    <w:rsid w:val="00656FFC"/>
    <w:rsid w:val="00666E35"/>
    <w:rsid w:val="0067045F"/>
    <w:rsid w:val="00671046"/>
    <w:rsid w:val="00677183"/>
    <w:rsid w:val="00677283"/>
    <w:rsid w:val="00691589"/>
    <w:rsid w:val="0069429D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11E0"/>
    <w:rsid w:val="007145DF"/>
    <w:rsid w:val="00715E5C"/>
    <w:rsid w:val="00723B26"/>
    <w:rsid w:val="00724DBD"/>
    <w:rsid w:val="007402DF"/>
    <w:rsid w:val="0075068E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B5C01"/>
    <w:rsid w:val="007C14FE"/>
    <w:rsid w:val="007C19D2"/>
    <w:rsid w:val="007C607E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10D"/>
    <w:rsid w:val="008C7A0F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696B"/>
    <w:rsid w:val="009B5B49"/>
    <w:rsid w:val="009C1BE4"/>
    <w:rsid w:val="009C7660"/>
    <w:rsid w:val="009D1BA8"/>
    <w:rsid w:val="009D3307"/>
    <w:rsid w:val="009E327D"/>
    <w:rsid w:val="009E7B32"/>
    <w:rsid w:val="009F1779"/>
    <w:rsid w:val="009F6139"/>
    <w:rsid w:val="00A02372"/>
    <w:rsid w:val="00A11C1D"/>
    <w:rsid w:val="00A11DC9"/>
    <w:rsid w:val="00A14F3B"/>
    <w:rsid w:val="00A40E51"/>
    <w:rsid w:val="00A436A0"/>
    <w:rsid w:val="00A441FE"/>
    <w:rsid w:val="00A46C34"/>
    <w:rsid w:val="00A620B4"/>
    <w:rsid w:val="00A63631"/>
    <w:rsid w:val="00A667C1"/>
    <w:rsid w:val="00A75EA7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C1F28"/>
    <w:rsid w:val="00AD27E4"/>
    <w:rsid w:val="00AD3AFF"/>
    <w:rsid w:val="00AE52BE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1BD6"/>
    <w:rsid w:val="00B73DE6"/>
    <w:rsid w:val="00B760FA"/>
    <w:rsid w:val="00B858BA"/>
    <w:rsid w:val="00B91082"/>
    <w:rsid w:val="00BA27BC"/>
    <w:rsid w:val="00BA4657"/>
    <w:rsid w:val="00BB2899"/>
    <w:rsid w:val="00BD167E"/>
    <w:rsid w:val="00BF00D5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91D44"/>
    <w:rsid w:val="00C955CC"/>
    <w:rsid w:val="00CA1521"/>
    <w:rsid w:val="00CA2E96"/>
    <w:rsid w:val="00CA3B78"/>
    <w:rsid w:val="00CC32C9"/>
    <w:rsid w:val="00CD6237"/>
    <w:rsid w:val="00CE3FB3"/>
    <w:rsid w:val="00D1206C"/>
    <w:rsid w:val="00D1663E"/>
    <w:rsid w:val="00D21714"/>
    <w:rsid w:val="00D225DE"/>
    <w:rsid w:val="00D2441B"/>
    <w:rsid w:val="00D274DA"/>
    <w:rsid w:val="00D311CE"/>
    <w:rsid w:val="00D36D89"/>
    <w:rsid w:val="00D37351"/>
    <w:rsid w:val="00D4740A"/>
    <w:rsid w:val="00D72D07"/>
    <w:rsid w:val="00D94221"/>
    <w:rsid w:val="00D95F09"/>
    <w:rsid w:val="00DB06BB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456"/>
    <w:rsid w:val="00E21ADC"/>
    <w:rsid w:val="00E277BA"/>
    <w:rsid w:val="00E53C47"/>
    <w:rsid w:val="00E63990"/>
    <w:rsid w:val="00E65C8E"/>
    <w:rsid w:val="00E7411C"/>
    <w:rsid w:val="00E75F0C"/>
    <w:rsid w:val="00E84FC8"/>
    <w:rsid w:val="00E86FC8"/>
    <w:rsid w:val="00E95A88"/>
    <w:rsid w:val="00EA031C"/>
    <w:rsid w:val="00EA4D78"/>
    <w:rsid w:val="00EA578F"/>
    <w:rsid w:val="00EA6A5E"/>
    <w:rsid w:val="00EB37CA"/>
    <w:rsid w:val="00EB6DF4"/>
    <w:rsid w:val="00EC1B48"/>
    <w:rsid w:val="00ED2A28"/>
    <w:rsid w:val="00EE1795"/>
    <w:rsid w:val="00EE1B9D"/>
    <w:rsid w:val="00EE7562"/>
    <w:rsid w:val="00F114BA"/>
    <w:rsid w:val="00F114FA"/>
    <w:rsid w:val="00F1217A"/>
    <w:rsid w:val="00F22322"/>
    <w:rsid w:val="00F232A0"/>
    <w:rsid w:val="00F26C32"/>
    <w:rsid w:val="00F26E44"/>
    <w:rsid w:val="00F302ED"/>
    <w:rsid w:val="00F32053"/>
    <w:rsid w:val="00F329B7"/>
    <w:rsid w:val="00F40C8F"/>
    <w:rsid w:val="00F532A3"/>
    <w:rsid w:val="00F53321"/>
    <w:rsid w:val="00F551C0"/>
    <w:rsid w:val="00F574FC"/>
    <w:rsid w:val="00F63F43"/>
    <w:rsid w:val="00F67490"/>
    <w:rsid w:val="00F71568"/>
    <w:rsid w:val="00F77637"/>
    <w:rsid w:val="00F95A5A"/>
    <w:rsid w:val="00FA4261"/>
    <w:rsid w:val="00FB1666"/>
    <w:rsid w:val="00FB2716"/>
    <w:rsid w:val="00FC68B7"/>
    <w:rsid w:val="00FC7E54"/>
    <w:rsid w:val="00FD4452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BE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E68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6848"/>
    <w:rPr>
      <w:rFonts w:cs="Times New Roman"/>
    </w:rPr>
  </w:style>
  <w:style w:type="character" w:styleId="PageNumber">
    <w:name w:val="page number"/>
    <w:basedOn w:val="DefaultParagraphFont"/>
    <w:uiPriority w:val="99"/>
    <w:rsid w:val="002E684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D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371</Words>
  <Characters>2119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deputylaw</dc:creator>
  <cp:keywords/>
  <dc:description/>
  <cp:lastModifiedBy>WiZaRd</cp:lastModifiedBy>
  <cp:revision>5</cp:revision>
  <cp:lastPrinted>2020-07-27T10:19:00Z</cp:lastPrinted>
  <dcterms:created xsi:type="dcterms:W3CDTF">2020-07-28T13:45:00Z</dcterms:created>
  <dcterms:modified xsi:type="dcterms:W3CDTF">2020-07-29T06:13:00Z</dcterms:modified>
</cp:coreProperties>
</file>