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F4" w:rsidRPr="00790306" w:rsidRDefault="000F2CF4" w:rsidP="00E309E5">
      <w:pPr>
        <w:jc w:val="center"/>
      </w:pPr>
      <w:r w:rsidRPr="007463BF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43.5pt;visibility:visible">
            <v:imagedata r:id="rId4" o:title=""/>
          </v:shape>
        </w:pict>
      </w:r>
    </w:p>
    <w:p w:rsidR="000F2CF4" w:rsidRPr="00790306" w:rsidRDefault="000F2CF4" w:rsidP="00E309E5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У К Р А Ї Н А</w:t>
      </w:r>
    </w:p>
    <w:p w:rsidR="000F2CF4" w:rsidRPr="00790306" w:rsidRDefault="000F2CF4" w:rsidP="00E309E5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Чернівецький  міський голова</w:t>
      </w:r>
    </w:p>
    <w:p w:rsidR="000F2CF4" w:rsidRPr="00790306" w:rsidRDefault="000F2CF4" w:rsidP="00E309E5">
      <w:pPr>
        <w:pStyle w:val="Heading3"/>
        <w:rPr>
          <w:sz w:val="36"/>
          <w:szCs w:val="36"/>
        </w:rPr>
      </w:pPr>
      <w:r w:rsidRPr="00790306">
        <w:rPr>
          <w:sz w:val="36"/>
          <w:szCs w:val="36"/>
        </w:rPr>
        <w:t>Р О З П О Р Я Д Ж Е Н Н Я</w:t>
      </w:r>
    </w:p>
    <w:p w:rsidR="000F2CF4" w:rsidRPr="00790306" w:rsidRDefault="000F2CF4" w:rsidP="00E309E5"/>
    <w:p w:rsidR="000F2CF4" w:rsidRPr="00790306" w:rsidRDefault="000F2CF4" w:rsidP="00E309E5">
      <w:pPr>
        <w:rPr>
          <w:sz w:val="28"/>
          <w:szCs w:val="28"/>
        </w:rPr>
      </w:pPr>
      <w:r>
        <w:rPr>
          <w:sz w:val="28"/>
          <w:szCs w:val="28"/>
        </w:rPr>
        <w:t>17.04.2020</w:t>
      </w:r>
      <w:r w:rsidRPr="00790306">
        <w:rPr>
          <w:sz w:val="28"/>
          <w:szCs w:val="28"/>
        </w:rPr>
        <w:t xml:space="preserve"> № </w:t>
      </w:r>
      <w:r>
        <w:rPr>
          <w:sz w:val="28"/>
          <w:szCs w:val="28"/>
        </w:rPr>
        <w:t>159-р</w:t>
      </w:r>
      <w:r w:rsidRPr="00790306">
        <w:rPr>
          <w:sz w:val="28"/>
          <w:szCs w:val="28"/>
        </w:rPr>
        <w:t xml:space="preserve">        </w:t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90306">
        <w:rPr>
          <w:sz w:val="28"/>
          <w:szCs w:val="28"/>
        </w:rPr>
        <w:t>м. Чернівці</w:t>
      </w:r>
    </w:p>
    <w:p w:rsidR="000F2CF4" w:rsidRPr="00513FAC" w:rsidRDefault="000F2CF4" w:rsidP="00E309E5">
      <w:pPr>
        <w:ind w:firstLine="540"/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0F2CF4" w:rsidRDefault="000F2CF4" w:rsidP="00C7291F">
      <w:pPr>
        <w:pStyle w:val="Heading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r w:rsidRPr="00790306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Pr="00790306">
        <w:rPr>
          <w:bCs w:val="0"/>
          <w:color w:val="000000"/>
          <w:sz w:val="28"/>
          <w:szCs w:val="28"/>
          <w:lang w:eastAsia="uk-UA"/>
        </w:rPr>
        <w:t xml:space="preserve">рішення </w:t>
      </w:r>
      <w:r>
        <w:rPr>
          <w:bCs w:val="0"/>
          <w:color w:val="000000"/>
          <w:sz w:val="28"/>
          <w:szCs w:val="28"/>
          <w:lang w:eastAsia="uk-UA"/>
        </w:rPr>
        <w:t xml:space="preserve">виконавчого комітету </w:t>
      </w:r>
    </w:p>
    <w:p w:rsidR="000F2CF4" w:rsidRDefault="000F2CF4" w:rsidP="00C7291F">
      <w:pPr>
        <w:pStyle w:val="Heading6"/>
        <w:spacing w:before="0" w:after="0"/>
        <w:jc w:val="center"/>
        <w:rPr>
          <w:sz w:val="28"/>
          <w:szCs w:val="28"/>
        </w:rPr>
      </w:pPr>
      <w:r w:rsidRPr="00790306">
        <w:rPr>
          <w:bCs w:val="0"/>
          <w:color w:val="000000"/>
          <w:sz w:val="28"/>
          <w:szCs w:val="28"/>
          <w:lang w:eastAsia="uk-UA"/>
        </w:rPr>
        <w:t xml:space="preserve">Чернівецької  міської ради </w:t>
      </w:r>
      <w:r>
        <w:rPr>
          <w:bCs w:val="0"/>
          <w:color w:val="000000"/>
          <w:sz w:val="28"/>
          <w:szCs w:val="28"/>
          <w:lang w:eastAsia="uk-UA"/>
        </w:rPr>
        <w:t xml:space="preserve">від </w:t>
      </w:r>
      <w:r w:rsidRPr="00FE0659">
        <w:rPr>
          <w:sz w:val="28"/>
          <w:szCs w:val="28"/>
        </w:rPr>
        <w:t>24.12.2019р</w:t>
      </w:r>
      <w:r>
        <w:rPr>
          <w:sz w:val="28"/>
          <w:szCs w:val="28"/>
        </w:rPr>
        <w:t xml:space="preserve">.№ </w:t>
      </w:r>
      <w:r w:rsidRPr="00A87AEC">
        <w:rPr>
          <w:sz w:val="28"/>
          <w:szCs w:val="28"/>
        </w:rPr>
        <w:t xml:space="preserve">754/28 </w:t>
      </w:r>
      <w:r>
        <w:rPr>
          <w:sz w:val="28"/>
          <w:szCs w:val="28"/>
        </w:rPr>
        <w:t xml:space="preserve"> </w:t>
      </w:r>
    </w:p>
    <w:p w:rsidR="000F2CF4" w:rsidRDefault="000F2CF4" w:rsidP="00C7291F">
      <w:pPr>
        <w:pStyle w:val="Heading6"/>
        <w:spacing w:before="0" w:after="0"/>
        <w:jc w:val="center"/>
      </w:pPr>
      <w:r w:rsidRPr="00DB411E">
        <w:rPr>
          <w:sz w:val="28"/>
          <w:szCs w:val="28"/>
        </w:rPr>
        <w:t xml:space="preserve">«Про </w:t>
      </w:r>
      <w:r>
        <w:rPr>
          <w:sz w:val="28"/>
          <w:szCs w:val="28"/>
        </w:rPr>
        <w:t>передачу основних засобів</w:t>
      </w:r>
      <w:r w:rsidRPr="00DB411E">
        <w:rPr>
          <w:sz w:val="28"/>
          <w:szCs w:val="28"/>
        </w:rPr>
        <w:t>»</w:t>
      </w:r>
      <w:r w:rsidRPr="00B675D5">
        <w:t xml:space="preserve"> </w:t>
      </w:r>
    </w:p>
    <w:p w:rsidR="000F2CF4" w:rsidRPr="00513FAC" w:rsidRDefault="000F2CF4" w:rsidP="00C7291F">
      <w:pPr>
        <w:rPr>
          <w:sz w:val="16"/>
          <w:szCs w:val="16"/>
        </w:rPr>
      </w:pPr>
    </w:p>
    <w:p w:rsidR="000F2CF4" w:rsidRPr="0036217E" w:rsidRDefault="000F2CF4" w:rsidP="00E309E5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  <w:t xml:space="preserve">На засіданні виконавчого комітету міської ради, що відбулось             </w:t>
      </w:r>
      <w:r w:rsidRPr="00A87AEC">
        <w:rPr>
          <w:rFonts w:ascii="Times New Roman" w:hAnsi="Times New Roman" w:cs="Times New Roman"/>
          <w:bCs/>
          <w:sz w:val="28"/>
          <w:szCs w:val="28"/>
        </w:rPr>
        <w:t>24.12.2019р.</w:t>
      </w:r>
      <w:r w:rsidRPr="0061150D">
        <w:rPr>
          <w:rFonts w:ascii="Times New Roman" w:hAnsi="Times New Roman" w:cs="Times New Roman"/>
          <w:bCs/>
          <w:sz w:val="28"/>
          <w:szCs w:val="28"/>
        </w:rPr>
        <w:t>, прийнято рішення</w:t>
      </w:r>
      <w:r w:rsidRPr="0061150D">
        <w:rPr>
          <w:rFonts w:ascii="Times New Roman" w:hAnsi="Times New Roman" w:cs="Times New Roman"/>
          <w:sz w:val="28"/>
          <w:szCs w:val="28"/>
        </w:rPr>
        <w:t xml:space="preserve"> №</w:t>
      </w:r>
      <w:r w:rsidRPr="00A87AEC">
        <w:rPr>
          <w:rFonts w:ascii="Times New Roman" w:hAnsi="Times New Roman" w:cs="Times New Roman"/>
          <w:sz w:val="28"/>
          <w:szCs w:val="28"/>
        </w:rPr>
        <w:t xml:space="preserve">754/28 </w:t>
      </w:r>
      <w:r w:rsidRPr="00C7291F">
        <w:rPr>
          <w:sz w:val="28"/>
          <w:szCs w:val="28"/>
        </w:rPr>
        <w:t xml:space="preserve"> </w:t>
      </w:r>
      <w:r w:rsidRPr="00C7291F">
        <w:rPr>
          <w:rFonts w:ascii="Times New Roman" w:hAnsi="Times New Roman" w:cs="Times New Roman"/>
          <w:sz w:val="28"/>
          <w:szCs w:val="28"/>
        </w:rPr>
        <w:t>«Про передачу основних засобів»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61150D">
        <w:rPr>
          <w:rFonts w:ascii="Times New Roman" w:hAnsi="Times New Roman" w:cs="Times New Roman"/>
          <w:sz w:val="28"/>
          <w:szCs w:val="28"/>
        </w:rPr>
        <w:t>ішення,</w:t>
      </w:r>
      <w:r w:rsidRPr="0061150D">
        <w:rPr>
          <w:sz w:val="28"/>
          <w:szCs w:val="28"/>
        </w:rPr>
        <w:t xml:space="preserve"> </w:t>
      </w:r>
      <w:r w:rsidRPr="0061150D">
        <w:rPr>
          <w:rFonts w:ascii="Times New Roman" w:hAnsi="Times New Roman" w:cs="Times New Roman"/>
          <w:sz w:val="28"/>
          <w:szCs w:val="28"/>
        </w:rPr>
        <w:t xml:space="preserve">прийнято  з </w:t>
      </w:r>
      <w:r w:rsidRPr="00620016">
        <w:rPr>
          <w:rFonts w:ascii="Times New Roman" w:hAnsi="Times New Roman" w:cs="Times New Roman"/>
          <w:sz w:val="28"/>
          <w:szCs w:val="28"/>
        </w:rPr>
        <w:t>порушенням</w:t>
      </w:r>
      <w:r w:rsidRPr="0061150D">
        <w:rPr>
          <w:rFonts w:ascii="Times New Roman" w:hAnsi="Times New Roman" w:cs="Times New Roman"/>
          <w:sz w:val="28"/>
          <w:szCs w:val="28"/>
        </w:rPr>
        <w:t xml:space="preserve"> вимог Конституції України,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Положення</w:t>
      </w:r>
      <w:r w:rsidRPr="00B117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порядок списання майна, що є комунальною власністю територіальної громади 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117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Чернівців</w:t>
      </w:r>
      <w:r w:rsidRPr="00C7291F">
        <w:rPr>
          <w:rFonts w:ascii="Times New Roman" w:hAnsi="Times New Roman" w:cs="Times New Roman"/>
          <w:sz w:val="28"/>
          <w:szCs w:val="28"/>
        </w:rPr>
        <w:t>,</w:t>
      </w:r>
      <w:r w:rsidRPr="00B1179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затвердженого</w:t>
      </w:r>
      <w:r w:rsidRPr="00C7291F">
        <w:rPr>
          <w:rFonts w:ascii="Times New Roman" w:hAnsi="Times New Roman" w:cs="Times New Roman"/>
          <w:sz w:val="28"/>
          <w:szCs w:val="28"/>
        </w:rPr>
        <w:t xml:space="preserve"> рішенням міської ради </w:t>
      </w:r>
      <w:r w:rsidRPr="00C7291F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1F">
        <w:rPr>
          <w:rFonts w:ascii="Times New Roman" w:hAnsi="Times New Roman" w:cs="Times New Roman"/>
          <w:sz w:val="28"/>
          <w:szCs w:val="28"/>
        </w:rPr>
        <w:t xml:space="preserve">скликання </w:t>
      </w:r>
      <w:r>
        <w:rPr>
          <w:rFonts w:ascii="Times New Roman" w:hAnsi="Times New Roman" w:cs="Times New Roman"/>
          <w:sz w:val="28"/>
          <w:szCs w:val="28"/>
        </w:rPr>
        <w:t xml:space="preserve">від 27.03.2014 </w:t>
      </w:r>
      <w:bookmarkStart w:id="0" w:name="_GoBack"/>
      <w:bookmarkEnd w:id="0"/>
      <w:r w:rsidRPr="00C7291F">
        <w:rPr>
          <w:rFonts w:ascii="Times New Roman" w:hAnsi="Times New Roman" w:cs="Times New Roman"/>
          <w:sz w:val="28"/>
          <w:szCs w:val="28"/>
        </w:rPr>
        <w:t>№ 1155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291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2CF4" w:rsidRPr="0061150D" w:rsidRDefault="000F2CF4" w:rsidP="00E309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uk-UA"/>
        </w:rPr>
      </w:pPr>
      <w:r w:rsidRPr="0061150D">
        <w:rPr>
          <w:bCs/>
          <w:sz w:val="28"/>
          <w:szCs w:val="28"/>
          <w:lang w:eastAsia="uk-UA"/>
        </w:rPr>
        <w:t xml:space="preserve">Враховуючи зазначене вище, відповідно до статті 53 Регламенту виконавчого комітету Чернівецької міської ради, </w:t>
      </w:r>
      <w:r w:rsidRPr="0061150D">
        <w:rPr>
          <w:sz w:val="28"/>
          <w:szCs w:val="28"/>
        </w:rPr>
        <w:t>затвердженого рішенням Чернівецької міської ради від 01.12.2016 р.</w:t>
      </w:r>
      <w:r w:rsidRPr="0061150D">
        <w:rPr>
          <w:b/>
          <w:sz w:val="28"/>
          <w:szCs w:val="28"/>
        </w:rPr>
        <w:t xml:space="preserve">  </w:t>
      </w:r>
      <w:r w:rsidRPr="0061150D">
        <w:rPr>
          <w:sz w:val="28"/>
          <w:szCs w:val="28"/>
        </w:rPr>
        <w:t>№475 (</w:t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t>ззіз</w:t>
      </w:r>
      <w:r w:rsidRPr="0061150D">
        <w:rPr>
          <w:sz w:val="28"/>
          <w:szCs w:val="28"/>
        </w:rPr>
        <w:t>зі змінами)</w:t>
      </w:r>
      <w:r w:rsidRPr="0061150D">
        <w:rPr>
          <w:bCs/>
          <w:sz w:val="28"/>
          <w:szCs w:val="28"/>
          <w:lang w:eastAsia="uk-UA"/>
        </w:rPr>
        <w:t xml:space="preserve">, </w:t>
      </w:r>
      <w:r w:rsidRPr="0061150D">
        <w:rPr>
          <w:sz w:val="28"/>
          <w:szCs w:val="28"/>
          <w:lang w:eastAsia="uk-UA"/>
        </w:rPr>
        <w:t>пункту 20 частини четвертої статті 42, частини сьомої статті 59 Закону України «Про місцеве самоврядування в Україні»</w:t>
      </w:r>
    </w:p>
    <w:p w:rsidR="000F2CF4" w:rsidRPr="0061150D" w:rsidRDefault="000F2CF4" w:rsidP="00E309E5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t>З О Б О В ’ Я З У Ю :</w:t>
      </w:r>
    </w:p>
    <w:p w:rsidR="000F2CF4" w:rsidRPr="0061150D" w:rsidRDefault="000F2CF4" w:rsidP="00E309E5">
      <w:pPr>
        <w:spacing w:before="120"/>
        <w:ind w:firstLine="709"/>
        <w:jc w:val="both"/>
        <w:rPr>
          <w:sz w:val="28"/>
          <w:szCs w:val="28"/>
        </w:rPr>
      </w:pPr>
      <w:r w:rsidRPr="0061150D">
        <w:rPr>
          <w:b/>
          <w:sz w:val="28"/>
          <w:szCs w:val="28"/>
          <w:lang w:eastAsia="uk-UA"/>
        </w:rPr>
        <w:t>1.</w:t>
      </w:r>
      <w:r w:rsidRPr="0061150D">
        <w:rPr>
          <w:b/>
          <w:szCs w:val="28"/>
          <w:lang w:eastAsia="uk-UA"/>
        </w:rPr>
        <w:t xml:space="preserve"> </w:t>
      </w:r>
      <w:r w:rsidRPr="0061150D">
        <w:rPr>
          <w:sz w:val="28"/>
          <w:szCs w:val="28"/>
          <w:lang w:eastAsia="uk-UA"/>
        </w:rPr>
        <w:t xml:space="preserve">Зупинити дію </w:t>
      </w:r>
      <w:r w:rsidRPr="0061150D">
        <w:rPr>
          <w:sz w:val="28"/>
          <w:szCs w:val="28"/>
        </w:rPr>
        <w:t xml:space="preserve">рішення виконавчого комітету Чернівецької міської ради  від </w:t>
      </w:r>
      <w:r w:rsidRPr="00A87AEC">
        <w:rPr>
          <w:sz w:val="28"/>
          <w:szCs w:val="28"/>
        </w:rPr>
        <w:t>24.12.2019р.</w:t>
      </w:r>
      <w:r>
        <w:rPr>
          <w:sz w:val="28"/>
          <w:szCs w:val="28"/>
        </w:rPr>
        <w:t xml:space="preserve"> </w:t>
      </w:r>
      <w:r w:rsidRPr="0061150D">
        <w:rPr>
          <w:sz w:val="28"/>
          <w:szCs w:val="28"/>
        </w:rPr>
        <w:t>№</w:t>
      </w:r>
      <w:r w:rsidRPr="00A87AEC">
        <w:rPr>
          <w:sz w:val="28"/>
          <w:szCs w:val="28"/>
        </w:rPr>
        <w:t xml:space="preserve">754/28 </w:t>
      </w:r>
      <w:r w:rsidRPr="00C7291F">
        <w:rPr>
          <w:sz w:val="28"/>
          <w:szCs w:val="28"/>
        </w:rPr>
        <w:t>«Про передачу основних засобів»</w:t>
      </w:r>
      <w:r w:rsidRPr="0061150D">
        <w:rPr>
          <w:sz w:val="28"/>
          <w:szCs w:val="28"/>
        </w:rPr>
        <w:t xml:space="preserve"> </w:t>
      </w:r>
      <w:r w:rsidRPr="0061150D">
        <w:rPr>
          <w:sz w:val="28"/>
          <w:szCs w:val="28"/>
          <w:lang w:eastAsia="uk-UA"/>
        </w:rPr>
        <w:t>(обґрунтування зауважень додається).</w:t>
      </w:r>
    </w:p>
    <w:p w:rsidR="000F2CF4" w:rsidRPr="00790306" w:rsidRDefault="000F2CF4" w:rsidP="00E309E5">
      <w:pPr>
        <w:spacing w:before="12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t>2.</w:t>
      </w:r>
      <w:r w:rsidRPr="0061150D">
        <w:rPr>
          <w:sz w:val="28"/>
          <w:szCs w:val="28"/>
          <w:lang w:eastAsia="uk-UA"/>
        </w:rPr>
        <w:t xml:space="preserve"> Внести на розгляд </w:t>
      </w:r>
      <w:r w:rsidRPr="00653BEB">
        <w:rPr>
          <w:color w:val="000000"/>
          <w:sz w:val="28"/>
          <w:szCs w:val="28"/>
          <w:lang w:eastAsia="uk-UA"/>
        </w:rPr>
        <w:t>Чернівецької міської ради VІI скликання</w:t>
      </w:r>
      <w:r w:rsidRPr="0061150D">
        <w:rPr>
          <w:sz w:val="28"/>
          <w:szCs w:val="28"/>
          <w:lang w:eastAsia="uk-UA"/>
        </w:rPr>
        <w:t xml:space="preserve"> </w:t>
      </w:r>
      <w:r w:rsidRPr="0061150D">
        <w:rPr>
          <w:sz w:val="28"/>
          <w:szCs w:val="28"/>
        </w:rPr>
        <w:t xml:space="preserve">рішення виконавчого комітету Чернівецької міської ради </w:t>
      </w:r>
      <w:r w:rsidRPr="00A87AEC">
        <w:rPr>
          <w:sz w:val="28"/>
          <w:szCs w:val="28"/>
        </w:rPr>
        <w:t>24.12.2019р.</w:t>
      </w:r>
      <w:r>
        <w:rPr>
          <w:sz w:val="28"/>
          <w:szCs w:val="28"/>
        </w:rPr>
        <w:t xml:space="preserve"> </w:t>
      </w:r>
      <w:r w:rsidRPr="0061150D">
        <w:rPr>
          <w:sz w:val="28"/>
          <w:szCs w:val="28"/>
        </w:rPr>
        <w:t>№</w:t>
      </w:r>
      <w:r w:rsidRPr="00A87AEC">
        <w:rPr>
          <w:sz w:val="28"/>
          <w:szCs w:val="28"/>
        </w:rPr>
        <w:t xml:space="preserve">754/28 </w:t>
      </w:r>
      <w:r w:rsidRPr="00C7291F">
        <w:rPr>
          <w:sz w:val="28"/>
          <w:szCs w:val="28"/>
        </w:rPr>
        <w:t>«Про передачу основних засобів</w:t>
      </w:r>
      <w:r>
        <w:rPr>
          <w:sz w:val="28"/>
          <w:szCs w:val="28"/>
        </w:rPr>
        <w:t>».</w:t>
      </w:r>
      <w:r w:rsidRPr="00790306">
        <w:rPr>
          <w:color w:val="000000"/>
          <w:sz w:val="28"/>
          <w:szCs w:val="28"/>
          <w:lang w:eastAsia="uk-UA"/>
        </w:rPr>
        <w:t xml:space="preserve"> </w:t>
      </w:r>
    </w:p>
    <w:p w:rsidR="000F2CF4" w:rsidRPr="00790306" w:rsidRDefault="000F2CF4" w:rsidP="00E309E5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3.</w:t>
      </w:r>
      <w:r w:rsidRPr="00790306">
        <w:rPr>
          <w:color w:val="000000"/>
          <w:sz w:val="28"/>
          <w:szCs w:val="28"/>
          <w:lang w:eastAsia="uk-UA"/>
        </w:rPr>
        <w:t xml:space="preserve"> Начальнику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90306">
        <w:rPr>
          <w:color w:val="000000"/>
          <w:sz w:val="28"/>
          <w:szCs w:val="28"/>
          <w:lang w:eastAsia="uk-UA"/>
        </w:rPr>
        <w:t>відділу організаційної роботи та контр</w:t>
      </w:r>
      <w:r>
        <w:rPr>
          <w:color w:val="000000"/>
          <w:sz w:val="28"/>
          <w:szCs w:val="28"/>
          <w:lang w:eastAsia="uk-UA"/>
        </w:rPr>
        <w:t xml:space="preserve">олю міської ради </w:t>
      </w:r>
      <w:r w:rsidRPr="00790306">
        <w:rPr>
          <w:color w:val="000000"/>
          <w:sz w:val="28"/>
          <w:szCs w:val="28"/>
          <w:lang w:eastAsia="uk-UA"/>
        </w:rPr>
        <w:t xml:space="preserve"> довести це розпорядження до відома депутатів міської ради </w:t>
      </w:r>
      <w:r w:rsidRPr="00790306">
        <w:rPr>
          <w:bCs/>
          <w:color w:val="000000"/>
          <w:sz w:val="28"/>
          <w:szCs w:val="28"/>
          <w:lang w:eastAsia="uk-UA"/>
        </w:rPr>
        <w:t xml:space="preserve">VIІ скликання </w:t>
      </w:r>
      <w:r w:rsidRPr="00790306">
        <w:rPr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0F2CF4" w:rsidRPr="00790306" w:rsidRDefault="000F2CF4" w:rsidP="00E309E5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4. </w:t>
      </w:r>
      <w:r w:rsidRPr="00790306">
        <w:rPr>
          <w:color w:val="000000"/>
          <w:sz w:val="28"/>
          <w:szCs w:val="28"/>
          <w:lang w:eastAsia="uk-UA"/>
        </w:rPr>
        <w:t>Розпорядження підлягає оприлюдненню на офіційному вебпорталі</w:t>
      </w:r>
      <w:r>
        <w:rPr>
          <w:color w:val="000000"/>
          <w:sz w:val="28"/>
          <w:szCs w:val="28"/>
          <w:lang w:eastAsia="uk-UA"/>
        </w:rPr>
        <w:t xml:space="preserve"> міської ради.</w:t>
      </w:r>
    </w:p>
    <w:p w:rsidR="000F2CF4" w:rsidRPr="00790306" w:rsidRDefault="000F2CF4" w:rsidP="00E309E5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5. </w:t>
      </w:r>
      <w:r w:rsidRPr="00790306">
        <w:rPr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0F2CF4" w:rsidRPr="00790306" w:rsidRDefault="000F2CF4" w:rsidP="00E309E5">
      <w:pPr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6.</w:t>
      </w:r>
      <w:r w:rsidRPr="00790306">
        <w:rPr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0F2CF4" w:rsidRPr="00790306" w:rsidRDefault="000F2CF4" w:rsidP="00E309E5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0F2CF4" w:rsidRDefault="000F2CF4" w:rsidP="00E309E5">
      <w:pPr>
        <w:rPr>
          <w:b/>
          <w:bCs/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>Чернівецький міський голова                                                          О. Каспрук</w:t>
      </w:r>
    </w:p>
    <w:sectPr w:rsidR="000F2CF4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9E5"/>
    <w:rsid w:val="000E267D"/>
    <w:rsid w:val="000F2CF4"/>
    <w:rsid w:val="00351912"/>
    <w:rsid w:val="0036217E"/>
    <w:rsid w:val="0036247C"/>
    <w:rsid w:val="0039563A"/>
    <w:rsid w:val="003B39BA"/>
    <w:rsid w:val="003D34A3"/>
    <w:rsid w:val="00507194"/>
    <w:rsid w:val="00513FAC"/>
    <w:rsid w:val="00532B1D"/>
    <w:rsid w:val="00560163"/>
    <w:rsid w:val="00591D42"/>
    <w:rsid w:val="005F2DC6"/>
    <w:rsid w:val="0061150D"/>
    <w:rsid w:val="00615C66"/>
    <w:rsid w:val="00620016"/>
    <w:rsid w:val="00653BEB"/>
    <w:rsid w:val="006B0284"/>
    <w:rsid w:val="006E2BDF"/>
    <w:rsid w:val="006E4258"/>
    <w:rsid w:val="007425E3"/>
    <w:rsid w:val="007463BF"/>
    <w:rsid w:val="00790306"/>
    <w:rsid w:val="0082021F"/>
    <w:rsid w:val="00835E7A"/>
    <w:rsid w:val="008E70DD"/>
    <w:rsid w:val="00A54D2B"/>
    <w:rsid w:val="00A87AEC"/>
    <w:rsid w:val="00B1179C"/>
    <w:rsid w:val="00B46C8E"/>
    <w:rsid w:val="00B558F0"/>
    <w:rsid w:val="00B675D5"/>
    <w:rsid w:val="00C7291F"/>
    <w:rsid w:val="00C97520"/>
    <w:rsid w:val="00D056A7"/>
    <w:rsid w:val="00DB411E"/>
    <w:rsid w:val="00E04280"/>
    <w:rsid w:val="00E309E5"/>
    <w:rsid w:val="00E64078"/>
    <w:rsid w:val="00E7078E"/>
    <w:rsid w:val="00F9678B"/>
    <w:rsid w:val="00FA5DF8"/>
    <w:rsid w:val="00FE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9E5"/>
    <w:rPr>
      <w:rFonts w:ascii="Times New Roman" w:eastAsia="Times New Roman" w:hAnsi="Times New Roman"/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09E5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309E5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309E5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309E5"/>
    <w:rPr>
      <w:rFonts w:ascii="Times New Roman" w:eastAsia="MS ??" w:hAnsi="Times New Roman" w:cs="Times New Roman"/>
      <w:b/>
      <w:bCs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E30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309E5"/>
    <w:rPr>
      <w:rFonts w:ascii="Courier New" w:hAnsi="Courier New" w:cs="Courier New"/>
      <w:sz w:val="20"/>
      <w:szCs w:val="20"/>
      <w:lang w:val="uk-UA" w:eastAsia="uk-UA"/>
    </w:rPr>
  </w:style>
  <w:style w:type="paragraph" w:customStyle="1" w:styleId="Style3">
    <w:name w:val="Style3"/>
    <w:basedOn w:val="Normal"/>
    <w:uiPriority w:val="99"/>
    <w:rsid w:val="00E309E5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DefaultParagraphFont"/>
    <w:uiPriority w:val="99"/>
    <w:rsid w:val="00E309E5"/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30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09E5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307</Words>
  <Characters>1750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WiZaRd</cp:lastModifiedBy>
  <cp:revision>7</cp:revision>
  <cp:lastPrinted>2020-04-16T12:54:00Z</cp:lastPrinted>
  <dcterms:created xsi:type="dcterms:W3CDTF">2020-04-16T08:51:00Z</dcterms:created>
  <dcterms:modified xsi:type="dcterms:W3CDTF">2020-04-17T12:36:00Z</dcterms:modified>
</cp:coreProperties>
</file>