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9C1" w:rsidRPr="00AD3CD1" w:rsidRDefault="0067166C" w:rsidP="006E29C1">
      <w:pPr>
        <w:jc w:val="center"/>
        <w:rPr>
          <w:sz w:val="24"/>
        </w:rPr>
      </w:pPr>
      <w:r w:rsidRPr="00AD3CD1">
        <w:rPr>
          <w:noProof/>
          <w:sz w:val="24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5F3" w:rsidRPr="00AD3CD1" w:rsidRDefault="009715F3" w:rsidP="009715F3">
      <w:pPr>
        <w:jc w:val="right"/>
        <w:rPr>
          <w:b/>
          <w:sz w:val="24"/>
          <w:u w:val="single"/>
        </w:rPr>
      </w:pPr>
      <w:r w:rsidRPr="00AD3CD1">
        <w:rPr>
          <w:b/>
          <w:sz w:val="24"/>
        </w:rPr>
        <w:t xml:space="preserve"> </w:t>
      </w:r>
    </w:p>
    <w:p w:rsidR="006E29C1" w:rsidRPr="00AD3CD1" w:rsidRDefault="006E29C1" w:rsidP="006E29C1">
      <w:pPr>
        <w:jc w:val="center"/>
        <w:rPr>
          <w:b/>
          <w:szCs w:val="28"/>
        </w:rPr>
      </w:pPr>
      <w:r w:rsidRPr="00AD3CD1">
        <w:rPr>
          <w:b/>
          <w:szCs w:val="28"/>
        </w:rPr>
        <w:t>У К Р А Ї Н А</w:t>
      </w:r>
    </w:p>
    <w:p w:rsidR="006E29C1" w:rsidRPr="00AD3CD1" w:rsidRDefault="006E29C1" w:rsidP="006E29C1">
      <w:pPr>
        <w:jc w:val="center"/>
        <w:rPr>
          <w:b/>
          <w:szCs w:val="28"/>
        </w:rPr>
      </w:pPr>
      <w:r w:rsidRPr="00AD3CD1">
        <w:rPr>
          <w:b/>
          <w:szCs w:val="28"/>
        </w:rPr>
        <w:t>Чернівецький  міський голова</w:t>
      </w:r>
    </w:p>
    <w:p w:rsidR="006E29C1" w:rsidRPr="00AD3CD1" w:rsidRDefault="006E29C1" w:rsidP="006E29C1">
      <w:pPr>
        <w:jc w:val="center"/>
        <w:rPr>
          <w:b/>
          <w:szCs w:val="28"/>
        </w:rPr>
      </w:pPr>
      <w:r w:rsidRPr="00AD3CD1">
        <w:rPr>
          <w:b/>
          <w:bCs/>
          <w:i/>
          <w:szCs w:val="28"/>
        </w:rPr>
        <w:t xml:space="preserve"> </w:t>
      </w:r>
      <w:r w:rsidRPr="00AD3CD1">
        <w:rPr>
          <w:b/>
          <w:szCs w:val="28"/>
        </w:rPr>
        <w:t>Р О З П О Р Я Д Ж Е Н Н Я</w:t>
      </w:r>
    </w:p>
    <w:p w:rsidR="0044029A" w:rsidRPr="00AD3CD1" w:rsidRDefault="0044029A" w:rsidP="006E29C1">
      <w:pPr>
        <w:jc w:val="center"/>
        <w:rPr>
          <w:b/>
          <w:bCs/>
          <w:sz w:val="24"/>
        </w:rPr>
      </w:pPr>
    </w:p>
    <w:p w:rsidR="006E29C1" w:rsidRPr="00AD3CD1" w:rsidRDefault="008B2F43" w:rsidP="006E29C1">
      <w:pPr>
        <w:rPr>
          <w:b/>
          <w:i/>
          <w:szCs w:val="28"/>
          <w:u w:val="single"/>
        </w:rPr>
      </w:pPr>
      <w:r>
        <w:rPr>
          <w:szCs w:val="28"/>
        </w:rPr>
        <w:t>21.02.</w:t>
      </w:r>
      <w:r w:rsidR="00AE7C9D" w:rsidRPr="00AD3CD1">
        <w:rPr>
          <w:szCs w:val="28"/>
        </w:rPr>
        <w:t>2019</w:t>
      </w:r>
      <w:r w:rsidR="00264AAA" w:rsidRPr="00AD3CD1">
        <w:rPr>
          <w:szCs w:val="28"/>
        </w:rPr>
        <w:t xml:space="preserve"> </w:t>
      </w:r>
      <w:r>
        <w:rPr>
          <w:szCs w:val="28"/>
        </w:rPr>
        <w:t>№ 53-р</w:t>
      </w:r>
      <w:r w:rsidR="006E29C1" w:rsidRPr="00AD3CD1">
        <w:rPr>
          <w:szCs w:val="28"/>
        </w:rPr>
        <w:t xml:space="preserve">                                  </w:t>
      </w:r>
      <w:r w:rsidR="00451CC3" w:rsidRPr="00AD3CD1">
        <w:rPr>
          <w:szCs w:val="28"/>
        </w:rPr>
        <w:t xml:space="preserve">                               </w:t>
      </w:r>
      <w:r w:rsidR="00264AAA" w:rsidRPr="00AD3CD1">
        <w:rPr>
          <w:szCs w:val="28"/>
        </w:rPr>
        <w:t xml:space="preserve">     </w:t>
      </w:r>
      <w:r w:rsidR="006E29C1" w:rsidRPr="00AD3CD1">
        <w:rPr>
          <w:szCs w:val="28"/>
        </w:rPr>
        <w:t>м. Чернівці</w:t>
      </w:r>
      <w:r w:rsidR="006E29C1" w:rsidRPr="00AD3CD1">
        <w:rPr>
          <w:b/>
          <w:i/>
          <w:szCs w:val="28"/>
          <w:u w:val="single"/>
        </w:rPr>
        <w:t xml:space="preserve">     </w:t>
      </w:r>
    </w:p>
    <w:p w:rsidR="001005F8" w:rsidRPr="00AD3CD1" w:rsidRDefault="001005F8" w:rsidP="006E29C1">
      <w:pPr>
        <w:rPr>
          <w:b/>
          <w:szCs w:val="28"/>
        </w:rPr>
      </w:pPr>
    </w:p>
    <w:p w:rsidR="002B0565" w:rsidRPr="00AD3CD1" w:rsidRDefault="00451CC3" w:rsidP="006E29C1">
      <w:pPr>
        <w:rPr>
          <w:b/>
          <w:szCs w:val="28"/>
        </w:rPr>
      </w:pPr>
      <w:bookmarkStart w:id="0" w:name="_GoBack"/>
      <w:r w:rsidRPr="00AD3CD1">
        <w:rPr>
          <w:b/>
          <w:szCs w:val="28"/>
        </w:rPr>
        <w:t xml:space="preserve">Про </w:t>
      </w:r>
      <w:r w:rsidR="002B0565" w:rsidRPr="00AD3CD1">
        <w:rPr>
          <w:b/>
          <w:szCs w:val="28"/>
        </w:rPr>
        <w:t xml:space="preserve">зняття з обліку захисних споруд </w:t>
      </w:r>
    </w:p>
    <w:p w:rsidR="006E29C1" w:rsidRPr="00AD3CD1" w:rsidRDefault="002B0565" w:rsidP="006E29C1">
      <w:pPr>
        <w:rPr>
          <w:b/>
          <w:szCs w:val="28"/>
        </w:rPr>
      </w:pPr>
      <w:r w:rsidRPr="00AD3CD1">
        <w:rPr>
          <w:b/>
          <w:szCs w:val="28"/>
        </w:rPr>
        <w:t>цивільного захисту м. Чернівців</w:t>
      </w:r>
    </w:p>
    <w:bookmarkEnd w:id="0"/>
    <w:p w:rsidR="00451CC3" w:rsidRPr="00AD3CD1" w:rsidRDefault="00451CC3" w:rsidP="006E29C1">
      <w:pPr>
        <w:rPr>
          <w:b/>
          <w:sz w:val="16"/>
          <w:szCs w:val="16"/>
        </w:rPr>
      </w:pPr>
    </w:p>
    <w:p w:rsidR="00351C20" w:rsidRPr="00AD3CD1" w:rsidRDefault="00E47934" w:rsidP="001F7DD4">
      <w:pPr>
        <w:ind w:firstLine="720"/>
        <w:jc w:val="both"/>
        <w:rPr>
          <w:szCs w:val="28"/>
        </w:rPr>
      </w:pPr>
      <w:r w:rsidRPr="00AD3CD1">
        <w:rPr>
          <w:szCs w:val="28"/>
        </w:rPr>
        <w:t>Відповідно до частини</w:t>
      </w:r>
      <w:r w:rsidR="00451CC3" w:rsidRPr="00AD3CD1">
        <w:rPr>
          <w:szCs w:val="28"/>
        </w:rPr>
        <w:t xml:space="preserve"> 2 статті 19</w:t>
      </w:r>
      <w:r w:rsidRPr="00AD3CD1">
        <w:rPr>
          <w:szCs w:val="28"/>
        </w:rPr>
        <w:t>,</w:t>
      </w:r>
      <w:r w:rsidR="00674145" w:rsidRPr="00AD3CD1">
        <w:rPr>
          <w:szCs w:val="28"/>
        </w:rPr>
        <w:t xml:space="preserve"> </w:t>
      </w:r>
      <w:r w:rsidRPr="00AD3CD1">
        <w:rPr>
          <w:szCs w:val="28"/>
        </w:rPr>
        <w:t>статті</w:t>
      </w:r>
      <w:r w:rsidR="00451CC3" w:rsidRPr="00AD3CD1">
        <w:rPr>
          <w:szCs w:val="28"/>
        </w:rPr>
        <w:t xml:space="preserve"> 32</w:t>
      </w:r>
      <w:r w:rsidR="00674145" w:rsidRPr="00AD3CD1">
        <w:rPr>
          <w:szCs w:val="28"/>
        </w:rPr>
        <w:t xml:space="preserve"> Коде</w:t>
      </w:r>
      <w:r w:rsidR="00CD63AF" w:rsidRPr="00AD3CD1">
        <w:rPr>
          <w:szCs w:val="28"/>
        </w:rPr>
        <w:t xml:space="preserve">ксу цивільного захисту України, </w:t>
      </w:r>
      <w:r w:rsidR="00451CC3" w:rsidRPr="00AD3CD1">
        <w:rPr>
          <w:szCs w:val="28"/>
        </w:rPr>
        <w:t>Порядку створення утримання фонду захисних споруд цивільного захисту та ведення його обліку, затвердженого постановою Кабінету М</w:t>
      </w:r>
      <w:r w:rsidR="00351C20" w:rsidRPr="00AD3CD1">
        <w:rPr>
          <w:szCs w:val="28"/>
        </w:rPr>
        <w:t xml:space="preserve">іністрів України від 10 березня </w:t>
      </w:r>
      <w:r w:rsidRPr="00AD3CD1">
        <w:rPr>
          <w:szCs w:val="28"/>
        </w:rPr>
        <w:t xml:space="preserve">2017 р. № 138, </w:t>
      </w:r>
      <w:r w:rsidR="00F038F7" w:rsidRPr="00AD3CD1">
        <w:rPr>
          <w:szCs w:val="28"/>
        </w:rPr>
        <w:t>протоколу від 10.12.2018 р. № 3</w:t>
      </w:r>
      <w:r w:rsidR="001F7DD4" w:rsidRPr="00AD3CD1">
        <w:rPr>
          <w:szCs w:val="28"/>
        </w:rPr>
        <w:t xml:space="preserve"> </w:t>
      </w:r>
      <w:r w:rsidR="00351C20" w:rsidRPr="00AD3CD1">
        <w:rPr>
          <w:szCs w:val="28"/>
        </w:rPr>
        <w:t xml:space="preserve">засідання </w:t>
      </w:r>
      <w:r w:rsidR="008E7234" w:rsidRPr="00AD3CD1">
        <w:rPr>
          <w:szCs w:val="28"/>
        </w:rPr>
        <w:t>комісії з обстеження захисних споруд цивільного захисту м. Чернівців, яка утворена розпорядженням Чернівецького міського голови від</w:t>
      </w:r>
      <w:r w:rsidR="00A449A8" w:rsidRPr="00AD3CD1">
        <w:rPr>
          <w:szCs w:val="28"/>
        </w:rPr>
        <w:t xml:space="preserve"> </w:t>
      </w:r>
      <w:r w:rsidR="008E7234" w:rsidRPr="00AD3CD1">
        <w:rPr>
          <w:szCs w:val="28"/>
        </w:rPr>
        <w:t>08.06.2018 р. № 251-р</w:t>
      </w:r>
      <w:r w:rsidR="00351C20" w:rsidRPr="00AD3CD1">
        <w:rPr>
          <w:szCs w:val="28"/>
        </w:rPr>
        <w:t>,</w:t>
      </w:r>
      <w:r w:rsidR="00F038F7" w:rsidRPr="00AD3CD1">
        <w:rPr>
          <w:szCs w:val="28"/>
        </w:rPr>
        <w:t xml:space="preserve"> </w:t>
      </w:r>
      <w:r w:rsidR="00351C20" w:rsidRPr="00AD3CD1">
        <w:rPr>
          <w:szCs w:val="28"/>
        </w:rPr>
        <w:t xml:space="preserve">враховуючи погодження Державної служби України з надзвичайних ситуацій щодо виключення з обліку захисних споруд цивільного захисту </w:t>
      </w:r>
      <w:r w:rsidR="00AE7C9D" w:rsidRPr="00AD3CD1">
        <w:rPr>
          <w:szCs w:val="28"/>
        </w:rPr>
        <w:t>м. Чернівців (</w:t>
      </w:r>
      <w:r w:rsidR="009C138E" w:rsidRPr="00AD3CD1">
        <w:rPr>
          <w:szCs w:val="28"/>
        </w:rPr>
        <w:t xml:space="preserve">лист від 30.01.2019 р. </w:t>
      </w:r>
      <w:r w:rsidR="00AE7C9D" w:rsidRPr="00AD3CD1">
        <w:rPr>
          <w:szCs w:val="28"/>
        </w:rPr>
        <w:t>№ 16-1442/162</w:t>
      </w:r>
      <w:r w:rsidR="00351C20" w:rsidRPr="00AD3CD1">
        <w:rPr>
          <w:szCs w:val="28"/>
        </w:rPr>
        <w:t>)</w:t>
      </w:r>
      <w:r w:rsidR="001F7DD4" w:rsidRPr="00AD3CD1">
        <w:rPr>
          <w:szCs w:val="28"/>
        </w:rPr>
        <w:t xml:space="preserve">, </w:t>
      </w:r>
      <w:r w:rsidR="001F7DD4" w:rsidRPr="00AD3CD1">
        <w:rPr>
          <w:spacing w:val="-1"/>
          <w:szCs w:val="28"/>
        </w:rPr>
        <w:t>листа управління цивільного захисту населення Чернівецької обласної</w:t>
      </w:r>
      <w:r w:rsidR="00AE7C9D" w:rsidRPr="00AD3CD1">
        <w:rPr>
          <w:spacing w:val="-1"/>
          <w:szCs w:val="28"/>
        </w:rPr>
        <w:t xml:space="preserve"> державної адміністрації від 11.02.2019 р. № 14.01-04/22</w:t>
      </w:r>
      <w:r w:rsidR="001F7DD4" w:rsidRPr="00AD3CD1">
        <w:rPr>
          <w:spacing w:val="-1"/>
          <w:szCs w:val="28"/>
        </w:rPr>
        <w:t xml:space="preserve"> </w:t>
      </w:r>
      <w:r w:rsidR="001F7DD4" w:rsidRPr="00AD3CD1">
        <w:rPr>
          <w:spacing w:val="-1"/>
          <w:szCs w:val="28"/>
        </w:rPr>
        <w:sym w:font="Symbol" w:char="F0B2"/>
      </w:r>
      <w:r w:rsidR="001F7DD4" w:rsidRPr="00AD3CD1">
        <w:rPr>
          <w:spacing w:val="-1"/>
          <w:szCs w:val="28"/>
        </w:rPr>
        <w:t>Про погодження зняття з обліку захисних споруд цивільного захисту</w:t>
      </w:r>
      <w:r w:rsidR="001F7DD4" w:rsidRPr="00AD3CD1">
        <w:rPr>
          <w:spacing w:val="-1"/>
          <w:szCs w:val="28"/>
        </w:rPr>
        <w:sym w:font="Symbol" w:char="F0B2"/>
      </w:r>
      <w:r w:rsidR="001F7DD4" w:rsidRPr="00AD3CD1">
        <w:rPr>
          <w:szCs w:val="28"/>
        </w:rPr>
        <w:t xml:space="preserve"> </w:t>
      </w:r>
      <w:r w:rsidR="00AE7C9D" w:rsidRPr="00AD3CD1">
        <w:rPr>
          <w:szCs w:val="28"/>
        </w:rPr>
        <w:t>та керуючись статтями</w:t>
      </w:r>
      <w:r w:rsidR="00AE13FC" w:rsidRPr="00AD3CD1">
        <w:rPr>
          <w:szCs w:val="28"/>
        </w:rPr>
        <w:t xml:space="preserve"> 42</w:t>
      </w:r>
      <w:r w:rsidR="00AE7C9D" w:rsidRPr="00AD3CD1">
        <w:rPr>
          <w:szCs w:val="28"/>
        </w:rPr>
        <w:t>, 50</w:t>
      </w:r>
      <w:r w:rsidR="003F21D6">
        <w:rPr>
          <w:szCs w:val="28"/>
        </w:rPr>
        <w:t xml:space="preserve">, 59 </w:t>
      </w:r>
      <w:r w:rsidR="00AE13FC" w:rsidRPr="00AD3CD1">
        <w:rPr>
          <w:szCs w:val="28"/>
        </w:rPr>
        <w:t xml:space="preserve">Закону України </w:t>
      </w:r>
      <w:r w:rsidR="00AE13FC" w:rsidRPr="00AD3CD1">
        <w:rPr>
          <w:szCs w:val="28"/>
        </w:rPr>
        <w:sym w:font="Symbol" w:char="F0B2"/>
      </w:r>
      <w:r w:rsidR="00AE13FC" w:rsidRPr="00AD3CD1">
        <w:rPr>
          <w:szCs w:val="28"/>
        </w:rPr>
        <w:t>Про місцеве самоврядування в Україні</w:t>
      </w:r>
      <w:r w:rsidR="00AE13FC" w:rsidRPr="00AD3CD1">
        <w:rPr>
          <w:szCs w:val="28"/>
        </w:rPr>
        <w:sym w:font="Symbol" w:char="F0B2"/>
      </w:r>
      <w:r w:rsidR="00AE13FC" w:rsidRPr="00AD3CD1">
        <w:rPr>
          <w:szCs w:val="28"/>
        </w:rPr>
        <w:t>:</w:t>
      </w:r>
    </w:p>
    <w:p w:rsidR="00351C20" w:rsidRPr="00AD3CD1" w:rsidRDefault="00351C20" w:rsidP="00FD12F9">
      <w:pPr>
        <w:rPr>
          <w:szCs w:val="28"/>
        </w:rPr>
      </w:pPr>
    </w:p>
    <w:p w:rsidR="00FD12F9" w:rsidRPr="00AD3CD1" w:rsidRDefault="00DF32B5" w:rsidP="00BF2D7F">
      <w:pPr>
        <w:numPr>
          <w:ilvl w:val="0"/>
          <w:numId w:val="28"/>
        </w:numPr>
        <w:tabs>
          <w:tab w:val="clear" w:pos="2185"/>
          <w:tab w:val="num" w:pos="0"/>
        </w:tabs>
        <w:ind w:left="0" w:firstLine="737"/>
        <w:jc w:val="both"/>
        <w:rPr>
          <w:szCs w:val="28"/>
        </w:rPr>
      </w:pPr>
      <w:r w:rsidRPr="00AD3CD1">
        <w:rPr>
          <w:szCs w:val="28"/>
        </w:rPr>
        <w:t xml:space="preserve">Зняти з обліку захисних споруд цивільного захисту </w:t>
      </w:r>
      <w:r w:rsidR="003F21D6">
        <w:rPr>
          <w:szCs w:val="28"/>
        </w:rPr>
        <w:t xml:space="preserve">                  </w:t>
      </w:r>
      <w:r w:rsidRPr="00AD3CD1">
        <w:rPr>
          <w:szCs w:val="28"/>
        </w:rPr>
        <w:t xml:space="preserve">м. Чернівців, які погоджені з Державною службою України з надзвичайних ситуацій </w:t>
      </w:r>
      <w:r w:rsidR="00EC6761" w:rsidRPr="00AD3CD1">
        <w:rPr>
          <w:szCs w:val="28"/>
        </w:rPr>
        <w:t>захисні споруди,</w:t>
      </w:r>
      <w:r w:rsidR="008C34BC">
        <w:rPr>
          <w:szCs w:val="28"/>
        </w:rPr>
        <w:t xml:space="preserve"> </w:t>
      </w:r>
      <w:r w:rsidR="00EC6761" w:rsidRPr="00AD3CD1">
        <w:rPr>
          <w:szCs w:val="28"/>
        </w:rPr>
        <w:t xml:space="preserve">згідно </w:t>
      </w:r>
      <w:r w:rsidR="0093504C">
        <w:rPr>
          <w:szCs w:val="28"/>
        </w:rPr>
        <w:t>з додатком</w:t>
      </w:r>
      <w:r w:rsidR="00FD12F9" w:rsidRPr="00AD3CD1">
        <w:rPr>
          <w:szCs w:val="28"/>
        </w:rPr>
        <w:t>.</w:t>
      </w:r>
    </w:p>
    <w:p w:rsidR="00803790" w:rsidRPr="00AD3CD1" w:rsidRDefault="00803790" w:rsidP="000254F5">
      <w:pPr>
        <w:ind w:firstLine="737"/>
        <w:jc w:val="both"/>
        <w:rPr>
          <w:sz w:val="16"/>
          <w:szCs w:val="16"/>
        </w:rPr>
      </w:pPr>
    </w:p>
    <w:p w:rsidR="00C7429E" w:rsidRPr="00AD3CD1" w:rsidRDefault="000A7B88" w:rsidP="00DC5DF2">
      <w:pPr>
        <w:ind w:firstLine="737"/>
        <w:jc w:val="both"/>
        <w:rPr>
          <w:szCs w:val="28"/>
        </w:rPr>
      </w:pPr>
      <w:r w:rsidRPr="00AD3CD1">
        <w:rPr>
          <w:b/>
          <w:szCs w:val="28"/>
        </w:rPr>
        <w:t>2</w:t>
      </w:r>
      <w:r w:rsidR="00DC5DF2" w:rsidRPr="00AD3CD1">
        <w:rPr>
          <w:b/>
          <w:szCs w:val="28"/>
        </w:rPr>
        <w:t>.</w:t>
      </w:r>
      <w:r w:rsidR="00DC5DF2" w:rsidRPr="00AD3CD1">
        <w:rPr>
          <w:szCs w:val="28"/>
        </w:rPr>
        <w:t xml:space="preserve">  Управлінню з питань надзвичайних ситуацій та цивільного захисту населе</w:t>
      </w:r>
      <w:r w:rsidR="007A37D0" w:rsidRPr="00AD3CD1">
        <w:rPr>
          <w:szCs w:val="28"/>
        </w:rPr>
        <w:t>ння міської ради</w:t>
      </w:r>
      <w:r w:rsidR="00DC5DF2" w:rsidRPr="00AD3CD1">
        <w:rPr>
          <w:szCs w:val="28"/>
        </w:rPr>
        <w:t>:</w:t>
      </w:r>
    </w:p>
    <w:p w:rsidR="00EA3066" w:rsidRPr="00AD3CD1" w:rsidRDefault="00EA3066" w:rsidP="00DC5DF2">
      <w:pPr>
        <w:ind w:firstLine="737"/>
        <w:jc w:val="both"/>
        <w:rPr>
          <w:szCs w:val="28"/>
        </w:rPr>
      </w:pPr>
      <w:r w:rsidRPr="00AD3CD1">
        <w:rPr>
          <w:b/>
          <w:szCs w:val="28"/>
        </w:rPr>
        <w:t>2.1.</w:t>
      </w:r>
      <w:r w:rsidR="007A2C1B" w:rsidRPr="00AD3CD1">
        <w:rPr>
          <w:szCs w:val="28"/>
        </w:rPr>
        <w:t xml:space="preserve"> </w:t>
      </w:r>
      <w:r w:rsidR="00DF32B5" w:rsidRPr="00AD3CD1">
        <w:rPr>
          <w:szCs w:val="28"/>
        </w:rPr>
        <w:t>Внести відповідні записи в</w:t>
      </w:r>
      <w:r w:rsidR="00750CCF" w:rsidRPr="00AD3CD1">
        <w:rPr>
          <w:szCs w:val="28"/>
        </w:rPr>
        <w:t xml:space="preserve"> К</w:t>
      </w:r>
      <w:r w:rsidRPr="00AD3CD1">
        <w:rPr>
          <w:szCs w:val="28"/>
        </w:rPr>
        <w:t>низі обліку захисних споруд цивільного захисту</w:t>
      </w:r>
      <w:r w:rsidR="00DF32B5" w:rsidRPr="00AD3CD1">
        <w:rPr>
          <w:szCs w:val="28"/>
        </w:rPr>
        <w:t xml:space="preserve"> </w:t>
      </w:r>
      <w:r w:rsidR="00750CCF" w:rsidRPr="00AD3CD1">
        <w:rPr>
          <w:szCs w:val="28"/>
        </w:rPr>
        <w:t>м. Чернівців</w:t>
      </w:r>
      <w:r w:rsidR="00A449A8" w:rsidRPr="00AD3CD1">
        <w:rPr>
          <w:szCs w:val="28"/>
        </w:rPr>
        <w:t xml:space="preserve"> та в Журналі обліку списаних захисних споруд цивільного захисту м. Чернівців</w:t>
      </w:r>
      <w:r w:rsidRPr="00AD3CD1">
        <w:rPr>
          <w:szCs w:val="28"/>
        </w:rPr>
        <w:t xml:space="preserve"> </w:t>
      </w:r>
      <w:r w:rsidR="00DF32B5" w:rsidRPr="00AD3CD1">
        <w:rPr>
          <w:szCs w:val="28"/>
        </w:rPr>
        <w:t>у зв</w:t>
      </w:r>
      <w:r w:rsidR="00DF32B5" w:rsidRPr="00AD3CD1">
        <w:rPr>
          <w:szCs w:val="28"/>
        </w:rPr>
        <w:sym w:font="Symbol" w:char="F0A2"/>
      </w:r>
      <w:r w:rsidR="00DF32B5" w:rsidRPr="00AD3CD1">
        <w:rPr>
          <w:szCs w:val="28"/>
        </w:rPr>
        <w:t>язку зі зняттям з обліку захисних споруд цивільного за</w:t>
      </w:r>
      <w:r w:rsidR="00EC6761" w:rsidRPr="00AD3CD1">
        <w:rPr>
          <w:szCs w:val="28"/>
        </w:rPr>
        <w:t>хисту, які визначені в додатку</w:t>
      </w:r>
      <w:r w:rsidR="00DF32B5" w:rsidRPr="00AD3CD1">
        <w:rPr>
          <w:szCs w:val="28"/>
        </w:rPr>
        <w:t>.</w:t>
      </w:r>
    </w:p>
    <w:p w:rsidR="00070F2E" w:rsidRPr="00AD3CD1" w:rsidRDefault="003136D5" w:rsidP="00B911B4">
      <w:pPr>
        <w:ind w:firstLine="737"/>
        <w:jc w:val="both"/>
        <w:rPr>
          <w:szCs w:val="28"/>
        </w:rPr>
      </w:pPr>
      <w:r w:rsidRPr="00AD3CD1">
        <w:rPr>
          <w:b/>
          <w:szCs w:val="28"/>
        </w:rPr>
        <w:t>2.2</w:t>
      </w:r>
      <w:r w:rsidR="00B911B4" w:rsidRPr="00AD3CD1">
        <w:rPr>
          <w:b/>
          <w:szCs w:val="28"/>
        </w:rPr>
        <w:t xml:space="preserve">. </w:t>
      </w:r>
      <w:r w:rsidR="001005F8" w:rsidRPr="00AD3CD1">
        <w:rPr>
          <w:szCs w:val="28"/>
        </w:rPr>
        <w:t>Після зняття з обліку, провести заходи щодо знищення облікової документації на списані захисні споруди цивільного захисту м. Чернівців.</w:t>
      </w:r>
    </w:p>
    <w:p w:rsidR="0055706A" w:rsidRPr="00AD3CD1" w:rsidRDefault="007B5BF4" w:rsidP="0055706A">
      <w:pPr>
        <w:ind w:firstLine="720"/>
        <w:jc w:val="both"/>
        <w:rPr>
          <w:szCs w:val="28"/>
        </w:rPr>
      </w:pPr>
      <w:r w:rsidRPr="00AD3CD1">
        <w:rPr>
          <w:b/>
          <w:szCs w:val="28"/>
        </w:rPr>
        <w:lastRenderedPageBreak/>
        <w:t>2.</w:t>
      </w:r>
      <w:r w:rsidR="00DB2790" w:rsidRPr="00AD3CD1">
        <w:rPr>
          <w:b/>
          <w:szCs w:val="28"/>
        </w:rPr>
        <w:t>3.</w:t>
      </w:r>
      <w:r w:rsidR="00DB2790" w:rsidRPr="00AD3CD1">
        <w:rPr>
          <w:szCs w:val="28"/>
        </w:rPr>
        <w:t xml:space="preserve"> </w:t>
      </w:r>
      <w:r w:rsidR="001005F8" w:rsidRPr="00AD3CD1">
        <w:rPr>
          <w:szCs w:val="28"/>
        </w:rPr>
        <w:t>Три завірені копії даного розпорядження надати управлінню цивільного захисту Чернівецької обласної державної адміністрації.</w:t>
      </w:r>
    </w:p>
    <w:p w:rsidR="001005F8" w:rsidRPr="00AD3CD1" w:rsidRDefault="001005F8" w:rsidP="001005F8">
      <w:pPr>
        <w:ind w:firstLine="720"/>
        <w:jc w:val="both"/>
        <w:rPr>
          <w:szCs w:val="28"/>
        </w:rPr>
      </w:pPr>
      <w:r w:rsidRPr="00AD3CD1">
        <w:rPr>
          <w:b/>
          <w:szCs w:val="28"/>
        </w:rPr>
        <w:t xml:space="preserve">2.4.  </w:t>
      </w:r>
      <w:r w:rsidRPr="00AD3CD1">
        <w:rPr>
          <w:szCs w:val="28"/>
        </w:rPr>
        <w:t>Про виконані заходи інформувати управління цивільного захисту Чернівецької обласної державної адміністрації.</w:t>
      </w:r>
    </w:p>
    <w:p w:rsidR="001005F8" w:rsidRPr="00AD3CD1" w:rsidRDefault="001005F8" w:rsidP="0055706A">
      <w:pPr>
        <w:ind w:firstLine="720"/>
        <w:jc w:val="both"/>
        <w:rPr>
          <w:b/>
          <w:szCs w:val="28"/>
        </w:rPr>
      </w:pPr>
    </w:p>
    <w:p w:rsidR="00B911B4" w:rsidRPr="00AD3CD1" w:rsidRDefault="00B911B4" w:rsidP="00577D37">
      <w:pPr>
        <w:ind w:firstLine="737"/>
        <w:jc w:val="both"/>
        <w:rPr>
          <w:b/>
          <w:szCs w:val="28"/>
        </w:rPr>
      </w:pPr>
    </w:p>
    <w:p w:rsidR="00577638" w:rsidRDefault="00577638" w:rsidP="009E40D9">
      <w:pPr>
        <w:jc w:val="center"/>
        <w:rPr>
          <w:szCs w:val="28"/>
        </w:rPr>
      </w:pPr>
    </w:p>
    <w:p w:rsidR="009E40D9" w:rsidRPr="009E40D9" w:rsidRDefault="009E40D9" w:rsidP="009E40D9">
      <w:pPr>
        <w:jc w:val="center"/>
        <w:rPr>
          <w:szCs w:val="28"/>
        </w:rPr>
      </w:pPr>
      <w:r w:rsidRPr="009E40D9">
        <w:rPr>
          <w:szCs w:val="28"/>
        </w:rPr>
        <w:t>2</w:t>
      </w:r>
    </w:p>
    <w:p w:rsidR="009E40D9" w:rsidRPr="00BA5F6C" w:rsidRDefault="009E40D9" w:rsidP="00CA626E">
      <w:pPr>
        <w:ind w:firstLine="737"/>
        <w:jc w:val="both"/>
        <w:rPr>
          <w:b/>
          <w:sz w:val="16"/>
          <w:szCs w:val="16"/>
        </w:rPr>
      </w:pPr>
    </w:p>
    <w:p w:rsidR="00221FD5" w:rsidRPr="00AD3CD1" w:rsidRDefault="007B5BF4" w:rsidP="00CA626E">
      <w:pPr>
        <w:ind w:firstLine="737"/>
        <w:jc w:val="both"/>
        <w:rPr>
          <w:b/>
          <w:szCs w:val="28"/>
        </w:rPr>
      </w:pPr>
      <w:r w:rsidRPr="00AD3CD1">
        <w:rPr>
          <w:b/>
          <w:szCs w:val="28"/>
        </w:rPr>
        <w:t>3</w:t>
      </w:r>
      <w:r w:rsidR="00CA626E" w:rsidRPr="00AD3CD1">
        <w:rPr>
          <w:b/>
          <w:szCs w:val="28"/>
        </w:rPr>
        <w:t xml:space="preserve">.  </w:t>
      </w:r>
      <w:r w:rsidR="00221FD5" w:rsidRPr="00AD3CD1">
        <w:rPr>
          <w:szCs w:val="28"/>
        </w:rPr>
        <w:t>Контроль за виконанням розпорядження покласти на заступника міського голови з питань діяльності виконавчих органів міської ради Середюка В. Б.</w:t>
      </w:r>
    </w:p>
    <w:p w:rsidR="00221FD5" w:rsidRPr="00AD3CD1" w:rsidRDefault="00221FD5" w:rsidP="00A630A9">
      <w:pPr>
        <w:tabs>
          <w:tab w:val="num" w:pos="741"/>
        </w:tabs>
        <w:ind w:left="57"/>
        <w:jc w:val="both"/>
        <w:rPr>
          <w:b/>
          <w:szCs w:val="28"/>
        </w:rPr>
      </w:pPr>
    </w:p>
    <w:p w:rsidR="00221FD5" w:rsidRPr="00AD3CD1" w:rsidRDefault="00221FD5" w:rsidP="00A630A9">
      <w:pPr>
        <w:tabs>
          <w:tab w:val="num" w:pos="741"/>
        </w:tabs>
        <w:ind w:left="57"/>
        <w:jc w:val="both"/>
        <w:rPr>
          <w:b/>
          <w:szCs w:val="28"/>
        </w:rPr>
      </w:pPr>
    </w:p>
    <w:p w:rsidR="00A630A9" w:rsidRPr="00AD3CD1" w:rsidRDefault="00874707" w:rsidP="00A630A9">
      <w:pPr>
        <w:tabs>
          <w:tab w:val="num" w:pos="741"/>
        </w:tabs>
        <w:ind w:left="57"/>
        <w:jc w:val="both"/>
        <w:rPr>
          <w:b/>
          <w:szCs w:val="28"/>
        </w:rPr>
      </w:pPr>
      <w:r w:rsidRPr="00AD3CD1">
        <w:rPr>
          <w:b/>
          <w:szCs w:val="28"/>
        </w:rPr>
        <w:t xml:space="preserve">Секретар Чернівецької міської ради                    </w:t>
      </w:r>
      <w:r w:rsidR="00736A2E" w:rsidRPr="00AD3CD1">
        <w:rPr>
          <w:b/>
          <w:szCs w:val="28"/>
        </w:rPr>
        <w:t xml:space="preserve">                       В. Продан</w:t>
      </w:r>
      <w:r w:rsidRPr="00AD3CD1">
        <w:rPr>
          <w:b/>
          <w:szCs w:val="28"/>
        </w:rPr>
        <w:t xml:space="preserve">                </w:t>
      </w:r>
      <w:r w:rsidR="0074190C" w:rsidRPr="00AD3CD1">
        <w:rPr>
          <w:b/>
          <w:szCs w:val="28"/>
        </w:rPr>
        <w:t xml:space="preserve">                      </w:t>
      </w:r>
    </w:p>
    <w:p w:rsidR="00A630A9" w:rsidRPr="00AD3CD1" w:rsidRDefault="00A630A9" w:rsidP="00A630A9">
      <w:pPr>
        <w:jc w:val="both"/>
        <w:rPr>
          <w:b/>
          <w:szCs w:val="28"/>
        </w:rPr>
      </w:pPr>
      <w:r w:rsidRPr="00AD3CD1">
        <w:rPr>
          <w:b/>
          <w:szCs w:val="28"/>
        </w:rPr>
        <w:t xml:space="preserve">                                             </w:t>
      </w:r>
    </w:p>
    <w:p w:rsidR="009F5ADA" w:rsidRPr="00E37054" w:rsidRDefault="009F5ADA" w:rsidP="009F5ADA">
      <w:pPr>
        <w:ind w:left="4920"/>
        <w:jc w:val="both"/>
        <w:rPr>
          <w:szCs w:val="28"/>
        </w:rPr>
        <w:sectPr w:rsidR="009F5ADA" w:rsidRPr="00E37054" w:rsidSect="00E75F47">
          <w:headerReference w:type="even" r:id="rId8"/>
          <w:pgSz w:w="11906" w:h="16838" w:code="9"/>
          <w:pgMar w:top="851" w:right="851" w:bottom="851" w:left="1418" w:header="709" w:footer="709" w:gutter="567"/>
          <w:cols w:space="708"/>
          <w:titlePg/>
          <w:docGrid w:linePitch="360"/>
        </w:sectPr>
      </w:pPr>
    </w:p>
    <w:p w:rsidR="009F5ADA" w:rsidRPr="00E37054" w:rsidRDefault="009F5ADA" w:rsidP="006C5FD8">
      <w:pPr>
        <w:ind w:left="10720"/>
        <w:rPr>
          <w:szCs w:val="28"/>
        </w:rPr>
      </w:pPr>
      <w:r w:rsidRPr="00E37054">
        <w:rPr>
          <w:szCs w:val="28"/>
        </w:rPr>
        <w:lastRenderedPageBreak/>
        <w:t xml:space="preserve">Додаток  </w:t>
      </w:r>
    </w:p>
    <w:p w:rsidR="006C5FD8" w:rsidRPr="00E37054" w:rsidRDefault="009F5ADA" w:rsidP="006C5FD8">
      <w:pPr>
        <w:ind w:left="10720"/>
        <w:jc w:val="both"/>
        <w:rPr>
          <w:szCs w:val="28"/>
        </w:rPr>
      </w:pPr>
      <w:r w:rsidRPr="00E37054">
        <w:rPr>
          <w:szCs w:val="28"/>
        </w:rPr>
        <w:t xml:space="preserve">до розпорядження Чернівецького міського </w:t>
      </w:r>
      <w:r w:rsidRPr="00E37054">
        <w:rPr>
          <w:szCs w:val="28"/>
        </w:rPr>
        <w:lastRenderedPageBreak/>
        <w:t>голови</w:t>
      </w:r>
    </w:p>
    <w:p w:rsidR="009F5ADA" w:rsidRPr="00E37054" w:rsidRDefault="00D547A6" w:rsidP="006C5FD8">
      <w:pPr>
        <w:ind w:left="10720"/>
        <w:jc w:val="both"/>
        <w:rPr>
          <w:szCs w:val="28"/>
        </w:rPr>
      </w:pPr>
      <w:r>
        <w:rPr>
          <w:szCs w:val="28"/>
        </w:rPr>
        <w:t>21.02.</w:t>
      </w:r>
      <w:r w:rsidR="006C5FD8" w:rsidRPr="00E37054">
        <w:rPr>
          <w:szCs w:val="28"/>
        </w:rPr>
        <w:t xml:space="preserve">2019 </w:t>
      </w:r>
      <w:r>
        <w:rPr>
          <w:szCs w:val="28"/>
        </w:rPr>
        <w:t>№ 53-р</w:t>
      </w:r>
    </w:p>
    <w:p w:rsidR="009F5ADA" w:rsidRPr="00E37054" w:rsidRDefault="009F5ADA" w:rsidP="009F5ADA">
      <w:pPr>
        <w:ind w:right="-54"/>
        <w:jc w:val="center"/>
        <w:rPr>
          <w:b/>
          <w:szCs w:val="28"/>
        </w:rPr>
      </w:pPr>
      <w:r w:rsidRPr="00E37054">
        <w:rPr>
          <w:b/>
          <w:szCs w:val="28"/>
        </w:rPr>
        <w:t>ПЕРЕЛІК</w:t>
      </w:r>
    </w:p>
    <w:p w:rsidR="00DE359A" w:rsidRPr="00E37054" w:rsidRDefault="009F5ADA" w:rsidP="009F5ADA">
      <w:pPr>
        <w:ind w:right="-54"/>
        <w:jc w:val="center"/>
        <w:rPr>
          <w:b/>
          <w:bCs/>
          <w:iCs/>
          <w:szCs w:val="28"/>
        </w:rPr>
      </w:pPr>
      <w:r w:rsidRPr="00E37054">
        <w:rPr>
          <w:b/>
          <w:bCs/>
          <w:iCs/>
          <w:szCs w:val="28"/>
        </w:rPr>
        <w:t xml:space="preserve">захисних споруд цивільного захисту м. Чернівців для зняття їх з обліку </w:t>
      </w:r>
    </w:p>
    <w:p w:rsidR="009F5ADA" w:rsidRPr="00E37054" w:rsidRDefault="009F5ADA" w:rsidP="009F5ADA">
      <w:pPr>
        <w:ind w:right="-54"/>
        <w:jc w:val="center"/>
        <w:rPr>
          <w:b/>
          <w:bCs/>
          <w:iCs/>
          <w:szCs w:val="28"/>
        </w:rPr>
      </w:pPr>
      <w:r w:rsidRPr="00E37054">
        <w:rPr>
          <w:b/>
          <w:bCs/>
          <w:iCs/>
          <w:szCs w:val="28"/>
        </w:rPr>
        <w:t xml:space="preserve">за погодженням з Державною службою України з надзвичайних ситуацій </w:t>
      </w:r>
    </w:p>
    <w:p w:rsidR="009F5ADA" w:rsidRPr="00E37054" w:rsidRDefault="009F5ADA" w:rsidP="009F5ADA">
      <w:pPr>
        <w:ind w:right="-54"/>
        <w:jc w:val="center"/>
        <w:rPr>
          <w:bCs/>
          <w:iCs/>
          <w:szCs w:val="28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9"/>
        <w:gridCol w:w="1433"/>
        <w:gridCol w:w="2327"/>
        <w:gridCol w:w="2898"/>
        <w:gridCol w:w="7891"/>
      </w:tblGrid>
      <w:tr w:rsidR="0006277C" w:rsidRPr="00E37054" w:rsidTr="0006277C">
        <w:tc>
          <w:tcPr>
            <w:tcW w:w="859" w:type="dxa"/>
            <w:vAlign w:val="center"/>
          </w:tcPr>
          <w:p w:rsidR="0006277C" w:rsidRPr="00E37054" w:rsidRDefault="0006277C" w:rsidP="0054039F">
            <w:pPr>
              <w:ind w:right="-54"/>
              <w:jc w:val="center"/>
              <w:rPr>
                <w:bCs/>
                <w:iCs/>
                <w:szCs w:val="28"/>
              </w:rPr>
            </w:pPr>
            <w:r w:rsidRPr="00E37054">
              <w:rPr>
                <w:bCs/>
                <w:iCs/>
                <w:szCs w:val="28"/>
              </w:rPr>
              <w:t>№ з/п</w:t>
            </w:r>
          </w:p>
        </w:tc>
        <w:tc>
          <w:tcPr>
            <w:tcW w:w="1433" w:type="dxa"/>
            <w:vAlign w:val="center"/>
          </w:tcPr>
          <w:p w:rsidR="0006277C" w:rsidRPr="00E37054" w:rsidRDefault="0006277C" w:rsidP="0054039F">
            <w:pPr>
              <w:ind w:right="-54"/>
              <w:jc w:val="center"/>
              <w:rPr>
                <w:bCs/>
                <w:iCs/>
                <w:szCs w:val="28"/>
              </w:rPr>
            </w:pPr>
            <w:r w:rsidRPr="00E37054">
              <w:rPr>
                <w:bCs/>
                <w:iCs/>
                <w:szCs w:val="28"/>
              </w:rPr>
              <w:t xml:space="preserve">Обліковий </w:t>
            </w:r>
          </w:p>
          <w:p w:rsidR="0006277C" w:rsidRPr="00E37054" w:rsidRDefault="0006277C" w:rsidP="0054039F">
            <w:pPr>
              <w:ind w:right="-54"/>
              <w:jc w:val="center"/>
              <w:rPr>
                <w:bCs/>
                <w:iCs/>
                <w:szCs w:val="28"/>
              </w:rPr>
            </w:pPr>
            <w:r w:rsidRPr="00E37054">
              <w:rPr>
                <w:bCs/>
                <w:iCs/>
                <w:szCs w:val="28"/>
              </w:rPr>
              <w:t>№ ЗСЦЗ</w:t>
            </w:r>
          </w:p>
        </w:tc>
        <w:tc>
          <w:tcPr>
            <w:tcW w:w="2327" w:type="dxa"/>
            <w:vAlign w:val="center"/>
          </w:tcPr>
          <w:p w:rsidR="0006277C" w:rsidRPr="00E37054" w:rsidRDefault="0006277C" w:rsidP="0054039F">
            <w:pPr>
              <w:ind w:right="-54"/>
              <w:jc w:val="center"/>
              <w:rPr>
                <w:bCs/>
                <w:iCs/>
                <w:szCs w:val="28"/>
              </w:rPr>
            </w:pPr>
            <w:r w:rsidRPr="00E37054">
              <w:rPr>
                <w:bCs/>
                <w:iCs/>
                <w:szCs w:val="28"/>
              </w:rPr>
              <w:t>Адреса ЗСЦЗ</w:t>
            </w:r>
          </w:p>
        </w:tc>
        <w:tc>
          <w:tcPr>
            <w:tcW w:w="2898" w:type="dxa"/>
            <w:vAlign w:val="center"/>
          </w:tcPr>
          <w:p w:rsidR="0006277C" w:rsidRPr="00E37054" w:rsidRDefault="0006277C" w:rsidP="0054039F">
            <w:pPr>
              <w:ind w:right="-54"/>
              <w:jc w:val="center"/>
              <w:rPr>
                <w:bCs/>
                <w:iCs/>
                <w:szCs w:val="28"/>
              </w:rPr>
            </w:pPr>
            <w:r w:rsidRPr="00E37054">
              <w:rPr>
                <w:bCs/>
                <w:iCs/>
                <w:szCs w:val="28"/>
              </w:rPr>
              <w:t xml:space="preserve">Назва підприємства, на території якого знаходиться (лась) ЗСЦЗ </w:t>
            </w:r>
          </w:p>
        </w:tc>
        <w:tc>
          <w:tcPr>
            <w:tcW w:w="7891" w:type="dxa"/>
            <w:vAlign w:val="center"/>
          </w:tcPr>
          <w:p w:rsidR="0006277C" w:rsidRPr="00E37054" w:rsidRDefault="0006277C" w:rsidP="0054039F">
            <w:pPr>
              <w:ind w:right="-54"/>
              <w:jc w:val="center"/>
              <w:rPr>
                <w:bCs/>
                <w:iCs/>
                <w:szCs w:val="28"/>
              </w:rPr>
            </w:pPr>
            <w:r w:rsidRPr="00E37054">
              <w:rPr>
                <w:bCs/>
                <w:iCs/>
                <w:szCs w:val="28"/>
              </w:rPr>
              <w:t>Причина неготовності та зняття з обліку ЗСЦЗ</w:t>
            </w:r>
          </w:p>
        </w:tc>
      </w:tr>
      <w:tr w:rsidR="0006277C" w:rsidRPr="00E37054" w:rsidTr="007144BB">
        <w:tc>
          <w:tcPr>
            <w:tcW w:w="859" w:type="dxa"/>
            <w:vAlign w:val="center"/>
          </w:tcPr>
          <w:p w:rsidR="0006277C" w:rsidRPr="00E37054" w:rsidRDefault="0006277C" w:rsidP="0054039F">
            <w:pPr>
              <w:numPr>
                <w:ilvl w:val="0"/>
                <w:numId w:val="25"/>
              </w:numPr>
              <w:ind w:right="-54"/>
              <w:jc w:val="center"/>
              <w:rPr>
                <w:bCs/>
                <w:iCs/>
                <w:szCs w:val="28"/>
              </w:rPr>
            </w:pPr>
          </w:p>
        </w:tc>
        <w:tc>
          <w:tcPr>
            <w:tcW w:w="1433" w:type="dxa"/>
            <w:vAlign w:val="center"/>
          </w:tcPr>
          <w:p w:rsidR="0006277C" w:rsidRPr="00E37054" w:rsidRDefault="0006277C" w:rsidP="0054039F">
            <w:pPr>
              <w:ind w:right="-54"/>
              <w:jc w:val="center"/>
              <w:rPr>
                <w:bCs/>
                <w:iCs/>
                <w:szCs w:val="28"/>
              </w:rPr>
            </w:pPr>
            <w:r w:rsidRPr="00E37054">
              <w:rPr>
                <w:bCs/>
                <w:iCs/>
                <w:szCs w:val="28"/>
              </w:rPr>
              <w:t>96035</w:t>
            </w:r>
          </w:p>
        </w:tc>
        <w:tc>
          <w:tcPr>
            <w:tcW w:w="2327" w:type="dxa"/>
            <w:vAlign w:val="center"/>
          </w:tcPr>
          <w:p w:rsidR="0006277C" w:rsidRPr="00E37054" w:rsidRDefault="006C5FD8" w:rsidP="0054039F">
            <w:pPr>
              <w:ind w:right="-54"/>
              <w:rPr>
                <w:bCs/>
                <w:iCs/>
                <w:szCs w:val="28"/>
              </w:rPr>
            </w:pPr>
            <w:r w:rsidRPr="00E37054">
              <w:rPr>
                <w:bCs/>
                <w:iCs/>
                <w:szCs w:val="28"/>
              </w:rPr>
              <w:t xml:space="preserve">вул. </w:t>
            </w:r>
            <w:r w:rsidR="0006277C" w:rsidRPr="00E37054">
              <w:rPr>
                <w:bCs/>
                <w:iCs/>
                <w:szCs w:val="28"/>
              </w:rPr>
              <w:t>Галицький шлях,46</w:t>
            </w:r>
          </w:p>
        </w:tc>
        <w:tc>
          <w:tcPr>
            <w:tcW w:w="2898" w:type="dxa"/>
            <w:vAlign w:val="center"/>
          </w:tcPr>
          <w:p w:rsidR="0006277C" w:rsidRPr="00E37054" w:rsidRDefault="0006277C" w:rsidP="0054039F">
            <w:pPr>
              <w:ind w:right="-54"/>
              <w:jc w:val="center"/>
              <w:rPr>
                <w:bCs/>
                <w:iCs/>
                <w:szCs w:val="28"/>
              </w:rPr>
            </w:pPr>
            <w:r w:rsidRPr="00E37054">
              <w:rPr>
                <w:szCs w:val="28"/>
              </w:rPr>
              <w:t>ТДВ ”Чернівецький завод залізобетонних виробів і конструкцій</w:t>
            </w:r>
            <w:r w:rsidRPr="00E37054">
              <w:rPr>
                <w:szCs w:val="28"/>
              </w:rPr>
              <w:sym w:font="Symbol" w:char="F0B2"/>
            </w:r>
          </w:p>
        </w:tc>
        <w:tc>
          <w:tcPr>
            <w:tcW w:w="7891" w:type="dxa"/>
            <w:vAlign w:val="center"/>
          </w:tcPr>
          <w:p w:rsidR="0006277C" w:rsidRPr="00E37054" w:rsidRDefault="0006277C" w:rsidP="00FA0A4F">
            <w:pPr>
              <w:ind w:firstLine="389"/>
              <w:jc w:val="both"/>
              <w:rPr>
                <w:bCs/>
                <w:iCs/>
                <w:szCs w:val="28"/>
              </w:rPr>
            </w:pPr>
            <w:r w:rsidRPr="00E37054">
              <w:rPr>
                <w:rStyle w:val="20"/>
                <w:rFonts w:ascii="Times New Roman" w:hAnsi="Times New Roman"/>
                <w:b w:val="0"/>
                <w:i w:val="0"/>
              </w:rPr>
              <w:t>Захисна споруда зруйнована та відсутня за фактом.</w:t>
            </w:r>
          </w:p>
        </w:tc>
      </w:tr>
      <w:tr w:rsidR="0006277C" w:rsidRPr="00E37054" w:rsidTr="007144BB">
        <w:tc>
          <w:tcPr>
            <w:tcW w:w="859" w:type="dxa"/>
            <w:vAlign w:val="center"/>
          </w:tcPr>
          <w:p w:rsidR="0006277C" w:rsidRPr="00E37054" w:rsidRDefault="0006277C" w:rsidP="0054039F">
            <w:pPr>
              <w:numPr>
                <w:ilvl w:val="0"/>
                <w:numId w:val="25"/>
              </w:numPr>
              <w:ind w:right="-54"/>
              <w:jc w:val="center"/>
              <w:rPr>
                <w:bCs/>
                <w:iCs/>
                <w:szCs w:val="28"/>
              </w:rPr>
            </w:pPr>
          </w:p>
        </w:tc>
        <w:tc>
          <w:tcPr>
            <w:tcW w:w="1433" w:type="dxa"/>
            <w:vAlign w:val="center"/>
          </w:tcPr>
          <w:p w:rsidR="0006277C" w:rsidRPr="00E37054" w:rsidRDefault="0006277C" w:rsidP="0054039F">
            <w:pPr>
              <w:ind w:right="-54"/>
              <w:jc w:val="center"/>
              <w:rPr>
                <w:bCs/>
                <w:iCs/>
                <w:szCs w:val="28"/>
              </w:rPr>
            </w:pPr>
            <w:r w:rsidRPr="00E37054">
              <w:rPr>
                <w:bCs/>
                <w:iCs/>
                <w:szCs w:val="28"/>
              </w:rPr>
              <w:t>96048</w:t>
            </w:r>
          </w:p>
        </w:tc>
        <w:tc>
          <w:tcPr>
            <w:tcW w:w="2327" w:type="dxa"/>
            <w:vAlign w:val="center"/>
          </w:tcPr>
          <w:p w:rsidR="0006277C" w:rsidRPr="00E37054" w:rsidRDefault="0006277C" w:rsidP="0054039F">
            <w:pPr>
              <w:ind w:right="-54"/>
              <w:rPr>
                <w:bCs/>
                <w:iCs/>
                <w:szCs w:val="28"/>
              </w:rPr>
            </w:pPr>
            <w:r w:rsidRPr="00E37054">
              <w:rPr>
                <w:bCs/>
                <w:iCs/>
                <w:szCs w:val="28"/>
              </w:rPr>
              <w:t xml:space="preserve">вул. </w:t>
            </w:r>
            <w:r w:rsidRPr="00E37054">
              <w:rPr>
                <w:rStyle w:val="Heading2Char1"/>
                <w:rFonts w:ascii="Times New Roman" w:hAnsi="Times New Roman"/>
                <w:b w:val="0"/>
                <w:i w:val="0"/>
              </w:rPr>
              <w:t>Проектна,3</w:t>
            </w:r>
          </w:p>
        </w:tc>
        <w:tc>
          <w:tcPr>
            <w:tcW w:w="2898" w:type="dxa"/>
            <w:vAlign w:val="center"/>
          </w:tcPr>
          <w:p w:rsidR="0006277C" w:rsidRPr="00E37054" w:rsidRDefault="003D17D2" w:rsidP="0054039F">
            <w:pPr>
              <w:ind w:right="-54"/>
              <w:jc w:val="center"/>
              <w:rPr>
                <w:bCs/>
                <w:iCs/>
                <w:szCs w:val="28"/>
              </w:rPr>
            </w:pPr>
            <w:r w:rsidRPr="00E37054">
              <w:rPr>
                <w:bCs/>
                <w:szCs w:val="28"/>
              </w:rPr>
              <w:t>ТОВ ”Олбі-Рос”</w:t>
            </w:r>
          </w:p>
        </w:tc>
        <w:tc>
          <w:tcPr>
            <w:tcW w:w="7891" w:type="dxa"/>
            <w:vAlign w:val="center"/>
          </w:tcPr>
          <w:p w:rsidR="0006277C" w:rsidRPr="00E37054" w:rsidRDefault="0006277C" w:rsidP="0054039F">
            <w:pPr>
              <w:ind w:right="-54" w:firstLine="411"/>
              <w:rPr>
                <w:bCs/>
                <w:iCs/>
                <w:szCs w:val="28"/>
              </w:rPr>
            </w:pPr>
            <w:r w:rsidRPr="00E37054">
              <w:rPr>
                <w:rStyle w:val="20"/>
                <w:rFonts w:ascii="Times New Roman" w:hAnsi="Times New Roman"/>
                <w:b w:val="0"/>
                <w:i w:val="0"/>
              </w:rPr>
              <w:t>Захисна споруда зруйнована та відсутня за фактом.</w:t>
            </w:r>
          </w:p>
        </w:tc>
      </w:tr>
      <w:tr w:rsidR="0006277C" w:rsidRPr="00E37054" w:rsidTr="007144BB">
        <w:tc>
          <w:tcPr>
            <w:tcW w:w="859" w:type="dxa"/>
            <w:vAlign w:val="center"/>
          </w:tcPr>
          <w:p w:rsidR="0006277C" w:rsidRPr="00E37054" w:rsidRDefault="0006277C" w:rsidP="0054039F">
            <w:pPr>
              <w:numPr>
                <w:ilvl w:val="0"/>
                <w:numId w:val="25"/>
              </w:numPr>
              <w:ind w:right="-54"/>
              <w:jc w:val="center"/>
              <w:rPr>
                <w:bCs/>
                <w:iCs/>
                <w:szCs w:val="28"/>
              </w:rPr>
            </w:pPr>
          </w:p>
        </w:tc>
        <w:tc>
          <w:tcPr>
            <w:tcW w:w="1433" w:type="dxa"/>
            <w:vAlign w:val="center"/>
          </w:tcPr>
          <w:p w:rsidR="0006277C" w:rsidRPr="00E37054" w:rsidRDefault="0006277C" w:rsidP="0054039F">
            <w:pPr>
              <w:ind w:right="-54"/>
              <w:jc w:val="center"/>
              <w:rPr>
                <w:bCs/>
                <w:iCs/>
                <w:szCs w:val="28"/>
              </w:rPr>
            </w:pPr>
            <w:r w:rsidRPr="00E37054">
              <w:rPr>
                <w:bCs/>
                <w:iCs/>
                <w:szCs w:val="28"/>
              </w:rPr>
              <w:t>96072</w:t>
            </w:r>
          </w:p>
        </w:tc>
        <w:tc>
          <w:tcPr>
            <w:tcW w:w="2327" w:type="dxa"/>
            <w:vAlign w:val="center"/>
          </w:tcPr>
          <w:p w:rsidR="0006277C" w:rsidRPr="00E37054" w:rsidRDefault="0006277C" w:rsidP="0054039F">
            <w:pPr>
              <w:ind w:right="-54"/>
              <w:rPr>
                <w:bCs/>
                <w:iCs/>
                <w:szCs w:val="28"/>
              </w:rPr>
            </w:pPr>
            <w:r w:rsidRPr="00E37054">
              <w:rPr>
                <w:bCs/>
                <w:iCs/>
                <w:szCs w:val="28"/>
              </w:rPr>
              <w:t>вул. Заводська,44</w:t>
            </w:r>
          </w:p>
        </w:tc>
        <w:tc>
          <w:tcPr>
            <w:tcW w:w="2898" w:type="dxa"/>
            <w:vAlign w:val="center"/>
          </w:tcPr>
          <w:p w:rsidR="0006277C" w:rsidRPr="00E37054" w:rsidRDefault="003D17D2" w:rsidP="0054039F">
            <w:pPr>
              <w:ind w:right="-54"/>
              <w:jc w:val="center"/>
              <w:rPr>
                <w:bCs/>
                <w:iCs/>
                <w:szCs w:val="28"/>
              </w:rPr>
            </w:pPr>
            <w:r w:rsidRPr="00E37054">
              <w:rPr>
                <w:bCs/>
                <w:iCs/>
                <w:szCs w:val="28"/>
              </w:rPr>
              <w:t>ПП Онуфрійчук І. В.</w:t>
            </w:r>
          </w:p>
        </w:tc>
        <w:tc>
          <w:tcPr>
            <w:tcW w:w="7891" w:type="dxa"/>
            <w:vAlign w:val="center"/>
          </w:tcPr>
          <w:p w:rsidR="0006277C" w:rsidRPr="00E37054" w:rsidRDefault="0006277C" w:rsidP="0054039F">
            <w:pPr>
              <w:ind w:right="-54" w:firstLine="411"/>
              <w:jc w:val="both"/>
              <w:rPr>
                <w:bCs/>
                <w:iCs/>
                <w:szCs w:val="28"/>
              </w:rPr>
            </w:pPr>
            <w:r w:rsidRPr="00E37054">
              <w:rPr>
                <w:rStyle w:val="20"/>
                <w:rFonts w:ascii="Times New Roman" w:hAnsi="Times New Roman"/>
                <w:b w:val="0"/>
                <w:i w:val="0"/>
              </w:rPr>
              <w:t xml:space="preserve">Захисна споруда не прийнята в експлуатацію встановленим порядком. </w:t>
            </w:r>
            <w:r w:rsidR="006D2B8D" w:rsidRPr="00E37054">
              <w:rPr>
                <w:rStyle w:val="20"/>
                <w:rFonts w:ascii="Times New Roman" w:hAnsi="Times New Roman"/>
                <w:b w:val="0"/>
                <w:i w:val="0"/>
              </w:rPr>
              <w:t xml:space="preserve">Захисну споруду </w:t>
            </w:r>
            <w:r w:rsidRPr="00E37054">
              <w:rPr>
                <w:rStyle w:val="20"/>
                <w:rFonts w:ascii="Times New Roman" w:hAnsi="Times New Roman"/>
                <w:b w:val="0"/>
                <w:i w:val="0"/>
              </w:rPr>
              <w:t xml:space="preserve"> взято на облік безпідставно.</w:t>
            </w:r>
          </w:p>
        </w:tc>
      </w:tr>
    </w:tbl>
    <w:p w:rsidR="009F5ADA" w:rsidRPr="00E37054" w:rsidRDefault="009F5ADA" w:rsidP="009F5ADA">
      <w:pPr>
        <w:jc w:val="both"/>
        <w:rPr>
          <w:szCs w:val="28"/>
        </w:rPr>
      </w:pPr>
    </w:p>
    <w:p w:rsidR="003D17D2" w:rsidRPr="00E37054" w:rsidRDefault="003D17D2" w:rsidP="009F5ADA">
      <w:pPr>
        <w:rPr>
          <w:b/>
          <w:szCs w:val="28"/>
        </w:rPr>
      </w:pPr>
    </w:p>
    <w:p w:rsidR="009F5ADA" w:rsidRPr="00E37054" w:rsidRDefault="002F709F" w:rsidP="009F5ADA">
      <w:pPr>
        <w:rPr>
          <w:b/>
          <w:szCs w:val="28"/>
        </w:rPr>
      </w:pPr>
      <w:r w:rsidRPr="00E37054">
        <w:rPr>
          <w:b/>
          <w:szCs w:val="28"/>
        </w:rPr>
        <w:t xml:space="preserve">Секретар виконавчого комітету Чернівецької міської ради                                                                                 </w:t>
      </w:r>
      <w:r w:rsidR="006C5FD8" w:rsidRPr="00E37054">
        <w:rPr>
          <w:b/>
          <w:szCs w:val="28"/>
        </w:rPr>
        <w:t>А. Бабюк</w:t>
      </w:r>
    </w:p>
    <w:p w:rsidR="00F10F1C" w:rsidRPr="00E37054" w:rsidRDefault="00F10F1C" w:rsidP="00F10F1C">
      <w:pPr>
        <w:rPr>
          <w:szCs w:val="28"/>
        </w:rPr>
      </w:pPr>
    </w:p>
    <w:p w:rsidR="000D5B89" w:rsidRPr="00E37054" w:rsidRDefault="000D5B89">
      <w:pPr>
        <w:rPr>
          <w:b/>
          <w:szCs w:val="28"/>
        </w:rPr>
      </w:pPr>
    </w:p>
    <w:sectPr w:rsidR="000D5B89" w:rsidRPr="00E37054" w:rsidSect="009F5ADA">
      <w:pgSz w:w="16838" w:h="11906" w:orient="landscape" w:code="9"/>
      <w:pgMar w:top="1418" w:right="851" w:bottom="851" w:left="851" w:header="709" w:footer="709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B23" w:rsidRDefault="00D14B23">
      <w:r>
        <w:separator/>
      </w:r>
    </w:p>
  </w:endnote>
  <w:endnote w:type="continuationSeparator" w:id="0">
    <w:p w:rsidR="00D14B23" w:rsidRDefault="00D14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B23" w:rsidRDefault="00D14B23">
      <w:r>
        <w:separator/>
      </w:r>
    </w:p>
  </w:footnote>
  <w:footnote w:type="continuationSeparator" w:id="0">
    <w:p w:rsidR="00D14B23" w:rsidRDefault="00D14B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188" w:rsidRDefault="000A5188" w:rsidP="000A580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A5188" w:rsidRDefault="000A518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7C4D"/>
    <w:multiLevelType w:val="multilevel"/>
    <w:tmpl w:val="1804B52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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277A2"/>
    <w:multiLevelType w:val="multilevel"/>
    <w:tmpl w:val="0FC079F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217A7"/>
    <w:multiLevelType w:val="hybridMultilevel"/>
    <w:tmpl w:val="1804B522"/>
    <w:lvl w:ilvl="0" w:tplc="8E6AD97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C876E540">
      <w:start w:val="1"/>
      <w:numFmt w:val="bullet"/>
      <w:lvlText w:val="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054CBC"/>
    <w:multiLevelType w:val="hybridMultilevel"/>
    <w:tmpl w:val="36A0EE84"/>
    <w:lvl w:ilvl="0" w:tplc="F0C2D9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DF207A"/>
    <w:multiLevelType w:val="hybridMultilevel"/>
    <w:tmpl w:val="491634F4"/>
    <w:lvl w:ilvl="0" w:tplc="8E6AD97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4FFCEE6A">
      <w:start w:val="1"/>
      <w:numFmt w:val="bullet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032265"/>
    <w:multiLevelType w:val="hybridMultilevel"/>
    <w:tmpl w:val="878EB85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20120460"/>
    <w:multiLevelType w:val="hybridMultilevel"/>
    <w:tmpl w:val="0FC079F2"/>
    <w:lvl w:ilvl="0" w:tplc="8E6AD97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2A7403F8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540D6F"/>
    <w:multiLevelType w:val="hybridMultilevel"/>
    <w:tmpl w:val="FB98B666"/>
    <w:lvl w:ilvl="0" w:tplc="3B42D47E">
      <w:start w:val="1"/>
      <w:numFmt w:val="decimal"/>
      <w:lvlText w:val="%1."/>
      <w:lvlJc w:val="left"/>
      <w:pPr>
        <w:tabs>
          <w:tab w:val="num" w:pos="2185"/>
        </w:tabs>
        <w:ind w:left="2185" w:hanging="15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A17359"/>
    <w:multiLevelType w:val="hybridMultilevel"/>
    <w:tmpl w:val="63007848"/>
    <w:lvl w:ilvl="0" w:tplc="3B42D47E">
      <w:start w:val="1"/>
      <w:numFmt w:val="decimal"/>
      <w:lvlText w:val="%1."/>
      <w:lvlJc w:val="left"/>
      <w:pPr>
        <w:tabs>
          <w:tab w:val="num" w:pos="2185"/>
        </w:tabs>
        <w:ind w:left="2185" w:hanging="15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0"/>
        </w:tabs>
        <w:ind w:left="17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0"/>
        </w:tabs>
        <w:ind w:left="24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0"/>
        </w:tabs>
        <w:ind w:left="31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0"/>
        </w:tabs>
        <w:ind w:left="39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0"/>
        </w:tabs>
        <w:ind w:left="46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0"/>
        </w:tabs>
        <w:ind w:left="53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0"/>
        </w:tabs>
        <w:ind w:left="60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0"/>
        </w:tabs>
        <w:ind w:left="6790" w:hanging="180"/>
      </w:pPr>
    </w:lvl>
  </w:abstractNum>
  <w:abstractNum w:abstractNumId="9" w15:restartNumberingAfterBreak="0">
    <w:nsid w:val="36756E62"/>
    <w:multiLevelType w:val="multilevel"/>
    <w:tmpl w:val="7C08D9EC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5249C7"/>
    <w:multiLevelType w:val="multilevel"/>
    <w:tmpl w:val="B992AF5C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3A59A3"/>
    <w:multiLevelType w:val="hybridMultilevel"/>
    <w:tmpl w:val="30EE8784"/>
    <w:lvl w:ilvl="0" w:tplc="8E6AD97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4E57FB"/>
    <w:multiLevelType w:val="hybridMultilevel"/>
    <w:tmpl w:val="CA1AE322"/>
    <w:lvl w:ilvl="0" w:tplc="BCA49A88">
      <w:start w:val="3"/>
      <w:numFmt w:val="decimal"/>
      <w:lvlText w:val="%1."/>
      <w:lvlJc w:val="left"/>
      <w:pPr>
        <w:tabs>
          <w:tab w:val="num" w:pos="1945"/>
        </w:tabs>
        <w:ind w:left="1945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0"/>
        </w:tabs>
        <w:ind w:left="17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0"/>
        </w:tabs>
        <w:ind w:left="24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0"/>
        </w:tabs>
        <w:ind w:left="31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0"/>
        </w:tabs>
        <w:ind w:left="39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0"/>
        </w:tabs>
        <w:ind w:left="46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0"/>
        </w:tabs>
        <w:ind w:left="53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0"/>
        </w:tabs>
        <w:ind w:left="60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0"/>
        </w:tabs>
        <w:ind w:left="6790" w:hanging="180"/>
      </w:pPr>
    </w:lvl>
  </w:abstractNum>
  <w:abstractNum w:abstractNumId="13" w15:restartNumberingAfterBreak="0">
    <w:nsid w:val="48331740"/>
    <w:multiLevelType w:val="hybridMultilevel"/>
    <w:tmpl w:val="D004CE52"/>
    <w:lvl w:ilvl="0" w:tplc="CB1A5C2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493117E0"/>
    <w:multiLevelType w:val="hybridMultilevel"/>
    <w:tmpl w:val="C164B1CA"/>
    <w:lvl w:ilvl="0" w:tplc="ED66E0AC">
      <w:start w:val="3"/>
      <w:numFmt w:val="decimal"/>
      <w:lvlText w:val="%1."/>
      <w:lvlJc w:val="left"/>
      <w:pPr>
        <w:tabs>
          <w:tab w:val="num" w:pos="2282"/>
        </w:tabs>
        <w:ind w:left="2282" w:hanging="154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15" w15:restartNumberingAfterBreak="0">
    <w:nsid w:val="4C191185"/>
    <w:multiLevelType w:val="hybridMultilevel"/>
    <w:tmpl w:val="7C08D9EC"/>
    <w:lvl w:ilvl="0" w:tplc="8E6AD97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304F252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F46308"/>
    <w:multiLevelType w:val="hybridMultilevel"/>
    <w:tmpl w:val="81D8D530"/>
    <w:lvl w:ilvl="0" w:tplc="A518FEB2">
      <w:start w:val="1"/>
      <w:numFmt w:val="decimal"/>
      <w:lvlText w:val="%1."/>
      <w:lvlJc w:val="left"/>
      <w:pPr>
        <w:tabs>
          <w:tab w:val="num" w:pos="2020"/>
        </w:tabs>
        <w:ind w:left="2020" w:hanging="13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0"/>
        </w:tabs>
        <w:ind w:left="17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0"/>
        </w:tabs>
        <w:ind w:left="24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0"/>
        </w:tabs>
        <w:ind w:left="31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0"/>
        </w:tabs>
        <w:ind w:left="39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0"/>
        </w:tabs>
        <w:ind w:left="46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0"/>
        </w:tabs>
        <w:ind w:left="53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0"/>
        </w:tabs>
        <w:ind w:left="60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0"/>
        </w:tabs>
        <w:ind w:left="6790" w:hanging="180"/>
      </w:pPr>
    </w:lvl>
  </w:abstractNum>
  <w:abstractNum w:abstractNumId="17" w15:restartNumberingAfterBreak="0">
    <w:nsid w:val="4E1077BD"/>
    <w:multiLevelType w:val="hybridMultilevel"/>
    <w:tmpl w:val="B992AF5C"/>
    <w:lvl w:ilvl="0" w:tplc="8E6AD97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7818AE7A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517126"/>
    <w:multiLevelType w:val="multilevel"/>
    <w:tmpl w:val="30EE878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B17E77"/>
    <w:multiLevelType w:val="hybridMultilevel"/>
    <w:tmpl w:val="0096DE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4333A79"/>
    <w:multiLevelType w:val="hybridMultilevel"/>
    <w:tmpl w:val="C9706C8A"/>
    <w:lvl w:ilvl="0" w:tplc="3B42D47E">
      <w:start w:val="1"/>
      <w:numFmt w:val="decimal"/>
      <w:lvlText w:val="%1."/>
      <w:lvlJc w:val="left"/>
      <w:pPr>
        <w:tabs>
          <w:tab w:val="num" w:pos="2185"/>
        </w:tabs>
        <w:ind w:left="2185" w:hanging="15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04721F"/>
    <w:multiLevelType w:val="hybridMultilevel"/>
    <w:tmpl w:val="DF08C818"/>
    <w:lvl w:ilvl="0" w:tplc="7400AEB4">
      <w:start w:val="1"/>
      <w:numFmt w:val="decimal"/>
      <w:lvlText w:val="%1."/>
      <w:lvlJc w:val="left"/>
      <w:pPr>
        <w:tabs>
          <w:tab w:val="num" w:pos="1995"/>
        </w:tabs>
        <w:ind w:left="1995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22" w15:restartNumberingAfterBreak="0">
    <w:nsid w:val="666E5EE6"/>
    <w:multiLevelType w:val="hybridMultilevel"/>
    <w:tmpl w:val="C72C5E78"/>
    <w:lvl w:ilvl="0" w:tplc="8E6AD97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6E9CB01E">
      <w:start w:val="1"/>
      <w:numFmt w:val="bullet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082259"/>
    <w:multiLevelType w:val="hybridMultilevel"/>
    <w:tmpl w:val="C4D80720"/>
    <w:lvl w:ilvl="0" w:tplc="09DEC374">
      <w:start w:val="2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91E6147"/>
    <w:multiLevelType w:val="hybridMultilevel"/>
    <w:tmpl w:val="564ABFC0"/>
    <w:lvl w:ilvl="0" w:tplc="8E6AD97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304F252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FE206D"/>
    <w:multiLevelType w:val="multilevel"/>
    <w:tmpl w:val="C72C5E78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D41A61"/>
    <w:multiLevelType w:val="hybridMultilevel"/>
    <w:tmpl w:val="09AC45B2"/>
    <w:lvl w:ilvl="0" w:tplc="AB08C8F6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74857661"/>
    <w:multiLevelType w:val="multilevel"/>
    <w:tmpl w:val="491634F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8"/>
  </w:num>
  <w:num w:numId="3">
    <w:abstractNumId w:val="6"/>
  </w:num>
  <w:num w:numId="4">
    <w:abstractNumId w:val="1"/>
  </w:num>
  <w:num w:numId="5">
    <w:abstractNumId w:val="17"/>
  </w:num>
  <w:num w:numId="6">
    <w:abstractNumId w:val="10"/>
  </w:num>
  <w:num w:numId="7">
    <w:abstractNumId w:val="2"/>
  </w:num>
  <w:num w:numId="8">
    <w:abstractNumId w:val="0"/>
  </w:num>
  <w:num w:numId="9">
    <w:abstractNumId w:val="22"/>
  </w:num>
  <w:num w:numId="10">
    <w:abstractNumId w:val="25"/>
  </w:num>
  <w:num w:numId="11">
    <w:abstractNumId w:val="4"/>
  </w:num>
  <w:num w:numId="12">
    <w:abstractNumId w:val="27"/>
  </w:num>
  <w:num w:numId="13">
    <w:abstractNumId w:val="15"/>
  </w:num>
  <w:num w:numId="14">
    <w:abstractNumId w:val="9"/>
  </w:num>
  <w:num w:numId="15">
    <w:abstractNumId w:val="24"/>
  </w:num>
  <w:num w:numId="16">
    <w:abstractNumId w:val="26"/>
  </w:num>
  <w:num w:numId="17">
    <w:abstractNumId w:val="13"/>
  </w:num>
  <w:num w:numId="18">
    <w:abstractNumId w:val="12"/>
  </w:num>
  <w:num w:numId="19">
    <w:abstractNumId w:val="3"/>
  </w:num>
  <w:num w:numId="20">
    <w:abstractNumId w:val="16"/>
  </w:num>
  <w:num w:numId="21">
    <w:abstractNumId w:val="23"/>
  </w:num>
  <w:num w:numId="22">
    <w:abstractNumId w:val="5"/>
  </w:num>
  <w:num w:numId="23">
    <w:abstractNumId w:val="21"/>
  </w:num>
  <w:num w:numId="24">
    <w:abstractNumId w:val="14"/>
  </w:num>
  <w:num w:numId="25">
    <w:abstractNumId w:val="19"/>
  </w:num>
  <w:num w:numId="26">
    <w:abstractNumId w:val="8"/>
  </w:num>
  <w:num w:numId="27">
    <w:abstractNumId w:val="7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9C1"/>
    <w:rsid w:val="00012A5E"/>
    <w:rsid w:val="000254F5"/>
    <w:rsid w:val="000321A6"/>
    <w:rsid w:val="000331A3"/>
    <w:rsid w:val="00035957"/>
    <w:rsid w:val="00052C34"/>
    <w:rsid w:val="000552F4"/>
    <w:rsid w:val="00057485"/>
    <w:rsid w:val="0006091B"/>
    <w:rsid w:val="0006277C"/>
    <w:rsid w:val="00066577"/>
    <w:rsid w:val="00066B38"/>
    <w:rsid w:val="00067A2A"/>
    <w:rsid w:val="00067ED9"/>
    <w:rsid w:val="00070501"/>
    <w:rsid w:val="00070ECD"/>
    <w:rsid w:val="00070F2E"/>
    <w:rsid w:val="00071B8E"/>
    <w:rsid w:val="00090A0F"/>
    <w:rsid w:val="00097476"/>
    <w:rsid w:val="00097E27"/>
    <w:rsid w:val="000A5188"/>
    <w:rsid w:val="000A5801"/>
    <w:rsid w:val="000A7B88"/>
    <w:rsid w:val="000B2600"/>
    <w:rsid w:val="000D00FB"/>
    <w:rsid w:val="000D02FB"/>
    <w:rsid w:val="000D38C0"/>
    <w:rsid w:val="000D5B89"/>
    <w:rsid w:val="000F7D4D"/>
    <w:rsid w:val="001005F8"/>
    <w:rsid w:val="00104D2E"/>
    <w:rsid w:val="00111856"/>
    <w:rsid w:val="00112048"/>
    <w:rsid w:val="00112791"/>
    <w:rsid w:val="00115D5C"/>
    <w:rsid w:val="001204D4"/>
    <w:rsid w:val="0012231F"/>
    <w:rsid w:val="00122951"/>
    <w:rsid w:val="0013043A"/>
    <w:rsid w:val="00141BB5"/>
    <w:rsid w:val="00152CF8"/>
    <w:rsid w:val="00160ABA"/>
    <w:rsid w:val="0016191A"/>
    <w:rsid w:val="00162AC0"/>
    <w:rsid w:val="00170983"/>
    <w:rsid w:val="00171BC9"/>
    <w:rsid w:val="00183E5A"/>
    <w:rsid w:val="00183F25"/>
    <w:rsid w:val="0019539B"/>
    <w:rsid w:val="001B6E1C"/>
    <w:rsid w:val="001C52B9"/>
    <w:rsid w:val="001F0535"/>
    <w:rsid w:val="001F0F4A"/>
    <w:rsid w:val="001F298F"/>
    <w:rsid w:val="001F7DD4"/>
    <w:rsid w:val="00200459"/>
    <w:rsid w:val="00200C3D"/>
    <w:rsid w:val="0020270F"/>
    <w:rsid w:val="00207009"/>
    <w:rsid w:val="00211E7C"/>
    <w:rsid w:val="00217F81"/>
    <w:rsid w:val="00220193"/>
    <w:rsid w:val="00221811"/>
    <w:rsid w:val="00221FD5"/>
    <w:rsid w:val="00222FD4"/>
    <w:rsid w:val="00223BDA"/>
    <w:rsid w:val="0022420F"/>
    <w:rsid w:val="00227F54"/>
    <w:rsid w:val="00230298"/>
    <w:rsid w:val="00250783"/>
    <w:rsid w:val="00264AAA"/>
    <w:rsid w:val="002661A8"/>
    <w:rsid w:val="0027148E"/>
    <w:rsid w:val="0027349C"/>
    <w:rsid w:val="002747CA"/>
    <w:rsid w:val="002804E9"/>
    <w:rsid w:val="00290A8E"/>
    <w:rsid w:val="00297920"/>
    <w:rsid w:val="002A4C44"/>
    <w:rsid w:val="002B0565"/>
    <w:rsid w:val="002B1782"/>
    <w:rsid w:val="002B7347"/>
    <w:rsid w:val="002C2FD7"/>
    <w:rsid w:val="002C4762"/>
    <w:rsid w:val="002C7A17"/>
    <w:rsid w:val="002D376D"/>
    <w:rsid w:val="002D6A99"/>
    <w:rsid w:val="002E4CE3"/>
    <w:rsid w:val="002F5050"/>
    <w:rsid w:val="002F709F"/>
    <w:rsid w:val="003125F3"/>
    <w:rsid w:val="003134CD"/>
    <w:rsid w:val="003136D5"/>
    <w:rsid w:val="003153FC"/>
    <w:rsid w:val="0031574D"/>
    <w:rsid w:val="0033634C"/>
    <w:rsid w:val="003366A7"/>
    <w:rsid w:val="00343C9B"/>
    <w:rsid w:val="00346DDA"/>
    <w:rsid w:val="00351C20"/>
    <w:rsid w:val="0035230D"/>
    <w:rsid w:val="00352AE7"/>
    <w:rsid w:val="00357FD6"/>
    <w:rsid w:val="0036335D"/>
    <w:rsid w:val="00365D17"/>
    <w:rsid w:val="00376561"/>
    <w:rsid w:val="00382F9B"/>
    <w:rsid w:val="00383090"/>
    <w:rsid w:val="003B4557"/>
    <w:rsid w:val="003C4625"/>
    <w:rsid w:val="003C46CB"/>
    <w:rsid w:val="003D17D2"/>
    <w:rsid w:val="003D1BE5"/>
    <w:rsid w:val="003D57E0"/>
    <w:rsid w:val="003F20FC"/>
    <w:rsid w:val="003F21D6"/>
    <w:rsid w:val="003F23D2"/>
    <w:rsid w:val="003F2EE2"/>
    <w:rsid w:val="003F3CEC"/>
    <w:rsid w:val="00407F65"/>
    <w:rsid w:val="00411E77"/>
    <w:rsid w:val="00434AA8"/>
    <w:rsid w:val="00436CA3"/>
    <w:rsid w:val="004371A0"/>
    <w:rsid w:val="0044029A"/>
    <w:rsid w:val="00441412"/>
    <w:rsid w:val="00451CC3"/>
    <w:rsid w:val="00452B39"/>
    <w:rsid w:val="00454535"/>
    <w:rsid w:val="004610AC"/>
    <w:rsid w:val="004619D1"/>
    <w:rsid w:val="004628F2"/>
    <w:rsid w:val="0046393C"/>
    <w:rsid w:val="004667FE"/>
    <w:rsid w:val="00487776"/>
    <w:rsid w:val="004A284A"/>
    <w:rsid w:val="004B02FD"/>
    <w:rsid w:val="004B2596"/>
    <w:rsid w:val="004B290A"/>
    <w:rsid w:val="004C5F05"/>
    <w:rsid w:val="004E54D1"/>
    <w:rsid w:val="004E58FC"/>
    <w:rsid w:val="004E6B9D"/>
    <w:rsid w:val="005018B9"/>
    <w:rsid w:val="00504BDF"/>
    <w:rsid w:val="00506635"/>
    <w:rsid w:val="00512E43"/>
    <w:rsid w:val="00513CC9"/>
    <w:rsid w:val="00513F00"/>
    <w:rsid w:val="00517509"/>
    <w:rsid w:val="00517F73"/>
    <w:rsid w:val="00520FAA"/>
    <w:rsid w:val="005212C3"/>
    <w:rsid w:val="005329B1"/>
    <w:rsid w:val="0054039F"/>
    <w:rsid w:val="005524B2"/>
    <w:rsid w:val="0055706A"/>
    <w:rsid w:val="00566D8B"/>
    <w:rsid w:val="005701DA"/>
    <w:rsid w:val="0057323D"/>
    <w:rsid w:val="00575E3A"/>
    <w:rsid w:val="00575F5D"/>
    <w:rsid w:val="00577638"/>
    <w:rsid w:val="00577D37"/>
    <w:rsid w:val="0058258A"/>
    <w:rsid w:val="00590673"/>
    <w:rsid w:val="00594159"/>
    <w:rsid w:val="00594978"/>
    <w:rsid w:val="00595F42"/>
    <w:rsid w:val="005A13E8"/>
    <w:rsid w:val="005A19FA"/>
    <w:rsid w:val="005A4818"/>
    <w:rsid w:val="005B26C8"/>
    <w:rsid w:val="005B4A04"/>
    <w:rsid w:val="005B52D1"/>
    <w:rsid w:val="005B78BB"/>
    <w:rsid w:val="005C0577"/>
    <w:rsid w:val="005C075E"/>
    <w:rsid w:val="005C11E3"/>
    <w:rsid w:val="005C1E59"/>
    <w:rsid w:val="005C7461"/>
    <w:rsid w:val="005D02B8"/>
    <w:rsid w:val="005E62F8"/>
    <w:rsid w:val="006000FD"/>
    <w:rsid w:val="00600F23"/>
    <w:rsid w:val="00631155"/>
    <w:rsid w:val="00633925"/>
    <w:rsid w:val="006352F5"/>
    <w:rsid w:val="00637F20"/>
    <w:rsid w:val="006627BA"/>
    <w:rsid w:val="0067166C"/>
    <w:rsid w:val="00674145"/>
    <w:rsid w:val="0067733E"/>
    <w:rsid w:val="00683FF2"/>
    <w:rsid w:val="00685529"/>
    <w:rsid w:val="00690DD4"/>
    <w:rsid w:val="00696B70"/>
    <w:rsid w:val="00697A41"/>
    <w:rsid w:val="006A073B"/>
    <w:rsid w:val="006C5FD8"/>
    <w:rsid w:val="006C7FBF"/>
    <w:rsid w:val="006D165C"/>
    <w:rsid w:val="006D2B8D"/>
    <w:rsid w:val="006E0F46"/>
    <w:rsid w:val="006E24FF"/>
    <w:rsid w:val="006E29C1"/>
    <w:rsid w:val="006F0414"/>
    <w:rsid w:val="006F35E1"/>
    <w:rsid w:val="006F7BDE"/>
    <w:rsid w:val="007033D0"/>
    <w:rsid w:val="00711514"/>
    <w:rsid w:val="00711B0A"/>
    <w:rsid w:val="007144BB"/>
    <w:rsid w:val="0071789F"/>
    <w:rsid w:val="00736A2E"/>
    <w:rsid w:val="00736B01"/>
    <w:rsid w:val="00737855"/>
    <w:rsid w:val="0074190C"/>
    <w:rsid w:val="00742413"/>
    <w:rsid w:val="00742F04"/>
    <w:rsid w:val="00750060"/>
    <w:rsid w:val="00750CCF"/>
    <w:rsid w:val="00750F0D"/>
    <w:rsid w:val="00752C5E"/>
    <w:rsid w:val="007678B1"/>
    <w:rsid w:val="007808DA"/>
    <w:rsid w:val="00784AAF"/>
    <w:rsid w:val="0079285B"/>
    <w:rsid w:val="007935D4"/>
    <w:rsid w:val="007A2C1B"/>
    <w:rsid w:val="007A37D0"/>
    <w:rsid w:val="007B1C48"/>
    <w:rsid w:val="007B5BF4"/>
    <w:rsid w:val="007C348F"/>
    <w:rsid w:val="007D5941"/>
    <w:rsid w:val="007D60BD"/>
    <w:rsid w:val="007E120B"/>
    <w:rsid w:val="007E44BD"/>
    <w:rsid w:val="00803790"/>
    <w:rsid w:val="008046E2"/>
    <w:rsid w:val="008060B1"/>
    <w:rsid w:val="00817565"/>
    <w:rsid w:val="008313FE"/>
    <w:rsid w:val="0084544C"/>
    <w:rsid w:val="00850DD1"/>
    <w:rsid w:val="00851A72"/>
    <w:rsid w:val="00851E27"/>
    <w:rsid w:val="00861BC9"/>
    <w:rsid w:val="00866EC1"/>
    <w:rsid w:val="00870E95"/>
    <w:rsid w:val="00874707"/>
    <w:rsid w:val="00880319"/>
    <w:rsid w:val="00880AF1"/>
    <w:rsid w:val="008941AB"/>
    <w:rsid w:val="008A223E"/>
    <w:rsid w:val="008A60E5"/>
    <w:rsid w:val="008B2F43"/>
    <w:rsid w:val="008C34BC"/>
    <w:rsid w:val="008C39BB"/>
    <w:rsid w:val="008C3EB4"/>
    <w:rsid w:val="008D77E5"/>
    <w:rsid w:val="008E23D6"/>
    <w:rsid w:val="008E67D6"/>
    <w:rsid w:val="008E7234"/>
    <w:rsid w:val="008F255D"/>
    <w:rsid w:val="008F56EF"/>
    <w:rsid w:val="00903DA2"/>
    <w:rsid w:val="00904218"/>
    <w:rsid w:val="00915603"/>
    <w:rsid w:val="00917E08"/>
    <w:rsid w:val="0093504C"/>
    <w:rsid w:val="00953733"/>
    <w:rsid w:val="00953810"/>
    <w:rsid w:val="00955B3A"/>
    <w:rsid w:val="00956B34"/>
    <w:rsid w:val="00960680"/>
    <w:rsid w:val="009715F3"/>
    <w:rsid w:val="00977792"/>
    <w:rsid w:val="00980A1A"/>
    <w:rsid w:val="00992C06"/>
    <w:rsid w:val="0099659B"/>
    <w:rsid w:val="009A40E1"/>
    <w:rsid w:val="009A41C0"/>
    <w:rsid w:val="009B45DC"/>
    <w:rsid w:val="009B47C8"/>
    <w:rsid w:val="009B5BE3"/>
    <w:rsid w:val="009B5D8C"/>
    <w:rsid w:val="009C138E"/>
    <w:rsid w:val="009C1718"/>
    <w:rsid w:val="009D0E20"/>
    <w:rsid w:val="009D3CEF"/>
    <w:rsid w:val="009D677C"/>
    <w:rsid w:val="009E0771"/>
    <w:rsid w:val="009E40D9"/>
    <w:rsid w:val="009E7376"/>
    <w:rsid w:val="009F0818"/>
    <w:rsid w:val="009F118E"/>
    <w:rsid w:val="009F5ADA"/>
    <w:rsid w:val="00A13211"/>
    <w:rsid w:val="00A1747B"/>
    <w:rsid w:val="00A24C35"/>
    <w:rsid w:val="00A25792"/>
    <w:rsid w:val="00A27DCC"/>
    <w:rsid w:val="00A449A8"/>
    <w:rsid w:val="00A464D7"/>
    <w:rsid w:val="00A50C52"/>
    <w:rsid w:val="00A62F40"/>
    <w:rsid w:val="00A630A9"/>
    <w:rsid w:val="00A92FA3"/>
    <w:rsid w:val="00AA0AE0"/>
    <w:rsid w:val="00AA0E4C"/>
    <w:rsid w:val="00AB0E8B"/>
    <w:rsid w:val="00AC4DF3"/>
    <w:rsid w:val="00AD0E86"/>
    <w:rsid w:val="00AD273B"/>
    <w:rsid w:val="00AD3CD1"/>
    <w:rsid w:val="00AE13FC"/>
    <w:rsid w:val="00AE2FC0"/>
    <w:rsid w:val="00AE7C9D"/>
    <w:rsid w:val="00AF3F42"/>
    <w:rsid w:val="00AF765C"/>
    <w:rsid w:val="00B03E1D"/>
    <w:rsid w:val="00B048A1"/>
    <w:rsid w:val="00B21C93"/>
    <w:rsid w:val="00B2397D"/>
    <w:rsid w:val="00B244C6"/>
    <w:rsid w:val="00B2739F"/>
    <w:rsid w:val="00B36271"/>
    <w:rsid w:val="00B37A49"/>
    <w:rsid w:val="00B51A99"/>
    <w:rsid w:val="00B527DD"/>
    <w:rsid w:val="00B55BD9"/>
    <w:rsid w:val="00B776CC"/>
    <w:rsid w:val="00B80666"/>
    <w:rsid w:val="00B911B4"/>
    <w:rsid w:val="00BA1A3A"/>
    <w:rsid w:val="00BA5F6C"/>
    <w:rsid w:val="00BC01AC"/>
    <w:rsid w:val="00BC2DD1"/>
    <w:rsid w:val="00BD6EBF"/>
    <w:rsid w:val="00BE2F33"/>
    <w:rsid w:val="00BF1369"/>
    <w:rsid w:val="00BF13AD"/>
    <w:rsid w:val="00BF2D7F"/>
    <w:rsid w:val="00BF2E55"/>
    <w:rsid w:val="00BF4A70"/>
    <w:rsid w:val="00C17462"/>
    <w:rsid w:val="00C209D1"/>
    <w:rsid w:val="00C268F8"/>
    <w:rsid w:val="00C301C6"/>
    <w:rsid w:val="00C31BA1"/>
    <w:rsid w:val="00C47D10"/>
    <w:rsid w:val="00C53566"/>
    <w:rsid w:val="00C66682"/>
    <w:rsid w:val="00C7429E"/>
    <w:rsid w:val="00C75C4A"/>
    <w:rsid w:val="00C87448"/>
    <w:rsid w:val="00C926F2"/>
    <w:rsid w:val="00C9595D"/>
    <w:rsid w:val="00C96495"/>
    <w:rsid w:val="00CA071A"/>
    <w:rsid w:val="00CA626E"/>
    <w:rsid w:val="00CB0ACA"/>
    <w:rsid w:val="00CB4681"/>
    <w:rsid w:val="00CB4FDA"/>
    <w:rsid w:val="00CC08D0"/>
    <w:rsid w:val="00CC298F"/>
    <w:rsid w:val="00CC3991"/>
    <w:rsid w:val="00CD63AF"/>
    <w:rsid w:val="00CD72BF"/>
    <w:rsid w:val="00D05BF2"/>
    <w:rsid w:val="00D07B60"/>
    <w:rsid w:val="00D14B23"/>
    <w:rsid w:val="00D159DC"/>
    <w:rsid w:val="00D2762A"/>
    <w:rsid w:val="00D40B60"/>
    <w:rsid w:val="00D40C43"/>
    <w:rsid w:val="00D46470"/>
    <w:rsid w:val="00D46E6B"/>
    <w:rsid w:val="00D547A6"/>
    <w:rsid w:val="00D67C81"/>
    <w:rsid w:val="00D71EF2"/>
    <w:rsid w:val="00D773DD"/>
    <w:rsid w:val="00D837ED"/>
    <w:rsid w:val="00D85626"/>
    <w:rsid w:val="00D93448"/>
    <w:rsid w:val="00D96758"/>
    <w:rsid w:val="00D97FB0"/>
    <w:rsid w:val="00DA75A5"/>
    <w:rsid w:val="00DB2790"/>
    <w:rsid w:val="00DB2B22"/>
    <w:rsid w:val="00DC320F"/>
    <w:rsid w:val="00DC4534"/>
    <w:rsid w:val="00DC5DF2"/>
    <w:rsid w:val="00DC787E"/>
    <w:rsid w:val="00DE359A"/>
    <w:rsid w:val="00DF06E4"/>
    <w:rsid w:val="00DF32B5"/>
    <w:rsid w:val="00DF59E3"/>
    <w:rsid w:val="00E102A7"/>
    <w:rsid w:val="00E111BE"/>
    <w:rsid w:val="00E14AFF"/>
    <w:rsid w:val="00E25CE4"/>
    <w:rsid w:val="00E2631E"/>
    <w:rsid w:val="00E31437"/>
    <w:rsid w:val="00E31B33"/>
    <w:rsid w:val="00E37054"/>
    <w:rsid w:val="00E47934"/>
    <w:rsid w:val="00E5774E"/>
    <w:rsid w:val="00E67A39"/>
    <w:rsid w:val="00E717CE"/>
    <w:rsid w:val="00E71A59"/>
    <w:rsid w:val="00E75F47"/>
    <w:rsid w:val="00E75FD8"/>
    <w:rsid w:val="00E7643B"/>
    <w:rsid w:val="00E80805"/>
    <w:rsid w:val="00E84E66"/>
    <w:rsid w:val="00E95CD4"/>
    <w:rsid w:val="00E96111"/>
    <w:rsid w:val="00EA1A07"/>
    <w:rsid w:val="00EA222C"/>
    <w:rsid w:val="00EA3066"/>
    <w:rsid w:val="00EC6761"/>
    <w:rsid w:val="00ED386E"/>
    <w:rsid w:val="00ED3962"/>
    <w:rsid w:val="00EF395C"/>
    <w:rsid w:val="00EF6ACF"/>
    <w:rsid w:val="00F038F7"/>
    <w:rsid w:val="00F10F1C"/>
    <w:rsid w:val="00F132E7"/>
    <w:rsid w:val="00F20FA2"/>
    <w:rsid w:val="00F402C4"/>
    <w:rsid w:val="00F41507"/>
    <w:rsid w:val="00F42172"/>
    <w:rsid w:val="00F478EC"/>
    <w:rsid w:val="00F54D8D"/>
    <w:rsid w:val="00F64981"/>
    <w:rsid w:val="00F661B2"/>
    <w:rsid w:val="00F72E61"/>
    <w:rsid w:val="00F80144"/>
    <w:rsid w:val="00F8423A"/>
    <w:rsid w:val="00FA0A4F"/>
    <w:rsid w:val="00FC4D17"/>
    <w:rsid w:val="00FD12F9"/>
    <w:rsid w:val="00FE016A"/>
    <w:rsid w:val="00FE75E5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047CC5-8DEF-4B10-8C74-C05BB8446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9C1"/>
    <w:rPr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7E120B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16191A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16191A"/>
  </w:style>
  <w:style w:type="paragraph" w:styleId="a5">
    <w:name w:val="footer"/>
    <w:basedOn w:val="a"/>
    <w:rsid w:val="00EA222C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EA22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semiHidden/>
    <w:rsid w:val="007E120B"/>
    <w:rPr>
      <w:rFonts w:ascii="Cambria" w:hAnsi="Cambria"/>
      <w:b/>
      <w:bCs/>
      <w:i/>
      <w:iCs/>
      <w:sz w:val="28"/>
      <w:szCs w:val="28"/>
      <w:lang w:val="uk-UA" w:eastAsia="ru-RU" w:bidi="ar-SA"/>
    </w:rPr>
  </w:style>
  <w:style w:type="paragraph" w:styleId="a7">
    <w:name w:val="No Spacing"/>
    <w:qFormat/>
    <w:rsid w:val="00351C20"/>
    <w:rPr>
      <w:sz w:val="24"/>
      <w:szCs w:val="24"/>
      <w:lang w:val="uk-UA" w:eastAsia="ru-RU"/>
    </w:rPr>
  </w:style>
  <w:style w:type="paragraph" w:customStyle="1" w:styleId="a8">
    <w:name w:val=" Знак Знак Знак Знак Знак Знак Знак"/>
    <w:basedOn w:val="a"/>
    <w:rsid w:val="00351C20"/>
    <w:rPr>
      <w:rFonts w:ascii="Verdana" w:hAnsi="Verdana" w:cs="Verdana"/>
      <w:sz w:val="20"/>
      <w:szCs w:val="20"/>
      <w:lang w:val="en-US" w:eastAsia="en-US"/>
    </w:rPr>
  </w:style>
  <w:style w:type="character" w:customStyle="1" w:styleId="Heading2Char1">
    <w:name w:val="Heading 2 Char1"/>
    <w:basedOn w:val="a0"/>
    <w:semiHidden/>
    <w:locked/>
    <w:rsid w:val="009F5ADA"/>
    <w:rPr>
      <w:rFonts w:ascii="Cambria" w:hAnsi="Cambria" w:cs="Times New Roman"/>
      <w:b/>
      <w:bCs/>
      <w:i/>
      <w:iCs/>
      <w:sz w:val="28"/>
      <w:szCs w:val="28"/>
      <w:lang w:val="uk-UA" w:eastAsia="ru-RU" w:bidi="ar-SA"/>
    </w:rPr>
  </w:style>
  <w:style w:type="paragraph" w:customStyle="1" w:styleId="a9">
    <w:name w:val=" Знак"/>
    <w:basedOn w:val="a"/>
    <w:rsid w:val="0006277C"/>
    <w:pPr>
      <w:spacing w:after="140"/>
    </w:pPr>
    <w:rPr>
      <w:rFonts w:ascii="Arial" w:hAnsi="Arial" w:cs="Arial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5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\Application%20Data\Microsoft\&#1064;&#1072;&#1073;&#1083;&#1086;&#1085;&#1099;\Word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Word.dot</Template>
  <TotalTime>0</TotalTime>
  <Pages>4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МНС</Company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Адащук</dc:creator>
  <cp:keywords/>
  <dc:description/>
  <cp:lastModifiedBy>kompvid2</cp:lastModifiedBy>
  <cp:revision>2</cp:revision>
  <cp:lastPrinted>2019-02-18T15:09:00Z</cp:lastPrinted>
  <dcterms:created xsi:type="dcterms:W3CDTF">2019-02-26T14:10:00Z</dcterms:created>
  <dcterms:modified xsi:type="dcterms:W3CDTF">2019-02-26T14:10:00Z</dcterms:modified>
</cp:coreProperties>
</file>