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A5" w:rsidRDefault="00544AA5" w:rsidP="00B3041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544AA5" w:rsidRPr="00D8231A" w:rsidRDefault="00544AA5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44AA5" w:rsidRPr="00D8231A" w:rsidRDefault="00544AA5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44AA5" w:rsidRDefault="00544AA5" w:rsidP="00B3041B">
      <w:pPr>
        <w:jc w:val="center"/>
        <w:rPr>
          <w:bCs/>
        </w:rPr>
      </w:pPr>
    </w:p>
    <w:p w:rsidR="00544AA5" w:rsidRPr="003B4555" w:rsidRDefault="00544AA5" w:rsidP="00B3041B">
      <w:pPr>
        <w:pStyle w:val="Heading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544AA5" w:rsidRDefault="00544AA5">
      <w:pPr>
        <w:pStyle w:val="Heading1"/>
        <w:rPr>
          <w:rFonts w:ascii="Bookman Old Style" w:hAnsi="Bookman Old Style"/>
          <w:b/>
          <w:i/>
          <w:color w:val="FF0000"/>
          <w:sz w:val="24"/>
        </w:rPr>
      </w:pPr>
    </w:p>
    <w:p w:rsidR="00544AA5" w:rsidRDefault="00544AA5"/>
    <w:p w:rsidR="00544AA5" w:rsidRDefault="00544AA5"/>
    <w:p w:rsidR="00544AA5" w:rsidRPr="003265FA" w:rsidRDefault="00544AA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15.02.</w:t>
      </w:r>
      <w:r w:rsidRPr="00472C14">
        <w:rPr>
          <w:sz w:val="28"/>
          <w:szCs w:val="28"/>
          <w:u w:val="single"/>
          <w:lang w:val="uk-UA"/>
        </w:rPr>
        <w:t>2019</w:t>
      </w:r>
      <w:r w:rsidRPr="003B4555">
        <w:rPr>
          <w:sz w:val="28"/>
          <w:szCs w:val="28"/>
          <w:lang w:val="uk-UA"/>
        </w:rPr>
        <w:t xml:space="preserve"> </w:t>
      </w:r>
      <w:r w:rsidRPr="0087561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1A36CE">
        <w:rPr>
          <w:sz w:val="28"/>
          <w:szCs w:val="28"/>
          <w:u w:val="single"/>
          <w:lang w:val="uk-UA"/>
        </w:rPr>
        <w:t>43-р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м. Чернівці</w:t>
      </w:r>
    </w:p>
    <w:p w:rsidR="00544AA5" w:rsidRPr="0087561A" w:rsidRDefault="00544AA5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544AA5" w:rsidRPr="008973FA" w:rsidRDefault="00544AA5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робочої групи щодо обстеження пошкодженого майна комунальної власності  за адресою вул. Шептицького Андрея Митрополита, 23, внаслідок його затоплення</w:t>
      </w:r>
    </w:p>
    <w:p w:rsidR="00544AA5" w:rsidRDefault="00544AA5">
      <w:pPr>
        <w:rPr>
          <w:sz w:val="28"/>
          <w:szCs w:val="28"/>
          <w:lang w:val="uk-UA"/>
        </w:rPr>
      </w:pPr>
    </w:p>
    <w:p w:rsidR="00544AA5" w:rsidRDefault="00544AA5" w:rsidP="008916C9">
      <w:pPr>
        <w:widowControl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31, 42, 50 Закону України «Про місцеве самоврядування в Україні», беручи до уваги лист </w:t>
      </w:r>
      <w:r w:rsidRPr="00A17956">
        <w:rPr>
          <w:sz w:val="28"/>
          <w:szCs w:val="28"/>
          <w:lang w:val="uk-UA"/>
        </w:rPr>
        <w:t xml:space="preserve">Чернівецької обласної громадської організації «Буковинський мистецький центр відродження та сприяння розвитку </w:t>
      </w:r>
      <w:r>
        <w:rPr>
          <w:sz w:val="28"/>
          <w:szCs w:val="28"/>
          <w:lang w:val="uk-UA"/>
        </w:rPr>
        <w:t xml:space="preserve">румунської </w:t>
      </w:r>
      <w:r w:rsidRPr="00A17956">
        <w:rPr>
          <w:sz w:val="28"/>
          <w:szCs w:val="28"/>
          <w:lang w:val="uk-UA"/>
        </w:rPr>
        <w:t>традиційної культури»</w:t>
      </w:r>
      <w:r>
        <w:rPr>
          <w:sz w:val="28"/>
          <w:szCs w:val="28"/>
          <w:lang w:val="uk-UA"/>
        </w:rPr>
        <w:t xml:space="preserve"> від 01.02.2019р. №27:</w:t>
      </w:r>
    </w:p>
    <w:p w:rsidR="00544AA5" w:rsidRPr="009A4664" w:rsidRDefault="00544AA5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544AA5" w:rsidRPr="00DC2240" w:rsidRDefault="00544AA5" w:rsidP="00DC2240">
      <w:pPr>
        <w:pStyle w:val="ListParagraph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A4664">
        <w:rPr>
          <w:sz w:val="28"/>
          <w:szCs w:val="28"/>
          <w:lang w:val="uk-UA"/>
        </w:rPr>
        <w:t>творити робочу групу у складі:</w:t>
      </w:r>
    </w:p>
    <w:p w:rsidR="00544AA5" w:rsidRDefault="00544AA5" w:rsidP="001C089B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927"/>
        <w:gridCol w:w="4928"/>
      </w:tblGrid>
      <w:tr w:rsidR="00544AA5" w:rsidRPr="001C089B" w:rsidTr="00721775">
        <w:tc>
          <w:tcPr>
            <w:tcW w:w="4927" w:type="dxa"/>
          </w:tcPr>
          <w:p w:rsidR="00544AA5" w:rsidRPr="00721775" w:rsidRDefault="00544AA5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 xml:space="preserve">Голова робочої групи:                                            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1C089B" w:rsidTr="00721775">
        <w:tc>
          <w:tcPr>
            <w:tcW w:w="4927" w:type="dxa"/>
          </w:tcPr>
          <w:p w:rsidR="00544AA5" w:rsidRPr="00721775" w:rsidRDefault="00544AA5" w:rsidP="007B59AD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>Бурак                                                      -</w:t>
            </w:r>
          </w:p>
          <w:p w:rsidR="00544AA5" w:rsidRPr="00721775" w:rsidRDefault="00544AA5" w:rsidP="007B59AD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Олександр Кризонтович         </w:t>
            </w:r>
          </w:p>
          <w:p w:rsidR="00544AA5" w:rsidRDefault="00544AA5" w:rsidP="009A4664">
            <w:pPr>
              <w:rPr>
                <w:b/>
                <w:sz w:val="28"/>
                <w:szCs w:val="28"/>
                <w:lang w:val="uk-UA"/>
              </w:rPr>
            </w:pPr>
          </w:p>
          <w:p w:rsidR="00544AA5" w:rsidRPr="00721775" w:rsidRDefault="00544AA5" w:rsidP="009A4664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                                           </w:t>
            </w:r>
          </w:p>
          <w:p w:rsidR="00544AA5" w:rsidRPr="00721775" w:rsidRDefault="00544AA5" w:rsidP="0005739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  <w:r w:rsidRPr="00721775">
              <w:rPr>
                <w:sz w:val="28"/>
                <w:szCs w:val="28"/>
                <w:lang w:val="uk-UA"/>
              </w:rPr>
      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ради; </w:t>
            </w:r>
          </w:p>
        </w:tc>
      </w:tr>
      <w:tr w:rsidR="00544AA5" w:rsidRPr="001C089B" w:rsidTr="00721775">
        <w:tc>
          <w:tcPr>
            <w:tcW w:w="4927" w:type="dxa"/>
          </w:tcPr>
          <w:p w:rsidR="00544AA5" w:rsidRPr="00721775" w:rsidRDefault="00544AA5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1C089B" w:rsidTr="00721775">
        <w:tc>
          <w:tcPr>
            <w:tcW w:w="4927" w:type="dxa"/>
          </w:tcPr>
          <w:p w:rsidR="00544AA5" w:rsidRPr="00721775" w:rsidRDefault="00544AA5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4E1641" w:rsidTr="00721775">
        <w:tc>
          <w:tcPr>
            <w:tcW w:w="4927" w:type="dxa"/>
          </w:tcPr>
          <w:p w:rsidR="00544AA5" w:rsidRPr="00721775" w:rsidRDefault="00544AA5" w:rsidP="007B59AD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Гавриш                                                   - </w:t>
            </w:r>
          </w:p>
          <w:p w:rsidR="00544AA5" w:rsidRPr="007B59AD" w:rsidRDefault="00544AA5" w:rsidP="001C089B">
            <w:pPr>
              <w:rPr>
                <w:b/>
                <w:sz w:val="28"/>
                <w:szCs w:val="28"/>
                <w:lang w:val="en-US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Віталій Ярославович                                              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  <w:r w:rsidRPr="00721775">
              <w:rPr>
                <w:sz w:val="28"/>
                <w:szCs w:val="28"/>
                <w:lang w:val="uk-UA"/>
              </w:rPr>
              <w:t>директор департаменту економіки міської ради;</w:t>
            </w:r>
          </w:p>
        </w:tc>
      </w:tr>
      <w:tr w:rsidR="00544AA5" w:rsidRPr="004E1641" w:rsidTr="00721775">
        <w:tc>
          <w:tcPr>
            <w:tcW w:w="4927" w:type="dxa"/>
          </w:tcPr>
          <w:p w:rsidR="00544AA5" w:rsidRPr="00721775" w:rsidRDefault="00544AA5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4E1641" w:rsidTr="00721775">
        <w:tc>
          <w:tcPr>
            <w:tcW w:w="4927" w:type="dxa"/>
          </w:tcPr>
          <w:p w:rsidR="00544AA5" w:rsidRPr="00721775" w:rsidRDefault="00544AA5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F264E3" w:rsidTr="00721775">
        <w:tc>
          <w:tcPr>
            <w:tcW w:w="4927" w:type="dxa"/>
          </w:tcPr>
          <w:p w:rsidR="00544AA5" w:rsidRPr="00721775" w:rsidRDefault="00544AA5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Зведенюк</w:t>
            </w:r>
            <w:r w:rsidRPr="00721775">
              <w:rPr>
                <w:b/>
                <w:sz w:val="28"/>
                <w:szCs w:val="28"/>
                <w:lang w:val="uk-UA"/>
              </w:rPr>
              <w:t xml:space="preserve">                       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721775">
              <w:rPr>
                <w:b/>
                <w:sz w:val="28"/>
                <w:szCs w:val="28"/>
                <w:lang w:val="uk-UA"/>
              </w:rPr>
              <w:t>-</w:t>
            </w:r>
          </w:p>
          <w:p w:rsidR="00544AA5" w:rsidRPr="00721775" w:rsidRDefault="00544AA5" w:rsidP="00057397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Валентина </w:t>
            </w:r>
            <w:r>
              <w:rPr>
                <w:b/>
                <w:sz w:val="28"/>
                <w:szCs w:val="28"/>
                <w:lang w:val="uk-UA"/>
              </w:rPr>
              <w:t>Василівна</w:t>
            </w:r>
            <w:r w:rsidRPr="00721775">
              <w:rPr>
                <w:b/>
                <w:sz w:val="28"/>
                <w:szCs w:val="28"/>
                <w:lang w:val="uk-UA"/>
              </w:rPr>
              <w:t xml:space="preserve">              </w:t>
            </w:r>
          </w:p>
          <w:p w:rsidR="00544AA5" w:rsidRPr="00721775" w:rsidRDefault="00544AA5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  <w:r w:rsidRPr="00721775">
              <w:rPr>
                <w:sz w:val="28"/>
                <w:szCs w:val="28"/>
                <w:lang w:val="uk-UA"/>
              </w:rPr>
              <w:t xml:space="preserve"> відділу оренди управління обліку, використання та приватизації майна департаменту економіки міської ради;</w:t>
            </w:r>
          </w:p>
        </w:tc>
      </w:tr>
      <w:tr w:rsidR="00544AA5" w:rsidRPr="001C089B" w:rsidTr="00721775">
        <w:tc>
          <w:tcPr>
            <w:tcW w:w="4927" w:type="dxa"/>
          </w:tcPr>
          <w:p w:rsidR="00544AA5" w:rsidRPr="00955CEF" w:rsidRDefault="00544AA5" w:rsidP="009A4664">
            <w:pPr>
              <w:rPr>
                <w:b/>
                <w:u w:val="single"/>
                <w:lang w:val="uk-UA"/>
              </w:rPr>
            </w:pPr>
          </w:p>
          <w:p w:rsidR="00544AA5" w:rsidRPr="00721775" w:rsidRDefault="00544AA5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721775">
              <w:rPr>
                <w:b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1C089B" w:rsidTr="00721775">
        <w:tc>
          <w:tcPr>
            <w:tcW w:w="4927" w:type="dxa"/>
          </w:tcPr>
          <w:p w:rsidR="00544AA5" w:rsidRDefault="00544AA5" w:rsidP="00F97901">
            <w:pPr>
              <w:rPr>
                <w:b/>
                <w:sz w:val="28"/>
                <w:szCs w:val="28"/>
                <w:lang w:val="uk-UA"/>
              </w:rPr>
            </w:pPr>
            <w:r w:rsidRPr="00F97901">
              <w:rPr>
                <w:b/>
                <w:sz w:val="28"/>
                <w:szCs w:val="28"/>
                <w:lang w:val="uk-UA"/>
              </w:rPr>
              <w:t>Гнатюк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</w:t>
            </w:r>
            <w:r w:rsidRPr="00721775">
              <w:rPr>
                <w:b/>
                <w:sz w:val="28"/>
                <w:szCs w:val="28"/>
                <w:lang w:val="uk-UA"/>
              </w:rPr>
              <w:t>-</w:t>
            </w:r>
          </w:p>
          <w:p w:rsidR="00544AA5" w:rsidRPr="00F97901" w:rsidRDefault="00544AA5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виробничо – технічного відділу управління житлового господарства департаменту житлово – комунального господарства міської ради;</w:t>
            </w:r>
          </w:p>
        </w:tc>
      </w:tr>
      <w:tr w:rsidR="00544AA5" w:rsidRPr="001C089B" w:rsidTr="00721775">
        <w:tc>
          <w:tcPr>
            <w:tcW w:w="4927" w:type="dxa"/>
          </w:tcPr>
          <w:p w:rsidR="00544AA5" w:rsidRPr="00F97901" w:rsidRDefault="00544AA5" w:rsidP="00F9790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44AA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4AA5" w:rsidRPr="001C089B" w:rsidTr="00721775">
        <w:tc>
          <w:tcPr>
            <w:tcW w:w="4927" w:type="dxa"/>
          </w:tcPr>
          <w:p w:rsidR="00544AA5" w:rsidRPr="00721775" w:rsidRDefault="00544AA5" w:rsidP="00510FCE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>Пушкова                                                -</w:t>
            </w:r>
          </w:p>
          <w:p w:rsidR="00544AA5" w:rsidRPr="00721775" w:rsidRDefault="00544AA5" w:rsidP="00510FCE">
            <w:pPr>
              <w:rPr>
                <w:b/>
                <w:sz w:val="28"/>
                <w:szCs w:val="28"/>
                <w:lang w:val="uk-UA"/>
              </w:rPr>
            </w:pPr>
            <w:r w:rsidRPr="00721775">
              <w:rPr>
                <w:b/>
                <w:sz w:val="28"/>
                <w:szCs w:val="28"/>
                <w:lang w:val="uk-UA"/>
              </w:rPr>
              <w:t xml:space="preserve">Олена Дмитрівна         </w:t>
            </w:r>
          </w:p>
        </w:tc>
        <w:tc>
          <w:tcPr>
            <w:tcW w:w="4928" w:type="dxa"/>
          </w:tcPr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  <w:r w:rsidRPr="00721775">
              <w:rPr>
                <w:sz w:val="28"/>
                <w:szCs w:val="28"/>
                <w:lang w:val="uk-UA"/>
              </w:rPr>
              <w:t>начальник відділу охорони культу</w:t>
            </w:r>
            <w:r>
              <w:rPr>
                <w:sz w:val="28"/>
                <w:szCs w:val="28"/>
                <w:lang w:val="uk-UA"/>
              </w:rPr>
              <w:t>рної спадщини міської ради.</w:t>
            </w:r>
          </w:p>
          <w:p w:rsidR="00544AA5" w:rsidRPr="00721775" w:rsidRDefault="00544AA5" w:rsidP="0072177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44AA5" w:rsidRDefault="00544AA5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544AA5" w:rsidRDefault="00544AA5" w:rsidP="003468A8">
      <w:pPr>
        <w:pStyle w:val="ListParagraph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>Робочій групі</w:t>
      </w:r>
      <w:r w:rsidRPr="005056FA">
        <w:rPr>
          <w:szCs w:val="28"/>
          <w:lang w:val="uk-UA"/>
        </w:rPr>
        <w:t xml:space="preserve"> </w:t>
      </w:r>
      <w:r w:rsidRPr="005056FA">
        <w:rPr>
          <w:sz w:val="28"/>
          <w:szCs w:val="28"/>
          <w:lang w:val="uk-UA"/>
        </w:rPr>
        <w:t>за результатами роботи надати висновки та пропозиції</w:t>
      </w:r>
      <w:r>
        <w:rPr>
          <w:szCs w:val="28"/>
          <w:lang w:val="uk-UA"/>
        </w:rPr>
        <w:t xml:space="preserve"> </w:t>
      </w:r>
      <w:r w:rsidRPr="00AD31D0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запобігання затоплення орендованого нежитлового приміщення за адресою вул. </w:t>
      </w:r>
      <w:r w:rsidRPr="007B59AD">
        <w:rPr>
          <w:sz w:val="28"/>
          <w:szCs w:val="28"/>
          <w:lang w:val="uk-UA"/>
        </w:rPr>
        <w:t>Шептицького Андрея Митрополита, 23</w:t>
      </w:r>
      <w:r>
        <w:rPr>
          <w:sz w:val="28"/>
          <w:szCs w:val="28"/>
          <w:lang w:val="uk-UA"/>
        </w:rPr>
        <w:t>.</w:t>
      </w:r>
    </w:p>
    <w:p w:rsidR="00544AA5" w:rsidRPr="00757C9A" w:rsidRDefault="00544AA5" w:rsidP="00AD31D0">
      <w:pPr>
        <w:pStyle w:val="ListParagraph"/>
        <w:widowControl/>
        <w:tabs>
          <w:tab w:val="left" w:pos="993"/>
        </w:tabs>
        <w:ind w:left="567"/>
        <w:jc w:val="both"/>
        <w:rPr>
          <w:sz w:val="16"/>
          <w:szCs w:val="28"/>
          <w:lang w:val="uk-UA"/>
        </w:rPr>
      </w:pPr>
    </w:p>
    <w:p w:rsidR="00544AA5" w:rsidRDefault="00544AA5" w:rsidP="003468A8">
      <w:pPr>
        <w:pStyle w:val="ListParagraph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544AA5" w:rsidRPr="00757C9A" w:rsidRDefault="00544AA5" w:rsidP="003468A8">
      <w:pPr>
        <w:pStyle w:val="ListParagraph"/>
        <w:rPr>
          <w:sz w:val="16"/>
          <w:szCs w:val="28"/>
          <w:lang w:val="uk-UA"/>
        </w:rPr>
      </w:pPr>
    </w:p>
    <w:p w:rsidR="00544AA5" w:rsidRPr="003468A8" w:rsidRDefault="00544AA5" w:rsidP="003468A8">
      <w:pPr>
        <w:pStyle w:val="ListParagraph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директора департаменту економіки міської ради Гавриша В.Я.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921"/>
      </w:tblGrid>
      <w:tr w:rsidR="00544AA5" w:rsidRPr="00ED37E9" w:rsidTr="00180EB7">
        <w:trPr>
          <w:trHeight w:val="356"/>
        </w:trPr>
        <w:tc>
          <w:tcPr>
            <w:tcW w:w="4950" w:type="dxa"/>
          </w:tcPr>
          <w:p w:rsidR="00544AA5" w:rsidRDefault="00544AA5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44AA5" w:rsidRDefault="00544AA5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544AA5" w:rsidRDefault="00544AA5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544AA5" w:rsidRPr="00BD0FD8" w:rsidRDefault="00544AA5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921" w:type="dxa"/>
          </w:tcPr>
          <w:p w:rsidR="00544AA5" w:rsidRDefault="00544AA5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44AA5" w:rsidRDefault="00544AA5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44AA5" w:rsidRDefault="00544AA5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44AA5" w:rsidRPr="003468A8" w:rsidRDefault="00544AA5" w:rsidP="003468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В.Продан</w:t>
            </w:r>
          </w:p>
        </w:tc>
      </w:tr>
    </w:tbl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p w:rsidR="00544AA5" w:rsidRDefault="00544AA5" w:rsidP="00757C9A">
      <w:pPr>
        <w:jc w:val="both"/>
        <w:rPr>
          <w:lang w:val="uk-UA"/>
        </w:rPr>
      </w:pPr>
    </w:p>
    <w:sectPr w:rsidR="00544AA5" w:rsidSect="00955CE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9" w:h="16834"/>
      <w:pgMar w:top="1134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A5" w:rsidRDefault="00544AA5">
      <w:r>
        <w:separator/>
      </w:r>
    </w:p>
  </w:endnote>
  <w:endnote w:type="continuationSeparator" w:id="0">
    <w:p w:rsidR="00544AA5" w:rsidRDefault="00544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A5" w:rsidRDefault="00544AA5" w:rsidP="003801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AA5" w:rsidRDefault="00544A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A5" w:rsidRDefault="00544AA5" w:rsidP="003801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44AA5" w:rsidRDefault="00544A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A5" w:rsidRDefault="00544AA5">
      <w:r>
        <w:separator/>
      </w:r>
    </w:p>
  </w:footnote>
  <w:footnote w:type="continuationSeparator" w:id="0">
    <w:p w:rsidR="00544AA5" w:rsidRDefault="00544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A5" w:rsidRDefault="00544AA5" w:rsidP="00955C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AA5" w:rsidRDefault="00544A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A5" w:rsidRDefault="00544AA5" w:rsidP="003801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44AA5" w:rsidRDefault="00544A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/>
      </w:rPr>
    </w:lvl>
  </w:abstractNum>
  <w:abstractNum w:abstractNumId="2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7B3"/>
    <w:rsid w:val="00016677"/>
    <w:rsid w:val="00021AB7"/>
    <w:rsid w:val="00036A17"/>
    <w:rsid w:val="000424CE"/>
    <w:rsid w:val="00057397"/>
    <w:rsid w:val="000859DC"/>
    <w:rsid w:val="0009436C"/>
    <w:rsid w:val="000975EE"/>
    <w:rsid w:val="000A3DED"/>
    <w:rsid w:val="000A729F"/>
    <w:rsid w:val="000B0CAE"/>
    <w:rsid w:val="000D5FB5"/>
    <w:rsid w:val="000E1E58"/>
    <w:rsid w:val="000E4451"/>
    <w:rsid w:val="000E4F2D"/>
    <w:rsid w:val="000F07F2"/>
    <w:rsid w:val="000F30A2"/>
    <w:rsid w:val="0011460C"/>
    <w:rsid w:val="001159C7"/>
    <w:rsid w:val="00125B61"/>
    <w:rsid w:val="0012720B"/>
    <w:rsid w:val="00127B04"/>
    <w:rsid w:val="0013352A"/>
    <w:rsid w:val="0014166B"/>
    <w:rsid w:val="0014729C"/>
    <w:rsid w:val="00154075"/>
    <w:rsid w:val="00164116"/>
    <w:rsid w:val="00165A06"/>
    <w:rsid w:val="00166696"/>
    <w:rsid w:val="0016773A"/>
    <w:rsid w:val="001779DA"/>
    <w:rsid w:val="00180EB7"/>
    <w:rsid w:val="00182A25"/>
    <w:rsid w:val="001A157A"/>
    <w:rsid w:val="001A36CE"/>
    <w:rsid w:val="001A3840"/>
    <w:rsid w:val="001C089B"/>
    <w:rsid w:val="001C2351"/>
    <w:rsid w:val="001D0CF0"/>
    <w:rsid w:val="001D748E"/>
    <w:rsid w:val="001E5838"/>
    <w:rsid w:val="001F3D7F"/>
    <w:rsid w:val="002076D7"/>
    <w:rsid w:val="0021095F"/>
    <w:rsid w:val="00212BFD"/>
    <w:rsid w:val="002146CE"/>
    <w:rsid w:val="00217AF7"/>
    <w:rsid w:val="00220752"/>
    <w:rsid w:val="00222B23"/>
    <w:rsid w:val="00226B2C"/>
    <w:rsid w:val="002438AB"/>
    <w:rsid w:val="00243E85"/>
    <w:rsid w:val="00254990"/>
    <w:rsid w:val="00266C5B"/>
    <w:rsid w:val="00270D97"/>
    <w:rsid w:val="0027649C"/>
    <w:rsid w:val="0029278B"/>
    <w:rsid w:val="002945A2"/>
    <w:rsid w:val="00295AD8"/>
    <w:rsid w:val="002A73B2"/>
    <w:rsid w:val="002C57FA"/>
    <w:rsid w:val="002D0EDB"/>
    <w:rsid w:val="002D3C37"/>
    <w:rsid w:val="002E11E3"/>
    <w:rsid w:val="002E3C85"/>
    <w:rsid w:val="002E5E9D"/>
    <w:rsid w:val="002F1EAE"/>
    <w:rsid w:val="002F5128"/>
    <w:rsid w:val="002F5518"/>
    <w:rsid w:val="003025EA"/>
    <w:rsid w:val="00303949"/>
    <w:rsid w:val="00312A2D"/>
    <w:rsid w:val="00313653"/>
    <w:rsid w:val="00315E3F"/>
    <w:rsid w:val="003161DF"/>
    <w:rsid w:val="00322204"/>
    <w:rsid w:val="003265FA"/>
    <w:rsid w:val="00333D0F"/>
    <w:rsid w:val="00335045"/>
    <w:rsid w:val="0034103C"/>
    <w:rsid w:val="003468A8"/>
    <w:rsid w:val="00354D2F"/>
    <w:rsid w:val="00367BEB"/>
    <w:rsid w:val="00371464"/>
    <w:rsid w:val="003800F9"/>
    <w:rsid w:val="0038010A"/>
    <w:rsid w:val="00395E46"/>
    <w:rsid w:val="003A271A"/>
    <w:rsid w:val="003B2DF0"/>
    <w:rsid w:val="003B4555"/>
    <w:rsid w:val="003B5E74"/>
    <w:rsid w:val="003C12F3"/>
    <w:rsid w:val="003D1B34"/>
    <w:rsid w:val="003D7EEB"/>
    <w:rsid w:val="003F241D"/>
    <w:rsid w:val="003F4766"/>
    <w:rsid w:val="004045DF"/>
    <w:rsid w:val="004079F9"/>
    <w:rsid w:val="00420BBC"/>
    <w:rsid w:val="00430DE2"/>
    <w:rsid w:val="00444A84"/>
    <w:rsid w:val="00446E35"/>
    <w:rsid w:val="004501BB"/>
    <w:rsid w:val="0047281D"/>
    <w:rsid w:val="00472C14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056FA"/>
    <w:rsid w:val="00510DE2"/>
    <w:rsid w:val="00510FCE"/>
    <w:rsid w:val="005141E8"/>
    <w:rsid w:val="00522964"/>
    <w:rsid w:val="005330D1"/>
    <w:rsid w:val="00536459"/>
    <w:rsid w:val="00544AA5"/>
    <w:rsid w:val="0055634F"/>
    <w:rsid w:val="005729DE"/>
    <w:rsid w:val="00587271"/>
    <w:rsid w:val="005902FE"/>
    <w:rsid w:val="005954CB"/>
    <w:rsid w:val="005A4112"/>
    <w:rsid w:val="005C4E6B"/>
    <w:rsid w:val="005C5121"/>
    <w:rsid w:val="005C69A2"/>
    <w:rsid w:val="005C74CA"/>
    <w:rsid w:val="005D15B6"/>
    <w:rsid w:val="005D25D9"/>
    <w:rsid w:val="005D6675"/>
    <w:rsid w:val="005E3F60"/>
    <w:rsid w:val="005F3FC6"/>
    <w:rsid w:val="005F7082"/>
    <w:rsid w:val="00617AAD"/>
    <w:rsid w:val="00621454"/>
    <w:rsid w:val="00640841"/>
    <w:rsid w:val="00646D5B"/>
    <w:rsid w:val="00651493"/>
    <w:rsid w:val="00655871"/>
    <w:rsid w:val="0066431C"/>
    <w:rsid w:val="00685BBA"/>
    <w:rsid w:val="00690661"/>
    <w:rsid w:val="00696D55"/>
    <w:rsid w:val="006A4B0C"/>
    <w:rsid w:val="006B5190"/>
    <w:rsid w:val="006C0DF6"/>
    <w:rsid w:val="006C7C96"/>
    <w:rsid w:val="006E6D4E"/>
    <w:rsid w:val="006E7641"/>
    <w:rsid w:val="00707B0B"/>
    <w:rsid w:val="00712AAD"/>
    <w:rsid w:val="00721775"/>
    <w:rsid w:val="007314AA"/>
    <w:rsid w:val="00731D83"/>
    <w:rsid w:val="0073795C"/>
    <w:rsid w:val="00754316"/>
    <w:rsid w:val="00757C9A"/>
    <w:rsid w:val="00760F07"/>
    <w:rsid w:val="00761B85"/>
    <w:rsid w:val="00765428"/>
    <w:rsid w:val="00766D0A"/>
    <w:rsid w:val="00782E54"/>
    <w:rsid w:val="00783D31"/>
    <w:rsid w:val="00793349"/>
    <w:rsid w:val="007A72B2"/>
    <w:rsid w:val="007B093E"/>
    <w:rsid w:val="007B3872"/>
    <w:rsid w:val="007B41A3"/>
    <w:rsid w:val="007B59AD"/>
    <w:rsid w:val="007B7305"/>
    <w:rsid w:val="007C24D8"/>
    <w:rsid w:val="007C382D"/>
    <w:rsid w:val="007F107C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521FD"/>
    <w:rsid w:val="00853FF2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B7E42"/>
    <w:rsid w:val="008C2369"/>
    <w:rsid w:val="008C615C"/>
    <w:rsid w:val="008D22BC"/>
    <w:rsid w:val="008D64A5"/>
    <w:rsid w:val="008D7041"/>
    <w:rsid w:val="008E4F90"/>
    <w:rsid w:val="008F39F9"/>
    <w:rsid w:val="008F74BD"/>
    <w:rsid w:val="00903DFD"/>
    <w:rsid w:val="00912F43"/>
    <w:rsid w:val="00917BBB"/>
    <w:rsid w:val="00920E31"/>
    <w:rsid w:val="0093584A"/>
    <w:rsid w:val="0095179F"/>
    <w:rsid w:val="00952ADB"/>
    <w:rsid w:val="00955CEF"/>
    <w:rsid w:val="00994401"/>
    <w:rsid w:val="009A4664"/>
    <w:rsid w:val="009A468D"/>
    <w:rsid w:val="009A50EC"/>
    <w:rsid w:val="009C0BAD"/>
    <w:rsid w:val="009C2ED1"/>
    <w:rsid w:val="009C5275"/>
    <w:rsid w:val="009E7796"/>
    <w:rsid w:val="009F3E7D"/>
    <w:rsid w:val="00A17956"/>
    <w:rsid w:val="00A46E17"/>
    <w:rsid w:val="00A471D7"/>
    <w:rsid w:val="00A50266"/>
    <w:rsid w:val="00A546B7"/>
    <w:rsid w:val="00A743C7"/>
    <w:rsid w:val="00A8049E"/>
    <w:rsid w:val="00A81C8B"/>
    <w:rsid w:val="00A843FA"/>
    <w:rsid w:val="00A86203"/>
    <w:rsid w:val="00A9418A"/>
    <w:rsid w:val="00A96F5D"/>
    <w:rsid w:val="00AA1666"/>
    <w:rsid w:val="00AA34B3"/>
    <w:rsid w:val="00AC2370"/>
    <w:rsid w:val="00AD27EC"/>
    <w:rsid w:val="00AD31D0"/>
    <w:rsid w:val="00AD4FF5"/>
    <w:rsid w:val="00AE0188"/>
    <w:rsid w:val="00AE2B73"/>
    <w:rsid w:val="00AE4A15"/>
    <w:rsid w:val="00B04D22"/>
    <w:rsid w:val="00B250ED"/>
    <w:rsid w:val="00B3041B"/>
    <w:rsid w:val="00B36F10"/>
    <w:rsid w:val="00B44EE2"/>
    <w:rsid w:val="00B50D3B"/>
    <w:rsid w:val="00B52F87"/>
    <w:rsid w:val="00B62426"/>
    <w:rsid w:val="00B67B33"/>
    <w:rsid w:val="00B76CB9"/>
    <w:rsid w:val="00B813E3"/>
    <w:rsid w:val="00B90724"/>
    <w:rsid w:val="00BA2856"/>
    <w:rsid w:val="00BD0FD8"/>
    <w:rsid w:val="00BD212A"/>
    <w:rsid w:val="00BE0098"/>
    <w:rsid w:val="00BE6FF0"/>
    <w:rsid w:val="00BF4041"/>
    <w:rsid w:val="00BF61F2"/>
    <w:rsid w:val="00C322CA"/>
    <w:rsid w:val="00C5299C"/>
    <w:rsid w:val="00C52B6A"/>
    <w:rsid w:val="00C663B6"/>
    <w:rsid w:val="00C713CB"/>
    <w:rsid w:val="00C772C0"/>
    <w:rsid w:val="00CA7BBB"/>
    <w:rsid w:val="00CB0244"/>
    <w:rsid w:val="00CB38DD"/>
    <w:rsid w:val="00CB3EBC"/>
    <w:rsid w:val="00CE0D67"/>
    <w:rsid w:val="00CE66DE"/>
    <w:rsid w:val="00CF3071"/>
    <w:rsid w:val="00CF6E02"/>
    <w:rsid w:val="00D03EE2"/>
    <w:rsid w:val="00D043FE"/>
    <w:rsid w:val="00D170AB"/>
    <w:rsid w:val="00D175F9"/>
    <w:rsid w:val="00D17935"/>
    <w:rsid w:val="00D206AD"/>
    <w:rsid w:val="00D42B75"/>
    <w:rsid w:val="00D5678A"/>
    <w:rsid w:val="00D80962"/>
    <w:rsid w:val="00D8231A"/>
    <w:rsid w:val="00D87FDC"/>
    <w:rsid w:val="00D90451"/>
    <w:rsid w:val="00D92D15"/>
    <w:rsid w:val="00DA1295"/>
    <w:rsid w:val="00DA7EE8"/>
    <w:rsid w:val="00DB22C3"/>
    <w:rsid w:val="00DC2240"/>
    <w:rsid w:val="00DC43FD"/>
    <w:rsid w:val="00DD0946"/>
    <w:rsid w:val="00DD17C7"/>
    <w:rsid w:val="00DE0D63"/>
    <w:rsid w:val="00DE2CAB"/>
    <w:rsid w:val="00DE5C33"/>
    <w:rsid w:val="00DF67E3"/>
    <w:rsid w:val="00E06573"/>
    <w:rsid w:val="00E11CBF"/>
    <w:rsid w:val="00E12028"/>
    <w:rsid w:val="00E143A6"/>
    <w:rsid w:val="00E378DE"/>
    <w:rsid w:val="00E512BA"/>
    <w:rsid w:val="00E54824"/>
    <w:rsid w:val="00E548BB"/>
    <w:rsid w:val="00E54F6A"/>
    <w:rsid w:val="00E55F29"/>
    <w:rsid w:val="00E57765"/>
    <w:rsid w:val="00E64463"/>
    <w:rsid w:val="00E66346"/>
    <w:rsid w:val="00E7038F"/>
    <w:rsid w:val="00E742AC"/>
    <w:rsid w:val="00E762E8"/>
    <w:rsid w:val="00E924D3"/>
    <w:rsid w:val="00EB6007"/>
    <w:rsid w:val="00EB6BDE"/>
    <w:rsid w:val="00EB6DFB"/>
    <w:rsid w:val="00EC16ED"/>
    <w:rsid w:val="00EC7DF3"/>
    <w:rsid w:val="00ED08E5"/>
    <w:rsid w:val="00ED37E9"/>
    <w:rsid w:val="00ED4DC2"/>
    <w:rsid w:val="00ED7908"/>
    <w:rsid w:val="00EE33D2"/>
    <w:rsid w:val="00EE4A22"/>
    <w:rsid w:val="00EF0B0C"/>
    <w:rsid w:val="00EF78D4"/>
    <w:rsid w:val="00F07846"/>
    <w:rsid w:val="00F110A1"/>
    <w:rsid w:val="00F16719"/>
    <w:rsid w:val="00F2546F"/>
    <w:rsid w:val="00F264E3"/>
    <w:rsid w:val="00F530C0"/>
    <w:rsid w:val="00F6775D"/>
    <w:rsid w:val="00F71E85"/>
    <w:rsid w:val="00F74F9E"/>
    <w:rsid w:val="00F81B62"/>
    <w:rsid w:val="00F8474B"/>
    <w:rsid w:val="00F87116"/>
    <w:rsid w:val="00F90F08"/>
    <w:rsid w:val="00F97901"/>
    <w:rsid w:val="00FA79CE"/>
    <w:rsid w:val="00FB0363"/>
    <w:rsid w:val="00FB3270"/>
    <w:rsid w:val="00FC009C"/>
    <w:rsid w:val="00FE320A"/>
    <w:rsid w:val="00FE7D7F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7F2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43C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743C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743C7"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0F07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3C7"/>
    <w:rPr>
      <w:rFonts w:cs="Times New Roman"/>
      <w:sz w:val="2"/>
    </w:rPr>
  </w:style>
  <w:style w:type="paragraph" w:customStyle="1" w:styleId="caaieiaie1">
    <w:name w:val="caaieiaie 1"/>
    <w:basedOn w:val="Normal"/>
    <w:next w:val="Normal"/>
    <w:uiPriority w:val="99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">
    <w:name w:val="Знак Знак Знак Знак"/>
    <w:basedOn w:val="Normal"/>
    <w:uiPriority w:val="99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43C7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B45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43C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3B4555"/>
    <w:rPr>
      <w:rFonts w:cs="Times New Roman"/>
    </w:rPr>
  </w:style>
  <w:style w:type="paragraph" w:customStyle="1" w:styleId="1">
    <w:name w:val="Знак Знак Знак Знак1"/>
    <w:basedOn w:val="Normal"/>
    <w:uiPriority w:val="99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TableGrid">
    <w:name w:val="Table Grid"/>
    <w:basedOn w:val="TableNormal"/>
    <w:uiPriority w:val="99"/>
    <w:rsid w:val="00A471D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DefaultParagraphFont"/>
    <w:uiPriority w:val="99"/>
    <w:rsid w:val="002945A2"/>
    <w:rPr>
      <w:rFonts w:cs="Times New Roman"/>
    </w:rPr>
  </w:style>
  <w:style w:type="paragraph" w:styleId="ListParagraph">
    <w:name w:val="List Paragraph"/>
    <w:basedOn w:val="Normal"/>
    <w:uiPriority w:val="99"/>
    <w:qFormat/>
    <w:rsid w:val="009A4664"/>
    <w:pPr>
      <w:ind w:left="720"/>
      <w:contextualSpacing/>
    </w:pPr>
  </w:style>
  <w:style w:type="character" w:customStyle="1" w:styleId="FontStyle14">
    <w:name w:val="Font Style14"/>
    <w:uiPriority w:val="99"/>
    <w:rsid w:val="008A7E4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757C9A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7C9A"/>
    <w:rPr>
      <w:rFonts w:cs="Times New Roman"/>
      <w:lang w:val="ru-RU" w:eastAsia="ru-RU"/>
    </w:rPr>
  </w:style>
  <w:style w:type="paragraph" w:customStyle="1" w:styleId="2">
    <w:name w:val="Знак Знак Знак Знак2"/>
    <w:basedOn w:val="Normal"/>
    <w:uiPriority w:val="99"/>
    <w:rsid w:val="00A46E1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982</TotalTime>
  <Pages>2</Pages>
  <Words>349</Words>
  <Characters>1995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Tonya</cp:lastModifiedBy>
  <cp:revision>81</cp:revision>
  <cp:lastPrinted>2019-02-05T14:36:00Z</cp:lastPrinted>
  <dcterms:created xsi:type="dcterms:W3CDTF">2018-07-16T06:19:00Z</dcterms:created>
  <dcterms:modified xsi:type="dcterms:W3CDTF">2019-02-19T14:51:00Z</dcterms:modified>
</cp:coreProperties>
</file>