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2DB" w:rsidRDefault="002262DB" w:rsidP="00B3041B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4pt;visibility:visible">
            <v:imagedata r:id="rId7" o:title=""/>
          </v:shape>
        </w:pict>
      </w:r>
    </w:p>
    <w:p w:rsidR="002262DB" w:rsidRPr="00D8231A" w:rsidRDefault="002262DB" w:rsidP="00B3041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2262DB" w:rsidRPr="00D8231A" w:rsidRDefault="002262DB" w:rsidP="00B3041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>
        <w:rPr>
          <w:b/>
          <w:sz w:val="36"/>
          <w:szCs w:val="36"/>
          <w:lang w:val="uk-UA"/>
        </w:rPr>
        <w:t xml:space="preserve"> </w:t>
      </w:r>
      <w:r>
        <w:rPr>
          <w:b/>
          <w:sz w:val="36"/>
          <w:szCs w:val="36"/>
        </w:rPr>
        <w:t>міський</w:t>
      </w:r>
      <w:r>
        <w:rPr>
          <w:b/>
          <w:sz w:val="36"/>
          <w:szCs w:val="36"/>
          <w:lang w:val="uk-UA"/>
        </w:rPr>
        <w:t xml:space="preserve"> </w:t>
      </w:r>
      <w:r w:rsidRPr="00D8231A">
        <w:rPr>
          <w:b/>
          <w:sz w:val="36"/>
          <w:szCs w:val="36"/>
        </w:rPr>
        <w:t>голова</w:t>
      </w:r>
    </w:p>
    <w:p w:rsidR="002262DB" w:rsidRDefault="002262DB" w:rsidP="00B3041B">
      <w:pPr>
        <w:jc w:val="center"/>
        <w:rPr>
          <w:bCs/>
        </w:rPr>
      </w:pPr>
    </w:p>
    <w:p w:rsidR="002262DB" w:rsidRPr="003B4555" w:rsidRDefault="002262DB" w:rsidP="00B3041B">
      <w:pPr>
        <w:pStyle w:val="Heading3"/>
        <w:jc w:val="center"/>
        <w:rPr>
          <w:b/>
          <w:sz w:val="36"/>
          <w:szCs w:val="36"/>
        </w:rPr>
      </w:pPr>
      <w:r w:rsidRPr="003B4555">
        <w:rPr>
          <w:b/>
          <w:sz w:val="36"/>
          <w:szCs w:val="36"/>
        </w:rPr>
        <w:t>Р О З П О Р Я Д Ж Е Н Н Я</w:t>
      </w:r>
    </w:p>
    <w:p w:rsidR="002262DB" w:rsidRDefault="002262DB"/>
    <w:p w:rsidR="002262DB" w:rsidRPr="003265FA" w:rsidRDefault="002262DB" w:rsidP="001123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6F1240">
        <w:rPr>
          <w:sz w:val="28"/>
          <w:szCs w:val="28"/>
          <w:u w:val="single"/>
          <w:lang w:val="uk-UA"/>
        </w:rPr>
        <w:t>04.09.2019</w:t>
      </w:r>
      <w:r>
        <w:rPr>
          <w:sz w:val="28"/>
          <w:szCs w:val="28"/>
          <w:lang w:val="uk-UA"/>
        </w:rPr>
        <w:t xml:space="preserve"> </w:t>
      </w:r>
      <w:r w:rsidRPr="00995770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364-р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м. Чернівці</w:t>
      </w:r>
    </w:p>
    <w:p w:rsidR="002262DB" w:rsidRPr="00E82EFB" w:rsidRDefault="002262DB" w:rsidP="0011231B">
      <w:pPr>
        <w:widowControl/>
        <w:jc w:val="both"/>
        <w:rPr>
          <w:lang w:val="uk-UA"/>
        </w:rPr>
      </w:pPr>
      <w:r w:rsidRPr="00E82EFB">
        <w:rPr>
          <w:lang w:val="uk-UA"/>
        </w:rPr>
        <w:tab/>
      </w:r>
      <w:r w:rsidRPr="00E82EFB">
        <w:rPr>
          <w:lang w:val="uk-UA"/>
        </w:rPr>
        <w:tab/>
      </w:r>
      <w:r w:rsidRPr="00E82EFB">
        <w:rPr>
          <w:lang w:val="uk-UA"/>
        </w:rPr>
        <w:tab/>
        <w:t xml:space="preserve">              </w:t>
      </w:r>
    </w:p>
    <w:p w:rsidR="002262DB" w:rsidRPr="00E12AAD" w:rsidRDefault="002262DB" w:rsidP="00CB7D9C">
      <w:pPr>
        <w:ind w:right="-5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постійно діючу комісію з приймання-передавання проведених ремонтних робіт фасадів та покрівель будівель, що є комунальною власністю територіальної громади м.Чернівців</w:t>
      </w:r>
      <w:r w:rsidRPr="00CB7D9C">
        <w:rPr>
          <w:b/>
          <w:sz w:val="28"/>
          <w:szCs w:val="28"/>
          <w:lang w:val="uk-UA"/>
        </w:rPr>
        <w:t xml:space="preserve"> </w:t>
      </w:r>
      <w:r w:rsidRPr="00E12AAD">
        <w:rPr>
          <w:b/>
          <w:sz w:val="28"/>
          <w:szCs w:val="28"/>
          <w:lang w:val="uk-UA"/>
        </w:rPr>
        <w:t xml:space="preserve">та визнання таким, що </w:t>
      </w:r>
    </w:p>
    <w:p w:rsidR="002262DB" w:rsidRPr="00E12AAD" w:rsidRDefault="002262DB" w:rsidP="00CB7D9C">
      <w:pPr>
        <w:ind w:right="-51"/>
        <w:jc w:val="center"/>
        <w:rPr>
          <w:b/>
          <w:sz w:val="28"/>
          <w:szCs w:val="28"/>
          <w:lang w:val="uk-UA"/>
        </w:rPr>
      </w:pPr>
      <w:r w:rsidRPr="00E12AAD">
        <w:rPr>
          <w:b/>
          <w:sz w:val="28"/>
          <w:szCs w:val="28"/>
          <w:lang w:val="uk-UA"/>
        </w:rPr>
        <w:t>втрати</w:t>
      </w:r>
      <w:r>
        <w:rPr>
          <w:b/>
          <w:sz w:val="28"/>
          <w:szCs w:val="28"/>
          <w:lang w:val="uk-UA"/>
        </w:rPr>
        <w:t>в</w:t>
      </w:r>
      <w:r w:rsidRPr="00E12AAD">
        <w:rPr>
          <w:b/>
          <w:sz w:val="28"/>
          <w:szCs w:val="28"/>
          <w:lang w:val="uk-UA"/>
        </w:rPr>
        <w:t xml:space="preserve"> чинність</w:t>
      </w:r>
      <w:r>
        <w:rPr>
          <w:b/>
          <w:sz w:val="28"/>
          <w:szCs w:val="28"/>
          <w:lang w:val="uk-UA"/>
        </w:rPr>
        <w:t xml:space="preserve"> окремого пункту</w:t>
      </w:r>
      <w:r w:rsidRPr="00E12AAD">
        <w:rPr>
          <w:b/>
          <w:sz w:val="28"/>
          <w:szCs w:val="28"/>
          <w:lang w:val="uk-UA"/>
        </w:rPr>
        <w:t xml:space="preserve">, </w:t>
      </w:r>
      <w:r w:rsidRPr="00EF4651">
        <w:rPr>
          <w:b/>
          <w:sz w:val="28"/>
          <w:szCs w:val="28"/>
          <w:lang w:val="uk-UA"/>
        </w:rPr>
        <w:t>розпорядження міського голови</w:t>
      </w:r>
      <w:r>
        <w:rPr>
          <w:b/>
          <w:sz w:val="28"/>
          <w:szCs w:val="28"/>
          <w:lang w:val="uk-UA"/>
        </w:rPr>
        <w:t xml:space="preserve"> з цього питання</w:t>
      </w:r>
      <w:r w:rsidRPr="00E12AAD">
        <w:rPr>
          <w:b/>
          <w:sz w:val="28"/>
          <w:szCs w:val="28"/>
          <w:lang w:val="uk-UA"/>
        </w:rPr>
        <w:t xml:space="preserve"> </w:t>
      </w:r>
    </w:p>
    <w:p w:rsidR="002262DB" w:rsidRPr="00CB7D9C" w:rsidRDefault="002262DB" w:rsidP="007818E2">
      <w:pPr>
        <w:ind w:right="-51"/>
        <w:jc w:val="center"/>
        <w:rPr>
          <w:b/>
          <w:sz w:val="28"/>
          <w:szCs w:val="28"/>
          <w:lang w:val="uk-UA"/>
        </w:rPr>
      </w:pPr>
    </w:p>
    <w:p w:rsidR="002262DB" w:rsidRPr="009E0B9D" w:rsidRDefault="002262DB" w:rsidP="00B0425F">
      <w:pPr>
        <w:widowControl/>
        <w:spacing w:line="18" w:lineRule="atLeast"/>
        <w:ind w:firstLine="567"/>
        <w:jc w:val="both"/>
        <w:rPr>
          <w:sz w:val="28"/>
          <w:szCs w:val="28"/>
          <w:lang w:val="uk-UA"/>
        </w:rPr>
      </w:pPr>
      <w:r w:rsidRPr="009E0B9D">
        <w:rPr>
          <w:sz w:val="28"/>
          <w:szCs w:val="28"/>
          <w:lang w:val="uk-UA"/>
        </w:rPr>
        <w:t>Відповідно до стат</w:t>
      </w:r>
      <w:r>
        <w:rPr>
          <w:sz w:val="28"/>
          <w:szCs w:val="28"/>
          <w:lang w:val="uk-UA"/>
        </w:rPr>
        <w:t>ей</w:t>
      </w:r>
      <w:r w:rsidRPr="009E0B9D">
        <w:rPr>
          <w:sz w:val="28"/>
          <w:szCs w:val="28"/>
          <w:lang w:val="uk-UA"/>
        </w:rPr>
        <w:t xml:space="preserve"> 29, 31, 42 Закону України «Про місцеве самоврядування в Україні», </w:t>
      </w:r>
      <w:r w:rsidRPr="00E12AAD">
        <w:rPr>
          <w:sz w:val="28"/>
          <w:szCs w:val="28"/>
          <w:lang w:val="uk-UA"/>
        </w:rPr>
        <w:t xml:space="preserve">Положення про порядок </w:t>
      </w:r>
      <w:r>
        <w:rPr>
          <w:sz w:val="28"/>
          <w:szCs w:val="28"/>
          <w:lang w:val="uk-UA"/>
        </w:rPr>
        <w:t>відшкодування витрат орендарям, які за власні кошти виконали роботи з ремонту фасадів та покрівель будівель, що є комунальною власністю територіальної громади м.Чернівців</w:t>
      </w:r>
      <w:r w:rsidRPr="00E12AAD">
        <w:rPr>
          <w:sz w:val="28"/>
          <w:szCs w:val="28"/>
          <w:lang w:val="uk-UA"/>
        </w:rPr>
        <w:t xml:space="preserve">, затвердженого рішенням міської ради VІ скликання від </w:t>
      </w:r>
      <w:r>
        <w:rPr>
          <w:sz w:val="28"/>
          <w:szCs w:val="28"/>
          <w:lang w:val="uk-UA"/>
        </w:rPr>
        <w:t>31.03.2011р. № 93</w:t>
      </w:r>
      <w:r w:rsidRPr="00E12AAD">
        <w:rPr>
          <w:sz w:val="28"/>
          <w:szCs w:val="28"/>
          <w:lang w:val="uk-UA"/>
        </w:rPr>
        <w:t>, зі змінами, внесеними рішенням міської ради VІІ скликання від 30.06.2016р. №27</w:t>
      </w:r>
      <w:r>
        <w:rPr>
          <w:sz w:val="28"/>
          <w:szCs w:val="28"/>
          <w:lang w:val="uk-UA"/>
        </w:rPr>
        <w:t>5, беручи до уваги кадрові зміни</w:t>
      </w:r>
      <w:r w:rsidRPr="00E12AAD">
        <w:rPr>
          <w:sz w:val="28"/>
          <w:szCs w:val="28"/>
          <w:lang w:val="uk-UA"/>
        </w:rPr>
        <w:t>:</w:t>
      </w:r>
    </w:p>
    <w:p w:rsidR="002262DB" w:rsidRPr="009E0B9D" w:rsidRDefault="002262DB" w:rsidP="00B0425F">
      <w:pPr>
        <w:widowControl/>
        <w:spacing w:line="18" w:lineRule="atLeast"/>
        <w:jc w:val="both"/>
        <w:rPr>
          <w:sz w:val="28"/>
          <w:szCs w:val="28"/>
          <w:lang w:val="uk-UA"/>
        </w:rPr>
      </w:pPr>
      <w:r w:rsidRPr="009E0B9D">
        <w:rPr>
          <w:sz w:val="28"/>
          <w:szCs w:val="28"/>
          <w:lang w:val="uk-UA"/>
        </w:rPr>
        <w:t xml:space="preserve">           </w:t>
      </w:r>
    </w:p>
    <w:p w:rsidR="002262DB" w:rsidRPr="009E0B9D" w:rsidRDefault="002262DB" w:rsidP="00B0425F">
      <w:pPr>
        <w:widowControl/>
        <w:spacing w:line="18" w:lineRule="atLeast"/>
        <w:ind w:firstLine="567"/>
        <w:jc w:val="both"/>
        <w:rPr>
          <w:sz w:val="28"/>
          <w:szCs w:val="28"/>
          <w:lang w:val="uk-UA"/>
        </w:rPr>
      </w:pPr>
      <w:r w:rsidRPr="009E0B9D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</w:t>
      </w:r>
      <w:r w:rsidRPr="009E0B9D">
        <w:rPr>
          <w:sz w:val="28"/>
          <w:szCs w:val="28"/>
          <w:lang w:val="uk-UA"/>
        </w:rPr>
        <w:t>Створити постійно діючу комісію з прий</w:t>
      </w:r>
      <w:r>
        <w:rPr>
          <w:sz w:val="28"/>
          <w:szCs w:val="28"/>
          <w:lang w:val="uk-UA"/>
        </w:rPr>
        <w:t>мання–передавання</w:t>
      </w:r>
      <w:r w:rsidRPr="009E0B9D">
        <w:rPr>
          <w:sz w:val="28"/>
          <w:szCs w:val="28"/>
          <w:lang w:val="uk-UA"/>
        </w:rPr>
        <w:t xml:space="preserve"> проведених </w:t>
      </w:r>
      <w:r>
        <w:rPr>
          <w:sz w:val="28"/>
          <w:szCs w:val="28"/>
          <w:lang w:val="uk-UA"/>
        </w:rPr>
        <w:t>ремонтних робіт фасадів та покрівель будівель, що є</w:t>
      </w:r>
      <w:r w:rsidRPr="009E0B9D">
        <w:rPr>
          <w:sz w:val="28"/>
          <w:szCs w:val="28"/>
          <w:lang w:val="uk-UA"/>
        </w:rPr>
        <w:t xml:space="preserve"> комунально</w:t>
      </w:r>
      <w:r>
        <w:rPr>
          <w:sz w:val="28"/>
          <w:szCs w:val="28"/>
          <w:lang w:val="uk-UA"/>
        </w:rPr>
        <w:t>ю</w:t>
      </w:r>
      <w:r w:rsidRPr="009E0B9D">
        <w:rPr>
          <w:sz w:val="28"/>
          <w:szCs w:val="28"/>
          <w:lang w:val="uk-UA"/>
        </w:rPr>
        <w:t xml:space="preserve"> власн</w:t>
      </w:r>
      <w:r>
        <w:rPr>
          <w:sz w:val="28"/>
          <w:szCs w:val="28"/>
          <w:lang w:val="uk-UA"/>
        </w:rPr>
        <w:t>і</w:t>
      </w:r>
      <w:r w:rsidRPr="009E0B9D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 xml:space="preserve">ю </w:t>
      </w:r>
      <w:r w:rsidRPr="009E0B9D">
        <w:rPr>
          <w:sz w:val="28"/>
          <w:szCs w:val="28"/>
          <w:lang w:val="uk-UA"/>
        </w:rPr>
        <w:t>територіальної громади м.Чернівці</w:t>
      </w:r>
      <w:r>
        <w:rPr>
          <w:sz w:val="28"/>
          <w:szCs w:val="28"/>
          <w:lang w:val="uk-UA"/>
        </w:rPr>
        <w:t xml:space="preserve">в, які знаходяться в орендному </w:t>
      </w:r>
      <w:r w:rsidRPr="009E0B9D">
        <w:rPr>
          <w:sz w:val="28"/>
          <w:szCs w:val="28"/>
          <w:lang w:val="uk-UA"/>
        </w:rPr>
        <w:t>корист</w:t>
      </w:r>
      <w:r>
        <w:rPr>
          <w:sz w:val="28"/>
          <w:szCs w:val="28"/>
          <w:lang w:val="uk-UA"/>
        </w:rPr>
        <w:t>ув</w:t>
      </w:r>
      <w:r w:rsidRPr="009E0B9D">
        <w:rPr>
          <w:sz w:val="28"/>
          <w:szCs w:val="28"/>
          <w:lang w:val="uk-UA"/>
        </w:rPr>
        <w:t>ан</w:t>
      </w:r>
      <w:r>
        <w:rPr>
          <w:sz w:val="28"/>
          <w:szCs w:val="28"/>
          <w:lang w:val="uk-UA"/>
        </w:rPr>
        <w:t>н</w:t>
      </w:r>
      <w:r w:rsidRPr="009E0B9D">
        <w:rPr>
          <w:sz w:val="28"/>
          <w:szCs w:val="28"/>
          <w:lang w:val="uk-UA"/>
        </w:rPr>
        <w:t xml:space="preserve">і, у складі: </w:t>
      </w:r>
    </w:p>
    <w:p w:rsidR="002262DB" w:rsidRPr="009E0B9D" w:rsidRDefault="002262DB" w:rsidP="00B0425F">
      <w:pPr>
        <w:widowControl/>
        <w:spacing w:line="18" w:lineRule="atLeast"/>
        <w:jc w:val="both"/>
        <w:rPr>
          <w:sz w:val="28"/>
          <w:szCs w:val="28"/>
          <w:lang w:val="uk-U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2"/>
        <w:gridCol w:w="284"/>
        <w:gridCol w:w="6095"/>
      </w:tblGrid>
      <w:tr w:rsidR="002262DB" w:rsidRPr="009E0B9D" w:rsidTr="003F45E3">
        <w:trPr>
          <w:trHeight w:val="1051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2262DB" w:rsidRPr="003F45E3" w:rsidRDefault="002262DB" w:rsidP="00B0425F">
            <w:pPr>
              <w:spacing w:line="18" w:lineRule="atLeast"/>
              <w:rPr>
                <w:b/>
                <w:sz w:val="28"/>
                <w:szCs w:val="28"/>
                <w:lang w:val="uk-UA"/>
              </w:rPr>
            </w:pPr>
            <w:r w:rsidRPr="003F45E3">
              <w:rPr>
                <w:b/>
                <w:sz w:val="28"/>
                <w:szCs w:val="28"/>
                <w:lang w:val="uk-UA"/>
              </w:rPr>
              <w:t>Голова комісії:</w:t>
            </w:r>
          </w:p>
          <w:p w:rsidR="002262DB" w:rsidRPr="003F45E3" w:rsidRDefault="002262DB" w:rsidP="00B0425F">
            <w:pPr>
              <w:spacing w:line="18" w:lineRule="atLeast"/>
              <w:rPr>
                <w:b/>
                <w:sz w:val="28"/>
                <w:szCs w:val="28"/>
                <w:lang w:val="uk-UA"/>
              </w:rPr>
            </w:pPr>
            <w:r w:rsidRPr="003F45E3">
              <w:rPr>
                <w:b/>
                <w:sz w:val="28"/>
                <w:szCs w:val="28"/>
                <w:lang w:val="uk-UA"/>
              </w:rPr>
              <w:t xml:space="preserve">Бурак </w:t>
            </w:r>
          </w:p>
          <w:p w:rsidR="002262DB" w:rsidRPr="003F45E3" w:rsidRDefault="002262DB" w:rsidP="00B0425F">
            <w:pPr>
              <w:spacing w:line="18" w:lineRule="atLeast"/>
              <w:rPr>
                <w:b/>
                <w:sz w:val="28"/>
                <w:szCs w:val="28"/>
                <w:lang w:val="uk-UA"/>
              </w:rPr>
            </w:pPr>
            <w:r w:rsidRPr="003F45E3">
              <w:rPr>
                <w:b/>
                <w:sz w:val="28"/>
                <w:szCs w:val="28"/>
                <w:lang w:val="uk-UA"/>
              </w:rPr>
              <w:t xml:space="preserve">Олександр Кризонтович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62DB" w:rsidRPr="003F45E3" w:rsidRDefault="002262DB" w:rsidP="00B0425F">
            <w:pPr>
              <w:spacing w:line="18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2262DB" w:rsidRPr="003F45E3" w:rsidRDefault="002262DB" w:rsidP="00B0425F">
            <w:pPr>
              <w:spacing w:line="18" w:lineRule="atLeast"/>
              <w:jc w:val="center"/>
              <w:rPr>
                <w:sz w:val="28"/>
                <w:szCs w:val="28"/>
                <w:lang w:val="uk-UA"/>
              </w:rPr>
            </w:pPr>
            <w:r w:rsidRPr="003F45E3">
              <w:rPr>
                <w:sz w:val="28"/>
                <w:szCs w:val="28"/>
                <w:lang w:val="uk-UA"/>
              </w:rPr>
              <w:t>-</w:t>
            </w:r>
          </w:p>
          <w:p w:rsidR="002262DB" w:rsidRPr="003F45E3" w:rsidRDefault="002262DB" w:rsidP="00B0425F">
            <w:pPr>
              <w:spacing w:line="18" w:lineRule="atLeast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262DB" w:rsidRPr="003F45E3" w:rsidRDefault="002262DB" w:rsidP="00B0425F">
            <w:pPr>
              <w:spacing w:line="18" w:lineRule="atLeast"/>
              <w:jc w:val="both"/>
              <w:rPr>
                <w:sz w:val="28"/>
                <w:szCs w:val="28"/>
                <w:lang w:val="uk-UA"/>
              </w:rPr>
            </w:pPr>
          </w:p>
          <w:p w:rsidR="002262DB" w:rsidRPr="003F45E3" w:rsidRDefault="002262DB" w:rsidP="00B0425F">
            <w:pPr>
              <w:spacing w:line="18" w:lineRule="atLeast"/>
              <w:jc w:val="both"/>
              <w:rPr>
                <w:sz w:val="28"/>
                <w:szCs w:val="28"/>
              </w:rPr>
            </w:pPr>
            <w:r w:rsidRPr="003F45E3">
              <w:rPr>
                <w:sz w:val="28"/>
                <w:szCs w:val="28"/>
                <w:lang w:val="uk-UA"/>
              </w:rPr>
              <w:t>перший заступник директора, начальник управ- ління житлового господарства</w:t>
            </w:r>
            <w:r w:rsidRPr="003F45E3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F45E3">
              <w:rPr>
                <w:sz w:val="28"/>
                <w:szCs w:val="28"/>
                <w:lang w:val="uk-UA"/>
              </w:rPr>
              <w:t>департаменту житлово-комунального господарства міської ради;</w:t>
            </w:r>
          </w:p>
        </w:tc>
      </w:tr>
      <w:tr w:rsidR="002262DB" w:rsidRPr="006F1240" w:rsidTr="003F45E3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2262DB" w:rsidRPr="003F45E3" w:rsidRDefault="002262DB" w:rsidP="00B0425F">
            <w:pPr>
              <w:spacing w:line="18" w:lineRule="atLeast"/>
              <w:rPr>
                <w:b/>
                <w:sz w:val="28"/>
                <w:szCs w:val="28"/>
                <w:lang w:val="uk-UA"/>
              </w:rPr>
            </w:pPr>
            <w:r w:rsidRPr="003F45E3">
              <w:rPr>
                <w:b/>
                <w:sz w:val="28"/>
                <w:szCs w:val="28"/>
                <w:lang w:val="uk-UA"/>
              </w:rPr>
              <w:t>Заступник голови комісії:</w:t>
            </w:r>
          </w:p>
          <w:p w:rsidR="002262DB" w:rsidRPr="003F45E3" w:rsidRDefault="002262DB" w:rsidP="00B0425F">
            <w:pPr>
              <w:spacing w:line="18" w:lineRule="atLeast"/>
              <w:rPr>
                <w:b/>
                <w:sz w:val="28"/>
                <w:szCs w:val="28"/>
                <w:lang w:val="uk-UA"/>
              </w:rPr>
            </w:pPr>
            <w:r w:rsidRPr="003F45E3">
              <w:rPr>
                <w:b/>
                <w:sz w:val="28"/>
                <w:szCs w:val="28"/>
                <w:lang w:val="uk-UA"/>
              </w:rPr>
              <w:t xml:space="preserve">Беспалова </w:t>
            </w:r>
          </w:p>
          <w:p w:rsidR="002262DB" w:rsidRPr="003F45E3" w:rsidRDefault="002262DB" w:rsidP="00B0425F">
            <w:pPr>
              <w:spacing w:line="18" w:lineRule="atLeast"/>
              <w:rPr>
                <w:b/>
                <w:sz w:val="28"/>
                <w:szCs w:val="28"/>
                <w:lang w:val="uk-UA"/>
              </w:rPr>
            </w:pPr>
            <w:r w:rsidRPr="003F45E3">
              <w:rPr>
                <w:b/>
                <w:sz w:val="28"/>
                <w:szCs w:val="28"/>
                <w:lang w:val="uk-UA"/>
              </w:rPr>
              <w:t>Світлана Юхимівна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62DB" w:rsidRPr="003F45E3" w:rsidRDefault="002262DB" w:rsidP="00B0425F">
            <w:pPr>
              <w:spacing w:line="18" w:lineRule="atLeast"/>
              <w:rPr>
                <w:sz w:val="28"/>
                <w:szCs w:val="28"/>
                <w:lang w:val="uk-UA"/>
              </w:rPr>
            </w:pPr>
          </w:p>
          <w:p w:rsidR="002262DB" w:rsidRPr="003F45E3" w:rsidRDefault="002262DB" w:rsidP="00B0425F">
            <w:pPr>
              <w:spacing w:line="18" w:lineRule="atLeast"/>
              <w:rPr>
                <w:sz w:val="28"/>
                <w:szCs w:val="28"/>
                <w:lang w:val="uk-UA"/>
              </w:rPr>
            </w:pPr>
            <w:r w:rsidRPr="003F45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262DB" w:rsidRPr="00ED26DF" w:rsidRDefault="002262DB" w:rsidP="00B0425F">
            <w:pPr>
              <w:tabs>
                <w:tab w:val="left" w:pos="-360"/>
              </w:tabs>
              <w:spacing w:line="18" w:lineRule="atLeast"/>
              <w:jc w:val="both"/>
              <w:rPr>
                <w:sz w:val="28"/>
                <w:szCs w:val="28"/>
                <w:lang w:val="uk-UA"/>
              </w:rPr>
            </w:pPr>
          </w:p>
          <w:p w:rsidR="002262DB" w:rsidRPr="003F45E3" w:rsidRDefault="002262DB" w:rsidP="00B0425F">
            <w:pPr>
              <w:spacing w:line="18" w:lineRule="atLeast"/>
              <w:jc w:val="both"/>
              <w:rPr>
                <w:sz w:val="28"/>
                <w:szCs w:val="28"/>
                <w:lang w:val="uk-UA"/>
              </w:rPr>
            </w:pPr>
            <w:r w:rsidRPr="003F45E3">
              <w:rPr>
                <w:sz w:val="28"/>
                <w:szCs w:val="28"/>
                <w:lang w:val="uk-UA"/>
              </w:rPr>
              <w:t>керівник фінансово – економічної групи відділу технагляду за об’єктами капітального будівництва при департаменті містобудівного комплексу та земельних відносин міської ради;</w:t>
            </w:r>
          </w:p>
        </w:tc>
      </w:tr>
      <w:tr w:rsidR="002262DB" w:rsidRPr="00E82EFB" w:rsidTr="003F45E3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2262DB" w:rsidRPr="003F45E3" w:rsidRDefault="002262DB" w:rsidP="00B0425F">
            <w:pPr>
              <w:spacing w:line="18" w:lineRule="atLeast"/>
              <w:rPr>
                <w:b/>
                <w:sz w:val="28"/>
                <w:szCs w:val="28"/>
                <w:lang w:val="uk-UA"/>
              </w:rPr>
            </w:pPr>
            <w:r w:rsidRPr="003F45E3">
              <w:rPr>
                <w:b/>
                <w:sz w:val="28"/>
                <w:szCs w:val="28"/>
              </w:rPr>
              <w:t xml:space="preserve">Секретар </w:t>
            </w:r>
            <w:r w:rsidRPr="003F45E3">
              <w:rPr>
                <w:b/>
                <w:sz w:val="28"/>
                <w:szCs w:val="28"/>
                <w:lang w:val="uk-UA"/>
              </w:rPr>
              <w:t>комісії:</w:t>
            </w:r>
          </w:p>
          <w:p w:rsidR="002262DB" w:rsidRPr="003F45E3" w:rsidRDefault="002262DB" w:rsidP="00B0425F">
            <w:pPr>
              <w:spacing w:line="18" w:lineRule="atLeast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Ільчук Катерина Віталіївна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62DB" w:rsidRPr="003F45E3" w:rsidRDefault="002262DB" w:rsidP="00B0425F">
            <w:pPr>
              <w:spacing w:line="18" w:lineRule="atLeast"/>
              <w:rPr>
                <w:sz w:val="28"/>
                <w:szCs w:val="28"/>
                <w:lang w:val="uk-UA"/>
              </w:rPr>
            </w:pPr>
          </w:p>
          <w:p w:rsidR="002262DB" w:rsidRPr="003F45E3" w:rsidRDefault="002262DB" w:rsidP="00B0425F">
            <w:pPr>
              <w:spacing w:line="18" w:lineRule="atLeast"/>
              <w:rPr>
                <w:sz w:val="28"/>
                <w:szCs w:val="28"/>
                <w:lang w:val="uk-UA"/>
              </w:rPr>
            </w:pPr>
            <w:r w:rsidRPr="003F45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262DB" w:rsidRPr="003F45E3" w:rsidRDefault="002262DB" w:rsidP="00B0425F">
            <w:pPr>
              <w:spacing w:line="18" w:lineRule="atLeast"/>
              <w:jc w:val="both"/>
              <w:rPr>
                <w:sz w:val="28"/>
                <w:szCs w:val="28"/>
                <w:lang w:val="uk-UA"/>
              </w:rPr>
            </w:pPr>
          </w:p>
          <w:p w:rsidR="002262DB" w:rsidRPr="003F45E3" w:rsidRDefault="002262DB" w:rsidP="00B0425F">
            <w:pPr>
              <w:spacing w:line="18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в.о. головного</w:t>
            </w:r>
            <w:r w:rsidRPr="003F45E3">
              <w:rPr>
                <w:sz w:val="28"/>
                <w:szCs w:val="28"/>
                <w:lang w:val="uk-UA"/>
              </w:rPr>
              <w:t xml:space="preserve"> спеціаліст</w:t>
            </w:r>
            <w:r>
              <w:rPr>
                <w:sz w:val="28"/>
                <w:szCs w:val="28"/>
                <w:lang w:val="uk-UA"/>
              </w:rPr>
              <w:t>а</w:t>
            </w:r>
            <w:r w:rsidRPr="003F45E3">
              <w:rPr>
                <w:sz w:val="28"/>
                <w:szCs w:val="28"/>
                <w:lang w:val="uk-UA"/>
              </w:rPr>
              <w:t xml:space="preserve"> відділу оренд</w:t>
            </w:r>
            <w:r>
              <w:rPr>
                <w:sz w:val="28"/>
                <w:szCs w:val="28"/>
                <w:lang w:val="uk-UA"/>
              </w:rPr>
              <w:t>н</w:t>
            </w:r>
            <w:r w:rsidRPr="003F45E3">
              <w:rPr>
                <w:sz w:val="28"/>
                <w:szCs w:val="28"/>
                <w:lang w:val="uk-UA"/>
              </w:rPr>
              <w:t>и</w:t>
            </w:r>
            <w:r>
              <w:rPr>
                <w:sz w:val="28"/>
                <w:szCs w:val="28"/>
                <w:lang w:val="uk-UA"/>
              </w:rPr>
              <w:t>х</w:t>
            </w:r>
            <w:r w:rsidRPr="003F45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відносин управління комунальної власності департаменту розвитку</w:t>
            </w:r>
            <w:r w:rsidRPr="003F45E3">
              <w:rPr>
                <w:sz w:val="28"/>
                <w:szCs w:val="28"/>
                <w:lang w:val="uk-UA"/>
              </w:rPr>
              <w:t xml:space="preserve"> міської ради;</w:t>
            </w:r>
          </w:p>
          <w:p w:rsidR="002262DB" w:rsidRPr="003F45E3" w:rsidRDefault="002262DB" w:rsidP="00B0425F">
            <w:pPr>
              <w:spacing w:line="18" w:lineRule="atLeas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262DB" w:rsidRPr="009E0B9D" w:rsidTr="003F45E3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2262DB" w:rsidRPr="003F45E3" w:rsidRDefault="002262DB" w:rsidP="00B0425F">
            <w:pPr>
              <w:spacing w:line="18" w:lineRule="atLeast"/>
              <w:rPr>
                <w:b/>
                <w:sz w:val="28"/>
                <w:szCs w:val="28"/>
                <w:lang w:val="uk-UA"/>
              </w:rPr>
            </w:pPr>
            <w:r w:rsidRPr="003F45E3">
              <w:rPr>
                <w:b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62DB" w:rsidRPr="003F45E3" w:rsidRDefault="002262DB" w:rsidP="00B0425F">
            <w:pPr>
              <w:spacing w:line="18" w:lineRule="atLeast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262DB" w:rsidRPr="003F45E3" w:rsidRDefault="002262DB" w:rsidP="00B0425F">
            <w:pPr>
              <w:spacing w:line="18" w:lineRule="atLeast"/>
              <w:rPr>
                <w:sz w:val="28"/>
                <w:szCs w:val="28"/>
                <w:lang w:val="uk-UA"/>
              </w:rPr>
            </w:pPr>
          </w:p>
        </w:tc>
      </w:tr>
      <w:tr w:rsidR="002262DB" w:rsidRPr="009E0B9D" w:rsidTr="003F45E3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2262DB" w:rsidRPr="003F45E3" w:rsidRDefault="002262DB" w:rsidP="00B0425F">
            <w:pPr>
              <w:spacing w:line="18" w:lineRule="atLeas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62DB" w:rsidRPr="003F45E3" w:rsidRDefault="002262DB" w:rsidP="00B0425F">
            <w:pPr>
              <w:spacing w:line="18" w:lineRule="atLeast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262DB" w:rsidRPr="003F45E3" w:rsidRDefault="002262DB" w:rsidP="00B0425F">
            <w:pPr>
              <w:spacing w:line="18" w:lineRule="atLeast"/>
              <w:rPr>
                <w:sz w:val="28"/>
                <w:szCs w:val="28"/>
                <w:lang w:val="uk-UA"/>
              </w:rPr>
            </w:pPr>
          </w:p>
        </w:tc>
      </w:tr>
      <w:tr w:rsidR="002262DB" w:rsidRPr="003F45E3" w:rsidTr="00B0425F">
        <w:trPr>
          <w:trHeight w:val="624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2262DB" w:rsidRPr="003F45E3" w:rsidRDefault="002262DB" w:rsidP="00B0425F">
            <w:pPr>
              <w:spacing w:line="18" w:lineRule="atLeast"/>
              <w:rPr>
                <w:b/>
                <w:sz w:val="28"/>
                <w:szCs w:val="28"/>
                <w:lang w:val="uk-UA"/>
              </w:rPr>
            </w:pPr>
            <w:r w:rsidRPr="003F45E3">
              <w:rPr>
                <w:b/>
                <w:sz w:val="28"/>
                <w:szCs w:val="28"/>
                <w:lang w:val="uk-UA"/>
              </w:rPr>
              <w:t xml:space="preserve">Діденко </w:t>
            </w:r>
          </w:p>
          <w:p w:rsidR="002262DB" w:rsidRPr="003F45E3" w:rsidRDefault="002262DB" w:rsidP="00B0425F">
            <w:pPr>
              <w:spacing w:line="18" w:lineRule="atLeast"/>
              <w:rPr>
                <w:b/>
                <w:sz w:val="28"/>
                <w:szCs w:val="28"/>
                <w:lang w:val="uk-UA"/>
              </w:rPr>
            </w:pPr>
            <w:r w:rsidRPr="003F45E3">
              <w:rPr>
                <w:b/>
                <w:sz w:val="28"/>
                <w:szCs w:val="28"/>
                <w:lang w:val="uk-UA"/>
              </w:rPr>
              <w:t>Вікторія Романівна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62DB" w:rsidRPr="003F45E3" w:rsidRDefault="002262DB" w:rsidP="00B0425F">
            <w:pPr>
              <w:spacing w:line="18" w:lineRule="atLeast"/>
              <w:jc w:val="center"/>
              <w:rPr>
                <w:sz w:val="28"/>
                <w:szCs w:val="28"/>
                <w:lang w:val="uk-UA"/>
              </w:rPr>
            </w:pPr>
            <w:r w:rsidRPr="003F45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262DB" w:rsidRPr="003F45E3" w:rsidRDefault="002262DB" w:rsidP="00B0425F">
            <w:pPr>
              <w:spacing w:line="18" w:lineRule="atLeast"/>
              <w:rPr>
                <w:sz w:val="28"/>
                <w:szCs w:val="28"/>
                <w:lang w:val="uk-UA"/>
              </w:rPr>
            </w:pPr>
            <w:r w:rsidRPr="003F45E3">
              <w:rPr>
                <w:sz w:val="28"/>
                <w:szCs w:val="28"/>
                <w:lang w:val="uk-UA"/>
              </w:rPr>
              <w:t>головний спеціаліст відділу охорони культурної спадщини міської ради;</w:t>
            </w:r>
          </w:p>
        </w:tc>
      </w:tr>
      <w:tr w:rsidR="002262DB" w:rsidRPr="003F45E3" w:rsidTr="0060400B">
        <w:trPr>
          <w:trHeight w:val="251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2262DB" w:rsidRPr="003F45E3" w:rsidRDefault="002262DB" w:rsidP="00B0425F">
            <w:pPr>
              <w:spacing w:line="18" w:lineRule="atLeas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62DB" w:rsidRPr="003F45E3" w:rsidRDefault="002262DB" w:rsidP="00B0425F">
            <w:pPr>
              <w:spacing w:line="18" w:lineRule="atLeast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262DB" w:rsidRPr="003F45E3" w:rsidRDefault="002262DB" w:rsidP="00B0425F">
            <w:pPr>
              <w:spacing w:line="18" w:lineRule="atLeast"/>
              <w:rPr>
                <w:sz w:val="28"/>
                <w:szCs w:val="28"/>
                <w:lang w:val="uk-UA"/>
              </w:rPr>
            </w:pPr>
          </w:p>
        </w:tc>
      </w:tr>
      <w:tr w:rsidR="002262DB" w:rsidRPr="003F45E3" w:rsidTr="00E82EFB">
        <w:trPr>
          <w:trHeight w:val="986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2262DB" w:rsidRPr="003F45E3" w:rsidRDefault="002262DB" w:rsidP="00B0425F">
            <w:pPr>
              <w:spacing w:line="18" w:lineRule="atLeast"/>
              <w:rPr>
                <w:b/>
                <w:sz w:val="28"/>
                <w:szCs w:val="28"/>
                <w:lang w:val="uk-UA"/>
              </w:rPr>
            </w:pPr>
            <w:r w:rsidRPr="003F45E3">
              <w:rPr>
                <w:b/>
                <w:sz w:val="28"/>
                <w:szCs w:val="28"/>
                <w:lang w:val="uk-UA"/>
              </w:rPr>
              <w:t xml:space="preserve">Кеніг </w:t>
            </w:r>
          </w:p>
          <w:p w:rsidR="002262DB" w:rsidRPr="003F45E3" w:rsidRDefault="002262DB" w:rsidP="00B0425F">
            <w:pPr>
              <w:spacing w:line="18" w:lineRule="atLeast"/>
              <w:rPr>
                <w:b/>
                <w:sz w:val="28"/>
                <w:szCs w:val="28"/>
                <w:lang w:val="uk-UA"/>
              </w:rPr>
            </w:pPr>
            <w:r w:rsidRPr="003F45E3">
              <w:rPr>
                <w:b/>
                <w:sz w:val="28"/>
                <w:szCs w:val="28"/>
                <w:lang w:val="uk-UA"/>
              </w:rPr>
              <w:t>Лариса Василівна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62DB" w:rsidRPr="003F45E3" w:rsidRDefault="002262DB" w:rsidP="00B0425F">
            <w:pPr>
              <w:spacing w:line="18" w:lineRule="atLeast"/>
              <w:jc w:val="center"/>
              <w:rPr>
                <w:sz w:val="28"/>
                <w:szCs w:val="28"/>
                <w:lang w:val="uk-UA"/>
              </w:rPr>
            </w:pPr>
            <w:r w:rsidRPr="003F45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262DB" w:rsidRPr="003F45E3" w:rsidRDefault="002262DB" w:rsidP="00B0425F">
            <w:pPr>
              <w:spacing w:line="18" w:lineRule="atLeast"/>
              <w:rPr>
                <w:sz w:val="28"/>
                <w:szCs w:val="28"/>
                <w:lang w:val="uk-UA"/>
              </w:rPr>
            </w:pPr>
            <w:r w:rsidRPr="003F45E3">
              <w:rPr>
                <w:sz w:val="28"/>
                <w:szCs w:val="28"/>
                <w:lang w:val="uk-UA"/>
              </w:rPr>
              <w:t>заступник начальника відділу технічного нагляду за капітальним будівництвом при департаменті житлово – комунал</w:t>
            </w:r>
            <w:r>
              <w:rPr>
                <w:sz w:val="28"/>
                <w:szCs w:val="28"/>
                <w:lang w:val="uk-UA"/>
              </w:rPr>
              <w:t>ьного господарства міської ради;</w:t>
            </w:r>
          </w:p>
        </w:tc>
      </w:tr>
      <w:tr w:rsidR="002262DB" w:rsidRPr="003F45E3" w:rsidTr="00C34DA4">
        <w:trPr>
          <w:trHeight w:val="986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2262DB" w:rsidRDefault="002262DB" w:rsidP="00C34DA4">
            <w:pPr>
              <w:spacing w:line="18" w:lineRule="atLeas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Настас</w:t>
            </w:r>
          </w:p>
          <w:p w:rsidR="002262DB" w:rsidRPr="003F45E3" w:rsidRDefault="002262DB" w:rsidP="00C34DA4">
            <w:pPr>
              <w:spacing w:line="18" w:lineRule="atLeas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Леся Олексіївна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262DB" w:rsidRPr="003F45E3" w:rsidRDefault="002262DB" w:rsidP="00C34DA4">
            <w:pPr>
              <w:spacing w:line="18" w:lineRule="atLeast"/>
              <w:jc w:val="center"/>
              <w:rPr>
                <w:sz w:val="28"/>
                <w:szCs w:val="28"/>
                <w:lang w:val="uk-UA"/>
              </w:rPr>
            </w:pPr>
            <w:r w:rsidRPr="003F45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262DB" w:rsidRPr="003F45E3" w:rsidRDefault="002262DB" w:rsidP="00C34DA4">
            <w:pPr>
              <w:spacing w:line="18" w:lineRule="atLeast"/>
              <w:rPr>
                <w:sz w:val="28"/>
                <w:szCs w:val="28"/>
                <w:lang w:val="uk-UA"/>
              </w:rPr>
            </w:pPr>
            <w:r w:rsidRPr="003F45E3">
              <w:rPr>
                <w:sz w:val="28"/>
                <w:szCs w:val="28"/>
                <w:lang w:val="uk-UA"/>
              </w:rPr>
              <w:t xml:space="preserve">заступник начальника відділу </w:t>
            </w:r>
            <w:r>
              <w:rPr>
                <w:sz w:val="28"/>
                <w:szCs w:val="28"/>
                <w:lang w:val="uk-UA"/>
              </w:rPr>
              <w:t>орендних відносин, управління комунальної власності, департаменту розвитку Чернівецької міської ради.</w:t>
            </w:r>
          </w:p>
        </w:tc>
      </w:tr>
    </w:tbl>
    <w:p w:rsidR="002262DB" w:rsidRDefault="002262DB" w:rsidP="00B0425F">
      <w:pPr>
        <w:spacing w:line="18" w:lineRule="atLeast"/>
        <w:ind w:right="-51" w:firstLine="567"/>
        <w:jc w:val="both"/>
        <w:rPr>
          <w:b/>
          <w:bCs/>
          <w:sz w:val="28"/>
          <w:szCs w:val="28"/>
          <w:lang w:val="uk-UA"/>
        </w:rPr>
      </w:pPr>
    </w:p>
    <w:p w:rsidR="002262DB" w:rsidRPr="00A707C4" w:rsidRDefault="002262DB" w:rsidP="00B0425F">
      <w:pPr>
        <w:spacing w:line="18" w:lineRule="atLeast"/>
        <w:ind w:right="-51" w:firstLine="567"/>
        <w:jc w:val="both"/>
        <w:rPr>
          <w:bCs/>
          <w:sz w:val="28"/>
          <w:szCs w:val="28"/>
          <w:lang w:val="uk-UA"/>
        </w:rPr>
      </w:pPr>
      <w:r w:rsidRPr="00E12AAD">
        <w:rPr>
          <w:b/>
          <w:bCs/>
          <w:sz w:val="28"/>
          <w:szCs w:val="28"/>
          <w:lang w:val="uk-UA"/>
        </w:rPr>
        <w:t>2.</w:t>
      </w:r>
      <w:r w:rsidRPr="00E12AAD">
        <w:rPr>
          <w:sz w:val="28"/>
          <w:szCs w:val="28"/>
          <w:lang w:val="uk-UA"/>
        </w:rPr>
        <w:t xml:space="preserve"> Визнати таким, що втрати</w:t>
      </w:r>
      <w:r>
        <w:rPr>
          <w:sz w:val="28"/>
          <w:szCs w:val="28"/>
          <w:lang w:val="uk-UA"/>
        </w:rPr>
        <w:t>в</w:t>
      </w:r>
      <w:r w:rsidRPr="00E12AAD">
        <w:rPr>
          <w:sz w:val="28"/>
          <w:szCs w:val="28"/>
          <w:lang w:val="uk-UA"/>
        </w:rPr>
        <w:t xml:space="preserve"> чинність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пункт 1 розпорядження міського голови від 11.10.2018 р. № 468-р «Про постійно діючу комісію з приймання-передавання проведених ремонтних робіт фасадів та покрівель будівель, що є комунальною власністю територіальної громади м. Чернівців та визнання такими, що втратили чинність, розпорядження міського голови з цього питання». </w:t>
      </w:r>
    </w:p>
    <w:p w:rsidR="002262DB" w:rsidRPr="00E12AAD" w:rsidRDefault="002262DB" w:rsidP="00B0425F">
      <w:pPr>
        <w:spacing w:line="18" w:lineRule="atLeast"/>
        <w:ind w:right="-51" w:firstLine="567"/>
        <w:jc w:val="both"/>
        <w:rPr>
          <w:bCs/>
          <w:sz w:val="28"/>
          <w:szCs w:val="28"/>
          <w:lang w:val="uk-UA"/>
        </w:rPr>
      </w:pPr>
    </w:p>
    <w:p w:rsidR="002262DB" w:rsidRDefault="002262DB" w:rsidP="00B0425F">
      <w:pPr>
        <w:spacing w:line="18" w:lineRule="atLeast"/>
        <w:ind w:right="-51" w:firstLine="567"/>
        <w:jc w:val="both"/>
        <w:rPr>
          <w:sz w:val="28"/>
          <w:szCs w:val="28"/>
          <w:lang w:val="uk-UA"/>
        </w:rPr>
      </w:pPr>
      <w:r w:rsidRPr="00E12AAD">
        <w:rPr>
          <w:b/>
          <w:bCs/>
          <w:sz w:val="28"/>
          <w:szCs w:val="28"/>
          <w:lang w:val="uk-UA"/>
        </w:rPr>
        <w:t>3.</w:t>
      </w:r>
      <w:r w:rsidRPr="00E12AAD">
        <w:rPr>
          <w:sz w:val="28"/>
          <w:szCs w:val="28"/>
          <w:lang w:val="uk-UA"/>
        </w:rPr>
        <w:t xml:space="preserve"> Контроль за виконанням цього розпорядження покласти на директора департаменту </w:t>
      </w:r>
      <w:r>
        <w:rPr>
          <w:sz w:val="28"/>
          <w:szCs w:val="28"/>
          <w:lang w:val="uk-UA"/>
        </w:rPr>
        <w:t>розвитку</w:t>
      </w:r>
      <w:r w:rsidRPr="00E12A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</w:t>
      </w:r>
      <w:r w:rsidRPr="00E12AAD">
        <w:rPr>
          <w:sz w:val="28"/>
          <w:szCs w:val="28"/>
          <w:lang w:val="uk-UA"/>
        </w:rPr>
        <w:t>.</w:t>
      </w:r>
    </w:p>
    <w:p w:rsidR="002262DB" w:rsidRDefault="002262DB" w:rsidP="00B0425F">
      <w:pPr>
        <w:spacing w:line="18" w:lineRule="atLeast"/>
        <w:jc w:val="both"/>
        <w:rPr>
          <w:sz w:val="28"/>
          <w:szCs w:val="28"/>
          <w:lang w:val="uk-UA"/>
        </w:rPr>
      </w:pPr>
    </w:p>
    <w:p w:rsidR="002262DB" w:rsidRPr="009E0B9D" w:rsidRDefault="002262DB" w:rsidP="00B0425F">
      <w:pPr>
        <w:spacing w:line="18" w:lineRule="atLeast"/>
        <w:jc w:val="both"/>
        <w:rPr>
          <w:sz w:val="28"/>
          <w:szCs w:val="28"/>
          <w:lang w:val="uk-UA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14"/>
        <w:gridCol w:w="4468"/>
      </w:tblGrid>
      <w:tr w:rsidR="002262DB" w:rsidRPr="009E0B9D" w:rsidTr="009E0B9D">
        <w:trPr>
          <w:trHeight w:val="426"/>
        </w:trPr>
        <w:tc>
          <w:tcPr>
            <w:tcW w:w="4914" w:type="dxa"/>
          </w:tcPr>
          <w:p w:rsidR="002262DB" w:rsidRPr="00E12AAD" w:rsidRDefault="002262DB" w:rsidP="00B0425F">
            <w:pPr>
              <w:spacing w:line="18" w:lineRule="atLeast"/>
              <w:rPr>
                <w:b/>
                <w:sz w:val="28"/>
                <w:szCs w:val="28"/>
                <w:lang w:val="uk-UA"/>
              </w:rPr>
            </w:pPr>
            <w:r w:rsidRPr="00E12AAD">
              <w:rPr>
                <w:b/>
                <w:sz w:val="28"/>
                <w:szCs w:val="28"/>
                <w:lang w:val="uk-UA"/>
              </w:rPr>
              <w:t>Чернівецьк</w:t>
            </w:r>
            <w:r>
              <w:rPr>
                <w:b/>
                <w:sz w:val="28"/>
                <w:szCs w:val="28"/>
                <w:lang w:val="uk-UA"/>
              </w:rPr>
              <w:t>ий міський голова</w:t>
            </w:r>
          </w:p>
        </w:tc>
        <w:tc>
          <w:tcPr>
            <w:tcW w:w="4468" w:type="dxa"/>
          </w:tcPr>
          <w:p w:rsidR="002262DB" w:rsidRPr="00E12AAD" w:rsidRDefault="002262DB" w:rsidP="00B0425F">
            <w:pPr>
              <w:spacing w:line="18" w:lineRule="atLeast"/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О.Каспрук</w:t>
            </w:r>
          </w:p>
        </w:tc>
      </w:tr>
    </w:tbl>
    <w:p w:rsidR="002262DB" w:rsidRPr="00504C10" w:rsidRDefault="002262DB" w:rsidP="00FD7E6B">
      <w:pPr>
        <w:jc w:val="both"/>
        <w:rPr>
          <w:sz w:val="28"/>
          <w:szCs w:val="28"/>
          <w:lang w:val="uk-UA"/>
        </w:rPr>
      </w:pPr>
    </w:p>
    <w:sectPr w:rsidR="002262DB" w:rsidRPr="00504C10" w:rsidSect="00B0425F">
      <w:headerReference w:type="even" r:id="rId8"/>
      <w:headerReference w:type="default" r:id="rId9"/>
      <w:type w:val="continuous"/>
      <w:pgSz w:w="11909" w:h="16834"/>
      <w:pgMar w:top="426" w:right="852" w:bottom="568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2DB" w:rsidRDefault="002262DB">
      <w:r>
        <w:separator/>
      </w:r>
    </w:p>
  </w:endnote>
  <w:endnote w:type="continuationSeparator" w:id="0">
    <w:p w:rsidR="002262DB" w:rsidRDefault="002262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2DB" w:rsidRDefault="002262DB">
      <w:r>
        <w:separator/>
      </w:r>
    </w:p>
  </w:footnote>
  <w:footnote w:type="continuationSeparator" w:id="0">
    <w:p w:rsidR="002262DB" w:rsidRDefault="002262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2DB" w:rsidRDefault="002262DB" w:rsidP="007B730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62DB" w:rsidRDefault="002262D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2DB" w:rsidRDefault="002262DB" w:rsidP="007B730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262DB" w:rsidRDefault="002262D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A1AA7"/>
    <w:multiLevelType w:val="hybridMultilevel"/>
    <w:tmpl w:val="82A2EB02"/>
    <w:lvl w:ilvl="0" w:tplc="C1AC5BDC">
      <w:start w:val="1"/>
      <w:numFmt w:val="decimal"/>
      <w:lvlText w:val="%1."/>
      <w:lvlJc w:val="left"/>
      <w:pPr>
        <w:tabs>
          <w:tab w:val="num" w:pos="929"/>
        </w:tabs>
        <w:ind w:left="92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9"/>
        </w:tabs>
        <w:ind w:left="16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9"/>
        </w:tabs>
        <w:ind w:left="23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9"/>
        </w:tabs>
        <w:ind w:left="30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9"/>
        </w:tabs>
        <w:ind w:left="38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9"/>
        </w:tabs>
        <w:ind w:left="45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9"/>
        </w:tabs>
        <w:ind w:left="52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9"/>
        </w:tabs>
        <w:ind w:left="59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9"/>
        </w:tabs>
        <w:ind w:left="6689" w:hanging="180"/>
      </w:pPr>
      <w:rPr>
        <w:rFonts w:cs="Times New Roman"/>
      </w:rPr>
    </w:lvl>
  </w:abstractNum>
  <w:abstractNum w:abstractNumId="1">
    <w:nsid w:val="76FF63E7"/>
    <w:multiLevelType w:val="hybridMultilevel"/>
    <w:tmpl w:val="634CEB1A"/>
    <w:lvl w:ilvl="0" w:tplc="F20C3C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67B3"/>
    <w:rsid w:val="00036A17"/>
    <w:rsid w:val="00061911"/>
    <w:rsid w:val="000657EA"/>
    <w:rsid w:val="0008220B"/>
    <w:rsid w:val="00082542"/>
    <w:rsid w:val="00092AA0"/>
    <w:rsid w:val="000D3427"/>
    <w:rsid w:val="000D7B49"/>
    <w:rsid w:val="000E4451"/>
    <w:rsid w:val="0011231B"/>
    <w:rsid w:val="00125B61"/>
    <w:rsid w:val="00127B04"/>
    <w:rsid w:val="00141957"/>
    <w:rsid w:val="00141F3F"/>
    <w:rsid w:val="00157F33"/>
    <w:rsid w:val="00177B25"/>
    <w:rsid w:val="00181A80"/>
    <w:rsid w:val="00196426"/>
    <w:rsid w:val="001A18C3"/>
    <w:rsid w:val="001B78CA"/>
    <w:rsid w:val="001F7D2C"/>
    <w:rsid w:val="002015E0"/>
    <w:rsid w:val="00206C29"/>
    <w:rsid w:val="00210FB8"/>
    <w:rsid w:val="002146CE"/>
    <w:rsid w:val="00220752"/>
    <w:rsid w:val="00222B23"/>
    <w:rsid w:val="002262DB"/>
    <w:rsid w:val="00227EA9"/>
    <w:rsid w:val="00234585"/>
    <w:rsid w:val="00240EEA"/>
    <w:rsid w:val="002438AB"/>
    <w:rsid w:val="002472A4"/>
    <w:rsid w:val="00255859"/>
    <w:rsid w:val="00264B52"/>
    <w:rsid w:val="00266021"/>
    <w:rsid w:val="0027567C"/>
    <w:rsid w:val="0027596B"/>
    <w:rsid w:val="0027649C"/>
    <w:rsid w:val="002C0649"/>
    <w:rsid w:val="002C100F"/>
    <w:rsid w:val="002C66BF"/>
    <w:rsid w:val="002D5720"/>
    <w:rsid w:val="003005B7"/>
    <w:rsid w:val="003025EA"/>
    <w:rsid w:val="00303949"/>
    <w:rsid w:val="00307120"/>
    <w:rsid w:val="003120F9"/>
    <w:rsid w:val="00312A2D"/>
    <w:rsid w:val="003265FA"/>
    <w:rsid w:val="00345472"/>
    <w:rsid w:val="00365EF2"/>
    <w:rsid w:val="00396A10"/>
    <w:rsid w:val="003B4555"/>
    <w:rsid w:val="003E7EEF"/>
    <w:rsid w:val="003F31E0"/>
    <w:rsid w:val="003F45E3"/>
    <w:rsid w:val="00412228"/>
    <w:rsid w:val="0042772B"/>
    <w:rsid w:val="00460962"/>
    <w:rsid w:val="00461A99"/>
    <w:rsid w:val="00473940"/>
    <w:rsid w:val="00481538"/>
    <w:rsid w:val="00481D3A"/>
    <w:rsid w:val="00504C10"/>
    <w:rsid w:val="00522964"/>
    <w:rsid w:val="00527F38"/>
    <w:rsid w:val="00540294"/>
    <w:rsid w:val="005572A0"/>
    <w:rsid w:val="00591CE1"/>
    <w:rsid w:val="005B5864"/>
    <w:rsid w:val="005C0F13"/>
    <w:rsid w:val="005C52FB"/>
    <w:rsid w:val="005C6BDA"/>
    <w:rsid w:val="005F1DDA"/>
    <w:rsid w:val="005F24F1"/>
    <w:rsid w:val="005F7082"/>
    <w:rsid w:val="0060400B"/>
    <w:rsid w:val="00606F1C"/>
    <w:rsid w:val="006214B9"/>
    <w:rsid w:val="0062381D"/>
    <w:rsid w:val="0063506A"/>
    <w:rsid w:val="00636D82"/>
    <w:rsid w:val="006400AF"/>
    <w:rsid w:val="00690661"/>
    <w:rsid w:val="006D50A5"/>
    <w:rsid w:val="006F1240"/>
    <w:rsid w:val="00712AAD"/>
    <w:rsid w:val="0073795C"/>
    <w:rsid w:val="00737E6D"/>
    <w:rsid w:val="00747ABB"/>
    <w:rsid w:val="00752D26"/>
    <w:rsid w:val="007558A1"/>
    <w:rsid w:val="00765353"/>
    <w:rsid w:val="00771421"/>
    <w:rsid w:val="007818E2"/>
    <w:rsid w:val="00782E54"/>
    <w:rsid w:val="007831C7"/>
    <w:rsid w:val="00790D9C"/>
    <w:rsid w:val="007A723F"/>
    <w:rsid w:val="007A72B2"/>
    <w:rsid w:val="007B0A0A"/>
    <w:rsid w:val="007B3872"/>
    <w:rsid w:val="007B7305"/>
    <w:rsid w:val="007D0E7A"/>
    <w:rsid w:val="007F67B3"/>
    <w:rsid w:val="00812DD6"/>
    <w:rsid w:val="00820481"/>
    <w:rsid w:val="00821A36"/>
    <w:rsid w:val="0082322D"/>
    <w:rsid w:val="008251AB"/>
    <w:rsid w:val="008531E5"/>
    <w:rsid w:val="008642B3"/>
    <w:rsid w:val="00892C73"/>
    <w:rsid w:val="008F74BD"/>
    <w:rsid w:val="009043C5"/>
    <w:rsid w:val="00922A98"/>
    <w:rsid w:val="0093467F"/>
    <w:rsid w:val="0094311F"/>
    <w:rsid w:val="009459AA"/>
    <w:rsid w:val="00953294"/>
    <w:rsid w:val="009569DD"/>
    <w:rsid w:val="00957A50"/>
    <w:rsid w:val="00964866"/>
    <w:rsid w:val="00971BB9"/>
    <w:rsid w:val="00973262"/>
    <w:rsid w:val="0098246C"/>
    <w:rsid w:val="009872CD"/>
    <w:rsid w:val="0099337C"/>
    <w:rsid w:val="00995770"/>
    <w:rsid w:val="009B137E"/>
    <w:rsid w:val="009C0BAD"/>
    <w:rsid w:val="009C51EC"/>
    <w:rsid w:val="009C5275"/>
    <w:rsid w:val="009E0B9D"/>
    <w:rsid w:val="00A3196C"/>
    <w:rsid w:val="00A471D7"/>
    <w:rsid w:val="00A707C4"/>
    <w:rsid w:val="00A77276"/>
    <w:rsid w:val="00A81C8B"/>
    <w:rsid w:val="00A84204"/>
    <w:rsid w:val="00AA5939"/>
    <w:rsid w:val="00AB6308"/>
    <w:rsid w:val="00AB69A7"/>
    <w:rsid w:val="00AD5526"/>
    <w:rsid w:val="00AD638B"/>
    <w:rsid w:val="00AE136E"/>
    <w:rsid w:val="00AE3AD7"/>
    <w:rsid w:val="00AE4A15"/>
    <w:rsid w:val="00AF0807"/>
    <w:rsid w:val="00AF36B7"/>
    <w:rsid w:val="00AF7312"/>
    <w:rsid w:val="00B0425F"/>
    <w:rsid w:val="00B250ED"/>
    <w:rsid w:val="00B3041B"/>
    <w:rsid w:val="00B622A9"/>
    <w:rsid w:val="00B644BF"/>
    <w:rsid w:val="00B93EEE"/>
    <w:rsid w:val="00B9456D"/>
    <w:rsid w:val="00B971C0"/>
    <w:rsid w:val="00B97804"/>
    <w:rsid w:val="00BB15AB"/>
    <w:rsid w:val="00BB7B9B"/>
    <w:rsid w:val="00BD212A"/>
    <w:rsid w:val="00BE1902"/>
    <w:rsid w:val="00C34DA4"/>
    <w:rsid w:val="00C36DDE"/>
    <w:rsid w:val="00C4324F"/>
    <w:rsid w:val="00C772C0"/>
    <w:rsid w:val="00C95943"/>
    <w:rsid w:val="00CB7D9C"/>
    <w:rsid w:val="00CC5384"/>
    <w:rsid w:val="00CE0D67"/>
    <w:rsid w:val="00CE4525"/>
    <w:rsid w:val="00D111EE"/>
    <w:rsid w:val="00D1355A"/>
    <w:rsid w:val="00D26938"/>
    <w:rsid w:val="00D52A65"/>
    <w:rsid w:val="00D654FB"/>
    <w:rsid w:val="00D74F48"/>
    <w:rsid w:val="00D8231A"/>
    <w:rsid w:val="00D92D15"/>
    <w:rsid w:val="00DA1A86"/>
    <w:rsid w:val="00DB6481"/>
    <w:rsid w:val="00DB7896"/>
    <w:rsid w:val="00DD6B3A"/>
    <w:rsid w:val="00DE0D63"/>
    <w:rsid w:val="00DE18B9"/>
    <w:rsid w:val="00DE3C18"/>
    <w:rsid w:val="00DE5C33"/>
    <w:rsid w:val="00E00910"/>
    <w:rsid w:val="00E01ED6"/>
    <w:rsid w:val="00E12AAD"/>
    <w:rsid w:val="00E143A6"/>
    <w:rsid w:val="00E548BB"/>
    <w:rsid w:val="00E62A76"/>
    <w:rsid w:val="00E82EFB"/>
    <w:rsid w:val="00EB27BF"/>
    <w:rsid w:val="00EB6DFB"/>
    <w:rsid w:val="00EC7DF3"/>
    <w:rsid w:val="00ED26DF"/>
    <w:rsid w:val="00ED6484"/>
    <w:rsid w:val="00ED7908"/>
    <w:rsid w:val="00EE1CF8"/>
    <w:rsid w:val="00EE33D2"/>
    <w:rsid w:val="00EE5DBE"/>
    <w:rsid w:val="00EF4651"/>
    <w:rsid w:val="00F07846"/>
    <w:rsid w:val="00F20B1F"/>
    <w:rsid w:val="00F51A2B"/>
    <w:rsid w:val="00F5213F"/>
    <w:rsid w:val="00F618CC"/>
    <w:rsid w:val="00F81B62"/>
    <w:rsid w:val="00F90DBF"/>
    <w:rsid w:val="00F90F08"/>
    <w:rsid w:val="00FA0DDC"/>
    <w:rsid w:val="00FB02B5"/>
    <w:rsid w:val="00FC785C"/>
    <w:rsid w:val="00FD7E6B"/>
    <w:rsid w:val="00FE404E"/>
    <w:rsid w:val="00FE7E81"/>
    <w:rsid w:val="00FF5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55A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1355A"/>
    <w:pPr>
      <w:keepNext/>
      <w:widowControl/>
      <w:autoSpaceDE/>
      <w:autoSpaceDN/>
      <w:adjustRightInd/>
      <w:jc w:val="center"/>
      <w:outlineLvl w:val="0"/>
    </w:pPr>
    <w:rPr>
      <w:sz w:val="36"/>
      <w:szCs w:val="24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1355A"/>
    <w:pPr>
      <w:keepNext/>
      <w:widowControl/>
      <w:jc w:val="center"/>
      <w:outlineLvl w:val="1"/>
    </w:pPr>
    <w:rPr>
      <w:sz w:val="28"/>
      <w:szCs w:val="28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1355A"/>
    <w:pPr>
      <w:keepNext/>
      <w:outlineLvl w:val="2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D572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D572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D5720"/>
    <w:rPr>
      <w:rFonts w:ascii="Cambria" w:hAnsi="Cambria" w:cs="Times New Roman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D135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5720"/>
    <w:rPr>
      <w:rFonts w:cs="Times New Roman"/>
      <w:sz w:val="2"/>
    </w:rPr>
  </w:style>
  <w:style w:type="paragraph" w:customStyle="1" w:styleId="caaieiaie1">
    <w:name w:val="caaieiaie 1"/>
    <w:basedOn w:val="Normal"/>
    <w:next w:val="Normal"/>
    <w:uiPriority w:val="99"/>
    <w:rsid w:val="00D1355A"/>
    <w:pPr>
      <w:keepNext/>
      <w:jc w:val="center"/>
    </w:pPr>
    <w:rPr>
      <w:b/>
      <w:bCs/>
      <w:sz w:val="28"/>
      <w:szCs w:val="28"/>
      <w:lang w:val="uk-UA"/>
    </w:rPr>
  </w:style>
  <w:style w:type="paragraph" w:customStyle="1" w:styleId="a">
    <w:name w:val="Знак Знак Знак Знак"/>
    <w:basedOn w:val="Normal"/>
    <w:uiPriority w:val="99"/>
    <w:rsid w:val="00E548BB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E548BB"/>
    <w:pPr>
      <w:widowControl/>
      <w:autoSpaceDE/>
      <w:autoSpaceDN/>
      <w:adjustRightInd/>
      <w:jc w:val="both"/>
    </w:pPr>
    <w:rPr>
      <w:sz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D5720"/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3B455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D5720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3B4555"/>
    <w:rPr>
      <w:rFonts w:cs="Times New Roman"/>
    </w:rPr>
  </w:style>
  <w:style w:type="paragraph" w:customStyle="1" w:styleId="1">
    <w:name w:val="Знак Знак Знак Знак1"/>
    <w:basedOn w:val="Normal"/>
    <w:uiPriority w:val="99"/>
    <w:rsid w:val="00EC7DF3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TableGrid">
    <w:name w:val="Table Grid"/>
    <w:basedOn w:val="TableNormal"/>
    <w:uiPriority w:val="99"/>
    <w:rsid w:val="00A471D7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9E0B9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2D5720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70</TotalTime>
  <Pages>2</Pages>
  <Words>402</Words>
  <Characters>2297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none</dc:creator>
  <cp:keywords/>
  <dc:description/>
  <cp:lastModifiedBy>Tonya</cp:lastModifiedBy>
  <cp:revision>14</cp:revision>
  <cp:lastPrinted>2019-08-27T08:38:00Z</cp:lastPrinted>
  <dcterms:created xsi:type="dcterms:W3CDTF">2018-10-16T14:49:00Z</dcterms:created>
  <dcterms:modified xsi:type="dcterms:W3CDTF">2019-09-13T13:16:00Z</dcterms:modified>
</cp:coreProperties>
</file>