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C1" w:rsidRPr="005701DA" w:rsidRDefault="006C3AC2" w:rsidP="006E29C1">
      <w:pPr>
        <w:jc w:val="center"/>
      </w:pPr>
      <w:r w:rsidRPr="005701D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C1" w:rsidRPr="005701DA" w:rsidRDefault="006E29C1" w:rsidP="006E29C1">
      <w:pPr>
        <w:jc w:val="center"/>
        <w:rPr>
          <w:b/>
          <w:sz w:val="36"/>
          <w:szCs w:val="36"/>
        </w:rPr>
      </w:pPr>
      <w:r w:rsidRPr="005701DA">
        <w:rPr>
          <w:b/>
          <w:sz w:val="36"/>
          <w:szCs w:val="36"/>
        </w:rPr>
        <w:t>У К Р А Ї Н А</w:t>
      </w:r>
    </w:p>
    <w:p w:rsidR="006E29C1" w:rsidRPr="005701DA" w:rsidRDefault="006E29C1" w:rsidP="006E29C1">
      <w:pPr>
        <w:jc w:val="center"/>
        <w:rPr>
          <w:b/>
          <w:sz w:val="36"/>
          <w:szCs w:val="36"/>
        </w:rPr>
      </w:pPr>
      <w:r w:rsidRPr="005701DA">
        <w:rPr>
          <w:b/>
          <w:sz w:val="36"/>
          <w:szCs w:val="36"/>
        </w:rPr>
        <w:t>Чернівецький  міський голова</w:t>
      </w:r>
    </w:p>
    <w:p w:rsidR="006E29C1" w:rsidRPr="005701DA" w:rsidRDefault="006E29C1" w:rsidP="006E29C1">
      <w:pPr>
        <w:jc w:val="center"/>
        <w:rPr>
          <w:b/>
          <w:sz w:val="36"/>
          <w:szCs w:val="36"/>
        </w:rPr>
      </w:pPr>
      <w:r w:rsidRPr="005701DA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5701DA">
        <w:rPr>
          <w:b/>
          <w:sz w:val="36"/>
          <w:szCs w:val="36"/>
        </w:rPr>
        <w:t>Р О З П О Р Я Д Ж Е Н Н Я</w:t>
      </w:r>
    </w:p>
    <w:p w:rsidR="0044029A" w:rsidRPr="005701DA" w:rsidRDefault="0044029A" w:rsidP="006E29C1">
      <w:pPr>
        <w:jc w:val="center"/>
        <w:rPr>
          <w:b/>
          <w:bCs/>
          <w:sz w:val="16"/>
          <w:szCs w:val="16"/>
        </w:rPr>
      </w:pPr>
    </w:p>
    <w:p w:rsidR="006E29C1" w:rsidRPr="005701DA" w:rsidRDefault="00F20FA2" w:rsidP="006E29C1">
      <w:pPr>
        <w:rPr>
          <w:b/>
          <w:i/>
          <w:szCs w:val="28"/>
          <w:u w:val="single"/>
        </w:rPr>
      </w:pPr>
      <w:r>
        <w:rPr>
          <w:szCs w:val="28"/>
        </w:rPr>
        <w:t>08.06.</w:t>
      </w:r>
      <w:r w:rsidR="00264AAA" w:rsidRPr="005701DA">
        <w:rPr>
          <w:szCs w:val="28"/>
        </w:rPr>
        <w:t xml:space="preserve">2018 </w:t>
      </w:r>
      <w:r>
        <w:rPr>
          <w:szCs w:val="28"/>
        </w:rPr>
        <w:t>№ 251-р</w:t>
      </w:r>
      <w:r w:rsidR="006E29C1" w:rsidRPr="005701DA">
        <w:rPr>
          <w:szCs w:val="28"/>
        </w:rPr>
        <w:t xml:space="preserve">                                   </w:t>
      </w:r>
      <w:r w:rsidR="00451CC3" w:rsidRPr="005701DA">
        <w:rPr>
          <w:szCs w:val="28"/>
        </w:rPr>
        <w:t xml:space="preserve">                               </w:t>
      </w:r>
      <w:r w:rsidR="00264AAA" w:rsidRPr="005701DA">
        <w:rPr>
          <w:szCs w:val="28"/>
        </w:rPr>
        <w:t xml:space="preserve">     </w:t>
      </w:r>
      <w:r w:rsidR="006E29C1" w:rsidRPr="005701DA">
        <w:rPr>
          <w:szCs w:val="28"/>
        </w:rPr>
        <w:t>м. Чернівці</w:t>
      </w:r>
      <w:r w:rsidR="006E29C1" w:rsidRPr="005701DA">
        <w:rPr>
          <w:b/>
          <w:i/>
          <w:szCs w:val="28"/>
          <w:u w:val="single"/>
        </w:rPr>
        <w:t xml:space="preserve">     </w:t>
      </w:r>
    </w:p>
    <w:p w:rsidR="001B6E1C" w:rsidRPr="005701DA" w:rsidRDefault="001B6E1C" w:rsidP="0016191A">
      <w:pPr>
        <w:jc w:val="both"/>
      </w:pPr>
    </w:p>
    <w:p w:rsidR="00264AAA" w:rsidRPr="005701DA" w:rsidRDefault="00451CC3" w:rsidP="006E29C1">
      <w:pPr>
        <w:rPr>
          <w:b/>
          <w:szCs w:val="28"/>
        </w:rPr>
      </w:pPr>
      <w:bookmarkStart w:id="0" w:name="OLE_LINK1"/>
      <w:bookmarkStart w:id="1" w:name="OLE_LINK2"/>
      <w:bookmarkStart w:id="2" w:name="_GoBack"/>
      <w:r w:rsidRPr="005701DA">
        <w:rPr>
          <w:b/>
          <w:szCs w:val="28"/>
        </w:rPr>
        <w:t xml:space="preserve">Про </w:t>
      </w:r>
      <w:r w:rsidR="00264AAA" w:rsidRPr="005701DA">
        <w:rPr>
          <w:b/>
          <w:szCs w:val="28"/>
        </w:rPr>
        <w:t xml:space="preserve">утворення комісії з обстеження </w:t>
      </w:r>
    </w:p>
    <w:p w:rsidR="006E29C1" w:rsidRPr="005701DA" w:rsidRDefault="00451CC3" w:rsidP="006E29C1">
      <w:pPr>
        <w:rPr>
          <w:b/>
          <w:szCs w:val="28"/>
        </w:rPr>
      </w:pPr>
      <w:r w:rsidRPr="005701DA">
        <w:rPr>
          <w:b/>
          <w:szCs w:val="28"/>
        </w:rPr>
        <w:t>захисних споруд цивільного захисту</w:t>
      </w:r>
    </w:p>
    <w:bookmarkEnd w:id="0"/>
    <w:bookmarkEnd w:id="1"/>
    <w:bookmarkEnd w:id="2"/>
    <w:p w:rsidR="00451CC3" w:rsidRPr="005701DA" w:rsidRDefault="00451CC3" w:rsidP="006E29C1">
      <w:pPr>
        <w:rPr>
          <w:b/>
          <w:sz w:val="16"/>
          <w:szCs w:val="16"/>
        </w:rPr>
      </w:pPr>
    </w:p>
    <w:p w:rsidR="00451CC3" w:rsidRPr="005701DA" w:rsidRDefault="00E47934" w:rsidP="00C268F8">
      <w:pPr>
        <w:ind w:firstLine="720"/>
        <w:jc w:val="both"/>
        <w:rPr>
          <w:szCs w:val="28"/>
        </w:rPr>
      </w:pPr>
      <w:r w:rsidRPr="005701DA">
        <w:rPr>
          <w:szCs w:val="28"/>
        </w:rPr>
        <w:t>Відповідно до частини</w:t>
      </w:r>
      <w:r w:rsidR="00451CC3" w:rsidRPr="005701DA">
        <w:rPr>
          <w:szCs w:val="28"/>
        </w:rPr>
        <w:t xml:space="preserve"> 2 статті 19</w:t>
      </w:r>
      <w:r w:rsidRPr="005701DA">
        <w:rPr>
          <w:szCs w:val="28"/>
        </w:rPr>
        <w:t>,</w:t>
      </w:r>
      <w:r w:rsidR="00674145" w:rsidRPr="005701DA">
        <w:rPr>
          <w:szCs w:val="28"/>
        </w:rPr>
        <w:t xml:space="preserve"> </w:t>
      </w:r>
      <w:r w:rsidRPr="005701DA">
        <w:rPr>
          <w:szCs w:val="28"/>
        </w:rPr>
        <w:t>статті</w:t>
      </w:r>
      <w:r w:rsidR="00451CC3" w:rsidRPr="005701DA">
        <w:rPr>
          <w:szCs w:val="28"/>
        </w:rPr>
        <w:t xml:space="preserve"> 32</w:t>
      </w:r>
      <w:r w:rsidR="00674145" w:rsidRPr="005701DA">
        <w:rPr>
          <w:szCs w:val="28"/>
        </w:rPr>
        <w:t xml:space="preserve"> Кодексу цивільного захисту України, </w:t>
      </w:r>
      <w:r w:rsidRPr="005701DA">
        <w:rPr>
          <w:szCs w:val="28"/>
        </w:rPr>
        <w:t>статті</w:t>
      </w:r>
      <w:r w:rsidR="00451CC3" w:rsidRPr="005701DA">
        <w:rPr>
          <w:szCs w:val="28"/>
        </w:rPr>
        <w:t xml:space="preserve"> 42 Закону України </w:t>
      </w:r>
      <w:r w:rsidR="00451CC3" w:rsidRPr="005701DA">
        <w:rPr>
          <w:szCs w:val="28"/>
        </w:rPr>
        <w:sym w:font="Symbol" w:char="F0B2"/>
      </w:r>
      <w:r w:rsidR="00451CC3" w:rsidRPr="005701DA">
        <w:rPr>
          <w:szCs w:val="28"/>
        </w:rPr>
        <w:t>Про місцеве самоврядування в Україні</w:t>
      </w:r>
      <w:r w:rsidR="00451CC3" w:rsidRPr="005701DA">
        <w:rPr>
          <w:szCs w:val="28"/>
        </w:rPr>
        <w:sym w:font="Symbol" w:char="F0B2"/>
      </w:r>
      <w:r w:rsidR="00451CC3" w:rsidRPr="005701DA">
        <w:rPr>
          <w:szCs w:val="28"/>
        </w:rPr>
        <w:t>, пункту 27 Порядку створення утримання фонду захисних споруд цивільного захисту та ведення його обліку, затвердженого постановою Кабінету М</w:t>
      </w:r>
      <w:r w:rsidRPr="005701DA">
        <w:rPr>
          <w:szCs w:val="28"/>
        </w:rPr>
        <w:t>іністрів України від 10.03.2017 р. № 138, додатка</w:t>
      </w:r>
      <w:r w:rsidR="00451CC3" w:rsidRPr="005701DA">
        <w:rPr>
          <w:szCs w:val="28"/>
        </w:rPr>
        <w:t xml:space="preserve"> 1 до листа Державної служби України з надзвичайних ситуацій від 23.04.2018 р. </w:t>
      </w:r>
      <w:r w:rsidRPr="005701DA">
        <w:rPr>
          <w:szCs w:val="28"/>
        </w:rPr>
        <w:t xml:space="preserve">      </w:t>
      </w:r>
      <w:r w:rsidR="00451CC3" w:rsidRPr="005701DA">
        <w:rPr>
          <w:szCs w:val="28"/>
        </w:rPr>
        <w:t>№ 16-5712/162 та з метою обстеження захисних споруд цивільного захисту як об</w:t>
      </w:r>
      <w:r w:rsidR="00451CC3" w:rsidRPr="005701DA">
        <w:rPr>
          <w:szCs w:val="28"/>
        </w:rPr>
        <w:sym w:font="Symbol" w:char="F0A2"/>
      </w:r>
      <w:r w:rsidR="00451CC3" w:rsidRPr="005701DA">
        <w:rPr>
          <w:szCs w:val="28"/>
        </w:rPr>
        <w:t>єктів нерухомості за фактами їх відсутності в натурі, зруйнованих та таких, що не підлягають відновленню за результатами комплексних перевірок</w:t>
      </w:r>
      <w:r w:rsidRPr="005701DA">
        <w:rPr>
          <w:szCs w:val="28"/>
        </w:rPr>
        <w:t>:</w:t>
      </w:r>
    </w:p>
    <w:p w:rsidR="00451CC3" w:rsidRPr="005701DA" w:rsidRDefault="00451CC3" w:rsidP="00C268F8">
      <w:pPr>
        <w:ind w:firstLine="720"/>
        <w:jc w:val="both"/>
        <w:rPr>
          <w:sz w:val="16"/>
          <w:szCs w:val="16"/>
        </w:rPr>
      </w:pPr>
    </w:p>
    <w:p w:rsidR="00513CC9" w:rsidRPr="005701DA" w:rsidRDefault="007E120B" w:rsidP="007E120B">
      <w:pPr>
        <w:ind w:firstLine="670"/>
        <w:jc w:val="both"/>
        <w:rPr>
          <w:szCs w:val="28"/>
        </w:rPr>
      </w:pPr>
      <w:r w:rsidRPr="005701DA">
        <w:rPr>
          <w:b/>
          <w:szCs w:val="28"/>
        </w:rPr>
        <w:t>1.</w:t>
      </w:r>
      <w:r w:rsidRPr="005701DA">
        <w:rPr>
          <w:szCs w:val="28"/>
        </w:rPr>
        <w:t xml:space="preserve"> Утворити комісію з обстеження захисних споруд цивільного захисту м. Чернівців у складі:</w:t>
      </w:r>
    </w:p>
    <w:p w:rsidR="007E120B" w:rsidRPr="005701DA" w:rsidRDefault="007E120B" w:rsidP="007E120B">
      <w:pPr>
        <w:jc w:val="both"/>
        <w:rPr>
          <w:szCs w:val="28"/>
        </w:rPr>
      </w:pPr>
    </w:p>
    <w:tbl>
      <w:tblPr>
        <w:tblStyle w:val="a6"/>
        <w:tblW w:w="9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4"/>
        <w:gridCol w:w="244"/>
        <w:gridCol w:w="4974"/>
      </w:tblGrid>
      <w:tr w:rsidR="00A630A9" w:rsidRPr="005701DA" w:rsidTr="00955B3A">
        <w:tc>
          <w:tcPr>
            <w:tcW w:w="430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  <w:t>Голова комісії:</w:t>
            </w:r>
          </w:p>
          <w:p w:rsidR="00955B3A" w:rsidRPr="005701DA" w:rsidRDefault="00A630A9" w:rsidP="007935D4">
            <w:pPr>
              <w:ind w:right="1328"/>
              <w:jc w:val="both"/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 xml:space="preserve">Середюк </w:t>
            </w:r>
          </w:p>
          <w:p w:rsidR="00A630A9" w:rsidRPr="005701DA" w:rsidRDefault="00955B3A" w:rsidP="00955B3A">
            <w:pPr>
              <w:ind w:right="-66"/>
              <w:jc w:val="both"/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 xml:space="preserve">Володимир </w:t>
            </w:r>
            <w:r w:rsidR="00A630A9"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>Богданович</w:t>
            </w: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  <w:vAlign w:val="center"/>
          </w:tcPr>
          <w:p w:rsidR="00B55BD9" w:rsidRPr="005701DA" w:rsidRDefault="00B55BD9" w:rsidP="007935D4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  <w:p w:rsidR="00A630A9" w:rsidRPr="005701DA" w:rsidRDefault="007935D4" w:rsidP="007935D4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- з</w:t>
            </w:r>
            <w:r w:rsidR="00A630A9"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аступник міського голови з питань діяльності виконавчих органів міської ради</w:t>
            </w:r>
          </w:p>
        </w:tc>
      </w:tr>
      <w:tr w:rsidR="00A630A9" w:rsidRPr="005701DA" w:rsidTr="006F0414">
        <w:trPr>
          <w:trHeight w:val="58"/>
        </w:trPr>
        <w:tc>
          <w:tcPr>
            <w:tcW w:w="430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A630A9" w:rsidRPr="005701DA" w:rsidTr="00955B3A">
        <w:tc>
          <w:tcPr>
            <w:tcW w:w="430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  <w:t>Заступник голови комісії:</w:t>
            </w:r>
          </w:p>
          <w:p w:rsidR="00955B3A" w:rsidRPr="005701DA" w:rsidRDefault="00A630A9" w:rsidP="00052C3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 xml:space="preserve">Самолюк </w:t>
            </w:r>
          </w:p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>Володимир Ярославович</w:t>
            </w: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  <w:vAlign w:val="center"/>
          </w:tcPr>
          <w:p w:rsidR="006F0414" w:rsidRPr="005701DA" w:rsidRDefault="006F0414" w:rsidP="007935D4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  <w:p w:rsidR="00A630A9" w:rsidRPr="005701DA" w:rsidRDefault="007935D4" w:rsidP="007935D4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- н</w:t>
            </w:r>
            <w:r w:rsidR="00A630A9"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ачальник управління з питань надзвичайних ситуацій та цивільного захисту населення міської ради</w:t>
            </w:r>
          </w:p>
        </w:tc>
      </w:tr>
      <w:tr w:rsidR="00A630A9" w:rsidRPr="005701DA" w:rsidTr="00955B3A">
        <w:tc>
          <w:tcPr>
            <w:tcW w:w="430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6F0414" w:rsidRPr="005701DA" w:rsidTr="00955B3A">
        <w:tc>
          <w:tcPr>
            <w:tcW w:w="4304" w:type="dxa"/>
            <w:vAlign w:val="center"/>
          </w:tcPr>
          <w:p w:rsidR="006F0414" w:rsidRPr="005701DA" w:rsidRDefault="006F0414" w:rsidP="00052C34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  <w:t>Секретар комісії:</w:t>
            </w:r>
          </w:p>
        </w:tc>
        <w:tc>
          <w:tcPr>
            <w:tcW w:w="244" w:type="dxa"/>
          </w:tcPr>
          <w:p w:rsidR="006F0414" w:rsidRPr="005701DA" w:rsidRDefault="006F0414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vAlign w:val="center"/>
          </w:tcPr>
          <w:p w:rsidR="006F0414" w:rsidRPr="005701DA" w:rsidRDefault="006F0414" w:rsidP="00052C34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A630A9" w:rsidRPr="005701DA" w:rsidTr="006F0414">
        <w:tc>
          <w:tcPr>
            <w:tcW w:w="4304" w:type="dxa"/>
          </w:tcPr>
          <w:p w:rsidR="00955B3A" w:rsidRPr="005701DA" w:rsidRDefault="00A630A9" w:rsidP="006F041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 xml:space="preserve">Адащук </w:t>
            </w:r>
          </w:p>
          <w:p w:rsidR="00A630A9" w:rsidRPr="005701DA" w:rsidRDefault="00A630A9" w:rsidP="006F041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>Ігор Григорович</w:t>
            </w: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</w:tcPr>
          <w:p w:rsidR="00A630A9" w:rsidRPr="005701DA" w:rsidRDefault="007935D4" w:rsidP="006F0414">
            <w:pPr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- г</w:t>
            </w:r>
            <w:r w:rsidR="00A630A9"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оловний спеціаліст управління з питань надзвичайних ситуацій та цивільного захисту населення міської ради</w:t>
            </w:r>
          </w:p>
        </w:tc>
      </w:tr>
      <w:tr w:rsidR="00A630A9" w:rsidRPr="005701DA" w:rsidTr="00955B3A">
        <w:tc>
          <w:tcPr>
            <w:tcW w:w="4304" w:type="dxa"/>
            <w:vAlign w:val="center"/>
          </w:tcPr>
          <w:p w:rsidR="00A630A9" w:rsidRPr="005701DA" w:rsidRDefault="001C52B9" w:rsidP="00052C34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  <w:u w:val="single"/>
              </w:rPr>
              <w:t>Члени комісії:</w:t>
            </w: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  <w:vAlign w:val="center"/>
          </w:tcPr>
          <w:p w:rsidR="00A630A9" w:rsidRPr="005701DA" w:rsidRDefault="00A630A9" w:rsidP="00052C34">
            <w:pPr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</w:tr>
      <w:tr w:rsidR="001C52B9" w:rsidRPr="005701DA" w:rsidTr="00955B3A">
        <w:tc>
          <w:tcPr>
            <w:tcW w:w="4304" w:type="dxa"/>
            <w:vAlign w:val="center"/>
          </w:tcPr>
          <w:p w:rsidR="001C52B9" w:rsidRPr="005701DA" w:rsidRDefault="001C52B9" w:rsidP="00052C34">
            <w:pPr>
              <w:rPr>
                <w:rStyle w:val="20"/>
                <w:rFonts w:ascii="Times New Roman" w:hAnsi="Times New Roman"/>
                <w:i w:val="0"/>
                <w:sz w:val="16"/>
                <w:szCs w:val="16"/>
                <w:u w:val="single"/>
              </w:rPr>
            </w:pPr>
          </w:p>
        </w:tc>
        <w:tc>
          <w:tcPr>
            <w:tcW w:w="244" w:type="dxa"/>
          </w:tcPr>
          <w:p w:rsidR="001C52B9" w:rsidRPr="005701DA" w:rsidRDefault="001C52B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  <w:tc>
          <w:tcPr>
            <w:tcW w:w="4974" w:type="dxa"/>
            <w:vAlign w:val="center"/>
          </w:tcPr>
          <w:p w:rsidR="001C52B9" w:rsidRPr="005701DA" w:rsidRDefault="001C52B9" w:rsidP="00052C34">
            <w:pPr>
              <w:rPr>
                <w:rStyle w:val="20"/>
                <w:rFonts w:ascii="Times New Roman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1C52B9" w:rsidRPr="005701DA" w:rsidTr="001C52B9">
        <w:tc>
          <w:tcPr>
            <w:tcW w:w="4304" w:type="dxa"/>
          </w:tcPr>
          <w:p w:rsidR="001C52B9" w:rsidRPr="005701DA" w:rsidRDefault="001C52B9" w:rsidP="001C52B9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 xml:space="preserve">Логвиненко </w:t>
            </w:r>
          </w:p>
          <w:p w:rsidR="001C52B9" w:rsidRPr="005701DA" w:rsidRDefault="001C52B9" w:rsidP="001C52B9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>Денис Володимирович</w:t>
            </w:r>
          </w:p>
        </w:tc>
        <w:tc>
          <w:tcPr>
            <w:tcW w:w="244" w:type="dxa"/>
          </w:tcPr>
          <w:p w:rsidR="001C52B9" w:rsidRPr="005701DA" w:rsidRDefault="001C52B9" w:rsidP="0079285B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  <w:vAlign w:val="center"/>
          </w:tcPr>
          <w:p w:rsidR="001C52B9" w:rsidRPr="005701DA" w:rsidRDefault="001C52B9" w:rsidP="0079285B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 xml:space="preserve">- провідний інспектор Чернівецького міського відділу управління ДСНС України в Чернівецькій області </w:t>
            </w:r>
          </w:p>
          <w:p w:rsidR="001C52B9" w:rsidRPr="005701DA" w:rsidRDefault="001C52B9" w:rsidP="0079285B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(за згодою)</w:t>
            </w:r>
          </w:p>
        </w:tc>
      </w:tr>
    </w:tbl>
    <w:p w:rsidR="006F0414" w:rsidRPr="005701DA" w:rsidRDefault="006F0414" w:rsidP="006F0414">
      <w:pPr>
        <w:jc w:val="center"/>
      </w:pPr>
      <w:r w:rsidRPr="005701DA">
        <w:br w:type="page"/>
      </w:r>
      <w:r w:rsidRPr="005701DA">
        <w:lastRenderedPageBreak/>
        <w:t>2</w:t>
      </w:r>
    </w:p>
    <w:p w:rsidR="006F0414" w:rsidRPr="005701DA" w:rsidRDefault="006F0414"/>
    <w:tbl>
      <w:tblPr>
        <w:tblStyle w:val="a6"/>
        <w:tblW w:w="9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4"/>
        <w:gridCol w:w="244"/>
        <w:gridCol w:w="4974"/>
      </w:tblGrid>
      <w:tr w:rsidR="00A630A9" w:rsidRPr="005701DA" w:rsidTr="009D0E20">
        <w:tc>
          <w:tcPr>
            <w:tcW w:w="4304" w:type="dxa"/>
          </w:tcPr>
          <w:p w:rsidR="009D0E20" w:rsidRPr="005701DA" w:rsidRDefault="00A630A9" w:rsidP="009D0E20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 xml:space="preserve">Павлюк </w:t>
            </w:r>
          </w:p>
          <w:p w:rsidR="00A630A9" w:rsidRPr="005701DA" w:rsidRDefault="00A630A9" w:rsidP="009D0E20">
            <w:pPr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i w:val="0"/>
                <w:sz w:val="27"/>
                <w:szCs w:val="27"/>
              </w:rPr>
              <w:t>Степан Петрович</w:t>
            </w:r>
          </w:p>
        </w:tc>
        <w:tc>
          <w:tcPr>
            <w:tcW w:w="244" w:type="dxa"/>
          </w:tcPr>
          <w:p w:rsidR="00A630A9" w:rsidRPr="005701DA" w:rsidRDefault="00A630A9" w:rsidP="00052C34">
            <w:pPr>
              <w:jc w:val="center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  <w:vAlign w:val="center"/>
          </w:tcPr>
          <w:p w:rsidR="00A630A9" w:rsidRPr="005701DA" w:rsidRDefault="001204D4" w:rsidP="001204D4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- г</w:t>
            </w:r>
            <w:r w:rsidR="00A630A9"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 xml:space="preserve">оловний фахівець Чернівецького міського відділу управління ДСНС України в Чернівецькій області </w:t>
            </w:r>
          </w:p>
          <w:p w:rsidR="00A630A9" w:rsidRPr="005701DA" w:rsidRDefault="00A630A9" w:rsidP="001204D4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(за згодою)</w:t>
            </w:r>
          </w:p>
        </w:tc>
      </w:tr>
      <w:tr w:rsidR="001C52B9" w:rsidRPr="005701DA" w:rsidTr="0079285B">
        <w:tc>
          <w:tcPr>
            <w:tcW w:w="4304" w:type="dxa"/>
          </w:tcPr>
          <w:p w:rsidR="009D0E20" w:rsidRPr="005701DA" w:rsidRDefault="001C52B9" w:rsidP="0079285B">
            <w:pPr>
              <w:rPr>
                <w:rStyle w:val="20"/>
                <w:i w:val="0"/>
                <w:sz w:val="27"/>
                <w:szCs w:val="27"/>
              </w:rPr>
            </w:pPr>
            <w:r w:rsidRPr="005701DA">
              <w:rPr>
                <w:rStyle w:val="20"/>
                <w:i w:val="0"/>
                <w:sz w:val="27"/>
                <w:szCs w:val="27"/>
              </w:rPr>
              <w:t xml:space="preserve">Семіон </w:t>
            </w:r>
          </w:p>
          <w:p w:rsidR="001C52B9" w:rsidRPr="005701DA" w:rsidRDefault="001C52B9" w:rsidP="0079285B">
            <w:pPr>
              <w:rPr>
                <w:rStyle w:val="20"/>
                <w:i w:val="0"/>
                <w:sz w:val="27"/>
                <w:szCs w:val="27"/>
              </w:rPr>
            </w:pPr>
            <w:r w:rsidRPr="005701DA">
              <w:rPr>
                <w:rStyle w:val="20"/>
                <w:i w:val="0"/>
                <w:sz w:val="27"/>
                <w:szCs w:val="27"/>
              </w:rPr>
              <w:t>Андрій Ілліч</w:t>
            </w:r>
          </w:p>
        </w:tc>
        <w:tc>
          <w:tcPr>
            <w:tcW w:w="244" w:type="dxa"/>
          </w:tcPr>
          <w:p w:rsidR="001C52B9" w:rsidRPr="005701DA" w:rsidRDefault="001C52B9" w:rsidP="0079285B">
            <w:pPr>
              <w:jc w:val="center"/>
              <w:rPr>
                <w:rStyle w:val="20"/>
                <w:b w:val="0"/>
                <w:i w:val="0"/>
                <w:sz w:val="27"/>
                <w:szCs w:val="27"/>
              </w:rPr>
            </w:pPr>
          </w:p>
        </w:tc>
        <w:tc>
          <w:tcPr>
            <w:tcW w:w="4974" w:type="dxa"/>
            <w:vAlign w:val="center"/>
          </w:tcPr>
          <w:p w:rsidR="001C52B9" w:rsidRPr="005701DA" w:rsidRDefault="001C52B9" w:rsidP="0079285B">
            <w:pPr>
              <w:jc w:val="both"/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 xml:space="preserve">- провідний інспектор Чернівецького міського відділу управління ДСНС України в Чернівецькій області </w:t>
            </w:r>
          </w:p>
          <w:p w:rsidR="001C52B9" w:rsidRPr="005701DA" w:rsidRDefault="001C52B9" w:rsidP="0079285B">
            <w:pPr>
              <w:jc w:val="both"/>
              <w:rPr>
                <w:rStyle w:val="20"/>
                <w:b w:val="0"/>
                <w:i w:val="0"/>
                <w:sz w:val="27"/>
                <w:szCs w:val="27"/>
              </w:rPr>
            </w:pPr>
            <w:r w:rsidRPr="005701DA">
              <w:rPr>
                <w:rStyle w:val="20"/>
                <w:rFonts w:ascii="Times New Roman" w:hAnsi="Times New Roman"/>
                <w:b w:val="0"/>
                <w:i w:val="0"/>
                <w:sz w:val="27"/>
                <w:szCs w:val="27"/>
              </w:rPr>
              <w:t>(за згодою)</w:t>
            </w:r>
          </w:p>
        </w:tc>
      </w:tr>
    </w:tbl>
    <w:p w:rsidR="00A630A9" w:rsidRPr="005701DA" w:rsidRDefault="00A630A9" w:rsidP="00A630A9">
      <w:pPr>
        <w:tabs>
          <w:tab w:val="num" w:pos="741"/>
        </w:tabs>
        <w:ind w:left="57"/>
        <w:jc w:val="both"/>
        <w:rPr>
          <w:b/>
          <w:szCs w:val="28"/>
        </w:rPr>
      </w:pPr>
    </w:p>
    <w:p w:rsidR="00221FD5" w:rsidRPr="005701DA" w:rsidRDefault="00F10F1C" w:rsidP="00221FD5">
      <w:pPr>
        <w:numPr>
          <w:ilvl w:val="0"/>
          <w:numId w:val="21"/>
        </w:numPr>
        <w:tabs>
          <w:tab w:val="clear" w:pos="930"/>
          <w:tab w:val="num" w:pos="0"/>
        </w:tabs>
        <w:ind w:left="0" w:firstLine="737"/>
        <w:jc w:val="both"/>
        <w:rPr>
          <w:szCs w:val="28"/>
        </w:rPr>
      </w:pPr>
      <w:r w:rsidRPr="005701DA">
        <w:rPr>
          <w:szCs w:val="28"/>
        </w:rPr>
        <w:t>Комісії</w:t>
      </w:r>
      <w:r w:rsidR="00221FD5" w:rsidRPr="005701DA">
        <w:rPr>
          <w:szCs w:val="28"/>
        </w:rPr>
        <w:t xml:space="preserve"> до 22.06.2018 р. подати звіт за результатами обстежень захисних споруд цивільного захисту м. Чернівців та пропозиції щодо подальшого їх перебування на обліку.</w:t>
      </w:r>
    </w:p>
    <w:p w:rsidR="00221FD5" w:rsidRPr="005701DA" w:rsidRDefault="00221FD5" w:rsidP="00221FD5">
      <w:pPr>
        <w:ind w:left="737"/>
        <w:jc w:val="both"/>
        <w:rPr>
          <w:sz w:val="16"/>
          <w:szCs w:val="16"/>
        </w:rPr>
      </w:pPr>
    </w:p>
    <w:p w:rsidR="00221FD5" w:rsidRPr="005701DA" w:rsidRDefault="00221FD5" w:rsidP="00221FD5">
      <w:pPr>
        <w:numPr>
          <w:ilvl w:val="0"/>
          <w:numId w:val="21"/>
        </w:numPr>
        <w:tabs>
          <w:tab w:val="clear" w:pos="930"/>
          <w:tab w:val="num" w:pos="0"/>
        </w:tabs>
        <w:ind w:left="0" w:firstLine="737"/>
        <w:jc w:val="both"/>
        <w:rPr>
          <w:szCs w:val="28"/>
        </w:rPr>
      </w:pPr>
      <w:r w:rsidRPr="005701DA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221FD5" w:rsidRPr="005701DA" w:rsidRDefault="00221FD5" w:rsidP="00221FD5">
      <w:pPr>
        <w:jc w:val="both"/>
        <w:rPr>
          <w:sz w:val="16"/>
          <w:szCs w:val="16"/>
        </w:rPr>
      </w:pPr>
    </w:p>
    <w:p w:rsidR="00221FD5" w:rsidRPr="005701DA" w:rsidRDefault="00221FD5" w:rsidP="00221FD5">
      <w:pPr>
        <w:numPr>
          <w:ilvl w:val="0"/>
          <w:numId w:val="21"/>
        </w:numPr>
        <w:tabs>
          <w:tab w:val="clear" w:pos="930"/>
          <w:tab w:val="num" w:pos="0"/>
        </w:tabs>
        <w:ind w:left="0" w:firstLine="737"/>
        <w:jc w:val="both"/>
        <w:rPr>
          <w:szCs w:val="28"/>
        </w:rPr>
      </w:pPr>
      <w:r w:rsidRPr="005701DA">
        <w:rPr>
          <w:szCs w:val="28"/>
        </w:rPr>
        <w:t>Організацію виконання цього розпорядження покласти на начальника управління з питань надзвичайних ситуацій та цивільного захисту населення міської ради.</w:t>
      </w:r>
    </w:p>
    <w:p w:rsidR="00221FD5" w:rsidRPr="005701DA" w:rsidRDefault="00221FD5" w:rsidP="00221FD5">
      <w:pPr>
        <w:jc w:val="both"/>
        <w:rPr>
          <w:sz w:val="16"/>
          <w:szCs w:val="16"/>
        </w:rPr>
      </w:pPr>
    </w:p>
    <w:p w:rsidR="00221FD5" w:rsidRPr="005701DA" w:rsidRDefault="00221FD5" w:rsidP="00221FD5">
      <w:pPr>
        <w:numPr>
          <w:ilvl w:val="0"/>
          <w:numId w:val="21"/>
        </w:numPr>
        <w:tabs>
          <w:tab w:val="clear" w:pos="930"/>
          <w:tab w:val="num" w:pos="0"/>
        </w:tabs>
        <w:ind w:left="0" w:firstLine="737"/>
        <w:jc w:val="both"/>
        <w:rPr>
          <w:szCs w:val="28"/>
        </w:rPr>
      </w:pPr>
      <w:r w:rsidRPr="005701DA">
        <w:rPr>
          <w:szCs w:val="28"/>
        </w:rPr>
        <w:t>Контроль за виконанням розпорядження покласти на заступника міського голови з питань діяльності виконавчих органів міської ради Середюка В. Б.</w:t>
      </w:r>
    </w:p>
    <w:p w:rsidR="00221FD5" w:rsidRPr="005701DA" w:rsidRDefault="00221FD5" w:rsidP="00A630A9">
      <w:pPr>
        <w:tabs>
          <w:tab w:val="num" w:pos="741"/>
        </w:tabs>
        <w:ind w:left="57"/>
        <w:jc w:val="both"/>
        <w:rPr>
          <w:b/>
          <w:szCs w:val="28"/>
        </w:rPr>
      </w:pPr>
    </w:p>
    <w:p w:rsidR="00221FD5" w:rsidRPr="005701DA" w:rsidRDefault="00221FD5" w:rsidP="00A630A9">
      <w:pPr>
        <w:tabs>
          <w:tab w:val="num" w:pos="741"/>
        </w:tabs>
        <w:ind w:left="57"/>
        <w:jc w:val="both"/>
        <w:rPr>
          <w:b/>
          <w:szCs w:val="28"/>
        </w:rPr>
      </w:pPr>
    </w:p>
    <w:p w:rsidR="00A630A9" w:rsidRPr="005701DA" w:rsidRDefault="00A630A9" w:rsidP="00A630A9">
      <w:pPr>
        <w:tabs>
          <w:tab w:val="num" w:pos="741"/>
        </w:tabs>
        <w:ind w:left="57"/>
        <w:jc w:val="both"/>
        <w:rPr>
          <w:b/>
          <w:szCs w:val="28"/>
        </w:rPr>
      </w:pPr>
      <w:r w:rsidRPr="005701DA">
        <w:rPr>
          <w:b/>
          <w:szCs w:val="28"/>
        </w:rPr>
        <w:t>Чернівецький міський голова                                                    О. Каспрук</w:t>
      </w:r>
    </w:p>
    <w:p w:rsidR="00A630A9" w:rsidRPr="005701DA" w:rsidRDefault="00A630A9" w:rsidP="00A630A9">
      <w:pPr>
        <w:jc w:val="both"/>
        <w:rPr>
          <w:b/>
          <w:sz w:val="27"/>
          <w:szCs w:val="27"/>
        </w:rPr>
      </w:pPr>
      <w:r w:rsidRPr="005701DA">
        <w:rPr>
          <w:b/>
          <w:sz w:val="27"/>
          <w:szCs w:val="27"/>
        </w:rPr>
        <w:t xml:space="preserve">                                             </w:t>
      </w:r>
    </w:p>
    <w:p w:rsidR="003B4557" w:rsidRPr="005701DA" w:rsidRDefault="003B4557" w:rsidP="00D07B60">
      <w:pPr>
        <w:ind w:firstLine="737"/>
        <w:jc w:val="both"/>
        <w:rPr>
          <w:sz w:val="16"/>
          <w:szCs w:val="16"/>
        </w:rPr>
      </w:pPr>
    </w:p>
    <w:p w:rsidR="00EA222C" w:rsidRPr="005701DA" w:rsidRDefault="00EA222C" w:rsidP="00600F23">
      <w:pPr>
        <w:rPr>
          <w:b/>
        </w:rPr>
      </w:pPr>
    </w:p>
    <w:sectPr w:rsidR="00EA222C" w:rsidRPr="005701DA" w:rsidSect="00E75F47">
      <w:headerReference w:type="even" r:id="rId8"/>
      <w:pgSz w:w="11906" w:h="16838" w:code="9"/>
      <w:pgMar w:top="851" w:right="851" w:bottom="851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6F6" w:rsidRDefault="00DF36F6">
      <w:r>
        <w:separator/>
      </w:r>
    </w:p>
  </w:endnote>
  <w:endnote w:type="continuationSeparator" w:id="0">
    <w:p w:rsidR="00DF36F6" w:rsidRDefault="00DF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6F6" w:rsidRDefault="00DF36F6">
      <w:r>
        <w:separator/>
      </w:r>
    </w:p>
  </w:footnote>
  <w:footnote w:type="continuationSeparator" w:id="0">
    <w:p w:rsidR="00DF36F6" w:rsidRDefault="00DF3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FB0" w:rsidRDefault="00D97FB0" w:rsidP="000A58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7FB0" w:rsidRDefault="00D97F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C4D"/>
    <w:multiLevelType w:val="multilevel"/>
    <w:tmpl w:val="1804B52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277A2"/>
    <w:multiLevelType w:val="multilevel"/>
    <w:tmpl w:val="0FC079F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17A7"/>
    <w:multiLevelType w:val="hybridMultilevel"/>
    <w:tmpl w:val="1804B522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C876E540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DF207A"/>
    <w:multiLevelType w:val="hybridMultilevel"/>
    <w:tmpl w:val="491634F4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4FFCEE6A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20460"/>
    <w:multiLevelType w:val="hybridMultilevel"/>
    <w:tmpl w:val="0FC079F2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2A7403F8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56E62"/>
    <w:multiLevelType w:val="multilevel"/>
    <w:tmpl w:val="7C08D9E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249C7"/>
    <w:multiLevelType w:val="multilevel"/>
    <w:tmpl w:val="B992AF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A59A3"/>
    <w:multiLevelType w:val="hybridMultilevel"/>
    <w:tmpl w:val="30EE8784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E57FB"/>
    <w:multiLevelType w:val="hybridMultilevel"/>
    <w:tmpl w:val="CA1AE322"/>
    <w:lvl w:ilvl="0" w:tplc="BCA49A88">
      <w:start w:val="3"/>
      <w:numFmt w:val="decimal"/>
      <w:lvlText w:val="%1."/>
      <w:lvlJc w:val="left"/>
      <w:pPr>
        <w:tabs>
          <w:tab w:val="num" w:pos="1945"/>
        </w:tabs>
        <w:ind w:left="194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0" w15:restartNumberingAfterBreak="0">
    <w:nsid w:val="48331740"/>
    <w:multiLevelType w:val="hybridMultilevel"/>
    <w:tmpl w:val="D004CE52"/>
    <w:lvl w:ilvl="0" w:tplc="CB1A5C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191185"/>
    <w:multiLevelType w:val="hybridMultilevel"/>
    <w:tmpl w:val="7C08D9EC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304F25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46308"/>
    <w:multiLevelType w:val="hybridMultilevel"/>
    <w:tmpl w:val="81D8D530"/>
    <w:lvl w:ilvl="0" w:tplc="A518FEB2">
      <w:start w:val="1"/>
      <w:numFmt w:val="decimal"/>
      <w:lvlText w:val="%1."/>
      <w:lvlJc w:val="left"/>
      <w:pPr>
        <w:tabs>
          <w:tab w:val="num" w:pos="2020"/>
        </w:tabs>
        <w:ind w:left="2020" w:hanging="13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3" w15:restartNumberingAfterBreak="0">
    <w:nsid w:val="4E1077BD"/>
    <w:multiLevelType w:val="hybridMultilevel"/>
    <w:tmpl w:val="B992AF5C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7818AE7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17126"/>
    <w:multiLevelType w:val="multilevel"/>
    <w:tmpl w:val="30EE878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E5EE6"/>
    <w:multiLevelType w:val="hybridMultilevel"/>
    <w:tmpl w:val="C72C5E78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6E9CB01E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82259"/>
    <w:multiLevelType w:val="hybridMultilevel"/>
    <w:tmpl w:val="C4D80720"/>
    <w:lvl w:ilvl="0" w:tplc="09DEC374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1E6147"/>
    <w:multiLevelType w:val="hybridMultilevel"/>
    <w:tmpl w:val="564ABFC0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304F25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E206D"/>
    <w:multiLevelType w:val="multilevel"/>
    <w:tmpl w:val="C72C5E7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41A61"/>
    <w:multiLevelType w:val="hybridMultilevel"/>
    <w:tmpl w:val="09AC45B2"/>
    <w:lvl w:ilvl="0" w:tplc="AB08C8F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857661"/>
    <w:multiLevelType w:val="multilevel"/>
    <w:tmpl w:val="491634F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"/>
  </w:num>
  <w:num w:numId="5">
    <w:abstractNumId w:val="13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8"/>
  </w:num>
  <w:num w:numId="11">
    <w:abstractNumId w:val="4"/>
  </w:num>
  <w:num w:numId="12">
    <w:abstractNumId w:val="20"/>
  </w:num>
  <w:num w:numId="13">
    <w:abstractNumId w:val="11"/>
  </w:num>
  <w:num w:numId="14">
    <w:abstractNumId w:val="6"/>
  </w:num>
  <w:num w:numId="15">
    <w:abstractNumId w:val="17"/>
  </w:num>
  <w:num w:numId="16">
    <w:abstractNumId w:val="19"/>
  </w:num>
  <w:num w:numId="17">
    <w:abstractNumId w:val="10"/>
  </w:num>
  <w:num w:numId="18">
    <w:abstractNumId w:val="9"/>
  </w:num>
  <w:num w:numId="19">
    <w:abstractNumId w:val="3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C1"/>
    <w:rsid w:val="00012A5E"/>
    <w:rsid w:val="000321A6"/>
    <w:rsid w:val="000331A3"/>
    <w:rsid w:val="00052C34"/>
    <w:rsid w:val="00057485"/>
    <w:rsid w:val="0006091B"/>
    <w:rsid w:val="00066577"/>
    <w:rsid w:val="00066B38"/>
    <w:rsid w:val="00067ED9"/>
    <w:rsid w:val="00070ECD"/>
    <w:rsid w:val="00090A0F"/>
    <w:rsid w:val="00097E27"/>
    <w:rsid w:val="000A5801"/>
    <w:rsid w:val="000B2600"/>
    <w:rsid w:val="000D00FB"/>
    <w:rsid w:val="00111856"/>
    <w:rsid w:val="00112048"/>
    <w:rsid w:val="00112791"/>
    <w:rsid w:val="00115D5C"/>
    <w:rsid w:val="001204D4"/>
    <w:rsid w:val="0012231F"/>
    <w:rsid w:val="00122951"/>
    <w:rsid w:val="0013043A"/>
    <w:rsid w:val="00141BB5"/>
    <w:rsid w:val="00152CF8"/>
    <w:rsid w:val="0016191A"/>
    <w:rsid w:val="00170983"/>
    <w:rsid w:val="00171BC9"/>
    <w:rsid w:val="00183E5A"/>
    <w:rsid w:val="00183F25"/>
    <w:rsid w:val="0019539B"/>
    <w:rsid w:val="001B6E1C"/>
    <w:rsid w:val="001C52B9"/>
    <w:rsid w:val="001F0535"/>
    <w:rsid w:val="001F0F4A"/>
    <w:rsid w:val="00200459"/>
    <w:rsid w:val="00207009"/>
    <w:rsid w:val="00217F81"/>
    <w:rsid w:val="00220193"/>
    <w:rsid w:val="00221FD5"/>
    <w:rsid w:val="00222FD4"/>
    <w:rsid w:val="0022420F"/>
    <w:rsid w:val="00227F54"/>
    <w:rsid w:val="00230298"/>
    <w:rsid w:val="00250783"/>
    <w:rsid w:val="00264AAA"/>
    <w:rsid w:val="002661A8"/>
    <w:rsid w:val="0027349C"/>
    <w:rsid w:val="002747CA"/>
    <w:rsid w:val="002804E9"/>
    <w:rsid w:val="00290A8E"/>
    <w:rsid w:val="002A4C44"/>
    <w:rsid w:val="002B1782"/>
    <w:rsid w:val="002B7347"/>
    <w:rsid w:val="002C4762"/>
    <w:rsid w:val="002C7A17"/>
    <w:rsid w:val="002D376D"/>
    <w:rsid w:val="002D6A99"/>
    <w:rsid w:val="002E4CE3"/>
    <w:rsid w:val="0031574D"/>
    <w:rsid w:val="0033634C"/>
    <w:rsid w:val="003366A7"/>
    <w:rsid w:val="00346DDA"/>
    <w:rsid w:val="0035230D"/>
    <w:rsid w:val="00352AE7"/>
    <w:rsid w:val="0036335D"/>
    <w:rsid w:val="00365D17"/>
    <w:rsid w:val="00376561"/>
    <w:rsid w:val="00382F9B"/>
    <w:rsid w:val="00383090"/>
    <w:rsid w:val="003B4557"/>
    <w:rsid w:val="003C4625"/>
    <w:rsid w:val="003D57E0"/>
    <w:rsid w:val="003F20FC"/>
    <w:rsid w:val="003F23D2"/>
    <w:rsid w:val="003F3CEC"/>
    <w:rsid w:val="00407F65"/>
    <w:rsid w:val="00411E77"/>
    <w:rsid w:val="00434AA8"/>
    <w:rsid w:val="00436CA3"/>
    <w:rsid w:val="0044029A"/>
    <w:rsid w:val="00451CC3"/>
    <w:rsid w:val="004667FE"/>
    <w:rsid w:val="004B02FD"/>
    <w:rsid w:val="004B290A"/>
    <w:rsid w:val="004E54D1"/>
    <w:rsid w:val="005018B9"/>
    <w:rsid w:val="00504BDF"/>
    <w:rsid w:val="00506635"/>
    <w:rsid w:val="00512E43"/>
    <w:rsid w:val="00513CC9"/>
    <w:rsid w:val="00513F00"/>
    <w:rsid w:val="00517F73"/>
    <w:rsid w:val="005212C3"/>
    <w:rsid w:val="005524B2"/>
    <w:rsid w:val="00566D8B"/>
    <w:rsid w:val="005701DA"/>
    <w:rsid w:val="0057323D"/>
    <w:rsid w:val="00590673"/>
    <w:rsid w:val="00595F42"/>
    <w:rsid w:val="005A13E8"/>
    <w:rsid w:val="005A19FA"/>
    <w:rsid w:val="005A4818"/>
    <w:rsid w:val="005B52D1"/>
    <w:rsid w:val="005B78BB"/>
    <w:rsid w:val="005C075E"/>
    <w:rsid w:val="005C11E3"/>
    <w:rsid w:val="005C1E59"/>
    <w:rsid w:val="005E62F8"/>
    <w:rsid w:val="006000FD"/>
    <w:rsid w:val="00600F23"/>
    <w:rsid w:val="00631155"/>
    <w:rsid w:val="006352F5"/>
    <w:rsid w:val="00637F20"/>
    <w:rsid w:val="006627BA"/>
    <w:rsid w:val="00674145"/>
    <w:rsid w:val="0067733E"/>
    <w:rsid w:val="00683FF2"/>
    <w:rsid w:val="00685529"/>
    <w:rsid w:val="00690DD4"/>
    <w:rsid w:val="00696B70"/>
    <w:rsid w:val="006A073B"/>
    <w:rsid w:val="006C3AC2"/>
    <w:rsid w:val="006E0F46"/>
    <w:rsid w:val="006E24FF"/>
    <w:rsid w:val="006E29C1"/>
    <w:rsid w:val="006F0414"/>
    <w:rsid w:val="00711B0A"/>
    <w:rsid w:val="0071789F"/>
    <w:rsid w:val="00736B01"/>
    <w:rsid w:val="00737855"/>
    <w:rsid w:val="00742F04"/>
    <w:rsid w:val="00750060"/>
    <w:rsid w:val="00750F0D"/>
    <w:rsid w:val="00752C5E"/>
    <w:rsid w:val="00784AAF"/>
    <w:rsid w:val="0079285B"/>
    <w:rsid w:val="007935D4"/>
    <w:rsid w:val="007C348F"/>
    <w:rsid w:val="007D5941"/>
    <w:rsid w:val="007D60BD"/>
    <w:rsid w:val="007E120B"/>
    <w:rsid w:val="007E44BD"/>
    <w:rsid w:val="008046E2"/>
    <w:rsid w:val="008060B1"/>
    <w:rsid w:val="00817565"/>
    <w:rsid w:val="00835B7E"/>
    <w:rsid w:val="0084544C"/>
    <w:rsid w:val="00851A72"/>
    <w:rsid w:val="00851E27"/>
    <w:rsid w:val="00861BC9"/>
    <w:rsid w:val="00866EC1"/>
    <w:rsid w:val="00870E95"/>
    <w:rsid w:val="00880319"/>
    <w:rsid w:val="00880AF1"/>
    <w:rsid w:val="008A60E5"/>
    <w:rsid w:val="008C3EB4"/>
    <w:rsid w:val="008D77E5"/>
    <w:rsid w:val="008E67D6"/>
    <w:rsid w:val="008F255D"/>
    <w:rsid w:val="00903DA2"/>
    <w:rsid w:val="00904218"/>
    <w:rsid w:val="00917E08"/>
    <w:rsid w:val="00955B3A"/>
    <w:rsid w:val="00956B34"/>
    <w:rsid w:val="00977792"/>
    <w:rsid w:val="00980A1A"/>
    <w:rsid w:val="0099659B"/>
    <w:rsid w:val="009A40E1"/>
    <w:rsid w:val="009B47C8"/>
    <w:rsid w:val="009B5BE3"/>
    <w:rsid w:val="009B5D8C"/>
    <w:rsid w:val="009D0E20"/>
    <w:rsid w:val="009D3CEF"/>
    <w:rsid w:val="009D677C"/>
    <w:rsid w:val="009E7376"/>
    <w:rsid w:val="009F118E"/>
    <w:rsid w:val="00A13211"/>
    <w:rsid w:val="00A1747B"/>
    <w:rsid w:val="00A24C35"/>
    <w:rsid w:val="00A25792"/>
    <w:rsid w:val="00A27DCC"/>
    <w:rsid w:val="00A413F5"/>
    <w:rsid w:val="00A464D7"/>
    <w:rsid w:val="00A630A9"/>
    <w:rsid w:val="00A92FA3"/>
    <w:rsid w:val="00AA0AE0"/>
    <w:rsid w:val="00AA0E4C"/>
    <w:rsid w:val="00AB0E8B"/>
    <w:rsid w:val="00AC4DF3"/>
    <w:rsid w:val="00AD273B"/>
    <w:rsid w:val="00AE2FC0"/>
    <w:rsid w:val="00AF3F42"/>
    <w:rsid w:val="00AF765C"/>
    <w:rsid w:val="00B03E1D"/>
    <w:rsid w:val="00B21C93"/>
    <w:rsid w:val="00B244C6"/>
    <w:rsid w:val="00B2739F"/>
    <w:rsid w:val="00B36271"/>
    <w:rsid w:val="00B37A49"/>
    <w:rsid w:val="00B527DD"/>
    <w:rsid w:val="00B55BD9"/>
    <w:rsid w:val="00BA1A3A"/>
    <w:rsid w:val="00BF1369"/>
    <w:rsid w:val="00BF13AD"/>
    <w:rsid w:val="00BF2E55"/>
    <w:rsid w:val="00C17462"/>
    <w:rsid w:val="00C209D1"/>
    <w:rsid w:val="00C268F8"/>
    <w:rsid w:val="00C31BA1"/>
    <w:rsid w:val="00C47D10"/>
    <w:rsid w:val="00C53566"/>
    <w:rsid w:val="00C66682"/>
    <w:rsid w:val="00C75C4A"/>
    <w:rsid w:val="00C926F2"/>
    <w:rsid w:val="00C9595D"/>
    <w:rsid w:val="00C96495"/>
    <w:rsid w:val="00CA071A"/>
    <w:rsid w:val="00CB0ACA"/>
    <w:rsid w:val="00CB4681"/>
    <w:rsid w:val="00CC08D0"/>
    <w:rsid w:val="00CC298F"/>
    <w:rsid w:val="00CD72BF"/>
    <w:rsid w:val="00D05BF2"/>
    <w:rsid w:val="00D07B60"/>
    <w:rsid w:val="00D159DC"/>
    <w:rsid w:val="00D40B60"/>
    <w:rsid w:val="00D46470"/>
    <w:rsid w:val="00D46E6B"/>
    <w:rsid w:val="00D67C81"/>
    <w:rsid w:val="00D71EF2"/>
    <w:rsid w:val="00D773DD"/>
    <w:rsid w:val="00D837ED"/>
    <w:rsid w:val="00D85626"/>
    <w:rsid w:val="00D93448"/>
    <w:rsid w:val="00D96758"/>
    <w:rsid w:val="00D97FB0"/>
    <w:rsid w:val="00DA75A5"/>
    <w:rsid w:val="00DB2B22"/>
    <w:rsid w:val="00DC320F"/>
    <w:rsid w:val="00DC4534"/>
    <w:rsid w:val="00DF06E4"/>
    <w:rsid w:val="00DF36F6"/>
    <w:rsid w:val="00E111BE"/>
    <w:rsid w:val="00E14AFF"/>
    <w:rsid w:val="00E25CE4"/>
    <w:rsid w:val="00E2631E"/>
    <w:rsid w:val="00E31B33"/>
    <w:rsid w:val="00E47934"/>
    <w:rsid w:val="00E5774E"/>
    <w:rsid w:val="00E67A39"/>
    <w:rsid w:val="00E75F47"/>
    <w:rsid w:val="00E80805"/>
    <w:rsid w:val="00E84E66"/>
    <w:rsid w:val="00E95CD4"/>
    <w:rsid w:val="00E96111"/>
    <w:rsid w:val="00EA1A07"/>
    <w:rsid w:val="00EA222C"/>
    <w:rsid w:val="00EF395C"/>
    <w:rsid w:val="00F10F1C"/>
    <w:rsid w:val="00F20FA2"/>
    <w:rsid w:val="00F402C4"/>
    <w:rsid w:val="00F41507"/>
    <w:rsid w:val="00F478EC"/>
    <w:rsid w:val="00F72E61"/>
    <w:rsid w:val="00F80144"/>
    <w:rsid w:val="00F8423A"/>
    <w:rsid w:val="00FC4D17"/>
    <w:rsid w:val="00FE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9D9C6-A4DE-46CC-B40F-13B331D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9C1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7E120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191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6191A"/>
  </w:style>
  <w:style w:type="paragraph" w:styleId="a5">
    <w:name w:val="footer"/>
    <w:basedOn w:val="a"/>
    <w:rsid w:val="00EA222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A2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7E120B"/>
    <w:rPr>
      <w:rFonts w:ascii="Cambria" w:hAnsi="Cambria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4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МНС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Адащук</dc:creator>
  <cp:keywords/>
  <dc:description/>
  <cp:lastModifiedBy>Kompvid2</cp:lastModifiedBy>
  <cp:revision>4</cp:revision>
  <cp:lastPrinted>2009-09-10T12:14:00Z</cp:lastPrinted>
  <dcterms:created xsi:type="dcterms:W3CDTF">2018-06-13T13:25:00Z</dcterms:created>
  <dcterms:modified xsi:type="dcterms:W3CDTF">2018-06-13T13:29:00Z</dcterms:modified>
</cp:coreProperties>
</file>