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E7" w:rsidRDefault="008329E7" w:rsidP="003B398B">
      <w:pPr>
        <w:jc w:val="center"/>
      </w:pPr>
      <w:r w:rsidRPr="00805BB1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8329E7" w:rsidRDefault="008329E7" w:rsidP="003B398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8329E7" w:rsidRDefault="008329E7" w:rsidP="003B398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>ий</w:t>
      </w:r>
      <w:r>
        <w:rPr>
          <w:b/>
          <w:bCs/>
          <w:sz w:val="36"/>
          <w:szCs w:val="36"/>
        </w:rPr>
        <w:t>міський голова</w:t>
      </w:r>
    </w:p>
    <w:p w:rsidR="008329E7" w:rsidRDefault="008329E7" w:rsidP="003B398B">
      <w:pPr>
        <w:pStyle w:val="Heading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329E7" w:rsidRDefault="008329E7" w:rsidP="003B398B"/>
    <w:p w:rsidR="008329E7" w:rsidRDefault="008329E7" w:rsidP="003B398B"/>
    <w:p w:rsidR="008329E7" w:rsidRDefault="008329E7" w:rsidP="003B398B">
      <w:pPr>
        <w:rPr>
          <w:b/>
          <w:bCs/>
          <w:i/>
          <w:iCs/>
          <w:sz w:val="24"/>
          <w:szCs w:val="24"/>
          <w:u w:val="single"/>
        </w:rPr>
      </w:pPr>
      <w:r>
        <w:rPr>
          <w:rFonts w:ascii="Bookman Old Style" w:hAnsi="Bookman Old Style" w:cs="Bookman Old Style"/>
          <w:sz w:val="22"/>
          <w:szCs w:val="22"/>
          <w:lang w:val="uk-UA"/>
        </w:rPr>
        <w:t xml:space="preserve">08.12.2017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591-р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м.Чернівці</w:t>
      </w:r>
    </w:p>
    <w:p w:rsidR="008329E7" w:rsidRDefault="008329E7" w:rsidP="003B398B">
      <w:pPr>
        <w:rPr>
          <w:rFonts w:ascii="Bookman Old Style" w:hAnsi="Bookman Old Style" w:cs="Bookman Old Style"/>
          <w:b/>
          <w:bCs/>
          <w:sz w:val="22"/>
          <w:szCs w:val="22"/>
          <w:lang w:val="uk-UA"/>
        </w:rPr>
      </w:pPr>
    </w:p>
    <w:p w:rsidR="008329E7" w:rsidRDefault="008329E7" w:rsidP="003B398B">
      <w:pPr>
        <w:rPr>
          <w:rFonts w:ascii="Bookman Old Style" w:hAnsi="Bookman Old Style" w:cs="Bookman Old Style"/>
          <w:b/>
          <w:bCs/>
          <w:sz w:val="22"/>
          <w:szCs w:val="22"/>
          <w:lang w:val="uk-UA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0"/>
        <w:gridCol w:w="160"/>
      </w:tblGrid>
      <w:tr w:rsidR="008329E7">
        <w:tc>
          <w:tcPr>
            <w:tcW w:w="9560" w:type="dxa"/>
          </w:tcPr>
          <w:p w:rsidR="008329E7" w:rsidRDefault="008329E7" w:rsidP="00E664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Про робочу групу для розробки першочергових заходів </w:t>
            </w:r>
            <w:r w:rsidRPr="00EC7978">
              <w:rPr>
                <w:b/>
                <w:bCs/>
                <w:sz w:val="28"/>
                <w:szCs w:val="28"/>
                <w:lang w:val="uk-UA"/>
              </w:rPr>
              <w:t>з регуляції чисельності безпритульних тварин на території міста та програми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розвитку МКП «Притулок для тварин»</w:t>
            </w:r>
          </w:p>
        </w:tc>
        <w:tc>
          <w:tcPr>
            <w:tcW w:w="160" w:type="dxa"/>
          </w:tcPr>
          <w:p w:rsidR="008329E7" w:rsidRDefault="008329E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329E7" w:rsidRDefault="008329E7" w:rsidP="00615884">
      <w:pPr>
        <w:ind w:firstLine="851"/>
        <w:jc w:val="center"/>
        <w:rPr>
          <w:sz w:val="28"/>
          <w:szCs w:val="28"/>
          <w:lang w:val="uk-UA"/>
        </w:rPr>
      </w:pPr>
    </w:p>
    <w:p w:rsidR="008329E7" w:rsidRDefault="008329E7" w:rsidP="00615884">
      <w:pPr>
        <w:ind w:firstLine="851"/>
        <w:jc w:val="center"/>
        <w:rPr>
          <w:sz w:val="28"/>
          <w:szCs w:val="28"/>
          <w:lang w:val="uk-UA"/>
        </w:rPr>
      </w:pPr>
    </w:p>
    <w:p w:rsidR="008329E7" w:rsidRDefault="008329E7" w:rsidP="00615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Україні", враховуючи скарги  мешканців та на виконання протокольного рішення міської ради від 01.08.2017р. № 559/33, з метою розробки програми розвитку  міського комунального підприємства «Притулок для тварин» та  першочергових заходів з регуляції чисельності безпритульних тварин на території міста, забезпечення сприятливих умов  для роботи комунального підприємства у зимовий період та посилення контролю зав дотриманням вимог Закону України «</w:t>
      </w:r>
      <w:r w:rsidRPr="000F4A4A">
        <w:rPr>
          <w:sz w:val="28"/>
          <w:szCs w:val="28"/>
          <w:lang w:val="uk-UA"/>
        </w:rPr>
        <w:t>Про захист тварин від жорстокого поводження</w:t>
      </w:r>
      <w:r>
        <w:rPr>
          <w:sz w:val="28"/>
          <w:szCs w:val="28"/>
          <w:lang w:val="uk-UA"/>
        </w:rPr>
        <w:t xml:space="preserve">», </w:t>
      </w:r>
      <w:r w:rsidRPr="000F4A4A">
        <w:rPr>
          <w:sz w:val="28"/>
          <w:szCs w:val="28"/>
          <w:lang w:val="uk-UA"/>
        </w:rPr>
        <w:t>Правил утримання тварин в м.Чернівц</w:t>
      </w:r>
      <w:r>
        <w:rPr>
          <w:sz w:val="28"/>
          <w:szCs w:val="28"/>
          <w:lang w:val="uk-UA"/>
        </w:rPr>
        <w:t xml:space="preserve">ях </w:t>
      </w:r>
    </w:p>
    <w:p w:rsidR="008329E7" w:rsidRDefault="008329E7" w:rsidP="00615884">
      <w:pPr>
        <w:jc w:val="both"/>
        <w:rPr>
          <w:sz w:val="16"/>
          <w:szCs w:val="16"/>
          <w:lang w:val="uk-UA"/>
        </w:rPr>
      </w:pPr>
    </w:p>
    <w:p w:rsidR="008329E7" w:rsidRDefault="008329E7" w:rsidP="00615884">
      <w:pPr>
        <w:jc w:val="center"/>
        <w:rPr>
          <w:b/>
          <w:bCs/>
          <w:sz w:val="16"/>
          <w:szCs w:val="16"/>
          <w:lang w:val="uk-UA"/>
        </w:rPr>
      </w:pPr>
    </w:p>
    <w:p w:rsidR="008329E7" w:rsidRDefault="008329E7" w:rsidP="00615884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 О Б О В ’ Я З У Ю :</w:t>
      </w:r>
    </w:p>
    <w:p w:rsidR="008329E7" w:rsidRDefault="008329E7" w:rsidP="00615884">
      <w:pPr>
        <w:pStyle w:val="BodyText"/>
        <w:rPr>
          <w:spacing w:val="-6"/>
          <w:sz w:val="16"/>
          <w:szCs w:val="16"/>
        </w:rPr>
      </w:pPr>
    </w:p>
    <w:p w:rsidR="008329E7" w:rsidRDefault="008329E7" w:rsidP="00615884">
      <w:pPr>
        <w:pStyle w:val="BodyText"/>
        <w:rPr>
          <w:spacing w:val="-6"/>
          <w:sz w:val="16"/>
          <w:szCs w:val="16"/>
        </w:rPr>
      </w:pPr>
    </w:p>
    <w:p w:rsidR="008329E7" w:rsidRDefault="008329E7" w:rsidP="00615884">
      <w:pPr>
        <w:pStyle w:val="BodyText"/>
        <w:ind w:firstLine="708"/>
        <w:rPr>
          <w:spacing w:val="-6"/>
        </w:rPr>
      </w:pPr>
      <w:r>
        <w:rPr>
          <w:b/>
          <w:bCs/>
          <w:spacing w:val="-6"/>
        </w:rPr>
        <w:t xml:space="preserve">1. </w:t>
      </w:r>
      <w:r>
        <w:rPr>
          <w:spacing w:val="-6"/>
        </w:rPr>
        <w:t xml:space="preserve">Створити робочу групу в складі: </w:t>
      </w:r>
    </w:p>
    <w:p w:rsidR="008329E7" w:rsidRDefault="008329E7" w:rsidP="00615884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927"/>
        <w:gridCol w:w="4928"/>
      </w:tblGrid>
      <w:tr w:rsidR="008329E7">
        <w:tc>
          <w:tcPr>
            <w:tcW w:w="4927" w:type="dxa"/>
          </w:tcPr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Голова робочої групи: 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Продан </w:t>
            </w:r>
          </w:p>
          <w:p w:rsidR="008329E7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Василь Сафронович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</w:rPr>
              <w:t xml:space="preserve">- </w:t>
            </w:r>
            <w:r w:rsidRPr="00A8517A">
              <w:rPr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Заступник голови робочої групи: 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Пилип’як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Олег Степанович 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Default="008329E7" w:rsidP="00A8517A">
            <w:pPr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8329E7" w:rsidRPr="00A8517A" w:rsidRDefault="008329E7" w:rsidP="00A851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329E7">
        <w:tc>
          <w:tcPr>
            <w:tcW w:w="4927" w:type="dxa"/>
          </w:tcPr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Секретар  робочої групи: 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Зазуляк</w:t>
            </w:r>
          </w:p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4928" w:type="dxa"/>
          </w:tcPr>
          <w:p w:rsidR="008329E7" w:rsidRDefault="008329E7" w:rsidP="00A8517A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</w:tabs>
              <w:ind w:left="35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  <w:p w:rsidR="008329E7" w:rsidRPr="00A8517A" w:rsidRDefault="008329E7" w:rsidP="00E664BF">
            <w:pPr>
              <w:pStyle w:val="ListParagraph"/>
              <w:ind w:left="3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329E7">
        <w:tc>
          <w:tcPr>
            <w:tcW w:w="4927" w:type="dxa"/>
          </w:tcPr>
          <w:p w:rsidR="008329E7" w:rsidRPr="00A8517A" w:rsidRDefault="008329E7" w:rsidP="00A8517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Члени робочої групи: </w:t>
            </w:r>
          </w:p>
        </w:tc>
        <w:tc>
          <w:tcPr>
            <w:tcW w:w="4928" w:type="dxa"/>
          </w:tcPr>
          <w:p w:rsidR="008329E7" w:rsidRPr="00A8517A" w:rsidRDefault="008329E7" w:rsidP="00A8517A">
            <w:pPr>
              <w:tabs>
                <w:tab w:val="num" w:pos="35"/>
              </w:tabs>
              <w:ind w:left="3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Бацала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Марина Василівна 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0"/>
              </w:tabs>
              <w:ind w:left="35" w:firstLine="4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начальник відділу первинної правової допомоги та юридичної експертизи документів юридичного управління міської ради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Виноградов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Василь Миколайович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35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 директор МКП «Притулок для тварин»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Гладишева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Ольга Василівна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35" w:firstLine="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8517A">
              <w:rPr>
                <w:sz w:val="28"/>
                <w:szCs w:val="28"/>
                <w:lang w:val="uk-UA"/>
              </w:rPr>
              <w:t>начальник планово-економічного відділу департаменту житлово-комунального господарства міської ради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Круглецький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Денис Валерійович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tabs>
                <w:tab w:val="num" w:pos="35"/>
                <w:tab w:val="num" w:pos="176"/>
              </w:tabs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- начальник відділу контрольно - перевірочної роботи міської ради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Обшанський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Сергій Валерійович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начальник Інспекції з благоустрою міської ради </w:t>
            </w:r>
          </w:p>
        </w:tc>
      </w:tr>
      <w:tr w:rsidR="008329E7" w:rsidRPr="00E664BF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Бабух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</w:tc>
      </w:tr>
      <w:tr w:rsidR="008329E7" w:rsidRPr="00E664BF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Бешлей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Володимир Васильович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A8517A">
              <w:rPr>
                <w:sz w:val="28"/>
                <w:szCs w:val="28"/>
                <w:lang w:val="en-US"/>
              </w:rPr>
              <w:t>V</w:t>
            </w:r>
            <w:r w:rsidRPr="00A8517A">
              <w:rPr>
                <w:sz w:val="28"/>
                <w:szCs w:val="28"/>
                <w:lang w:val="uk-UA"/>
              </w:rPr>
              <w:t xml:space="preserve">ІІ скликання (за згодою) 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Гончарюк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Іван Дмитрович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A8517A">
              <w:rPr>
                <w:sz w:val="28"/>
                <w:szCs w:val="28"/>
                <w:lang w:val="en-US"/>
              </w:rPr>
              <w:t>V</w:t>
            </w:r>
            <w:r w:rsidRPr="00A8517A"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Гошовська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Антоніна Антонівна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громадський активіст ( 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Добржанський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Сергій Олександрович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громадський активіст (за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Допіряк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Валерій Опанасович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0"/>
              </w:tabs>
              <w:ind w:left="35" w:firstLine="4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керівник ДП «Державна лабораторія ветеринарної медицини Чернівецької області» (за згодою)</w:t>
            </w:r>
          </w:p>
        </w:tc>
      </w:tr>
      <w:tr w:rsidR="008329E7" w:rsidRPr="00670C4E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Дутка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Олег Ігорович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інспектор роти №1 батальйону патрульної поліції управління патрульної поліції в Чернівцях (за згодою) 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Жук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Артем Михайлович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громадський активіст (за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Косован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Анжела Вікторівна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громадський активіст (за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 xml:space="preserve">Лазарєв 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Сергій Юрійович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 начальник управління Держпрод</w:t>
            </w:r>
            <w:r>
              <w:rPr>
                <w:sz w:val="28"/>
                <w:szCs w:val="28"/>
                <w:lang w:val="uk-UA"/>
              </w:rPr>
              <w:t>-</w:t>
            </w:r>
            <w:r w:rsidRPr="00A8517A">
              <w:rPr>
                <w:sz w:val="28"/>
                <w:szCs w:val="28"/>
                <w:lang w:val="uk-UA"/>
              </w:rPr>
              <w:t xml:space="preserve">споживслужби  в            м. Чернівцях (за згодою) 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Марусик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Тамара Володимирівна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</w:tabs>
              <w:ind w:left="35" w:hanging="35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проректор з науково-педагогічної роботи з питань навчально-виховного процесу Чернівецького національного університету ім.Ю.Федьковича ( 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Михайлішин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Віталій Михайлович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A8517A">
              <w:rPr>
                <w:sz w:val="28"/>
                <w:szCs w:val="28"/>
                <w:lang w:val="en-US"/>
              </w:rPr>
              <w:t>V</w:t>
            </w:r>
            <w:r w:rsidRPr="00A8517A"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8329E7"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Паладян</w:t>
            </w:r>
          </w:p>
          <w:p w:rsidR="008329E7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Дмитро Володимирович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numPr>
                <w:ilvl w:val="0"/>
                <w:numId w:val="1"/>
              </w:numPr>
              <w:tabs>
                <w:tab w:val="clear" w:pos="435"/>
                <w:tab w:val="num" w:pos="35"/>
                <w:tab w:val="num" w:pos="176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A8517A">
              <w:rPr>
                <w:sz w:val="28"/>
                <w:szCs w:val="28"/>
                <w:lang w:val="uk-UA"/>
              </w:rPr>
              <w:t>громадський активіст (за згодою)</w:t>
            </w:r>
            <w:bookmarkStart w:id="0" w:name="_GoBack"/>
            <w:bookmarkEnd w:id="0"/>
          </w:p>
        </w:tc>
      </w:tr>
      <w:tr w:rsidR="008329E7">
        <w:trPr>
          <w:trHeight w:val="301"/>
        </w:trPr>
        <w:tc>
          <w:tcPr>
            <w:tcW w:w="4927" w:type="dxa"/>
          </w:tcPr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Сєхов</w:t>
            </w:r>
          </w:p>
          <w:p w:rsidR="008329E7" w:rsidRPr="00A8517A" w:rsidRDefault="008329E7" w:rsidP="00E664B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8517A">
              <w:rPr>
                <w:b/>
                <w:bCs/>
                <w:sz w:val="28"/>
                <w:szCs w:val="28"/>
                <w:lang w:val="uk-UA"/>
              </w:rPr>
              <w:t>Володимир Євгенович</w:t>
            </w:r>
          </w:p>
        </w:tc>
        <w:tc>
          <w:tcPr>
            <w:tcW w:w="4928" w:type="dxa"/>
          </w:tcPr>
          <w:p w:rsidR="008329E7" w:rsidRPr="00A8517A" w:rsidRDefault="008329E7" w:rsidP="00E00AFD">
            <w:pPr>
              <w:pStyle w:val="ListParagraph"/>
              <w:ind w:left="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8517A">
              <w:rPr>
                <w:sz w:val="28"/>
                <w:szCs w:val="28"/>
                <w:lang w:val="uk-UA"/>
              </w:rPr>
              <w:t>депутат міської ради VІІ скликання (за згодою)</w:t>
            </w:r>
          </w:p>
        </w:tc>
      </w:tr>
    </w:tbl>
    <w:p w:rsidR="008329E7" w:rsidRDefault="008329E7" w:rsidP="003B398B">
      <w:pPr>
        <w:jc w:val="both"/>
        <w:rPr>
          <w:b/>
          <w:bCs/>
          <w:sz w:val="28"/>
          <w:szCs w:val="28"/>
          <w:lang w:val="uk-UA"/>
        </w:rPr>
      </w:pPr>
    </w:p>
    <w:p w:rsidR="008329E7" w:rsidRDefault="008329E7" w:rsidP="00EC797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Робочій групі терміново надати рекомендації щодо забезпечення належних умов  для роботи  МКП «Притулок для тварин» у зимовий період  та до 25.01.2018 року розробити першочергові заходи з регуляції чисельності безпритульних тварин на території міста, посилення контролю за дотриманням вимог Закону України «</w:t>
      </w:r>
      <w:r w:rsidRPr="000F4A4A">
        <w:rPr>
          <w:sz w:val="28"/>
          <w:szCs w:val="28"/>
          <w:lang w:val="uk-UA"/>
        </w:rPr>
        <w:t>Про захист тварин від жорстокого поводження</w:t>
      </w:r>
      <w:r>
        <w:rPr>
          <w:sz w:val="28"/>
          <w:szCs w:val="28"/>
          <w:lang w:val="uk-UA"/>
        </w:rPr>
        <w:t xml:space="preserve">», </w:t>
      </w:r>
      <w:r w:rsidRPr="000F4A4A">
        <w:rPr>
          <w:sz w:val="28"/>
          <w:szCs w:val="28"/>
          <w:lang w:val="uk-UA"/>
        </w:rPr>
        <w:t>Правил утримання тварин в м.Чернівц</w:t>
      </w:r>
      <w:r>
        <w:rPr>
          <w:sz w:val="28"/>
          <w:szCs w:val="28"/>
          <w:lang w:val="uk-UA"/>
        </w:rPr>
        <w:t xml:space="preserve">ях, подати проект програми  розвитку </w:t>
      </w:r>
      <w:r>
        <w:rPr>
          <w:sz w:val="28"/>
          <w:szCs w:val="28"/>
          <w:lang w:val="uk-UA"/>
        </w:rPr>
        <w:br/>
        <w:t>МКП «Притулок для тварин»для затвердження міською радою.</w:t>
      </w:r>
    </w:p>
    <w:p w:rsidR="008329E7" w:rsidRPr="002E4CC2" w:rsidRDefault="008329E7" w:rsidP="00E83F33">
      <w:pPr>
        <w:rPr>
          <w:sz w:val="24"/>
          <w:szCs w:val="24"/>
          <w:lang w:val="uk-UA"/>
        </w:rPr>
      </w:pPr>
    </w:p>
    <w:p w:rsidR="008329E7" w:rsidRPr="008D5841" w:rsidRDefault="008329E7" w:rsidP="00E83F33">
      <w:pPr>
        <w:ind w:firstLine="708"/>
        <w:jc w:val="both"/>
        <w:rPr>
          <w:sz w:val="28"/>
          <w:szCs w:val="28"/>
          <w:lang w:val="uk-UA"/>
        </w:rPr>
      </w:pPr>
      <w:r w:rsidRPr="00602CC1">
        <w:rPr>
          <w:b/>
          <w:bCs/>
          <w:sz w:val="28"/>
          <w:szCs w:val="28"/>
          <w:lang w:val="uk-UA"/>
        </w:rPr>
        <w:t xml:space="preserve">3. </w:t>
      </w:r>
      <w:r w:rsidRPr="008D584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изнати </w:t>
      </w:r>
      <w:r w:rsidRPr="008D5841">
        <w:rPr>
          <w:sz w:val="28"/>
          <w:szCs w:val="28"/>
          <w:lang w:val="uk-UA"/>
        </w:rPr>
        <w:t xml:space="preserve"> таким, що втратило чинність</w:t>
      </w:r>
      <w:r>
        <w:rPr>
          <w:sz w:val="28"/>
          <w:szCs w:val="28"/>
          <w:lang w:val="uk-UA"/>
        </w:rPr>
        <w:t xml:space="preserve">, </w:t>
      </w:r>
      <w:r w:rsidRPr="008D5841">
        <w:rPr>
          <w:sz w:val="28"/>
          <w:szCs w:val="28"/>
          <w:lang w:val="uk-UA"/>
        </w:rPr>
        <w:t xml:space="preserve"> розпорядження міського голови </w:t>
      </w:r>
      <w:r>
        <w:rPr>
          <w:sz w:val="28"/>
          <w:szCs w:val="28"/>
          <w:lang w:val="uk-UA"/>
        </w:rPr>
        <w:t xml:space="preserve">від </w:t>
      </w:r>
      <w:r w:rsidRPr="00EC7978">
        <w:rPr>
          <w:sz w:val="28"/>
          <w:szCs w:val="28"/>
          <w:lang w:val="uk-UA"/>
        </w:rPr>
        <w:t>04.09.2017 № 424-р</w:t>
      </w:r>
      <w:r>
        <w:rPr>
          <w:sz w:val="28"/>
          <w:szCs w:val="28"/>
          <w:lang w:val="uk-UA"/>
        </w:rPr>
        <w:t>.</w:t>
      </w:r>
    </w:p>
    <w:p w:rsidR="008329E7" w:rsidRPr="00602CC1" w:rsidRDefault="008329E7" w:rsidP="00E83F3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329E7" w:rsidRDefault="008329E7" w:rsidP="00E83F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Розпорядження підлягає оприлюдненню на  офіційному веб-порталі Чернівецької міської ради.</w:t>
      </w:r>
    </w:p>
    <w:p w:rsidR="008329E7" w:rsidRDefault="008329E7" w:rsidP="00E83F33">
      <w:pPr>
        <w:ind w:firstLine="708"/>
        <w:jc w:val="both"/>
        <w:rPr>
          <w:sz w:val="28"/>
          <w:szCs w:val="28"/>
          <w:lang w:val="uk-UA"/>
        </w:rPr>
      </w:pPr>
    </w:p>
    <w:p w:rsidR="008329E7" w:rsidRDefault="008329E7" w:rsidP="00E83F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Контроль за виконанням цього розпорядження здійснювати секретарю міської ради Продану В.С.</w:t>
      </w:r>
    </w:p>
    <w:p w:rsidR="008329E7" w:rsidRDefault="008329E7" w:rsidP="00E83F33">
      <w:pPr>
        <w:ind w:right="98" w:firstLine="720"/>
        <w:jc w:val="both"/>
        <w:rPr>
          <w:sz w:val="28"/>
          <w:szCs w:val="28"/>
          <w:lang w:val="uk-UA"/>
        </w:rPr>
      </w:pPr>
    </w:p>
    <w:p w:rsidR="008329E7" w:rsidRDefault="008329E7" w:rsidP="00E83F33">
      <w:pPr>
        <w:ind w:right="98" w:firstLine="720"/>
        <w:jc w:val="both"/>
        <w:rPr>
          <w:sz w:val="28"/>
          <w:szCs w:val="28"/>
          <w:lang w:val="uk-UA"/>
        </w:rPr>
      </w:pPr>
    </w:p>
    <w:p w:rsidR="008329E7" w:rsidRDefault="008329E7" w:rsidP="00E83F3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p w:rsidR="008329E7" w:rsidRDefault="008329E7" w:rsidP="003B398B">
      <w:pPr>
        <w:jc w:val="both"/>
        <w:rPr>
          <w:b/>
          <w:bCs/>
          <w:sz w:val="28"/>
          <w:szCs w:val="28"/>
          <w:lang w:val="uk-UA"/>
        </w:rPr>
      </w:pPr>
    </w:p>
    <w:p w:rsidR="008329E7" w:rsidRDefault="008329E7" w:rsidP="003B398B">
      <w:pPr>
        <w:jc w:val="both"/>
        <w:rPr>
          <w:b/>
          <w:bCs/>
          <w:sz w:val="28"/>
          <w:szCs w:val="28"/>
          <w:lang w:val="uk-UA"/>
        </w:rPr>
      </w:pPr>
    </w:p>
    <w:sectPr w:rsidR="008329E7" w:rsidSect="00867A00">
      <w:pgSz w:w="11906" w:h="16838"/>
      <w:pgMar w:top="1079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98B"/>
    <w:rsid w:val="00035780"/>
    <w:rsid w:val="00067B00"/>
    <w:rsid w:val="000F4A4A"/>
    <w:rsid w:val="00143864"/>
    <w:rsid w:val="001C3AFF"/>
    <w:rsid w:val="00231DAE"/>
    <w:rsid w:val="0024774B"/>
    <w:rsid w:val="002E4CC2"/>
    <w:rsid w:val="003427BE"/>
    <w:rsid w:val="003A71DD"/>
    <w:rsid w:val="003B398B"/>
    <w:rsid w:val="0045536D"/>
    <w:rsid w:val="0051275B"/>
    <w:rsid w:val="00530669"/>
    <w:rsid w:val="00534FE8"/>
    <w:rsid w:val="00566DB6"/>
    <w:rsid w:val="005B45B6"/>
    <w:rsid w:val="0060176E"/>
    <w:rsid w:val="00602CC1"/>
    <w:rsid w:val="00615884"/>
    <w:rsid w:val="00621B9B"/>
    <w:rsid w:val="0065391F"/>
    <w:rsid w:val="00670C4E"/>
    <w:rsid w:val="00673B95"/>
    <w:rsid w:val="00675A18"/>
    <w:rsid w:val="006931F0"/>
    <w:rsid w:val="007179F2"/>
    <w:rsid w:val="00751B4D"/>
    <w:rsid w:val="00770B52"/>
    <w:rsid w:val="007853E0"/>
    <w:rsid w:val="0079077F"/>
    <w:rsid w:val="007C7802"/>
    <w:rsid w:val="00805BB1"/>
    <w:rsid w:val="008329E7"/>
    <w:rsid w:val="00867A00"/>
    <w:rsid w:val="008A0811"/>
    <w:rsid w:val="008D5841"/>
    <w:rsid w:val="008F0C03"/>
    <w:rsid w:val="00900FC5"/>
    <w:rsid w:val="00A57AED"/>
    <w:rsid w:val="00A72136"/>
    <w:rsid w:val="00A8517A"/>
    <w:rsid w:val="00AF5799"/>
    <w:rsid w:val="00B66251"/>
    <w:rsid w:val="00B71886"/>
    <w:rsid w:val="00B86E4F"/>
    <w:rsid w:val="00BB7084"/>
    <w:rsid w:val="00C052CA"/>
    <w:rsid w:val="00C3283E"/>
    <w:rsid w:val="00C410FE"/>
    <w:rsid w:val="00C80A1F"/>
    <w:rsid w:val="00CB0D64"/>
    <w:rsid w:val="00D24963"/>
    <w:rsid w:val="00D918C5"/>
    <w:rsid w:val="00DF06EE"/>
    <w:rsid w:val="00E00AFD"/>
    <w:rsid w:val="00E664BF"/>
    <w:rsid w:val="00E83F33"/>
    <w:rsid w:val="00EC3284"/>
    <w:rsid w:val="00EC7978"/>
    <w:rsid w:val="00F5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98B"/>
    <w:rPr>
      <w:sz w:val="20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398B"/>
    <w:pPr>
      <w:keepNext/>
      <w:jc w:val="center"/>
      <w:outlineLvl w:val="2"/>
    </w:pPr>
    <w:rPr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rsid w:val="003B398B"/>
    <w:rPr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B398B"/>
    <w:rPr>
      <w:sz w:val="28"/>
      <w:szCs w:val="28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3B398B"/>
    <w:pPr>
      <w:jc w:val="both"/>
    </w:pPr>
    <w:rPr>
      <w:sz w:val="28"/>
      <w:szCs w:val="28"/>
      <w:lang w:val="uk-UA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B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7084"/>
    <w:rPr>
      <w:rFonts w:ascii="Tahoma" w:hAnsi="Tahoma" w:cs="Tahoma"/>
      <w:sz w:val="16"/>
      <w:szCs w:val="16"/>
      <w:lang w:eastAsia="uk-UA"/>
    </w:rPr>
  </w:style>
  <w:style w:type="table" w:styleId="TableGrid">
    <w:name w:val="Table Grid"/>
    <w:basedOn w:val="TableNormal"/>
    <w:uiPriority w:val="99"/>
    <w:rsid w:val="00BB70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45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4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3</Pages>
  <Words>2672</Words>
  <Characters>1524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dc:description/>
  <cp:lastModifiedBy>Protokl4</cp:lastModifiedBy>
  <cp:revision>3</cp:revision>
  <cp:lastPrinted>2017-12-08T07:23:00Z</cp:lastPrinted>
  <dcterms:created xsi:type="dcterms:W3CDTF">2017-12-08T07:44:00Z</dcterms:created>
  <dcterms:modified xsi:type="dcterms:W3CDTF">2017-12-08T12:30:00Z</dcterms:modified>
</cp:coreProperties>
</file>