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422" w:rsidRPr="00234396" w:rsidRDefault="00FB2422" w:rsidP="003E58C2">
      <w:pPr>
        <w:jc w:val="center"/>
        <w:rPr>
          <w:lang w:val="uk-UA"/>
        </w:rPr>
      </w:pPr>
      <w:r w:rsidRPr="00D44EE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5.25pt;height:52.5pt;visibility:visible">
            <v:imagedata r:id="rId7" o:title=""/>
          </v:shape>
        </w:pict>
      </w:r>
    </w:p>
    <w:p w:rsidR="00FB2422" w:rsidRPr="00234396" w:rsidRDefault="00FB2422" w:rsidP="003E58C2">
      <w:pPr>
        <w:jc w:val="center"/>
        <w:rPr>
          <w:b/>
          <w:bCs/>
          <w:sz w:val="36"/>
          <w:szCs w:val="36"/>
          <w:lang w:val="uk-UA"/>
        </w:rPr>
      </w:pPr>
      <w:r w:rsidRPr="00234396">
        <w:rPr>
          <w:b/>
          <w:bCs/>
          <w:sz w:val="36"/>
          <w:szCs w:val="36"/>
          <w:lang w:val="uk-UA"/>
        </w:rPr>
        <w:t>У К Р А Ї Н А</w:t>
      </w:r>
    </w:p>
    <w:p w:rsidR="00FB2422" w:rsidRPr="00234396" w:rsidRDefault="00FB2422" w:rsidP="003E58C2">
      <w:pPr>
        <w:jc w:val="center"/>
        <w:rPr>
          <w:b/>
          <w:bCs/>
          <w:sz w:val="36"/>
          <w:szCs w:val="36"/>
          <w:lang w:val="uk-UA"/>
        </w:rPr>
      </w:pPr>
      <w:r w:rsidRPr="00234396">
        <w:rPr>
          <w:b/>
          <w:bCs/>
          <w:sz w:val="36"/>
          <w:szCs w:val="36"/>
          <w:lang w:val="uk-UA"/>
        </w:rPr>
        <w:t>Чернівецький  міський голова</w:t>
      </w:r>
    </w:p>
    <w:p w:rsidR="00FB2422" w:rsidRPr="00234396" w:rsidRDefault="00FB2422" w:rsidP="003E58C2">
      <w:pPr>
        <w:pStyle w:val="Heading3"/>
        <w:ind w:firstLine="0"/>
        <w:jc w:val="center"/>
        <w:rPr>
          <w:sz w:val="36"/>
          <w:szCs w:val="36"/>
        </w:rPr>
      </w:pPr>
      <w:r w:rsidRPr="00234396">
        <w:rPr>
          <w:sz w:val="36"/>
          <w:szCs w:val="36"/>
        </w:rPr>
        <w:t>Р О З П О Р Я Д Ж Е Н Н Я</w:t>
      </w:r>
    </w:p>
    <w:p w:rsidR="00FB2422" w:rsidRPr="00764DBB" w:rsidRDefault="00FB2422" w:rsidP="003E58C2">
      <w:pPr>
        <w:pStyle w:val="Heading4"/>
        <w:rPr>
          <w:b w:val="0"/>
          <w:bCs w:val="0"/>
          <w:lang w:val="uk-UA"/>
        </w:rPr>
      </w:pPr>
      <w:r w:rsidRPr="001513EC">
        <w:rPr>
          <w:b w:val="0"/>
          <w:bCs w:val="0"/>
          <w:u w:val="single"/>
          <w:lang w:val="uk-UA"/>
        </w:rPr>
        <w:t>16.06.2017</w:t>
      </w:r>
      <w:r w:rsidRPr="00764DBB">
        <w:rPr>
          <w:b w:val="0"/>
          <w:bCs w:val="0"/>
          <w:lang w:val="uk-UA"/>
        </w:rPr>
        <w:t xml:space="preserve"> №</w:t>
      </w:r>
      <w:r>
        <w:rPr>
          <w:b w:val="0"/>
          <w:bCs w:val="0"/>
          <w:lang w:val="uk-UA"/>
        </w:rPr>
        <w:t xml:space="preserve"> </w:t>
      </w:r>
      <w:r w:rsidRPr="001513EC">
        <w:rPr>
          <w:b w:val="0"/>
          <w:bCs w:val="0"/>
          <w:u w:val="single"/>
          <w:lang w:val="uk-UA"/>
        </w:rPr>
        <w:t>295-р</w:t>
      </w:r>
      <w:r w:rsidRPr="00764DBB">
        <w:rPr>
          <w:b w:val="0"/>
          <w:bCs w:val="0"/>
          <w:lang w:val="uk-UA"/>
        </w:rPr>
        <w:tab/>
      </w:r>
      <w:r w:rsidRPr="00764DBB">
        <w:rPr>
          <w:b w:val="0"/>
          <w:bCs w:val="0"/>
          <w:lang w:val="uk-UA"/>
        </w:rPr>
        <w:tab/>
      </w:r>
      <w:r w:rsidRPr="00764DBB">
        <w:rPr>
          <w:b w:val="0"/>
          <w:bCs w:val="0"/>
          <w:lang w:val="uk-UA"/>
        </w:rPr>
        <w:tab/>
      </w:r>
      <w:r w:rsidRPr="00764DBB">
        <w:rPr>
          <w:b w:val="0"/>
          <w:bCs w:val="0"/>
          <w:lang w:val="uk-UA"/>
        </w:rPr>
        <w:tab/>
        <w:t xml:space="preserve">                              </w:t>
      </w:r>
      <w:r w:rsidRPr="00764DBB">
        <w:rPr>
          <w:b w:val="0"/>
          <w:bCs w:val="0"/>
          <w:lang w:val="uk-UA"/>
        </w:rPr>
        <w:tab/>
        <w:t xml:space="preserve"> м. Чернівці</w:t>
      </w:r>
    </w:p>
    <w:p w:rsidR="00FB2422" w:rsidRDefault="00FB2422" w:rsidP="003E58C2">
      <w:pPr>
        <w:jc w:val="center"/>
        <w:rPr>
          <w:color w:val="0000FF"/>
          <w:lang w:val="uk-UA"/>
        </w:rPr>
      </w:pPr>
    </w:p>
    <w:p w:rsidR="00FB2422" w:rsidRPr="00D33E47" w:rsidRDefault="00FB2422" w:rsidP="00D33E47">
      <w:pPr>
        <w:ind w:right="-49"/>
        <w:jc w:val="center"/>
        <w:rPr>
          <w:b/>
          <w:bCs/>
          <w:sz w:val="28"/>
          <w:szCs w:val="28"/>
          <w:lang w:val="uk-UA"/>
        </w:rPr>
      </w:pPr>
      <w:r w:rsidRPr="0031281E"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>створення постійно діючої комісії щодо стану використання нежитлових приміщень комунальної власності територіальної громади міста Чернівців, які знаходяться в оренді</w:t>
      </w:r>
    </w:p>
    <w:p w:rsidR="00FB2422" w:rsidRPr="00D33E47" w:rsidRDefault="00FB2422" w:rsidP="005470B5">
      <w:pPr>
        <w:ind w:right="-5"/>
        <w:jc w:val="center"/>
        <w:rPr>
          <w:b/>
          <w:bCs/>
          <w:sz w:val="28"/>
          <w:szCs w:val="28"/>
          <w:lang w:val="uk-UA"/>
        </w:rPr>
      </w:pPr>
    </w:p>
    <w:p w:rsidR="00FB2422" w:rsidRPr="0031281E" w:rsidRDefault="00FB2422" w:rsidP="003E58C2">
      <w:pPr>
        <w:jc w:val="both"/>
        <w:rPr>
          <w:b/>
          <w:bCs/>
          <w:sz w:val="28"/>
          <w:szCs w:val="28"/>
          <w:lang w:val="uk-UA"/>
        </w:rPr>
      </w:pPr>
    </w:p>
    <w:p w:rsidR="00FB2422" w:rsidRDefault="00FB2422" w:rsidP="003E58C2">
      <w:pPr>
        <w:pStyle w:val="BodyText2"/>
        <w:rPr>
          <w:b w:val="0"/>
          <w:bCs w:val="0"/>
        </w:rPr>
      </w:pPr>
      <w:r>
        <w:rPr>
          <w:b w:val="0"/>
          <w:bCs w:val="0"/>
        </w:rPr>
        <w:t xml:space="preserve">            </w:t>
      </w:r>
      <w:r w:rsidRPr="007543F8">
        <w:rPr>
          <w:b w:val="0"/>
          <w:bCs w:val="0"/>
        </w:rPr>
        <w:t>Відповідно до стат</w:t>
      </w:r>
      <w:r>
        <w:rPr>
          <w:b w:val="0"/>
          <w:bCs w:val="0"/>
        </w:rPr>
        <w:t>т</w:t>
      </w:r>
      <w:r w:rsidRPr="007543F8">
        <w:rPr>
          <w:b w:val="0"/>
          <w:bCs w:val="0"/>
        </w:rPr>
        <w:t>і  42  Закону України  «Про місцеве самоврядування в Україні»,</w:t>
      </w:r>
      <w:r>
        <w:rPr>
          <w:b w:val="0"/>
          <w:bCs w:val="0"/>
        </w:rPr>
        <w:t xml:space="preserve">  </w:t>
      </w:r>
      <w:r w:rsidRPr="00D33E47">
        <w:rPr>
          <w:b w:val="0"/>
          <w:bCs w:val="0"/>
        </w:rPr>
        <w:t xml:space="preserve">на виконання протокольного рішення виконавчого комітету міської ради від </w:t>
      </w:r>
      <w:r>
        <w:rPr>
          <w:b w:val="0"/>
          <w:bCs w:val="0"/>
        </w:rPr>
        <w:t>30</w:t>
      </w:r>
      <w:r w:rsidRPr="00D33E47">
        <w:rPr>
          <w:b w:val="0"/>
          <w:bCs w:val="0"/>
        </w:rPr>
        <w:t>.0</w:t>
      </w:r>
      <w:r>
        <w:rPr>
          <w:b w:val="0"/>
          <w:bCs w:val="0"/>
        </w:rPr>
        <w:t>5</w:t>
      </w:r>
      <w:r w:rsidRPr="00D33E47">
        <w:rPr>
          <w:b w:val="0"/>
          <w:bCs w:val="0"/>
        </w:rPr>
        <w:t>.201</w:t>
      </w:r>
      <w:r>
        <w:rPr>
          <w:b w:val="0"/>
          <w:bCs w:val="0"/>
        </w:rPr>
        <w:t>7</w:t>
      </w:r>
      <w:r w:rsidRPr="00D33E47">
        <w:rPr>
          <w:b w:val="0"/>
          <w:bCs w:val="0"/>
        </w:rPr>
        <w:t xml:space="preserve">р. № </w:t>
      </w:r>
      <w:r>
        <w:rPr>
          <w:b w:val="0"/>
          <w:bCs w:val="0"/>
        </w:rPr>
        <w:t>16/11:</w:t>
      </w:r>
    </w:p>
    <w:p w:rsidR="00FB2422" w:rsidRDefault="00FB2422" w:rsidP="000B6D6F">
      <w:pPr>
        <w:pStyle w:val="BodyText2"/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</w:p>
    <w:p w:rsidR="00FB2422" w:rsidRPr="00333827" w:rsidRDefault="00FB2422" w:rsidP="00B55617">
      <w:pPr>
        <w:ind w:firstLine="708"/>
        <w:jc w:val="both"/>
        <w:rPr>
          <w:sz w:val="28"/>
          <w:szCs w:val="28"/>
          <w:lang w:val="uk-UA"/>
        </w:rPr>
      </w:pPr>
      <w:r w:rsidRPr="00764DBB">
        <w:rPr>
          <w:b/>
          <w:bCs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Pr="00D33E47">
        <w:rPr>
          <w:sz w:val="28"/>
          <w:szCs w:val="28"/>
          <w:lang w:val="uk-UA"/>
        </w:rPr>
        <w:t xml:space="preserve">Створити </w:t>
      </w:r>
      <w:r>
        <w:rPr>
          <w:sz w:val="28"/>
          <w:szCs w:val="28"/>
          <w:lang w:val="uk-UA"/>
        </w:rPr>
        <w:t>постійно діючу комісію щодо</w:t>
      </w:r>
      <w:r w:rsidRPr="002C0EDC">
        <w:rPr>
          <w:sz w:val="28"/>
          <w:szCs w:val="28"/>
          <w:lang w:val="uk-UA"/>
        </w:rPr>
        <w:t xml:space="preserve"> стану використання нежитлових приміщень</w:t>
      </w:r>
      <w:r>
        <w:rPr>
          <w:sz w:val="28"/>
          <w:szCs w:val="28"/>
          <w:lang w:val="uk-UA"/>
        </w:rPr>
        <w:t xml:space="preserve"> </w:t>
      </w:r>
      <w:r w:rsidRPr="002C0EDC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ої</w:t>
      </w:r>
      <w:r w:rsidRPr="002C0EDC">
        <w:rPr>
          <w:sz w:val="28"/>
          <w:szCs w:val="28"/>
          <w:lang w:val="uk-UA"/>
        </w:rPr>
        <w:t xml:space="preserve"> власності територіальної громади міста Чернівців</w:t>
      </w:r>
      <w:r>
        <w:rPr>
          <w:sz w:val="28"/>
          <w:szCs w:val="28"/>
          <w:lang w:val="uk-UA"/>
        </w:rPr>
        <w:t>, які знаходяться в оренді, у складі:</w:t>
      </w:r>
    </w:p>
    <w:tbl>
      <w:tblPr>
        <w:tblW w:w="9828" w:type="dxa"/>
        <w:tblInd w:w="-106" w:type="dxa"/>
        <w:tblLook w:val="01E0"/>
      </w:tblPr>
      <w:tblGrid>
        <w:gridCol w:w="3528"/>
        <w:gridCol w:w="6300"/>
      </w:tblGrid>
      <w:tr w:rsidR="00FB2422" w:rsidRPr="00D33E47">
        <w:trPr>
          <w:trHeight w:val="736"/>
        </w:trPr>
        <w:tc>
          <w:tcPr>
            <w:tcW w:w="3528" w:type="dxa"/>
          </w:tcPr>
          <w:p w:rsidR="00FB2422" w:rsidRPr="00F34C71" w:rsidRDefault="00FB2422" w:rsidP="00F34C71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F34C71">
              <w:rPr>
                <w:b/>
                <w:bCs/>
                <w:sz w:val="28"/>
                <w:szCs w:val="28"/>
                <w:u w:val="single"/>
                <w:lang w:val="uk-UA"/>
              </w:rPr>
              <w:t xml:space="preserve"> </w:t>
            </w:r>
          </w:p>
          <w:p w:rsidR="00FB2422" w:rsidRPr="00F34C71" w:rsidRDefault="00FB2422" w:rsidP="00F34C71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F34C71">
              <w:rPr>
                <w:b/>
                <w:bCs/>
                <w:sz w:val="28"/>
                <w:szCs w:val="28"/>
                <w:u w:val="single"/>
                <w:lang w:val="uk-UA"/>
              </w:rPr>
              <w:t>Голова комісії:</w:t>
            </w:r>
          </w:p>
          <w:p w:rsidR="00FB2422" w:rsidRPr="00F34C71" w:rsidRDefault="00FB2422" w:rsidP="00F34C71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300" w:type="dxa"/>
          </w:tcPr>
          <w:p w:rsidR="00FB2422" w:rsidRPr="00F34C71" w:rsidRDefault="00FB2422" w:rsidP="00F34C7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B2422" w:rsidRPr="00B55617">
        <w:trPr>
          <w:trHeight w:val="609"/>
        </w:trPr>
        <w:tc>
          <w:tcPr>
            <w:tcW w:w="3528" w:type="dxa"/>
          </w:tcPr>
          <w:p w:rsidR="00FB2422" w:rsidRPr="00F34C71" w:rsidRDefault="00FB2422" w:rsidP="00F34C71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F34C71">
              <w:rPr>
                <w:b/>
                <w:bCs/>
                <w:sz w:val="28"/>
                <w:szCs w:val="28"/>
                <w:lang w:val="uk-UA"/>
              </w:rPr>
              <w:t>Середюк</w:t>
            </w:r>
          </w:p>
          <w:p w:rsidR="00FB2422" w:rsidRPr="00F34C71" w:rsidRDefault="00FB2422" w:rsidP="00F34C71">
            <w:pPr>
              <w:jc w:val="both"/>
              <w:rPr>
                <w:b/>
                <w:bCs/>
                <w:sz w:val="28"/>
                <w:szCs w:val="28"/>
                <w:u w:val="single"/>
                <w:lang w:val="en-US"/>
              </w:rPr>
            </w:pPr>
            <w:r w:rsidRPr="00F34C71">
              <w:rPr>
                <w:b/>
                <w:bCs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6300" w:type="dxa"/>
          </w:tcPr>
          <w:p w:rsidR="00FB2422" w:rsidRPr="00F34C71" w:rsidRDefault="00FB2422" w:rsidP="00F34C71">
            <w:pPr>
              <w:ind w:left="218" w:hanging="218"/>
              <w:jc w:val="both"/>
              <w:rPr>
                <w:sz w:val="28"/>
                <w:szCs w:val="28"/>
                <w:lang w:val="uk-UA"/>
              </w:rPr>
            </w:pPr>
            <w:r w:rsidRPr="00F34C71">
              <w:rPr>
                <w:sz w:val="28"/>
                <w:szCs w:val="28"/>
                <w:lang w:val="uk-UA"/>
              </w:rPr>
              <w:t>- заступник міського голови з питань діяльності виконавчих органів міської ради;</w:t>
            </w:r>
          </w:p>
        </w:tc>
      </w:tr>
      <w:tr w:rsidR="00FB2422" w:rsidRPr="00B55617">
        <w:trPr>
          <w:trHeight w:val="1086"/>
        </w:trPr>
        <w:tc>
          <w:tcPr>
            <w:tcW w:w="3528" w:type="dxa"/>
          </w:tcPr>
          <w:p w:rsidR="00FB2422" w:rsidRPr="00F34C71" w:rsidRDefault="00FB2422" w:rsidP="009E0745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:rsidR="00FB2422" w:rsidRPr="00F34C71" w:rsidRDefault="00FB2422" w:rsidP="00F34C71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 xml:space="preserve">Заступник голови </w:t>
            </w:r>
            <w:r w:rsidRPr="00F34C71">
              <w:rPr>
                <w:b/>
                <w:bCs/>
                <w:sz w:val="28"/>
                <w:szCs w:val="28"/>
                <w:u w:val="single"/>
                <w:lang w:val="uk-UA"/>
              </w:rPr>
              <w:t>комісії:</w:t>
            </w:r>
          </w:p>
        </w:tc>
        <w:tc>
          <w:tcPr>
            <w:tcW w:w="6300" w:type="dxa"/>
          </w:tcPr>
          <w:p w:rsidR="00FB2422" w:rsidRPr="00F34C71" w:rsidRDefault="00FB2422" w:rsidP="00F34C7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B2422" w:rsidRPr="00B55617">
        <w:trPr>
          <w:trHeight w:val="847"/>
        </w:trPr>
        <w:tc>
          <w:tcPr>
            <w:tcW w:w="3528" w:type="dxa"/>
          </w:tcPr>
          <w:p w:rsidR="00FB2422" w:rsidRDefault="00FB2422" w:rsidP="00C73AED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Фрунзе </w:t>
            </w:r>
          </w:p>
          <w:p w:rsidR="00FB2422" w:rsidRPr="00F34C71" w:rsidRDefault="00FB2422" w:rsidP="00C73AED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Наталія</w:t>
            </w:r>
            <w:r w:rsidRPr="00F34C71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uk-UA"/>
              </w:rPr>
              <w:t>Штефанівна</w:t>
            </w:r>
            <w:r w:rsidRPr="00F34C71">
              <w:rPr>
                <w:b/>
                <w:bCs/>
                <w:sz w:val="28"/>
                <w:szCs w:val="28"/>
                <w:lang w:val="uk-UA"/>
              </w:rPr>
              <w:t xml:space="preserve">   </w:t>
            </w:r>
          </w:p>
        </w:tc>
        <w:tc>
          <w:tcPr>
            <w:tcW w:w="6300" w:type="dxa"/>
          </w:tcPr>
          <w:p w:rsidR="00FB2422" w:rsidRPr="00F34C71" w:rsidRDefault="00FB2422" w:rsidP="00F34C71">
            <w:pPr>
              <w:autoSpaceDE w:val="0"/>
              <w:autoSpaceDN w:val="0"/>
              <w:adjustRightInd w:val="0"/>
              <w:ind w:left="218" w:hanging="284"/>
              <w:jc w:val="both"/>
              <w:rPr>
                <w:sz w:val="28"/>
                <w:szCs w:val="28"/>
                <w:lang w:val="uk-UA"/>
              </w:rPr>
            </w:pPr>
            <w:r w:rsidRPr="00F34C71">
              <w:rPr>
                <w:sz w:val="28"/>
                <w:szCs w:val="28"/>
                <w:lang w:val="uk-UA"/>
              </w:rPr>
              <w:t>- член виконавчого комітету міської ради;</w:t>
            </w:r>
          </w:p>
        </w:tc>
      </w:tr>
      <w:tr w:rsidR="00FB2422" w:rsidRPr="00B55617">
        <w:trPr>
          <w:trHeight w:val="495"/>
        </w:trPr>
        <w:tc>
          <w:tcPr>
            <w:tcW w:w="3528" w:type="dxa"/>
          </w:tcPr>
          <w:p w:rsidR="00FB2422" w:rsidRPr="00F34C71" w:rsidRDefault="00FB2422" w:rsidP="00F34C71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F34C71">
              <w:rPr>
                <w:b/>
                <w:bCs/>
                <w:sz w:val="28"/>
                <w:szCs w:val="28"/>
                <w:u w:val="single"/>
                <w:lang w:val="uk-UA"/>
              </w:rPr>
              <w:t xml:space="preserve">Секретар </w:t>
            </w: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комісії</w:t>
            </w:r>
            <w:r w:rsidRPr="00F34C71">
              <w:rPr>
                <w:b/>
                <w:bCs/>
                <w:sz w:val="28"/>
                <w:szCs w:val="28"/>
                <w:u w:val="single"/>
                <w:lang w:val="uk-UA"/>
              </w:rPr>
              <w:t>:</w:t>
            </w:r>
          </w:p>
          <w:p w:rsidR="00FB2422" w:rsidRPr="00F34C71" w:rsidRDefault="00FB2422" w:rsidP="00F34C71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300" w:type="dxa"/>
          </w:tcPr>
          <w:p w:rsidR="00FB2422" w:rsidRPr="00F34C71" w:rsidRDefault="00FB2422" w:rsidP="00F34C71">
            <w:pPr>
              <w:jc w:val="both"/>
              <w:rPr>
                <w:sz w:val="28"/>
                <w:szCs w:val="28"/>
              </w:rPr>
            </w:pPr>
          </w:p>
        </w:tc>
      </w:tr>
      <w:tr w:rsidR="00FB2422" w:rsidRPr="00B55617">
        <w:tc>
          <w:tcPr>
            <w:tcW w:w="3528" w:type="dxa"/>
          </w:tcPr>
          <w:p w:rsidR="00FB2422" w:rsidRDefault="00FB2422" w:rsidP="002C0ED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F34C71">
              <w:rPr>
                <w:b/>
                <w:bCs/>
                <w:sz w:val="28"/>
                <w:szCs w:val="28"/>
                <w:lang w:val="uk-UA"/>
              </w:rPr>
              <w:t xml:space="preserve">Пігулевська </w:t>
            </w:r>
          </w:p>
          <w:p w:rsidR="00FB2422" w:rsidRPr="00F34C71" w:rsidRDefault="00FB2422" w:rsidP="002C0ED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F34C71">
              <w:rPr>
                <w:b/>
                <w:bCs/>
                <w:sz w:val="28"/>
                <w:szCs w:val="28"/>
                <w:lang w:val="uk-UA"/>
              </w:rPr>
              <w:t>Тетяна Олександрівна</w:t>
            </w:r>
            <w:r w:rsidRPr="00F34C71"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00" w:type="dxa"/>
          </w:tcPr>
          <w:p w:rsidR="00FB2422" w:rsidRPr="00F34C71" w:rsidRDefault="00FB2422" w:rsidP="00F34C71">
            <w:pPr>
              <w:pStyle w:val="ListParagraph"/>
              <w:numPr>
                <w:ilvl w:val="0"/>
                <w:numId w:val="5"/>
              </w:numPr>
              <w:ind w:left="218" w:hanging="21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F34C71">
              <w:rPr>
                <w:sz w:val="28"/>
                <w:szCs w:val="28"/>
                <w:lang w:val="uk-UA"/>
              </w:rPr>
              <w:t>аступник начальника відділу обліку та приватизації майна управління обліку, використання та приватизації майна департаменту економіки міської ради;</w:t>
            </w:r>
          </w:p>
        </w:tc>
      </w:tr>
      <w:tr w:rsidR="00FB2422" w:rsidRPr="00B55617">
        <w:trPr>
          <w:trHeight w:val="553"/>
        </w:trPr>
        <w:tc>
          <w:tcPr>
            <w:tcW w:w="3528" w:type="dxa"/>
          </w:tcPr>
          <w:p w:rsidR="00FB2422" w:rsidRPr="00F34C71" w:rsidRDefault="00FB2422" w:rsidP="00F34C71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  <w:r w:rsidRPr="00F34C71">
              <w:rPr>
                <w:b/>
                <w:bCs/>
                <w:sz w:val="28"/>
                <w:szCs w:val="28"/>
                <w:u w:val="single"/>
              </w:rPr>
              <w:t xml:space="preserve">Члени </w:t>
            </w: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комісії</w:t>
            </w:r>
            <w:r w:rsidRPr="00F34C71">
              <w:rPr>
                <w:b/>
                <w:bCs/>
                <w:sz w:val="28"/>
                <w:szCs w:val="28"/>
                <w:u w:val="single"/>
              </w:rPr>
              <w:t>:</w:t>
            </w:r>
          </w:p>
          <w:p w:rsidR="00FB2422" w:rsidRPr="00F34C71" w:rsidRDefault="00FB2422" w:rsidP="00F34C71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6300" w:type="dxa"/>
          </w:tcPr>
          <w:p w:rsidR="00FB2422" w:rsidRPr="00F34C71" w:rsidRDefault="00FB2422" w:rsidP="00F34C71">
            <w:pPr>
              <w:jc w:val="both"/>
              <w:rPr>
                <w:sz w:val="28"/>
                <w:szCs w:val="28"/>
              </w:rPr>
            </w:pPr>
          </w:p>
        </w:tc>
      </w:tr>
      <w:tr w:rsidR="00FB2422" w:rsidRPr="00B55617">
        <w:tc>
          <w:tcPr>
            <w:tcW w:w="3528" w:type="dxa"/>
          </w:tcPr>
          <w:p w:rsidR="00FB2422" w:rsidRDefault="00FB2422" w:rsidP="00D9595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F34C71">
              <w:rPr>
                <w:b/>
                <w:bCs/>
                <w:sz w:val="28"/>
                <w:szCs w:val="28"/>
                <w:lang w:val="uk-UA"/>
              </w:rPr>
              <w:t xml:space="preserve">Бабюк </w:t>
            </w:r>
          </w:p>
          <w:p w:rsidR="00FB2422" w:rsidRDefault="00FB2422" w:rsidP="00D9595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F34C71">
              <w:rPr>
                <w:b/>
                <w:bCs/>
                <w:sz w:val="28"/>
                <w:szCs w:val="28"/>
                <w:lang w:val="uk-UA"/>
              </w:rPr>
              <w:t>Антоніна Анатоліївна</w:t>
            </w:r>
          </w:p>
          <w:p w:rsidR="00FB2422" w:rsidRPr="00F34C71" w:rsidRDefault="00FB2422" w:rsidP="00D95956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FB2422" w:rsidRPr="00F34C71" w:rsidRDefault="00FB2422" w:rsidP="00F34C71">
            <w:pPr>
              <w:pStyle w:val="ListParagraph"/>
              <w:numPr>
                <w:ilvl w:val="0"/>
                <w:numId w:val="5"/>
              </w:numPr>
              <w:ind w:left="218" w:hanging="218"/>
              <w:jc w:val="both"/>
              <w:rPr>
                <w:sz w:val="28"/>
                <w:szCs w:val="28"/>
                <w:lang w:val="uk-UA"/>
              </w:rPr>
            </w:pPr>
            <w:r w:rsidRPr="00F34C71">
              <w:rPr>
                <w:sz w:val="28"/>
                <w:szCs w:val="28"/>
                <w:lang w:val="uk-UA"/>
              </w:rPr>
              <w:t>член виконавчого комітету міської ради;</w:t>
            </w:r>
          </w:p>
        </w:tc>
      </w:tr>
      <w:tr w:rsidR="00FB2422" w:rsidRPr="00B55617">
        <w:tc>
          <w:tcPr>
            <w:tcW w:w="3528" w:type="dxa"/>
          </w:tcPr>
          <w:p w:rsidR="00FB2422" w:rsidRDefault="00FB2422" w:rsidP="00D95956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Босовик </w:t>
            </w:r>
          </w:p>
          <w:p w:rsidR="00FB2422" w:rsidRPr="00F34C71" w:rsidRDefault="00FB2422" w:rsidP="00D95956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Сергій Михайлович</w:t>
            </w:r>
          </w:p>
        </w:tc>
        <w:tc>
          <w:tcPr>
            <w:tcW w:w="6300" w:type="dxa"/>
          </w:tcPr>
          <w:p w:rsidR="00FB2422" w:rsidRPr="00D95956" w:rsidRDefault="00FB2422" w:rsidP="00D95956">
            <w:pPr>
              <w:pStyle w:val="ListParagraph"/>
              <w:numPr>
                <w:ilvl w:val="0"/>
                <w:numId w:val="5"/>
              </w:numPr>
              <w:ind w:left="218" w:hanging="284"/>
              <w:jc w:val="both"/>
              <w:rPr>
                <w:sz w:val="28"/>
                <w:szCs w:val="28"/>
                <w:lang w:val="uk-UA"/>
              </w:rPr>
            </w:pPr>
            <w:r w:rsidRPr="00D95956">
              <w:rPr>
                <w:sz w:val="28"/>
                <w:szCs w:val="28"/>
                <w:lang w:val="uk-UA"/>
              </w:rPr>
              <w:t>член виконавчого комітету міської ради;</w:t>
            </w:r>
          </w:p>
        </w:tc>
      </w:tr>
      <w:tr w:rsidR="00FB2422" w:rsidRPr="00B55617">
        <w:tc>
          <w:tcPr>
            <w:tcW w:w="3528" w:type="dxa"/>
          </w:tcPr>
          <w:p w:rsidR="00FB2422" w:rsidRDefault="00FB2422" w:rsidP="00D95956">
            <w:pPr>
              <w:rPr>
                <w:b/>
                <w:bCs/>
                <w:sz w:val="28"/>
                <w:szCs w:val="28"/>
                <w:lang w:val="uk-UA"/>
              </w:rPr>
            </w:pPr>
          </w:p>
          <w:p w:rsidR="00FB2422" w:rsidRPr="00D95956" w:rsidRDefault="00FB2422" w:rsidP="000B6D6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00" w:type="dxa"/>
          </w:tcPr>
          <w:p w:rsidR="00FB2422" w:rsidRPr="000B6D6F" w:rsidRDefault="00FB2422" w:rsidP="000B6D6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B2422" w:rsidRPr="00B55617">
        <w:tc>
          <w:tcPr>
            <w:tcW w:w="3528" w:type="dxa"/>
          </w:tcPr>
          <w:p w:rsidR="00FB2422" w:rsidRDefault="00FB2422" w:rsidP="000B6D6F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Брязкало </w:t>
            </w:r>
          </w:p>
          <w:p w:rsidR="00FB2422" w:rsidRDefault="00FB2422" w:rsidP="000B6D6F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Андрій Федорович</w:t>
            </w:r>
          </w:p>
          <w:p w:rsidR="00FB2422" w:rsidRPr="00F34C71" w:rsidRDefault="00FB2422" w:rsidP="00CB7848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FB2422" w:rsidRDefault="00FB2422" w:rsidP="00F34C71">
            <w:pPr>
              <w:pStyle w:val="ListParagraph"/>
              <w:numPr>
                <w:ilvl w:val="0"/>
                <w:numId w:val="5"/>
              </w:numPr>
              <w:ind w:left="218" w:hanging="218"/>
              <w:jc w:val="both"/>
              <w:rPr>
                <w:sz w:val="28"/>
                <w:szCs w:val="28"/>
                <w:lang w:val="uk-UA"/>
              </w:rPr>
            </w:pPr>
            <w:r w:rsidRPr="00F34C71">
              <w:rPr>
                <w:sz w:val="28"/>
                <w:szCs w:val="28"/>
                <w:lang w:val="uk-UA"/>
              </w:rPr>
              <w:t xml:space="preserve">депутат міської ради </w:t>
            </w:r>
            <w:r w:rsidRPr="00F34C71">
              <w:rPr>
                <w:sz w:val="28"/>
                <w:szCs w:val="28"/>
                <w:lang w:val="en-US"/>
              </w:rPr>
              <w:t>VII</w:t>
            </w:r>
            <w:r w:rsidRPr="00F34C71">
              <w:rPr>
                <w:sz w:val="28"/>
                <w:szCs w:val="28"/>
                <w:lang w:val="uk-UA"/>
              </w:rPr>
              <w:t xml:space="preserve"> скликання </w:t>
            </w:r>
            <w:r w:rsidRPr="00F34C71">
              <w:rPr>
                <w:sz w:val="26"/>
                <w:szCs w:val="26"/>
              </w:rPr>
              <w:t>(за згодою)</w:t>
            </w:r>
            <w:r w:rsidRPr="00F34C71">
              <w:rPr>
                <w:sz w:val="28"/>
                <w:szCs w:val="28"/>
                <w:lang w:val="uk-UA"/>
              </w:rPr>
              <w:t>;</w:t>
            </w:r>
          </w:p>
        </w:tc>
      </w:tr>
      <w:tr w:rsidR="00FB2422" w:rsidRPr="00B55617">
        <w:tc>
          <w:tcPr>
            <w:tcW w:w="3528" w:type="dxa"/>
          </w:tcPr>
          <w:p w:rsidR="00FB2422" w:rsidRPr="00F34C71" w:rsidRDefault="00FB2422" w:rsidP="00CB7848">
            <w:pPr>
              <w:rPr>
                <w:b/>
                <w:bCs/>
                <w:sz w:val="28"/>
                <w:szCs w:val="28"/>
                <w:lang w:val="uk-UA"/>
              </w:rPr>
            </w:pPr>
            <w:r w:rsidRPr="00F34C71">
              <w:rPr>
                <w:b/>
                <w:bCs/>
                <w:sz w:val="28"/>
                <w:szCs w:val="28"/>
                <w:lang w:val="uk-UA"/>
              </w:rPr>
              <w:t xml:space="preserve">Бузіла Володимир Васильович </w:t>
            </w:r>
          </w:p>
          <w:p w:rsidR="00FB2422" w:rsidRPr="00F34C71" w:rsidRDefault="00FB2422" w:rsidP="00CB7848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FB2422" w:rsidRPr="00F34C71" w:rsidRDefault="00FB2422" w:rsidP="00F34C71">
            <w:pPr>
              <w:pStyle w:val="ListParagraph"/>
              <w:numPr>
                <w:ilvl w:val="0"/>
                <w:numId w:val="5"/>
              </w:numPr>
              <w:ind w:left="218" w:hanging="21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F34C71">
              <w:rPr>
                <w:sz w:val="28"/>
                <w:szCs w:val="28"/>
                <w:lang w:val="uk-UA"/>
              </w:rPr>
              <w:t>аступник начальника відділу оренди управління обліку, використання та приватизації майна департаменту економіки міської ради;</w:t>
            </w:r>
          </w:p>
          <w:p w:rsidR="00FB2422" w:rsidRPr="00F34C71" w:rsidRDefault="00FB2422" w:rsidP="00F34C71">
            <w:pPr>
              <w:pStyle w:val="ListParagraph"/>
              <w:ind w:left="21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B2422" w:rsidRPr="00B55617">
        <w:trPr>
          <w:trHeight w:val="781"/>
        </w:trPr>
        <w:tc>
          <w:tcPr>
            <w:tcW w:w="3528" w:type="dxa"/>
          </w:tcPr>
          <w:p w:rsidR="00FB2422" w:rsidRDefault="00FB2422" w:rsidP="00D95956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Іванович </w:t>
            </w:r>
          </w:p>
          <w:p w:rsidR="00FB2422" w:rsidRDefault="00FB2422" w:rsidP="00D95956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Леся Євгенівна</w:t>
            </w:r>
          </w:p>
        </w:tc>
        <w:tc>
          <w:tcPr>
            <w:tcW w:w="6300" w:type="dxa"/>
          </w:tcPr>
          <w:p w:rsidR="00FB2422" w:rsidRDefault="00FB2422" w:rsidP="00D62EAD">
            <w:pPr>
              <w:pStyle w:val="ListParagraph"/>
              <w:numPr>
                <w:ilvl w:val="0"/>
                <w:numId w:val="5"/>
              </w:numPr>
              <w:ind w:left="264" w:hanging="26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</w:t>
            </w:r>
            <w:r w:rsidRPr="00D62EAD">
              <w:rPr>
                <w:sz w:val="28"/>
                <w:szCs w:val="28"/>
                <w:lang w:val="uk-UA"/>
              </w:rPr>
              <w:t>ідділ</w:t>
            </w:r>
            <w:r>
              <w:rPr>
                <w:sz w:val="28"/>
                <w:szCs w:val="28"/>
                <w:lang w:val="uk-UA"/>
              </w:rPr>
              <w:t>у</w:t>
            </w:r>
            <w:r w:rsidRPr="00D62EAD">
              <w:rPr>
                <w:sz w:val="28"/>
                <w:szCs w:val="28"/>
                <w:lang w:val="uk-UA"/>
              </w:rPr>
              <w:t xml:space="preserve"> правового забезпечення питань</w:t>
            </w:r>
            <w:r>
              <w:rPr>
                <w:sz w:val="28"/>
                <w:szCs w:val="28"/>
                <w:lang w:val="uk-UA"/>
              </w:rPr>
              <w:t xml:space="preserve"> житлово-комунального о</w:t>
            </w:r>
            <w:r w:rsidRPr="00D62EAD">
              <w:rPr>
                <w:sz w:val="28"/>
                <w:szCs w:val="28"/>
                <w:lang w:val="uk-UA"/>
              </w:rPr>
              <w:t>бслуговування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62EAD">
              <w:rPr>
                <w:sz w:val="28"/>
                <w:szCs w:val="28"/>
                <w:lang w:val="uk-UA"/>
              </w:rPr>
              <w:t>та управління комунальним майном</w:t>
            </w:r>
            <w:r>
              <w:rPr>
                <w:sz w:val="28"/>
                <w:szCs w:val="28"/>
                <w:lang w:val="uk-UA"/>
              </w:rPr>
              <w:t xml:space="preserve"> юридичного управління міської ради</w:t>
            </w:r>
            <w:r w:rsidRPr="00D62EAD">
              <w:rPr>
                <w:sz w:val="28"/>
                <w:szCs w:val="28"/>
                <w:lang w:val="uk-UA"/>
              </w:rPr>
              <w:t>;</w:t>
            </w:r>
          </w:p>
          <w:p w:rsidR="00FB2422" w:rsidRPr="00D62EAD" w:rsidRDefault="00FB2422" w:rsidP="00D62EAD">
            <w:pPr>
              <w:pStyle w:val="ListParagraph"/>
              <w:ind w:left="26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B2422" w:rsidRPr="00B55617">
        <w:trPr>
          <w:trHeight w:val="781"/>
        </w:trPr>
        <w:tc>
          <w:tcPr>
            <w:tcW w:w="3528" w:type="dxa"/>
          </w:tcPr>
          <w:p w:rsidR="00FB2422" w:rsidRDefault="00FB2422" w:rsidP="00D95956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Осачук </w:t>
            </w:r>
          </w:p>
          <w:p w:rsidR="00FB2422" w:rsidRPr="00F34C71" w:rsidRDefault="00FB2422" w:rsidP="00D95956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Василь Іванович</w:t>
            </w:r>
          </w:p>
        </w:tc>
        <w:tc>
          <w:tcPr>
            <w:tcW w:w="6300" w:type="dxa"/>
          </w:tcPr>
          <w:p w:rsidR="00FB2422" w:rsidRPr="00F34C71" w:rsidRDefault="00FB2422" w:rsidP="00F34C71">
            <w:pPr>
              <w:pStyle w:val="ListParagraph"/>
              <w:numPr>
                <w:ilvl w:val="0"/>
                <w:numId w:val="5"/>
              </w:numPr>
              <w:ind w:left="218" w:hanging="284"/>
              <w:jc w:val="both"/>
              <w:rPr>
                <w:sz w:val="28"/>
                <w:szCs w:val="28"/>
                <w:lang w:val="uk-UA"/>
              </w:rPr>
            </w:pPr>
            <w:r w:rsidRPr="00F34C71">
              <w:rPr>
                <w:sz w:val="28"/>
                <w:szCs w:val="28"/>
                <w:lang w:val="uk-UA"/>
              </w:rPr>
              <w:t xml:space="preserve">депутат міської ради </w:t>
            </w:r>
            <w:r w:rsidRPr="00F34C71">
              <w:rPr>
                <w:sz w:val="28"/>
                <w:szCs w:val="28"/>
                <w:lang w:val="en-US"/>
              </w:rPr>
              <w:t>VII</w:t>
            </w:r>
            <w:r w:rsidRPr="00F34C71">
              <w:rPr>
                <w:sz w:val="28"/>
                <w:szCs w:val="28"/>
                <w:lang w:val="uk-UA"/>
              </w:rPr>
              <w:t xml:space="preserve"> скликання </w:t>
            </w:r>
            <w:r w:rsidRPr="00F34C71">
              <w:rPr>
                <w:sz w:val="26"/>
                <w:szCs w:val="26"/>
              </w:rPr>
              <w:t>(за згодою)</w:t>
            </w:r>
            <w:r w:rsidRPr="00F34C71">
              <w:rPr>
                <w:sz w:val="28"/>
                <w:szCs w:val="28"/>
                <w:lang w:val="uk-UA"/>
              </w:rPr>
              <w:t>;</w:t>
            </w:r>
          </w:p>
        </w:tc>
      </w:tr>
      <w:tr w:rsidR="00FB2422" w:rsidRPr="00B55617">
        <w:tc>
          <w:tcPr>
            <w:tcW w:w="3528" w:type="dxa"/>
          </w:tcPr>
          <w:p w:rsidR="00FB2422" w:rsidRDefault="00FB2422" w:rsidP="00E77B8F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Шешур </w:t>
            </w:r>
          </w:p>
          <w:p w:rsidR="00FB2422" w:rsidRPr="005921DE" w:rsidRDefault="00FB2422" w:rsidP="00E77B8F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Ярослав Миколайович</w:t>
            </w:r>
          </w:p>
          <w:p w:rsidR="00FB2422" w:rsidRPr="00F34C71" w:rsidRDefault="00FB2422" w:rsidP="00E77B8F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FB2422" w:rsidRPr="00F34C71" w:rsidRDefault="00FB2422" w:rsidP="00F34C71">
            <w:pPr>
              <w:pStyle w:val="ListParagraph"/>
              <w:numPr>
                <w:ilvl w:val="0"/>
                <w:numId w:val="5"/>
              </w:numPr>
              <w:ind w:left="218" w:hanging="218"/>
              <w:jc w:val="both"/>
              <w:rPr>
                <w:sz w:val="28"/>
                <w:szCs w:val="28"/>
                <w:lang w:val="uk-UA"/>
              </w:rPr>
            </w:pPr>
            <w:r w:rsidRPr="00F34C71">
              <w:rPr>
                <w:sz w:val="28"/>
                <w:szCs w:val="28"/>
                <w:lang w:val="uk-UA"/>
              </w:rPr>
              <w:t>член виконавчого комітету міської ради;</w:t>
            </w:r>
          </w:p>
        </w:tc>
      </w:tr>
      <w:tr w:rsidR="00FB2422" w:rsidRPr="00B55617">
        <w:tc>
          <w:tcPr>
            <w:tcW w:w="3528" w:type="dxa"/>
          </w:tcPr>
          <w:p w:rsidR="00FB2422" w:rsidRDefault="00FB2422" w:rsidP="00E77B8F">
            <w:pPr>
              <w:rPr>
                <w:b/>
                <w:bCs/>
                <w:sz w:val="28"/>
                <w:szCs w:val="28"/>
                <w:lang w:val="uk-UA"/>
              </w:rPr>
            </w:pPr>
            <w:r w:rsidRPr="00F34C71">
              <w:rPr>
                <w:b/>
                <w:bCs/>
                <w:sz w:val="28"/>
                <w:szCs w:val="28"/>
                <w:lang w:val="uk-UA"/>
              </w:rPr>
              <w:t xml:space="preserve">Яринич </w:t>
            </w:r>
          </w:p>
          <w:p w:rsidR="00FB2422" w:rsidRPr="00F34C71" w:rsidRDefault="00FB2422" w:rsidP="00E77B8F">
            <w:pPr>
              <w:rPr>
                <w:b/>
                <w:bCs/>
                <w:sz w:val="28"/>
                <w:szCs w:val="28"/>
                <w:lang w:val="uk-UA"/>
              </w:rPr>
            </w:pPr>
            <w:r w:rsidRPr="00F34C71">
              <w:rPr>
                <w:b/>
                <w:bCs/>
                <w:sz w:val="28"/>
                <w:szCs w:val="28"/>
                <w:lang w:val="uk-UA"/>
              </w:rPr>
              <w:t>Михайло Федорович</w:t>
            </w:r>
          </w:p>
        </w:tc>
        <w:tc>
          <w:tcPr>
            <w:tcW w:w="6300" w:type="dxa"/>
          </w:tcPr>
          <w:p w:rsidR="00FB2422" w:rsidRPr="00F34C71" w:rsidRDefault="00FB2422" w:rsidP="00F34C71">
            <w:pPr>
              <w:pStyle w:val="ListParagraph"/>
              <w:numPr>
                <w:ilvl w:val="0"/>
                <w:numId w:val="5"/>
              </w:numPr>
              <w:ind w:left="218" w:hanging="218"/>
              <w:jc w:val="both"/>
              <w:rPr>
                <w:sz w:val="28"/>
                <w:szCs w:val="28"/>
                <w:lang w:val="uk-UA"/>
              </w:rPr>
            </w:pPr>
            <w:r w:rsidRPr="00F34C71">
              <w:rPr>
                <w:sz w:val="28"/>
                <w:szCs w:val="28"/>
                <w:lang w:val="uk-UA"/>
              </w:rPr>
              <w:t xml:space="preserve">депутат міської ради </w:t>
            </w:r>
            <w:r w:rsidRPr="00F34C71">
              <w:rPr>
                <w:sz w:val="28"/>
                <w:szCs w:val="28"/>
                <w:lang w:val="en-US"/>
              </w:rPr>
              <w:t>VII</w:t>
            </w:r>
            <w:r w:rsidRPr="00F34C71">
              <w:rPr>
                <w:sz w:val="28"/>
                <w:szCs w:val="28"/>
                <w:lang w:val="uk-UA"/>
              </w:rPr>
              <w:t xml:space="preserve"> скликання </w:t>
            </w:r>
            <w:r w:rsidRPr="00F34C71">
              <w:rPr>
                <w:sz w:val="26"/>
                <w:szCs w:val="26"/>
              </w:rPr>
              <w:t>(за згодою)</w:t>
            </w:r>
            <w:r w:rsidRPr="00F34C71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FB2422" w:rsidRPr="00B55617" w:rsidRDefault="00FB2422" w:rsidP="00333827">
      <w:pPr>
        <w:ind w:firstLine="708"/>
        <w:jc w:val="both"/>
        <w:rPr>
          <w:sz w:val="28"/>
          <w:szCs w:val="28"/>
        </w:rPr>
      </w:pPr>
    </w:p>
    <w:p w:rsidR="00FB2422" w:rsidRPr="00CA3B81" w:rsidRDefault="00FB2422" w:rsidP="00B954B4">
      <w:pPr>
        <w:numPr>
          <w:ilvl w:val="0"/>
          <w:numId w:val="3"/>
        </w:numPr>
        <w:tabs>
          <w:tab w:val="clear" w:pos="1080"/>
          <w:tab w:val="num" w:pos="-372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Розпорядження підлягає оприлюдненню на офіційному веб-порталі Чернівецької міської ради в мережі Інтернет.</w:t>
      </w:r>
    </w:p>
    <w:p w:rsidR="00FB2422" w:rsidRPr="00B954B4" w:rsidRDefault="00FB2422" w:rsidP="00B954B4">
      <w:pPr>
        <w:ind w:firstLine="567"/>
        <w:jc w:val="both"/>
        <w:rPr>
          <w:sz w:val="28"/>
          <w:szCs w:val="28"/>
          <w:lang w:val="uk-UA"/>
        </w:rPr>
      </w:pPr>
    </w:p>
    <w:p w:rsidR="00FB2422" w:rsidRPr="00B55617" w:rsidRDefault="00FB2422" w:rsidP="00B954B4">
      <w:pPr>
        <w:numPr>
          <w:ilvl w:val="0"/>
          <w:numId w:val="3"/>
        </w:numPr>
        <w:tabs>
          <w:tab w:val="clear" w:pos="1080"/>
          <w:tab w:val="num" w:pos="-3720"/>
        </w:tabs>
        <w:ind w:left="0" w:firstLine="567"/>
        <w:jc w:val="both"/>
        <w:rPr>
          <w:sz w:val="28"/>
          <w:szCs w:val="28"/>
        </w:rPr>
      </w:pPr>
      <w:r w:rsidRPr="00A6181F">
        <w:rPr>
          <w:sz w:val="28"/>
          <w:szCs w:val="28"/>
        </w:rPr>
        <w:t xml:space="preserve">Контроль за виконанням цього розпорядження покласти на заступника  міського голови з питань діяльності виконавчих органів міської ради  Середюка В.Б.            </w:t>
      </w:r>
    </w:p>
    <w:p w:rsidR="00FB2422" w:rsidRPr="00B55617" w:rsidRDefault="00FB2422" w:rsidP="00333827">
      <w:pPr>
        <w:jc w:val="both"/>
        <w:rPr>
          <w:sz w:val="28"/>
          <w:szCs w:val="28"/>
          <w:lang w:val="uk-UA"/>
        </w:rPr>
      </w:pPr>
    </w:p>
    <w:p w:rsidR="00FB2422" w:rsidRPr="00B55617" w:rsidRDefault="00FB2422" w:rsidP="003E58C2">
      <w:pPr>
        <w:pStyle w:val="BodyText"/>
        <w:tabs>
          <w:tab w:val="left" w:pos="600"/>
          <w:tab w:val="left" w:pos="6450"/>
        </w:tabs>
        <w:rPr>
          <w:lang w:val="uk-UA"/>
        </w:rPr>
      </w:pPr>
    </w:p>
    <w:p w:rsidR="00FB2422" w:rsidRPr="00B55617" w:rsidRDefault="00FB2422" w:rsidP="003E58C2">
      <w:pPr>
        <w:pStyle w:val="BodyText"/>
        <w:tabs>
          <w:tab w:val="left" w:pos="600"/>
          <w:tab w:val="left" w:pos="6450"/>
        </w:tabs>
        <w:rPr>
          <w:lang w:val="uk-UA"/>
        </w:rPr>
      </w:pPr>
    </w:p>
    <w:p w:rsidR="00FB2422" w:rsidRPr="00234396" w:rsidRDefault="00FB2422" w:rsidP="003E58C2">
      <w:pPr>
        <w:pStyle w:val="BodyText"/>
        <w:tabs>
          <w:tab w:val="left" w:pos="600"/>
          <w:tab w:val="left" w:pos="6450"/>
        </w:tabs>
        <w:rPr>
          <w:lang w:val="uk-UA"/>
        </w:rPr>
      </w:pPr>
      <w:r>
        <w:rPr>
          <w:lang w:val="uk-UA"/>
        </w:rPr>
        <w:tab/>
      </w:r>
    </w:p>
    <w:p w:rsidR="00FB2422" w:rsidRDefault="00FB2422" w:rsidP="003E58C2">
      <w:pPr>
        <w:jc w:val="both"/>
        <w:rPr>
          <w:b/>
          <w:bCs/>
          <w:sz w:val="28"/>
          <w:szCs w:val="28"/>
          <w:lang w:val="en-US"/>
        </w:rPr>
      </w:pPr>
      <w:r w:rsidRPr="00234396">
        <w:rPr>
          <w:b/>
          <w:bCs/>
          <w:sz w:val="28"/>
          <w:szCs w:val="28"/>
          <w:lang w:val="uk-UA"/>
        </w:rPr>
        <w:t>Чернівецьк</w:t>
      </w:r>
      <w:r>
        <w:rPr>
          <w:b/>
          <w:bCs/>
          <w:sz w:val="28"/>
          <w:szCs w:val="28"/>
          <w:lang w:val="uk-UA"/>
        </w:rPr>
        <w:t>ий міський</w:t>
      </w:r>
      <w:r w:rsidRPr="0023439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голова</w:t>
      </w:r>
      <w:r w:rsidRPr="00234396">
        <w:rPr>
          <w:b/>
          <w:bCs/>
          <w:sz w:val="28"/>
          <w:szCs w:val="28"/>
          <w:lang w:val="uk-UA"/>
        </w:rPr>
        <w:t xml:space="preserve">                                   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О</w:t>
      </w:r>
      <w:r w:rsidRPr="00234396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Каспрук</w:t>
      </w:r>
    </w:p>
    <w:p w:rsidR="00FB2422" w:rsidRDefault="00FB2422" w:rsidP="003E58C2">
      <w:pPr>
        <w:jc w:val="both"/>
        <w:rPr>
          <w:b/>
          <w:bCs/>
          <w:sz w:val="28"/>
          <w:szCs w:val="28"/>
          <w:lang w:val="en-US"/>
        </w:rPr>
      </w:pPr>
    </w:p>
    <w:p w:rsidR="00FB2422" w:rsidRDefault="00FB2422" w:rsidP="003E58C2">
      <w:pPr>
        <w:jc w:val="both"/>
        <w:rPr>
          <w:b/>
          <w:bCs/>
          <w:sz w:val="28"/>
          <w:szCs w:val="28"/>
          <w:lang w:val="en-US"/>
        </w:rPr>
      </w:pPr>
    </w:p>
    <w:p w:rsidR="00FB2422" w:rsidRDefault="00FB2422" w:rsidP="003E58C2">
      <w:pPr>
        <w:jc w:val="both"/>
        <w:rPr>
          <w:b/>
          <w:bCs/>
          <w:sz w:val="28"/>
          <w:szCs w:val="28"/>
          <w:lang w:val="uk-UA"/>
        </w:rPr>
      </w:pPr>
    </w:p>
    <w:p w:rsidR="00FB2422" w:rsidRDefault="00FB2422" w:rsidP="003E58C2">
      <w:pPr>
        <w:jc w:val="both"/>
        <w:rPr>
          <w:b/>
          <w:bCs/>
          <w:sz w:val="28"/>
          <w:szCs w:val="28"/>
          <w:lang w:val="uk-UA"/>
        </w:rPr>
      </w:pPr>
    </w:p>
    <w:p w:rsidR="00FB2422" w:rsidRDefault="00FB2422" w:rsidP="003E58C2">
      <w:pPr>
        <w:jc w:val="both"/>
        <w:rPr>
          <w:b/>
          <w:bCs/>
          <w:sz w:val="28"/>
          <w:szCs w:val="28"/>
          <w:lang w:val="uk-UA"/>
        </w:rPr>
      </w:pPr>
    </w:p>
    <w:p w:rsidR="00FB2422" w:rsidRDefault="00FB2422" w:rsidP="003E58C2">
      <w:pPr>
        <w:jc w:val="both"/>
        <w:rPr>
          <w:b/>
          <w:bCs/>
          <w:sz w:val="28"/>
          <w:szCs w:val="28"/>
          <w:lang w:val="uk-UA"/>
        </w:rPr>
      </w:pPr>
    </w:p>
    <w:p w:rsidR="00FB2422" w:rsidRDefault="00FB2422" w:rsidP="003E58C2">
      <w:pPr>
        <w:jc w:val="both"/>
        <w:rPr>
          <w:b/>
          <w:bCs/>
          <w:sz w:val="28"/>
          <w:szCs w:val="28"/>
          <w:lang w:val="uk-UA"/>
        </w:rPr>
      </w:pPr>
    </w:p>
    <w:p w:rsidR="00FB2422" w:rsidRDefault="00FB2422" w:rsidP="003E58C2">
      <w:pPr>
        <w:jc w:val="both"/>
        <w:rPr>
          <w:b/>
          <w:bCs/>
          <w:sz w:val="28"/>
          <w:szCs w:val="28"/>
          <w:lang w:val="uk-UA"/>
        </w:rPr>
      </w:pPr>
    </w:p>
    <w:p w:rsidR="00FB2422" w:rsidRDefault="00FB2422" w:rsidP="003E58C2">
      <w:pPr>
        <w:jc w:val="both"/>
        <w:rPr>
          <w:b/>
          <w:bCs/>
          <w:sz w:val="28"/>
          <w:szCs w:val="28"/>
          <w:lang w:val="uk-UA"/>
        </w:rPr>
      </w:pPr>
    </w:p>
    <w:p w:rsidR="00FB2422" w:rsidRDefault="00FB2422" w:rsidP="003E58C2">
      <w:pPr>
        <w:jc w:val="both"/>
        <w:rPr>
          <w:b/>
          <w:bCs/>
          <w:sz w:val="28"/>
          <w:szCs w:val="28"/>
          <w:lang w:val="uk-UA"/>
        </w:rPr>
      </w:pPr>
    </w:p>
    <w:p w:rsidR="00FB2422" w:rsidRDefault="00FB2422" w:rsidP="003E58C2">
      <w:pPr>
        <w:jc w:val="both"/>
        <w:rPr>
          <w:b/>
          <w:bCs/>
          <w:sz w:val="28"/>
          <w:szCs w:val="28"/>
          <w:lang w:val="uk-UA"/>
        </w:rPr>
      </w:pPr>
    </w:p>
    <w:p w:rsidR="00FB2422" w:rsidRDefault="00FB2422" w:rsidP="003E58C2">
      <w:pPr>
        <w:jc w:val="both"/>
        <w:rPr>
          <w:b/>
          <w:bCs/>
          <w:sz w:val="28"/>
          <w:szCs w:val="28"/>
          <w:lang w:val="uk-UA"/>
        </w:rPr>
      </w:pPr>
    </w:p>
    <w:p w:rsidR="00FB2422" w:rsidRDefault="00FB2422" w:rsidP="003E58C2">
      <w:pPr>
        <w:jc w:val="both"/>
        <w:rPr>
          <w:b/>
          <w:bCs/>
          <w:sz w:val="28"/>
          <w:szCs w:val="28"/>
          <w:lang w:val="uk-UA"/>
        </w:rPr>
      </w:pPr>
    </w:p>
    <w:p w:rsidR="00FB2422" w:rsidRPr="004F2528" w:rsidRDefault="00FB2422" w:rsidP="003E58C2">
      <w:pPr>
        <w:jc w:val="both"/>
        <w:rPr>
          <w:b/>
          <w:bCs/>
          <w:sz w:val="28"/>
          <w:szCs w:val="28"/>
          <w:lang w:val="uk-UA"/>
        </w:rPr>
      </w:pPr>
    </w:p>
    <w:p w:rsidR="00FB2422" w:rsidRDefault="00FB2422" w:rsidP="003E58C2">
      <w:pPr>
        <w:jc w:val="both"/>
        <w:rPr>
          <w:b/>
          <w:bCs/>
          <w:sz w:val="28"/>
          <w:szCs w:val="28"/>
          <w:lang w:val="en-US"/>
        </w:rPr>
      </w:pPr>
    </w:p>
    <w:p w:rsidR="00FB2422" w:rsidRPr="003812B1" w:rsidRDefault="00FB2422" w:rsidP="003E58C2">
      <w:pPr>
        <w:jc w:val="both"/>
        <w:rPr>
          <w:b/>
          <w:bCs/>
          <w:sz w:val="28"/>
          <w:szCs w:val="28"/>
          <w:lang w:val="en-US"/>
        </w:rPr>
      </w:pPr>
    </w:p>
    <w:sectPr w:rsidR="00FB2422" w:rsidRPr="003812B1" w:rsidSect="00DA45D9">
      <w:headerReference w:type="default" r:id="rId8"/>
      <w:pgSz w:w="11906" w:h="16838"/>
      <w:pgMar w:top="737" w:right="737" w:bottom="53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422" w:rsidRDefault="00FB2422">
      <w:r>
        <w:separator/>
      </w:r>
    </w:p>
  </w:endnote>
  <w:endnote w:type="continuationSeparator" w:id="0">
    <w:p w:rsidR="00FB2422" w:rsidRDefault="00FB24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422" w:rsidRDefault="00FB2422">
      <w:r>
        <w:separator/>
      </w:r>
    </w:p>
  </w:footnote>
  <w:footnote w:type="continuationSeparator" w:id="0">
    <w:p w:rsidR="00FB2422" w:rsidRDefault="00FB24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422" w:rsidRDefault="00FB2422" w:rsidP="00184729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B2422" w:rsidRDefault="00FB242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4528A"/>
    <w:multiLevelType w:val="hybridMultilevel"/>
    <w:tmpl w:val="EF6EEBFE"/>
    <w:lvl w:ilvl="0" w:tplc="F744976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038322D"/>
    <w:multiLevelType w:val="hybridMultilevel"/>
    <w:tmpl w:val="6FFA34A2"/>
    <w:lvl w:ilvl="0" w:tplc="5C8CDB9C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0970B75"/>
    <w:multiLevelType w:val="hybridMultilevel"/>
    <w:tmpl w:val="D2EC3DD0"/>
    <w:lvl w:ilvl="0" w:tplc="DDEC56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2A9553E"/>
    <w:multiLevelType w:val="hybridMultilevel"/>
    <w:tmpl w:val="6C0A52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365AB3"/>
    <w:multiLevelType w:val="hybridMultilevel"/>
    <w:tmpl w:val="842C2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58C2"/>
    <w:rsid w:val="00000982"/>
    <w:rsid w:val="0000114C"/>
    <w:rsid w:val="00006FF3"/>
    <w:rsid w:val="00007397"/>
    <w:rsid w:val="00013739"/>
    <w:rsid w:val="00015234"/>
    <w:rsid w:val="000210B6"/>
    <w:rsid w:val="00031F26"/>
    <w:rsid w:val="00032D69"/>
    <w:rsid w:val="00035F2C"/>
    <w:rsid w:val="00040C68"/>
    <w:rsid w:val="00041B78"/>
    <w:rsid w:val="00042253"/>
    <w:rsid w:val="00044C76"/>
    <w:rsid w:val="000471D1"/>
    <w:rsid w:val="000510F1"/>
    <w:rsid w:val="00062B32"/>
    <w:rsid w:val="00063951"/>
    <w:rsid w:val="00067872"/>
    <w:rsid w:val="000A00CE"/>
    <w:rsid w:val="000A64FB"/>
    <w:rsid w:val="000A6F96"/>
    <w:rsid w:val="000B1E7F"/>
    <w:rsid w:val="000B4D7B"/>
    <w:rsid w:val="000B6D6F"/>
    <w:rsid w:val="000E25C8"/>
    <w:rsid w:val="000F6004"/>
    <w:rsid w:val="0010198D"/>
    <w:rsid w:val="00106E27"/>
    <w:rsid w:val="00140181"/>
    <w:rsid w:val="001513EC"/>
    <w:rsid w:val="00152892"/>
    <w:rsid w:val="00156EA4"/>
    <w:rsid w:val="0016306F"/>
    <w:rsid w:val="00166C25"/>
    <w:rsid w:val="0017351E"/>
    <w:rsid w:val="00174FEF"/>
    <w:rsid w:val="00183A17"/>
    <w:rsid w:val="00184729"/>
    <w:rsid w:val="00192BD0"/>
    <w:rsid w:val="001A0FE8"/>
    <w:rsid w:val="001B1571"/>
    <w:rsid w:val="001B5E09"/>
    <w:rsid w:val="001C7B9B"/>
    <w:rsid w:val="001D2813"/>
    <w:rsid w:val="001D40B1"/>
    <w:rsid w:val="001D728B"/>
    <w:rsid w:val="001E7EF4"/>
    <w:rsid w:val="001F0599"/>
    <w:rsid w:val="001F59F8"/>
    <w:rsid w:val="00205FA2"/>
    <w:rsid w:val="00221213"/>
    <w:rsid w:val="0022430C"/>
    <w:rsid w:val="00226A4B"/>
    <w:rsid w:val="00231274"/>
    <w:rsid w:val="002342F4"/>
    <w:rsid w:val="00234396"/>
    <w:rsid w:val="00241202"/>
    <w:rsid w:val="002450E5"/>
    <w:rsid w:val="002510F8"/>
    <w:rsid w:val="002514AB"/>
    <w:rsid w:val="00257673"/>
    <w:rsid w:val="00261515"/>
    <w:rsid w:val="00263787"/>
    <w:rsid w:val="00270E28"/>
    <w:rsid w:val="00271DE0"/>
    <w:rsid w:val="00286F48"/>
    <w:rsid w:val="00287CAC"/>
    <w:rsid w:val="00292AB3"/>
    <w:rsid w:val="0029304D"/>
    <w:rsid w:val="00296783"/>
    <w:rsid w:val="002978E5"/>
    <w:rsid w:val="002A2723"/>
    <w:rsid w:val="002A35A9"/>
    <w:rsid w:val="002A6776"/>
    <w:rsid w:val="002A7AEE"/>
    <w:rsid w:val="002A7FB0"/>
    <w:rsid w:val="002B339C"/>
    <w:rsid w:val="002B583C"/>
    <w:rsid w:val="002B6553"/>
    <w:rsid w:val="002C0EDC"/>
    <w:rsid w:val="002C46C0"/>
    <w:rsid w:val="002C769D"/>
    <w:rsid w:val="002C7F35"/>
    <w:rsid w:val="002D5E25"/>
    <w:rsid w:val="002D66FC"/>
    <w:rsid w:val="002D687D"/>
    <w:rsid w:val="002D7B76"/>
    <w:rsid w:val="002E0C1B"/>
    <w:rsid w:val="002E6099"/>
    <w:rsid w:val="002F4EF4"/>
    <w:rsid w:val="00303D2E"/>
    <w:rsid w:val="0031281E"/>
    <w:rsid w:val="003156A4"/>
    <w:rsid w:val="003232DF"/>
    <w:rsid w:val="00323E33"/>
    <w:rsid w:val="00327215"/>
    <w:rsid w:val="00333148"/>
    <w:rsid w:val="00333827"/>
    <w:rsid w:val="003475A5"/>
    <w:rsid w:val="0035580F"/>
    <w:rsid w:val="003623BD"/>
    <w:rsid w:val="00362C52"/>
    <w:rsid w:val="00362EDB"/>
    <w:rsid w:val="00363C91"/>
    <w:rsid w:val="00370398"/>
    <w:rsid w:val="003752A5"/>
    <w:rsid w:val="00375EF5"/>
    <w:rsid w:val="003812B1"/>
    <w:rsid w:val="00394F1C"/>
    <w:rsid w:val="003A6403"/>
    <w:rsid w:val="003A7725"/>
    <w:rsid w:val="003A7EFF"/>
    <w:rsid w:val="003B32EE"/>
    <w:rsid w:val="003B34A5"/>
    <w:rsid w:val="003B575B"/>
    <w:rsid w:val="003B57C9"/>
    <w:rsid w:val="003B6193"/>
    <w:rsid w:val="003B67B8"/>
    <w:rsid w:val="003C047B"/>
    <w:rsid w:val="003C0FA5"/>
    <w:rsid w:val="003C1607"/>
    <w:rsid w:val="003C4EE8"/>
    <w:rsid w:val="003D23B6"/>
    <w:rsid w:val="003D2FBB"/>
    <w:rsid w:val="003D5234"/>
    <w:rsid w:val="003D5453"/>
    <w:rsid w:val="003E58C2"/>
    <w:rsid w:val="00401D9D"/>
    <w:rsid w:val="00422BDA"/>
    <w:rsid w:val="00430E5D"/>
    <w:rsid w:val="00434FE4"/>
    <w:rsid w:val="00446BE1"/>
    <w:rsid w:val="00455FDD"/>
    <w:rsid w:val="00456E9C"/>
    <w:rsid w:val="00457EC3"/>
    <w:rsid w:val="00462B96"/>
    <w:rsid w:val="00462C8A"/>
    <w:rsid w:val="00464145"/>
    <w:rsid w:val="0047030A"/>
    <w:rsid w:val="00471C8C"/>
    <w:rsid w:val="0047206F"/>
    <w:rsid w:val="0048676D"/>
    <w:rsid w:val="004903A5"/>
    <w:rsid w:val="00493981"/>
    <w:rsid w:val="004A0339"/>
    <w:rsid w:val="004A3E10"/>
    <w:rsid w:val="004B1AAE"/>
    <w:rsid w:val="004B2805"/>
    <w:rsid w:val="004B285B"/>
    <w:rsid w:val="004C10D5"/>
    <w:rsid w:val="004C14ED"/>
    <w:rsid w:val="004C42BD"/>
    <w:rsid w:val="004C4E1A"/>
    <w:rsid w:val="004D274F"/>
    <w:rsid w:val="004D3D2A"/>
    <w:rsid w:val="004D5EE7"/>
    <w:rsid w:val="004D7A1C"/>
    <w:rsid w:val="004E0608"/>
    <w:rsid w:val="004E1560"/>
    <w:rsid w:val="004E38B1"/>
    <w:rsid w:val="004E3FAA"/>
    <w:rsid w:val="004F2528"/>
    <w:rsid w:val="00502539"/>
    <w:rsid w:val="00504965"/>
    <w:rsid w:val="00507F0B"/>
    <w:rsid w:val="00512E83"/>
    <w:rsid w:val="00523A90"/>
    <w:rsid w:val="00544C04"/>
    <w:rsid w:val="005470B5"/>
    <w:rsid w:val="0055236C"/>
    <w:rsid w:val="005640A6"/>
    <w:rsid w:val="0056651B"/>
    <w:rsid w:val="0056726E"/>
    <w:rsid w:val="00570847"/>
    <w:rsid w:val="00574ADE"/>
    <w:rsid w:val="005921DE"/>
    <w:rsid w:val="0059526A"/>
    <w:rsid w:val="00596FD0"/>
    <w:rsid w:val="005A1414"/>
    <w:rsid w:val="005A2D09"/>
    <w:rsid w:val="005C0017"/>
    <w:rsid w:val="005C615D"/>
    <w:rsid w:val="005C6ED5"/>
    <w:rsid w:val="005D1A44"/>
    <w:rsid w:val="005D1FE2"/>
    <w:rsid w:val="005D2809"/>
    <w:rsid w:val="005D55A8"/>
    <w:rsid w:val="005D6ACB"/>
    <w:rsid w:val="005E1CE1"/>
    <w:rsid w:val="005F493E"/>
    <w:rsid w:val="005F67B5"/>
    <w:rsid w:val="00617C10"/>
    <w:rsid w:val="00617C37"/>
    <w:rsid w:val="00631D10"/>
    <w:rsid w:val="0063212B"/>
    <w:rsid w:val="00640A6B"/>
    <w:rsid w:val="006546D8"/>
    <w:rsid w:val="006606E3"/>
    <w:rsid w:val="00663164"/>
    <w:rsid w:val="00663C4D"/>
    <w:rsid w:val="006727A4"/>
    <w:rsid w:val="00683F75"/>
    <w:rsid w:val="006908E0"/>
    <w:rsid w:val="00697263"/>
    <w:rsid w:val="006A5160"/>
    <w:rsid w:val="006B2A6F"/>
    <w:rsid w:val="006B3E8E"/>
    <w:rsid w:val="006B6955"/>
    <w:rsid w:val="006C4F08"/>
    <w:rsid w:val="006C75C7"/>
    <w:rsid w:val="006D0F05"/>
    <w:rsid w:val="006D3D2F"/>
    <w:rsid w:val="006D7702"/>
    <w:rsid w:val="006F0F63"/>
    <w:rsid w:val="006F5048"/>
    <w:rsid w:val="006F66AA"/>
    <w:rsid w:val="0070568E"/>
    <w:rsid w:val="00711653"/>
    <w:rsid w:val="0072020B"/>
    <w:rsid w:val="00722785"/>
    <w:rsid w:val="00723BE5"/>
    <w:rsid w:val="007262B7"/>
    <w:rsid w:val="00731A85"/>
    <w:rsid w:val="0073581D"/>
    <w:rsid w:val="00740023"/>
    <w:rsid w:val="007406F8"/>
    <w:rsid w:val="00745A11"/>
    <w:rsid w:val="00745F9A"/>
    <w:rsid w:val="00747EFD"/>
    <w:rsid w:val="007543F8"/>
    <w:rsid w:val="00756134"/>
    <w:rsid w:val="00762A39"/>
    <w:rsid w:val="00762AB0"/>
    <w:rsid w:val="007631BD"/>
    <w:rsid w:val="00764DBB"/>
    <w:rsid w:val="0077212E"/>
    <w:rsid w:val="00773A93"/>
    <w:rsid w:val="00773F46"/>
    <w:rsid w:val="007757ED"/>
    <w:rsid w:val="00777E11"/>
    <w:rsid w:val="00784F18"/>
    <w:rsid w:val="00792487"/>
    <w:rsid w:val="0079296B"/>
    <w:rsid w:val="007B012B"/>
    <w:rsid w:val="007B3C11"/>
    <w:rsid w:val="007E367B"/>
    <w:rsid w:val="007E3CE1"/>
    <w:rsid w:val="007E7B0A"/>
    <w:rsid w:val="007F3B7A"/>
    <w:rsid w:val="007F74E8"/>
    <w:rsid w:val="008011AF"/>
    <w:rsid w:val="00807BEF"/>
    <w:rsid w:val="00810EAC"/>
    <w:rsid w:val="00812E3E"/>
    <w:rsid w:val="00831606"/>
    <w:rsid w:val="00831E49"/>
    <w:rsid w:val="00833A81"/>
    <w:rsid w:val="00842606"/>
    <w:rsid w:val="00845A82"/>
    <w:rsid w:val="00852C42"/>
    <w:rsid w:val="00853330"/>
    <w:rsid w:val="00872902"/>
    <w:rsid w:val="0087331D"/>
    <w:rsid w:val="008840BC"/>
    <w:rsid w:val="00885595"/>
    <w:rsid w:val="00890DA1"/>
    <w:rsid w:val="008A191D"/>
    <w:rsid w:val="008A3303"/>
    <w:rsid w:val="008B4077"/>
    <w:rsid w:val="008B58AD"/>
    <w:rsid w:val="008B78C0"/>
    <w:rsid w:val="008C361B"/>
    <w:rsid w:val="008D37F1"/>
    <w:rsid w:val="008D4D04"/>
    <w:rsid w:val="008E01EA"/>
    <w:rsid w:val="008E032C"/>
    <w:rsid w:val="008E20A0"/>
    <w:rsid w:val="008E5A26"/>
    <w:rsid w:val="008E7C57"/>
    <w:rsid w:val="008F3004"/>
    <w:rsid w:val="00903760"/>
    <w:rsid w:val="00906C19"/>
    <w:rsid w:val="00907BC0"/>
    <w:rsid w:val="0091620D"/>
    <w:rsid w:val="0092118B"/>
    <w:rsid w:val="0092487C"/>
    <w:rsid w:val="00925F34"/>
    <w:rsid w:val="00934F16"/>
    <w:rsid w:val="00935545"/>
    <w:rsid w:val="00940012"/>
    <w:rsid w:val="00947CDC"/>
    <w:rsid w:val="00950518"/>
    <w:rsid w:val="00966BB6"/>
    <w:rsid w:val="00966CA3"/>
    <w:rsid w:val="00972370"/>
    <w:rsid w:val="0098241E"/>
    <w:rsid w:val="00982E8A"/>
    <w:rsid w:val="009870C9"/>
    <w:rsid w:val="00997B54"/>
    <w:rsid w:val="009A28AC"/>
    <w:rsid w:val="009A41AD"/>
    <w:rsid w:val="009A56DE"/>
    <w:rsid w:val="009A5DC5"/>
    <w:rsid w:val="009B1B40"/>
    <w:rsid w:val="009B234D"/>
    <w:rsid w:val="009D0703"/>
    <w:rsid w:val="009D10E7"/>
    <w:rsid w:val="009D1A88"/>
    <w:rsid w:val="009D233A"/>
    <w:rsid w:val="009D6E18"/>
    <w:rsid w:val="009D7DD0"/>
    <w:rsid w:val="009E0745"/>
    <w:rsid w:val="009F3C44"/>
    <w:rsid w:val="009F5BA3"/>
    <w:rsid w:val="009F69C8"/>
    <w:rsid w:val="009F74A8"/>
    <w:rsid w:val="00A010EF"/>
    <w:rsid w:val="00A05473"/>
    <w:rsid w:val="00A13141"/>
    <w:rsid w:val="00A140DD"/>
    <w:rsid w:val="00A25495"/>
    <w:rsid w:val="00A330BB"/>
    <w:rsid w:val="00A36AC4"/>
    <w:rsid w:val="00A42DDB"/>
    <w:rsid w:val="00A47A2F"/>
    <w:rsid w:val="00A6181F"/>
    <w:rsid w:val="00A704CA"/>
    <w:rsid w:val="00A7444B"/>
    <w:rsid w:val="00A74E63"/>
    <w:rsid w:val="00A81C15"/>
    <w:rsid w:val="00A84190"/>
    <w:rsid w:val="00A854C3"/>
    <w:rsid w:val="00AB2635"/>
    <w:rsid w:val="00AC27A0"/>
    <w:rsid w:val="00AC371D"/>
    <w:rsid w:val="00AC51FB"/>
    <w:rsid w:val="00AD0166"/>
    <w:rsid w:val="00AD0774"/>
    <w:rsid w:val="00AD0CB4"/>
    <w:rsid w:val="00AD6C90"/>
    <w:rsid w:val="00AE4644"/>
    <w:rsid w:val="00B00C93"/>
    <w:rsid w:val="00B043EA"/>
    <w:rsid w:val="00B04FA2"/>
    <w:rsid w:val="00B10FCB"/>
    <w:rsid w:val="00B16B44"/>
    <w:rsid w:val="00B17D43"/>
    <w:rsid w:val="00B2621D"/>
    <w:rsid w:val="00B35450"/>
    <w:rsid w:val="00B44AFC"/>
    <w:rsid w:val="00B55617"/>
    <w:rsid w:val="00B63FD5"/>
    <w:rsid w:val="00B701F1"/>
    <w:rsid w:val="00B71D5A"/>
    <w:rsid w:val="00B801C6"/>
    <w:rsid w:val="00B82902"/>
    <w:rsid w:val="00B850D1"/>
    <w:rsid w:val="00B954B4"/>
    <w:rsid w:val="00B955F8"/>
    <w:rsid w:val="00BA4DED"/>
    <w:rsid w:val="00BA5209"/>
    <w:rsid w:val="00BB45DF"/>
    <w:rsid w:val="00BB56B1"/>
    <w:rsid w:val="00BC2025"/>
    <w:rsid w:val="00BC469C"/>
    <w:rsid w:val="00BD71AF"/>
    <w:rsid w:val="00BE21CB"/>
    <w:rsid w:val="00BE3C9C"/>
    <w:rsid w:val="00BE59BD"/>
    <w:rsid w:val="00C015E4"/>
    <w:rsid w:val="00C0422D"/>
    <w:rsid w:val="00C14577"/>
    <w:rsid w:val="00C24B44"/>
    <w:rsid w:val="00C31B3F"/>
    <w:rsid w:val="00C33340"/>
    <w:rsid w:val="00C35D1B"/>
    <w:rsid w:val="00C37075"/>
    <w:rsid w:val="00C44A17"/>
    <w:rsid w:val="00C50D90"/>
    <w:rsid w:val="00C56E05"/>
    <w:rsid w:val="00C679D3"/>
    <w:rsid w:val="00C714DB"/>
    <w:rsid w:val="00C73AED"/>
    <w:rsid w:val="00C8226F"/>
    <w:rsid w:val="00C82537"/>
    <w:rsid w:val="00C829F1"/>
    <w:rsid w:val="00C84C75"/>
    <w:rsid w:val="00C90833"/>
    <w:rsid w:val="00C91E9A"/>
    <w:rsid w:val="00CA3B81"/>
    <w:rsid w:val="00CA4C8C"/>
    <w:rsid w:val="00CB7848"/>
    <w:rsid w:val="00CC3880"/>
    <w:rsid w:val="00CC4D0B"/>
    <w:rsid w:val="00CD0C58"/>
    <w:rsid w:val="00CD4F93"/>
    <w:rsid w:val="00CF2061"/>
    <w:rsid w:val="00CF4A0A"/>
    <w:rsid w:val="00CF67EB"/>
    <w:rsid w:val="00D06848"/>
    <w:rsid w:val="00D10DFA"/>
    <w:rsid w:val="00D12752"/>
    <w:rsid w:val="00D16971"/>
    <w:rsid w:val="00D2113D"/>
    <w:rsid w:val="00D33E47"/>
    <w:rsid w:val="00D40513"/>
    <w:rsid w:val="00D44EE8"/>
    <w:rsid w:val="00D45735"/>
    <w:rsid w:val="00D506A5"/>
    <w:rsid w:val="00D61143"/>
    <w:rsid w:val="00D62D83"/>
    <w:rsid w:val="00D62D92"/>
    <w:rsid w:val="00D62EAD"/>
    <w:rsid w:val="00D631DF"/>
    <w:rsid w:val="00D64F84"/>
    <w:rsid w:val="00D70B01"/>
    <w:rsid w:val="00D879A2"/>
    <w:rsid w:val="00D94737"/>
    <w:rsid w:val="00D95956"/>
    <w:rsid w:val="00DA27F0"/>
    <w:rsid w:val="00DA45D9"/>
    <w:rsid w:val="00DA71D7"/>
    <w:rsid w:val="00DB0587"/>
    <w:rsid w:val="00DB0FD5"/>
    <w:rsid w:val="00DB35AE"/>
    <w:rsid w:val="00DC02A2"/>
    <w:rsid w:val="00DC0BE1"/>
    <w:rsid w:val="00DC18D2"/>
    <w:rsid w:val="00DD582E"/>
    <w:rsid w:val="00DE1ADF"/>
    <w:rsid w:val="00DE2A97"/>
    <w:rsid w:val="00DE4E89"/>
    <w:rsid w:val="00DE6119"/>
    <w:rsid w:val="00DE61CB"/>
    <w:rsid w:val="00DF0EDC"/>
    <w:rsid w:val="00DF6DD7"/>
    <w:rsid w:val="00E04F58"/>
    <w:rsid w:val="00E12EEF"/>
    <w:rsid w:val="00E13D59"/>
    <w:rsid w:val="00E221F0"/>
    <w:rsid w:val="00E23A4B"/>
    <w:rsid w:val="00E2553F"/>
    <w:rsid w:val="00E32553"/>
    <w:rsid w:val="00E418CB"/>
    <w:rsid w:val="00E470BD"/>
    <w:rsid w:val="00E55E49"/>
    <w:rsid w:val="00E64A84"/>
    <w:rsid w:val="00E66803"/>
    <w:rsid w:val="00E7399A"/>
    <w:rsid w:val="00E77B8F"/>
    <w:rsid w:val="00E810D9"/>
    <w:rsid w:val="00E84595"/>
    <w:rsid w:val="00EA40DF"/>
    <w:rsid w:val="00EA4475"/>
    <w:rsid w:val="00EB7EE8"/>
    <w:rsid w:val="00EC2F2F"/>
    <w:rsid w:val="00EC68B6"/>
    <w:rsid w:val="00ED080B"/>
    <w:rsid w:val="00ED1C84"/>
    <w:rsid w:val="00ED5B69"/>
    <w:rsid w:val="00ED5FAA"/>
    <w:rsid w:val="00EE2B7B"/>
    <w:rsid w:val="00EE313F"/>
    <w:rsid w:val="00EE7E17"/>
    <w:rsid w:val="00EF0896"/>
    <w:rsid w:val="00EF151F"/>
    <w:rsid w:val="00F022EC"/>
    <w:rsid w:val="00F07E4A"/>
    <w:rsid w:val="00F13193"/>
    <w:rsid w:val="00F146FB"/>
    <w:rsid w:val="00F14F59"/>
    <w:rsid w:val="00F1749E"/>
    <w:rsid w:val="00F302E0"/>
    <w:rsid w:val="00F30391"/>
    <w:rsid w:val="00F34C71"/>
    <w:rsid w:val="00F37ACD"/>
    <w:rsid w:val="00F40263"/>
    <w:rsid w:val="00F40718"/>
    <w:rsid w:val="00F40E27"/>
    <w:rsid w:val="00F53049"/>
    <w:rsid w:val="00F5791D"/>
    <w:rsid w:val="00F635B2"/>
    <w:rsid w:val="00F750FB"/>
    <w:rsid w:val="00F867D5"/>
    <w:rsid w:val="00F946A8"/>
    <w:rsid w:val="00FA1A54"/>
    <w:rsid w:val="00FA3C35"/>
    <w:rsid w:val="00FA69C9"/>
    <w:rsid w:val="00FA7CB6"/>
    <w:rsid w:val="00FB2422"/>
    <w:rsid w:val="00FD5285"/>
    <w:rsid w:val="00FD62E6"/>
    <w:rsid w:val="00FF7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8C2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E58C2"/>
    <w:pPr>
      <w:keepNext/>
      <w:autoSpaceDE w:val="0"/>
      <w:autoSpaceDN w:val="0"/>
      <w:adjustRightInd w:val="0"/>
      <w:ind w:firstLine="4620"/>
      <w:outlineLvl w:val="2"/>
    </w:pPr>
    <w:rPr>
      <w:b/>
      <w:bCs/>
      <w:sz w:val="28"/>
      <w:szCs w:val="28"/>
      <w:lang w:val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E58C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A2723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A2723"/>
    <w:rPr>
      <w:rFonts w:ascii="Calibri" w:hAnsi="Calibri" w:cs="Calibri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3E5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A2723"/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3E58C2"/>
    <w:pPr>
      <w:jc w:val="both"/>
    </w:pPr>
    <w:rPr>
      <w:b/>
      <w:bCs/>
      <w:sz w:val="28"/>
      <w:szCs w:val="28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2A2723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9F74A8"/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A2723"/>
    <w:rPr>
      <w:sz w:val="20"/>
      <w:szCs w:val="20"/>
    </w:rPr>
  </w:style>
  <w:style w:type="table" w:styleId="TableGrid">
    <w:name w:val="Table Grid"/>
    <w:basedOn w:val="TableNormal"/>
    <w:uiPriority w:val="99"/>
    <w:rsid w:val="0033382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E060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A2723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4E0608"/>
  </w:style>
  <w:style w:type="paragraph" w:styleId="BalloonText">
    <w:name w:val="Balloon Text"/>
    <w:basedOn w:val="Normal"/>
    <w:link w:val="BalloonTextChar"/>
    <w:uiPriority w:val="99"/>
    <w:semiHidden/>
    <w:rsid w:val="00F302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302E0"/>
    <w:rPr>
      <w:rFonts w:ascii="Tahoma" w:hAnsi="Tahoma" w:cs="Tahoma"/>
      <w:sz w:val="16"/>
      <w:szCs w:val="16"/>
    </w:rPr>
  </w:style>
  <w:style w:type="paragraph" w:customStyle="1" w:styleId="a">
    <w:name w:val="Знак Знак Знак Знак"/>
    <w:basedOn w:val="Normal"/>
    <w:uiPriority w:val="99"/>
    <w:rsid w:val="00D33E47"/>
    <w:rPr>
      <w:rFonts w:ascii="Verdana" w:eastAsia="PMingLiU" w:hAnsi="Verdana" w:cs="Verdan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C14577"/>
    <w:pPr>
      <w:ind w:left="720"/>
    </w:pPr>
  </w:style>
  <w:style w:type="paragraph" w:customStyle="1" w:styleId="13">
    <w:name w:val="Обычный + 13 пт"/>
    <w:aliases w:val="По ширине"/>
    <w:basedOn w:val="Normal"/>
    <w:uiPriority w:val="99"/>
    <w:rsid w:val="00B954B4"/>
    <w:pPr>
      <w:tabs>
        <w:tab w:val="left" w:pos="900"/>
      </w:tabs>
      <w:jc w:val="both"/>
    </w:pPr>
    <w:rPr>
      <w:b/>
      <w:bCs/>
      <w:sz w:val="26"/>
      <w:szCs w:val="26"/>
      <w:lang w:val="uk-UA"/>
    </w:rPr>
  </w:style>
  <w:style w:type="paragraph" w:styleId="DocumentMap">
    <w:name w:val="Document Map"/>
    <w:basedOn w:val="Normal"/>
    <w:link w:val="DocumentMapChar"/>
    <w:uiPriority w:val="99"/>
    <w:semiHidden/>
    <w:rsid w:val="0047206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A2723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479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9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9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341</Words>
  <Characters>1946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User1</dc:creator>
  <cp:keywords/>
  <dc:description/>
  <cp:lastModifiedBy>Admin</cp:lastModifiedBy>
  <cp:revision>3</cp:revision>
  <cp:lastPrinted>2017-06-16T12:33:00Z</cp:lastPrinted>
  <dcterms:created xsi:type="dcterms:W3CDTF">2017-06-21T12:20:00Z</dcterms:created>
  <dcterms:modified xsi:type="dcterms:W3CDTF">2017-06-21T12:21:00Z</dcterms:modified>
</cp:coreProperties>
</file>