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E8" w:rsidRDefault="005367E8" w:rsidP="00CA6419">
      <w:pPr>
        <w:jc w:val="center"/>
      </w:pPr>
    </w:p>
    <w:p w:rsidR="005367E8" w:rsidRPr="000D0756" w:rsidRDefault="005367E8" w:rsidP="002825CD">
      <w:pPr>
        <w:spacing w:line="228" w:lineRule="auto"/>
        <w:jc w:val="center"/>
      </w:pPr>
      <w:r w:rsidRPr="00C43ED7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1.75pt;visibility:visible">
            <v:imagedata r:id="rId6" o:title=""/>
          </v:shape>
        </w:pict>
      </w:r>
    </w:p>
    <w:p w:rsidR="005367E8" w:rsidRPr="000D0756" w:rsidRDefault="005367E8" w:rsidP="002825CD">
      <w:pPr>
        <w:spacing w:line="228" w:lineRule="auto"/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5367E8" w:rsidRPr="000D0756" w:rsidRDefault="005367E8" w:rsidP="002825CD">
      <w:pPr>
        <w:spacing w:line="228" w:lineRule="auto"/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5367E8" w:rsidRPr="000D0756" w:rsidRDefault="005367E8" w:rsidP="002825CD">
      <w:pPr>
        <w:pStyle w:val="Heading2"/>
        <w:spacing w:line="228" w:lineRule="auto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5367E8" w:rsidRPr="000D0756" w:rsidRDefault="005367E8" w:rsidP="002825CD">
      <w:pPr>
        <w:pStyle w:val="Heading3"/>
        <w:spacing w:line="228" w:lineRule="auto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>Р  І  Ш  Е  Н  Н  Я</w:t>
      </w:r>
    </w:p>
    <w:p w:rsidR="005367E8" w:rsidRPr="000D0756" w:rsidRDefault="005367E8" w:rsidP="002825CD">
      <w:pPr>
        <w:spacing w:line="228" w:lineRule="auto"/>
      </w:pPr>
    </w:p>
    <w:p w:rsidR="005367E8" w:rsidRPr="000D0756" w:rsidRDefault="005367E8" w:rsidP="002825CD">
      <w:pPr>
        <w:widowControl/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2020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 xml:space="preserve">         </w:t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 xml:space="preserve">             </w:t>
      </w:r>
      <w:r w:rsidRPr="000D0756">
        <w:rPr>
          <w:sz w:val="28"/>
          <w:szCs w:val="28"/>
        </w:rPr>
        <w:t xml:space="preserve">  м. Чернівці</w:t>
      </w:r>
    </w:p>
    <w:p w:rsidR="005367E8" w:rsidRPr="00DF39B1" w:rsidRDefault="005367E8" w:rsidP="002825CD">
      <w:pPr>
        <w:pStyle w:val="caaieiaie1"/>
        <w:keepNext w:val="0"/>
        <w:widowControl/>
        <w:spacing w:line="228" w:lineRule="auto"/>
        <w:jc w:val="left"/>
        <w:rPr>
          <w:sz w:val="16"/>
          <w:szCs w:val="16"/>
        </w:rPr>
      </w:pPr>
    </w:p>
    <w:p w:rsidR="005367E8" w:rsidRPr="000D0756" w:rsidRDefault="005367E8" w:rsidP="002825CD">
      <w:pPr>
        <w:pStyle w:val="caaieiaie1"/>
        <w:keepNext w:val="0"/>
        <w:widowControl/>
        <w:spacing w:line="228" w:lineRule="auto"/>
      </w:pPr>
      <w:r w:rsidRPr="00813A7E">
        <w:t xml:space="preserve">Про </w:t>
      </w:r>
      <w:r w:rsidRPr="000D0756">
        <w:t xml:space="preserve">розгляд </w:t>
      </w:r>
      <w:r>
        <w:t>звернення Буковинського державного медичного університету</w:t>
      </w:r>
      <w:r w:rsidRPr="000D0756">
        <w:t xml:space="preserve"> щодо </w:t>
      </w:r>
      <w:r w:rsidRPr="00813A7E">
        <w:t>відшкодування витрат</w:t>
      </w:r>
      <w:r>
        <w:t xml:space="preserve"> </w:t>
      </w:r>
      <w:r w:rsidRPr="00813A7E">
        <w:t>понесених на здійснення невід’ємних поліпшень</w:t>
      </w:r>
    </w:p>
    <w:p w:rsidR="005367E8" w:rsidRPr="00DF39B1" w:rsidRDefault="005367E8" w:rsidP="002825CD">
      <w:pPr>
        <w:spacing w:line="228" w:lineRule="auto"/>
        <w:ind w:firstLine="720"/>
        <w:jc w:val="both"/>
        <w:rPr>
          <w:sz w:val="16"/>
          <w:szCs w:val="16"/>
        </w:rPr>
      </w:pPr>
    </w:p>
    <w:p w:rsidR="005367E8" w:rsidRPr="00813A7E" w:rsidRDefault="005367E8" w:rsidP="002825CD">
      <w:pPr>
        <w:tabs>
          <w:tab w:val="left" w:pos="709"/>
        </w:tabs>
        <w:spacing w:line="228" w:lineRule="auto"/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 w:rsidRPr="000D0756">
        <w:rPr>
          <w:sz w:val="28"/>
          <w:szCs w:val="28"/>
        </w:rPr>
        <w:t xml:space="preserve"> скликання від 02.07.2015р. № 1639, зі змінами</w:t>
      </w:r>
      <w:r>
        <w:rPr>
          <w:sz w:val="28"/>
          <w:szCs w:val="28"/>
        </w:rPr>
        <w:t>,</w:t>
      </w:r>
      <w:r w:rsidRPr="000D0756">
        <w:rPr>
          <w:sz w:val="28"/>
          <w:szCs w:val="28"/>
        </w:rPr>
        <w:t xml:space="preserve"> розглянувши заяв</w:t>
      </w:r>
      <w:r>
        <w:rPr>
          <w:sz w:val="28"/>
          <w:szCs w:val="28"/>
        </w:rPr>
        <w:t>у</w:t>
      </w:r>
      <w:r w:rsidRPr="000D0756">
        <w:rPr>
          <w:sz w:val="28"/>
          <w:szCs w:val="28"/>
        </w:rPr>
        <w:t xml:space="preserve"> </w:t>
      </w:r>
      <w:r>
        <w:rPr>
          <w:sz w:val="28"/>
          <w:szCs w:val="28"/>
        </w:rPr>
        <w:t>Буковинського державного медичного університету, подані документи, що підтверджують проведені орендарем розрахунки за виконані роботи та придбані матеріали, беручи до уваги акт</w:t>
      </w:r>
      <w:r w:rsidRPr="00F645A4">
        <w:rPr>
          <w:sz w:val="28"/>
          <w:szCs w:val="28"/>
        </w:rPr>
        <w:t xml:space="preserve"> комісії з приймання-передання здійснених невід’ємних поліпшень орендован</w:t>
      </w:r>
      <w:r>
        <w:rPr>
          <w:sz w:val="28"/>
          <w:szCs w:val="28"/>
        </w:rPr>
        <w:t>их приміще</w:t>
      </w:r>
      <w:r w:rsidRPr="00F645A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F645A4">
        <w:rPr>
          <w:sz w:val="28"/>
          <w:szCs w:val="28"/>
        </w:rPr>
        <w:t>,</w:t>
      </w:r>
      <w:r>
        <w:rPr>
          <w:sz w:val="28"/>
          <w:szCs w:val="28"/>
        </w:rPr>
        <w:t xml:space="preserve"> протокол</w:t>
      </w:r>
      <w:r w:rsidRPr="000D0756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нежилих приміщень, виконавчий комітет Чернівецької міської ради</w:t>
      </w:r>
    </w:p>
    <w:p w:rsidR="005367E8" w:rsidRPr="00DF39B1" w:rsidRDefault="005367E8" w:rsidP="002825CD">
      <w:pPr>
        <w:spacing w:line="228" w:lineRule="auto"/>
        <w:ind w:firstLine="720"/>
        <w:jc w:val="both"/>
        <w:rPr>
          <w:sz w:val="16"/>
          <w:szCs w:val="16"/>
        </w:rPr>
      </w:pPr>
    </w:p>
    <w:p w:rsidR="005367E8" w:rsidRPr="00113F70" w:rsidRDefault="005367E8" w:rsidP="002825CD">
      <w:pPr>
        <w:widowControl/>
        <w:spacing w:line="228" w:lineRule="auto"/>
        <w:jc w:val="center"/>
        <w:rPr>
          <w:b/>
          <w:bCs/>
          <w:sz w:val="28"/>
          <w:szCs w:val="28"/>
          <w:lang w:val="ru-RU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5367E8" w:rsidRPr="00632734" w:rsidRDefault="005367E8" w:rsidP="002825CD">
      <w:pPr>
        <w:pStyle w:val="BodyText2"/>
        <w:tabs>
          <w:tab w:val="left" w:pos="567"/>
        </w:tabs>
        <w:spacing w:line="228" w:lineRule="auto"/>
        <w:ind w:firstLine="567"/>
        <w:rPr>
          <w:b/>
        </w:rPr>
      </w:pPr>
      <w:r>
        <w:rPr>
          <w:b/>
        </w:rPr>
        <w:tab/>
      </w:r>
      <w:r w:rsidRPr="00FF4840">
        <w:rPr>
          <w:b/>
        </w:rPr>
        <w:t>1</w:t>
      </w:r>
      <w:r>
        <w:rPr>
          <w:b/>
        </w:rPr>
        <w:t xml:space="preserve">. </w:t>
      </w:r>
      <w:r>
        <w:t>Дозволити департаменту розвитку міської ради зарахувати кошти в рахунок орендної плати за проведений ремонт в орендованому приміщенні Буковинського державного медичного університету (код ЄДРПОУ …</w:t>
      </w:r>
      <w:r w:rsidRPr="00590CB7">
        <w:t>) за адресою</w:t>
      </w:r>
      <w:r>
        <w:t xml:space="preserve"> м. Чернівці, </w:t>
      </w:r>
      <w:r w:rsidRPr="00590CB7">
        <w:t xml:space="preserve">вул. </w:t>
      </w:r>
      <w:r>
        <w:t>Героїв Майдану, 3 (підстава - заява від 11.11.2019</w:t>
      </w:r>
      <w:r w:rsidRPr="004603B1">
        <w:t>р.</w:t>
      </w:r>
      <w:r>
        <w:t xml:space="preserve">              </w:t>
      </w:r>
      <w:r w:rsidRPr="004603B1">
        <w:t>вх. № 02/01-11-</w:t>
      </w:r>
      <w:r>
        <w:t>2377</w:t>
      </w:r>
      <w:r w:rsidRPr="004603B1">
        <w:t>/0</w:t>
      </w:r>
      <w:r w:rsidRPr="00590CB7">
        <w:t xml:space="preserve">, </w:t>
      </w:r>
      <w:r>
        <w:t xml:space="preserve">платіжні документи, що підтверджують проведені орендарем розрахунки за придбані матеріали та виконані роботи, складений акт комісії з приймання-передавання здійснених невід’ємних поліпшень орендованого приміщення, рішення виконавчого комітету міської ради від15.08.2017р. №444/17) у межах суми </w:t>
      </w:r>
      <w:r>
        <w:rPr>
          <w:b/>
        </w:rPr>
        <w:t>125 289,44</w:t>
      </w:r>
      <w:r w:rsidRPr="00632734">
        <w:t xml:space="preserve"> </w:t>
      </w:r>
      <w:r w:rsidRPr="00632734">
        <w:rPr>
          <w:b/>
        </w:rPr>
        <w:t>грн.</w:t>
      </w:r>
      <w:r>
        <w:t xml:space="preserve"> </w:t>
      </w:r>
      <w:r w:rsidRPr="00126665">
        <w:rPr>
          <w:b/>
        </w:rPr>
        <w:t xml:space="preserve"> </w:t>
      </w:r>
      <w:r>
        <w:rPr>
          <w:b/>
        </w:rPr>
        <w:t>(сто двадцять п’ять тисяч двісті вісімдесят дев’ять гривень сорок чотири копійки</w:t>
      </w:r>
      <w:r w:rsidRPr="00126665">
        <w:rPr>
          <w:b/>
        </w:rPr>
        <w:t>)</w:t>
      </w:r>
      <w:r w:rsidRPr="00632734">
        <w:rPr>
          <w:b/>
        </w:rPr>
        <w:t>.</w:t>
      </w:r>
    </w:p>
    <w:p w:rsidR="005367E8" w:rsidRPr="00632734" w:rsidRDefault="005367E8" w:rsidP="002825CD">
      <w:pPr>
        <w:spacing w:before="240"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>
        <w:rPr>
          <w:sz w:val="28"/>
          <w:szCs w:val="28"/>
        </w:rPr>
        <w:t>КЖРЕП №5</w:t>
      </w:r>
      <w:r w:rsidRPr="00690093">
        <w:rPr>
          <w:sz w:val="28"/>
          <w:szCs w:val="28"/>
        </w:rPr>
        <w:t xml:space="preserve">) збільшити балансову вартість  орендованих приміщень за адресою м. Чернівці, вул. </w:t>
      </w:r>
      <w:r>
        <w:rPr>
          <w:sz w:val="28"/>
          <w:szCs w:val="28"/>
        </w:rPr>
        <w:t>Героїв Майдану, 3</w:t>
      </w:r>
      <w:r w:rsidRPr="00690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суму </w:t>
      </w:r>
      <w:r>
        <w:rPr>
          <w:b/>
          <w:sz w:val="28"/>
          <w:szCs w:val="28"/>
        </w:rPr>
        <w:t>125 289, 44</w:t>
      </w:r>
      <w:r w:rsidRPr="00632734">
        <w:rPr>
          <w:b/>
          <w:sz w:val="28"/>
          <w:szCs w:val="28"/>
        </w:rPr>
        <w:t xml:space="preserve"> грн.</w:t>
      </w:r>
      <w:r w:rsidRPr="000D48DF">
        <w:rPr>
          <w:b/>
          <w:sz w:val="28"/>
          <w:szCs w:val="28"/>
        </w:rPr>
        <w:t xml:space="preserve"> (</w:t>
      </w:r>
      <w:r w:rsidRPr="00A51142">
        <w:rPr>
          <w:b/>
          <w:sz w:val="28"/>
          <w:szCs w:val="28"/>
        </w:rPr>
        <w:t>сто двадцять п’ять тисяч двісті вісімдесят дев’ять гривень сорок чотири копійки</w:t>
      </w:r>
      <w:r w:rsidRPr="000D48DF">
        <w:rPr>
          <w:b/>
          <w:sz w:val="28"/>
          <w:szCs w:val="28"/>
        </w:rPr>
        <w:t>)</w:t>
      </w:r>
      <w:r w:rsidRPr="00632734">
        <w:rPr>
          <w:b/>
          <w:sz w:val="28"/>
          <w:szCs w:val="28"/>
        </w:rPr>
        <w:t>.</w:t>
      </w:r>
    </w:p>
    <w:p w:rsidR="005367E8" w:rsidRDefault="005367E8" w:rsidP="002825CD">
      <w:pPr>
        <w:widowControl/>
        <w:tabs>
          <w:tab w:val="left" w:pos="567"/>
        </w:tabs>
        <w:spacing w:line="228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5367E8" w:rsidRDefault="005367E8" w:rsidP="002825CD">
      <w:pPr>
        <w:pStyle w:val="BodyText2"/>
        <w:tabs>
          <w:tab w:val="left" w:pos="567"/>
        </w:tabs>
        <w:spacing w:line="228" w:lineRule="auto"/>
      </w:pPr>
      <w:r>
        <w:rPr>
          <w:b/>
          <w:bCs/>
        </w:rPr>
        <w:tab/>
      </w:r>
      <w:r>
        <w:rPr>
          <w:b/>
          <w:bCs/>
        </w:rPr>
        <w:tab/>
        <w:t>2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</w:t>
      </w:r>
      <w:r>
        <w:t xml:space="preserve">                 </w:t>
      </w:r>
      <w:r w:rsidRPr="00566FAD">
        <w:t>вебпорталі Чернівецької міської ради.</w:t>
      </w:r>
    </w:p>
    <w:p w:rsidR="005367E8" w:rsidRDefault="005367E8" w:rsidP="002825CD">
      <w:pPr>
        <w:pStyle w:val="BodyText2"/>
        <w:tabs>
          <w:tab w:val="left" w:pos="426"/>
        </w:tabs>
        <w:spacing w:line="228" w:lineRule="auto"/>
        <w:rPr>
          <w:b/>
          <w:bCs/>
        </w:rPr>
      </w:pPr>
      <w:r>
        <w:rPr>
          <w:b/>
          <w:bCs/>
        </w:rPr>
        <w:tab/>
      </w:r>
    </w:p>
    <w:p w:rsidR="005367E8" w:rsidRDefault="005367E8" w:rsidP="002825CD">
      <w:pPr>
        <w:pStyle w:val="BodyText2"/>
        <w:tabs>
          <w:tab w:val="left" w:pos="426"/>
        </w:tabs>
        <w:spacing w:line="228" w:lineRule="auto"/>
      </w:pPr>
      <w:r>
        <w:rPr>
          <w:b/>
          <w:bCs/>
        </w:rPr>
        <w:tab/>
        <w:t xml:space="preserve">   3.</w:t>
      </w:r>
      <w:r>
        <w:t xml:space="preserve"> </w:t>
      </w:r>
      <w:r w:rsidRPr="00CC3297">
        <w:t xml:space="preserve">Контроль за виконанням цього рішення покласти на директора департаменту </w:t>
      </w:r>
      <w:r>
        <w:t>розвитку</w:t>
      </w:r>
      <w:r w:rsidRPr="00CC3297">
        <w:t xml:space="preserve"> міської ради</w:t>
      </w:r>
      <w:r>
        <w:t>.</w:t>
      </w:r>
      <w:r w:rsidRPr="00CC3297">
        <w:t xml:space="preserve"> </w:t>
      </w:r>
    </w:p>
    <w:p w:rsidR="005367E8" w:rsidRDefault="005367E8" w:rsidP="00CA6419">
      <w:pPr>
        <w:pStyle w:val="BodyText2"/>
        <w:tabs>
          <w:tab w:val="left" w:pos="426"/>
        </w:tabs>
      </w:pPr>
    </w:p>
    <w:p w:rsidR="005367E8" w:rsidRDefault="005367E8" w:rsidP="00CA6419">
      <w:pPr>
        <w:pStyle w:val="BodyText2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0"/>
        <w:gridCol w:w="4680"/>
      </w:tblGrid>
      <w:tr w:rsidR="005367E8" w:rsidRPr="00271EF9">
        <w:trPr>
          <w:trHeight w:val="356"/>
        </w:trPr>
        <w:tc>
          <w:tcPr>
            <w:tcW w:w="4950" w:type="dxa"/>
          </w:tcPr>
          <w:p w:rsidR="005367E8" w:rsidRPr="00BC189F" w:rsidRDefault="005367E8" w:rsidP="00945C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Секретар Чернівецької  міської ради</w:t>
            </w:r>
          </w:p>
        </w:tc>
        <w:tc>
          <w:tcPr>
            <w:tcW w:w="4680" w:type="dxa"/>
          </w:tcPr>
          <w:p w:rsidR="005367E8" w:rsidRPr="00CC5D8C" w:rsidRDefault="005367E8" w:rsidP="00945C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</w:t>
            </w:r>
            <w:r>
              <w:rPr>
                <w:b/>
                <w:bCs/>
                <w:sz w:val="28"/>
                <w:szCs w:val="28"/>
              </w:rPr>
              <w:t>О.Продан</w:t>
            </w:r>
          </w:p>
        </w:tc>
      </w:tr>
    </w:tbl>
    <w:p w:rsidR="005367E8" w:rsidRPr="00EB26FB" w:rsidRDefault="005367E8" w:rsidP="00EB26FB">
      <w:pPr>
        <w:widowControl/>
        <w:jc w:val="both"/>
      </w:pPr>
    </w:p>
    <w:sectPr w:rsidR="005367E8" w:rsidRPr="00EB26FB" w:rsidSect="006B2CC5">
      <w:headerReference w:type="default" r:id="rId7"/>
      <w:footerReference w:type="even" r:id="rId8"/>
      <w:footerReference w:type="default" r:id="rId9"/>
      <w:pgSz w:w="11906" w:h="16838"/>
      <w:pgMar w:top="238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7E8" w:rsidRDefault="005367E8">
      <w:r>
        <w:separator/>
      </w:r>
    </w:p>
  </w:endnote>
  <w:endnote w:type="continuationSeparator" w:id="0">
    <w:p w:rsidR="005367E8" w:rsidRDefault="00536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7E8" w:rsidRDefault="005367E8" w:rsidP="00432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67E8" w:rsidRDefault="005367E8" w:rsidP="00D7702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7E8" w:rsidRDefault="005367E8" w:rsidP="00432C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367E8" w:rsidRDefault="005367E8" w:rsidP="00D77027">
    <w:pPr>
      <w:pStyle w:val="Footer"/>
      <w:framePr w:wrap="auto" w:vAnchor="text" w:hAnchor="margin" w:xAlign="right" w:y="1"/>
      <w:ind w:right="360"/>
      <w:rPr>
        <w:rStyle w:val="PageNumber"/>
      </w:rPr>
    </w:pPr>
  </w:p>
  <w:p w:rsidR="005367E8" w:rsidRDefault="005367E8">
    <w:pPr>
      <w:pStyle w:val="Footer"/>
      <w:framePr w:wrap="auto" w:vAnchor="text" w:hAnchor="margin" w:xAlign="right" w:y="1"/>
      <w:ind w:right="360"/>
      <w:rPr>
        <w:rStyle w:val="PageNumber"/>
      </w:rPr>
    </w:pPr>
  </w:p>
  <w:p w:rsidR="005367E8" w:rsidRDefault="005367E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7E8" w:rsidRDefault="005367E8">
      <w:r>
        <w:separator/>
      </w:r>
    </w:p>
  </w:footnote>
  <w:footnote w:type="continuationSeparator" w:id="0">
    <w:p w:rsidR="005367E8" w:rsidRDefault="005367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7E8" w:rsidRDefault="005367E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367E8" w:rsidRPr="004C6090" w:rsidRDefault="005367E8" w:rsidP="00945C70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19"/>
    <w:rsid w:val="00026235"/>
    <w:rsid w:val="000269A6"/>
    <w:rsid w:val="000816CB"/>
    <w:rsid w:val="000A73C2"/>
    <w:rsid w:val="000B18BC"/>
    <w:rsid w:val="000D0756"/>
    <w:rsid w:val="000D4491"/>
    <w:rsid w:val="000D48DF"/>
    <w:rsid w:val="000E7E3F"/>
    <w:rsid w:val="001068DE"/>
    <w:rsid w:val="00113F70"/>
    <w:rsid w:val="00126665"/>
    <w:rsid w:val="00134A09"/>
    <w:rsid w:val="00165BAC"/>
    <w:rsid w:val="001660F4"/>
    <w:rsid w:val="00170EAA"/>
    <w:rsid w:val="00181A32"/>
    <w:rsid w:val="001B03F6"/>
    <w:rsid w:val="001C31A9"/>
    <w:rsid w:val="001E688B"/>
    <w:rsid w:val="001F2852"/>
    <w:rsid w:val="00252C99"/>
    <w:rsid w:val="00267B60"/>
    <w:rsid w:val="00271EF9"/>
    <w:rsid w:val="0027598B"/>
    <w:rsid w:val="002825CD"/>
    <w:rsid w:val="002965CE"/>
    <w:rsid w:val="002A72F6"/>
    <w:rsid w:val="002B4070"/>
    <w:rsid w:val="002C1FE4"/>
    <w:rsid w:val="002E2E87"/>
    <w:rsid w:val="003731B9"/>
    <w:rsid w:val="00373AB5"/>
    <w:rsid w:val="003B2914"/>
    <w:rsid w:val="003B7CBA"/>
    <w:rsid w:val="00410054"/>
    <w:rsid w:val="00432C78"/>
    <w:rsid w:val="00443A7E"/>
    <w:rsid w:val="004603B1"/>
    <w:rsid w:val="004854A9"/>
    <w:rsid w:val="004A18A0"/>
    <w:rsid w:val="004C6090"/>
    <w:rsid w:val="004D2F3B"/>
    <w:rsid w:val="00502BCD"/>
    <w:rsid w:val="005336E7"/>
    <w:rsid w:val="005367E8"/>
    <w:rsid w:val="005547C9"/>
    <w:rsid w:val="00566FAD"/>
    <w:rsid w:val="00590CB7"/>
    <w:rsid w:val="005A5686"/>
    <w:rsid w:val="005C3D77"/>
    <w:rsid w:val="005D48FE"/>
    <w:rsid w:val="00606F8D"/>
    <w:rsid w:val="0060746B"/>
    <w:rsid w:val="00622CEA"/>
    <w:rsid w:val="00632734"/>
    <w:rsid w:val="006519F7"/>
    <w:rsid w:val="00690093"/>
    <w:rsid w:val="006B2CC5"/>
    <w:rsid w:val="006C0E4D"/>
    <w:rsid w:val="006C3B8E"/>
    <w:rsid w:val="00700505"/>
    <w:rsid w:val="007039F7"/>
    <w:rsid w:val="00716907"/>
    <w:rsid w:val="00723545"/>
    <w:rsid w:val="00787695"/>
    <w:rsid w:val="00794948"/>
    <w:rsid w:val="007A4D37"/>
    <w:rsid w:val="007B1E01"/>
    <w:rsid w:val="00811526"/>
    <w:rsid w:val="00813A7E"/>
    <w:rsid w:val="0081732A"/>
    <w:rsid w:val="00824376"/>
    <w:rsid w:val="00827495"/>
    <w:rsid w:val="00841A97"/>
    <w:rsid w:val="00864BF9"/>
    <w:rsid w:val="008949D8"/>
    <w:rsid w:val="008E1B16"/>
    <w:rsid w:val="008F0246"/>
    <w:rsid w:val="00920882"/>
    <w:rsid w:val="0092289B"/>
    <w:rsid w:val="00925209"/>
    <w:rsid w:val="00945C70"/>
    <w:rsid w:val="0095036A"/>
    <w:rsid w:val="0095043F"/>
    <w:rsid w:val="00976041"/>
    <w:rsid w:val="009A24BE"/>
    <w:rsid w:val="009B26D1"/>
    <w:rsid w:val="009B3CF7"/>
    <w:rsid w:val="009C76E5"/>
    <w:rsid w:val="009D00EC"/>
    <w:rsid w:val="009D63D4"/>
    <w:rsid w:val="00A33730"/>
    <w:rsid w:val="00A51142"/>
    <w:rsid w:val="00A539AE"/>
    <w:rsid w:val="00A5486C"/>
    <w:rsid w:val="00AB32F1"/>
    <w:rsid w:val="00AC4147"/>
    <w:rsid w:val="00AE49FC"/>
    <w:rsid w:val="00AE6A1C"/>
    <w:rsid w:val="00AF355A"/>
    <w:rsid w:val="00B656C2"/>
    <w:rsid w:val="00B86434"/>
    <w:rsid w:val="00BC189F"/>
    <w:rsid w:val="00BD036A"/>
    <w:rsid w:val="00BE66AC"/>
    <w:rsid w:val="00C37B5C"/>
    <w:rsid w:val="00C43ED7"/>
    <w:rsid w:val="00C60BBF"/>
    <w:rsid w:val="00CA6419"/>
    <w:rsid w:val="00CB4F00"/>
    <w:rsid w:val="00CC3297"/>
    <w:rsid w:val="00CC4785"/>
    <w:rsid w:val="00CC5D8C"/>
    <w:rsid w:val="00CC7AC3"/>
    <w:rsid w:val="00CF1E24"/>
    <w:rsid w:val="00D14916"/>
    <w:rsid w:val="00D31135"/>
    <w:rsid w:val="00D40098"/>
    <w:rsid w:val="00D41B55"/>
    <w:rsid w:val="00D543F5"/>
    <w:rsid w:val="00D57112"/>
    <w:rsid w:val="00D77027"/>
    <w:rsid w:val="00DB6A16"/>
    <w:rsid w:val="00DD6338"/>
    <w:rsid w:val="00DF39B1"/>
    <w:rsid w:val="00E115AA"/>
    <w:rsid w:val="00E3096F"/>
    <w:rsid w:val="00E44574"/>
    <w:rsid w:val="00E905B4"/>
    <w:rsid w:val="00EB26FB"/>
    <w:rsid w:val="00EE6D15"/>
    <w:rsid w:val="00EF2D10"/>
    <w:rsid w:val="00F32AD6"/>
    <w:rsid w:val="00F4580B"/>
    <w:rsid w:val="00F645A4"/>
    <w:rsid w:val="00F7221B"/>
    <w:rsid w:val="00FC5ADE"/>
    <w:rsid w:val="00FD0C44"/>
    <w:rsid w:val="00FE1453"/>
    <w:rsid w:val="00FE7F01"/>
    <w:rsid w:val="00FF4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419"/>
    <w:pPr>
      <w:widowControl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6419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49FC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49FC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caaieiaie1">
    <w:name w:val="caaieiaie 1"/>
    <w:basedOn w:val="Normal"/>
    <w:next w:val="Normal"/>
    <w:uiPriority w:val="99"/>
    <w:rsid w:val="00CA6419"/>
    <w:pPr>
      <w:keepNext/>
      <w:jc w:val="center"/>
    </w:pPr>
    <w:rPr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CA6419"/>
    <w:pPr>
      <w:widowControl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A64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A64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64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customStyle="1" w:styleId="a">
    <w:name w:val="Знак Знак Знак Знак"/>
    <w:basedOn w:val="Normal"/>
    <w:uiPriority w:val="99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64B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49FC"/>
    <w:rPr>
      <w:rFonts w:cs="Times New Roman"/>
      <w:sz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357</Words>
  <Characters>2041</Characters>
  <Application>Microsoft Office Outlook</Application>
  <DocSecurity>0</DocSecurity>
  <Lines>0</Lines>
  <Paragraphs>0</Paragraphs>
  <ScaleCrop>false</ScaleCrop>
  <Company>Departament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Tonya</cp:lastModifiedBy>
  <cp:revision>28</cp:revision>
  <cp:lastPrinted>2020-09-21T11:53:00Z</cp:lastPrinted>
  <dcterms:created xsi:type="dcterms:W3CDTF">2019-10-14T19:01:00Z</dcterms:created>
  <dcterms:modified xsi:type="dcterms:W3CDTF">2020-09-25T12:05:00Z</dcterms:modified>
</cp:coreProperties>
</file>