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48" w:rsidRDefault="00611448" w:rsidP="005927DF">
      <w:pPr>
        <w:ind w:hanging="140"/>
        <w:jc w:val="center"/>
      </w:pPr>
      <w:r w:rsidRPr="00E74F13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6.75pt;height:51.75pt;visibility:visible">
            <v:imagedata r:id="rId5" o:title=""/>
          </v:shape>
        </w:pict>
      </w:r>
    </w:p>
    <w:p w:rsidR="00611448" w:rsidRPr="0001133A" w:rsidRDefault="00611448" w:rsidP="005927D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11448" w:rsidRDefault="00611448" w:rsidP="005927DF">
      <w:pPr>
        <w:jc w:val="center"/>
        <w:rPr>
          <w:rFonts w:ascii="Academy" w:hAnsi="Academy"/>
          <w:b/>
          <w:sz w:val="36"/>
          <w:szCs w:val="36"/>
        </w:rPr>
      </w:pPr>
      <w:r>
        <w:rPr>
          <w:rFonts w:ascii="Academy" w:hAnsi="Academy"/>
          <w:b/>
          <w:sz w:val="36"/>
          <w:szCs w:val="36"/>
        </w:rPr>
        <w:t>Чернiвецька мiська рада</w:t>
      </w:r>
    </w:p>
    <w:p w:rsidR="00611448" w:rsidRDefault="00611448" w:rsidP="005927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611448" w:rsidRPr="008A0FBF" w:rsidRDefault="00611448" w:rsidP="005927DF">
      <w:pPr>
        <w:jc w:val="center"/>
        <w:rPr>
          <w:b/>
          <w:sz w:val="32"/>
          <w:szCs w:val="32"/>
          <w:lang w:val="uk-UA"/>
        </w:rPr>
      </w:pPr>
      <w:r w:rsidRPr="008A0FBF">
        <w:rPr>
          <w:b/>
          <w:sz w:val="32"/>
          <w:szCs w:val="32"/>
          <w:lang w:val="uk-UA"/>
        </w:rPr>
        <w:t>Р І Ш Е Н Н Я</w:t>
      </w:r>
    </w:p>
    <w:p w:rsidR="00611448" w:rsidRPr="00261028" w:rsidRDefault="00611448" w:rsidP="005927DF">
      <w:pPr>
        <w:rPr>
          <w:sz w:val="32"/>
          <w:szCs w:val="32"/>
          <w:lang w:val="uk-UA"/>
        </w:rPr>
      </w:pPr>
    </w:p>
    <w:p w:rsidR="00611448" w:rsidRPr="00C9645B" w:rsidRDefault="00611448" w:rsidP="00420AA6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  <w:u w:val="single"/>
          <w:lang w:val="en-US"/>
        </w:rPr>
        <w:t xml:space="preserve"> </w:t>
      </w:r>
      <w:r w:rsidRPr="00513E3C">
        <w:rPr>
          <w:sz w:val="28"/>
          <w:szCs w:val="28"/>
          <w:u w:val="single"/>
          <w:lang w:val="en-US"/>
        </w:rPr>
        <w:t>2020</w:t>
      </w:r>
      <w:r>
        <w:rPr>
          <w:sz w:val="28"/>
          <w:szCs w:val="28"/>
        </w:rPr>
        <w:t xml:space="preserve">  </w:t>
      </w:r>
      <w:r w:rsidRPr="00C9645B">
        <w:rPr>
          <w:sz w:val="28"/>
          <w:szCs w:val="28"/>
        </w:rPr>
        <w:t>№ ______</w:t>
      </w:r>
      <w:r>
        <w:rPr>
          <w:sz w:val="28"/>
          <w:szCs w:val="28"/>
        </w:rPr>
        <w:t xml:space="preserve">                                                                     </w:t>
      </w:r>
      <w:r w:rsidRPr="00C9645B">
        <w:rPr>
          <w:sz w:val="28"/>
          <w:szCs w:val="28"/>
        </w:rPr>
        <w:t>м.  Чернівці</w:t>
      </w:r>
    </w:p>
    <w:p w:rsidR="00611448" w:rsidRDefault="00611448" w:rsidP="005927DF">
      <w:pPr>
        <w:rPr>
          <w:lang w:val="uk-UA"/>
        </w:rPr>
      </w:pPr>
    </w:p>
    <w:p w:rsidR="00611448" w:rsidRPr="00C65271" w:rsidRDefault="00611448" w:rsidP="005927DF">
      <w:pPr>
        <w:rPr>
          <w:lang w:val="uk-UA"/>
        </w:rPr>
      </w:pPr>
    </w:p>
    <w:p w:rsidR="00611448" w:rsidRDefault="00611448" w:rsidP="005927DF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Про </w:t>
      </w:r>
      <w:r w:rsidRPr="00420AA6">
        <w:rPr>
          <w:b/>
          <w:sz w:val="28"/>
          <w:szCs w:val="28"/>
          <w:lang w:val="uk-UA"/>
        </w:rPr>
        <w:t xml:space="preserve">розірвання договору </w:t>
      </w:r>
      <w:r>
        <w:rPr>
          <w:b/>
          <w:sz w:val="28"/>
          <w:szCs w:val="28"/>
          <w:lang w:val="uk-UA"/>
        </w:rPr>
        <w:t xml:space="preserve">про спільну діяльність </w:t>
      </w:r>
      <w:r w:rsidRPr="00420AA6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29</w:t>
      </w:r>
      <w:r w:rsidRPr="00420AA6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420AA6">
        <w:rPr>
          <w:b/>
          <w:sz w:val="28"/>
          <w:szCs w:val="28"/>
          <w:lang w:val="uk-UA"/>
        </w:rPr>
        <w:t>.20</w:t>
      </w:r>
      <w:r>
        <w:rPr>
          <w:b/>
          <w:sz w:val="28"/>
          <w:szCs w:val="28"/>
          <w:lang w:val="uk-UA"/>
        </w:rPr>
        <w:t>18р.</w:t>
      </w:r>
      <w:r w:rsidRPr="000C70A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№20, укладеного між управлінням освіти Чернівецької міської ради, Центральним парком культури та відпочинку імені Т.Г.Шевченка та товариством з обмеженою відповідальністю «Цифро трейд» </w:t>
      </w:r>
    </w:p>
    <w:bookmarkEnd w:id="0"/>
    <w:bookmarkEnd w:id="1"/>
    <w:bookmarkEnd w:id="2"/>
    <w:p w:rsidR="00611448" w:rsidRDefault="00611448" w:rsidP="005927DF">
      <w:pPr>
        <w:ind w:firstLine="720"/>
        <w:jc w:val="both"/>
        <w:rPr>
          <w:sz w:val="28"/>
          <w:szCs w:val="28"/>
          <w:lang w:val="uk-UA"/>
        </w:rPr>
      </w:pPr>
    </w:p>
    <w:p w:rsidR="00611448" w:rsidRDefault="00611448" w:rsidP="005927D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42,</w:t>
      </w:r>
      <w:r w:rsidRPr="00C254CB">
        <w:rPr>
          <w:sz w:val="28"/>
          <w:szCs w:val="28"/>
          <w:lang w:val="uk-UA"/>
        </w:rPr>
        <w:t xml:space="preserve">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розглянувши лист ТОВ «Цифро трейд» від 08.07.2020р. та доповідну КП ЦПКіВ ім. Т.Г. Шевченка від 20.07.2020р. №142, виконавчий комітет Чернівецької міської ради </w:t>
      </w:r>
    </w:p>
    <w:p w:rsidR="00611448" w:rsidRPr="004E1C34" w:rsidRDefault="00611448" w:rsidP="005927DF">
      <w:pPr>
        <w:ind w:firstLine="720"/>
        <w:jc w:val="both"/>
        <w:rPr>
          <w:sz w:val="36"/>
          <w:szCs w:val="36"/>
          <w:lang w:val="uk-UA"/>
        </w:rPr>
      </w:pPr>
    </w:p>
    <w:p w:rsidR="00611448" w:rsidRDefault="00611448" w:rsidP="005927DF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611448" w:rsidRPr="004E1C34" w:rsidRDefault="00611448" w:rsidP="005927DF">
      <w:pPr>
        <w:ind w:firstLine="720"/>
        <w:jc w:val="center"/>
        <w:rPr>
          <w:b/>
          <w:sz w:val="28"/>
          <w:szCs w:val="28"/>
          <w:lang w:val="uk-UA"/>
        </w:rPr>
      </w:pPr>
    </w:p>
    <w:p w:rsidR="00611448" w:rsidRDefault="00611448" w:rsidP="008E5641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управлінню освіти міської ради та комунальному підприємству </w:t>
      </w:r>
      <w:r w:rsidRPr="00C95B50">
        <w:rPr>
          <w:sz w:val="28"/>
          <w:szCs w:val="28"/>
          <w:lang w:val="uk-UA"/>
        </w:rPr>
        <w:t>Центральн</w:t>
      </w:r>
      <w:r>
        <w:rPr>
          <w:sz w:val="28"/>
          <w:szCs w:val="28"/>
          <w:lang w:val="uk-UA"/>
        </w:rPr>
        <w:t>ому</w:t>
      </w:r>
      <w:r w:rsidRPr="00C95B50">
        <w:rPr>
          <w:sz w:val="28"/>
          <w:szCs w:val="28"/>
          <w:lang w:val="uk-UA"/>
        </w:rPr>
        <w:t xml:space="preserve"> парк</w:t>
      </w:r>
      <w:r>
        <w:rPr>
          <w:sz w:val="28"/>
          <w:szCs w:val="28"/>
          <w:lang w:val="uk-UA"/>
        </w:rPr>
        <w:t>у</w:t>
      </w:r>
      <w:r w:rsidRPr="00C95B50">
        <w:rPr>
          <w:sz w:val="28"/>
          <w:szCs w:val="28"/>
          <w:lang w:val="uk-UA"/>
        </w:rPr>
        <w:t xml:space="preserve"> культури та відпочинку </w:t>
      </w:r>
      <w:r>
        <w:rPr>
          <w:sz w:val="28"/>
          <w:szCs w:val="28"/>
          <w:lang w:val="uk-UA"/>
        </w:rPr>
        <w:t xml:space="preserve"> ім. Т.Г. Шевченка розірвання договору про спільну діяльність від 29.06.2018р.</w:t>
      </w:r>
      <w:r w:rsidRPr="000C70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№20, укладеного на підставі рішення виконавчого комітету міської ради  від  22.06.2018 р. №265/11  між управлінням освіти Чернівецької міської ради, Центральним парком культури та відпочинку імені Т.Г. Шевченка та товариством з обмеженою відповідальністю «Цифро трейд».</w:t>
      </w:r>
    </w:p>
    <w:p w:rsidR="00611448" w:rsidRDefault="00611448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освіти міської ради та комунальному підприємству </w:t>
      </w:r>
      <w:r w:rsidRPr="00C95B50">
        <w:rPr>
          <w:sz w:val="28"/>
          <w:szCs w:val="28"/>
          <w:lang w:val="uk-UA"/>
        </w:rPr>
        <w:t>Центральн</w:t>
      </w:r>
      <w:r>
        <w:rPr>
          <w:sz w:val="28"/>
          <w:szCs w:val="28"/>
          <w:lang w:val="uk-UA"/>
        </w:rPr>
        <w:t>ому</w:t>
      </w:r>
      <w:r w:rsidRPr="00C95B50">
        <w:rPr>
          <w:sz w:val="28"/>
          <w:szCs w:val="28"/>
          <w:lang w:val="uk-UA"/>
        </w:rPr>
        <w:t xml:space="preserve"> парк</w:t>
      </w:r>
      <w:r>
        <w:rPr>
          <w:sz w:val="28"/>
          <w:szCs w:val="28"/>
          <w:lang w:val="uk-UA"/>
        </w:rPr>
        <w:t>у</w:t>
      </w:r>
      <w:r w:rsidRPr="00C95B50">
        <w:rPr>
          <w:sz w:val="28"/>
          <w:szCs w:val="28"/>
          <w:lang w:val="uk-UA"/>
        </w:rPr>
        <w:t xml:space="preserve"> культури та відпочинку </w:t>
      </w:r>
      <w:r>
        <w:rPr>
          <w:sz w:val="28"/>
          <w:szCs w:val="28"/>
          <w:lang w:val="uk-UA"/>
        </w:rPr>
        <w:t xml:space="preserve"> ім. Т.Г. Шевченка вжити заходів щодо розірвання договору про спільну діяльність від 29.06.2018р.</w:t>
      </w:r>
      <w:r w:rsidRPr="000C70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№20.</w:t>
      </w:r>
    </w:p>
    <w:p w:rsidR="00611448" w:rsidRDefault="00611448" w:rsidP="005927DF">
      <w:pPr>
        <w:numPr>
          <w:ilvl w:val="0"/>
          <w:numId w:val="1"/>
        </w:numPr>
        <w:tabs>
          <w:tab w:val="left" w:pos="720"/>
          <w:tab w:val="left" w:pos="900"/>
        </w:tabs>
        <w:overflowPunct/>
        <w:autoSpaceDE/>
        <w:autoSpaceDN/>
        <w:adjustRightInd/>
        <w:ind w:left="0" w:firstLine="540"/>
        <w:jc w:val="both"/>
        <w:textAlignment w:val="auto"/>
        <w:rPr>
          <w:sz w:val="28"/>
          <w:szCs w:val="28"/>
          <w:lang w:val="uk-UA"/>
        </w:rPr>
      </w:pPr>
      <w:r w:rsidRPr="00B74DD4">
        <w:rPr>
          <w:sz w:val="28"/>
          <w:szCs w:val="28"/>
          <w:lang w:val="uk-UA"/>
        </w:rPr>
        <w:t>Рішення набирає чинності з дня його</w:t>
      </w:r>
      <w:r>
        <w:rPr>
          <w:sz w:val="28"/>
          <w:szCs w:val="28"/>
          <w:lang w:val="uk-UA"/>
        </w:rPr>
        <w:t xml:space="preserve"> оприлюднення на офіційному веб</w:t>
      </w:r>
      <w:r w:rsidRPr="00B74DD4">
        <w:rPr>
          <w:sz w:val="28"/>
          <w:szCs w:val="28"/>
          <w:lang w:val="uk-UA"/>
        </w:rPr>
        <w:t>порталі Чернівецької міської ради.</w:t>
      </w:r>
    </w:p>
    <w:p w:rsidR="00611448" w:rsidRPr="00C172ED" w:rsidRDefault="00611448" w:rsidP="009A33BE">
      <w:pPr>
        <w:tabs>
          <w:tab w:val="left" w:pos="540"/>
        </w:tabs>
        <w:ind w:right="-81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. </w:t>
      </w:r>
      <w:r w:rsidRPr="008C39CA">
        <w:rPr>
          <w:sz w:val="28"/>
          <w:szCs w:val="28"/>
        </w:rPr>
        <w:t>К</w:t>
      </w:r>
      <w:r w:rsidRPr="00C172ED">
        <w:rPr>
          <w:sz w:val="28"/>
          <w:szCs w:val="28"/>
        </w:rPr>
        <w:t>онтроль</w:t>
      </w:r>
      <w:r>
        <w:rPr>
          <w:sz w:val="28"/>
          <w:szCs w:val="28"/>
        </w:rPr>
        <w:t xml:space="preserve"> за виконанням рішення покласти </w:t>
      </w:r>
      <w:r w:rsidRPr="00C172ED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Паскаря</w:t>
      </w:r>
      <w:r w:rsidRPr="00C172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О.Є</w:t>
      </w:r>
      <w:r w:rsidRPr="00C172ED">
        <w:rPr>
          <w:sz w:val="28"/>
          <w:szCs w:val="28"/>
        </w:rPr>
        <w:t>.</w:t>
      </w:r>
    </w:p>
    <w:p w:rsidR="00611448" w:rsidRDefault="00611448" w:rsidP="008E5641">
      <w:pPr>
        <w:ind w:right="-234"/>
        <w:jc w:val="both"/>
        <w:rPr>
          <w:b/>
          <w:sz w:val="28"/>
          <w:szCs w:val="28"/>
        </w:rPr>
      </w:pPr>
    </w:p>
    <w:p w:rsidR="00611448" w:rsidRDefault="00611448" w:rsidP="008E5641">
      <w:pPr>
        <w:ind w:right="-23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</w:rPr>
        <w:t xml:space="preserve">Секретар </w:t>
      </w:r>
      <w:r w:rsidRPr="00C9645B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C9645B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</w:t>
      </w:r>
      <w:r w:rsidRPr="00C964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C9645B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</w:t>
      </w:r>
      <w:r w:rsidRPr="00C9645B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В</w:t>
      </w:r>
      <w:r w:rsidRPr="00C9645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</w:p>
    <w:p w:rsidR="00611448" w:rsidRDefault="00611448" w:rsidP="008E5641">
      <w:pPr>
        <w:ind w:right="-234"/>
        <w:jc w:val="both"/>
        <w:rPr>
          <w:b/>
          <w:sz w:val="28"/>
          <w:szCs w:val="28"/>
          <w:lang w:val="uk-UA"/>
        </w:rPr>
      </w:pPr>
    </w:p>
    <w:p w:rsidR="00611448" w:rsidRDefault="00611448" w:rsidP="008E5641">
      <w:pPr>
        <w:ind w:right="-234"/>
        <w:jc w:val="both"/>
        <w:rPr>
          <w:b/>
          <w:sz w:val="28"/>
          <w:szCs w:val="28"/>
          <w:lang w:val="uk-UA"/>
        </w:rPr>
      </w:pPr>
    </w:p>
    <w:p w:rsidR="00611448" w:rsidRPr="00A91FF6" w:rsidRDefault="00611448" w:rsidP="00E44E88">
      <w:pPr>
        <w:pStyle w:val="BodyText"/>
        <w:rPr>
          <w:sz w:val="24"/>
          <w:szCs w:val="24"/>
        </w:rPr>
      </w:pPr>
    </w:p>
    <w:p w:rsidR="00611448" w:rsidRPr="00C95B50" w:rsidRDefault="00611448" w:rsidP="008E5641">
      <w:pPr>
        <w:ind w:right="-234"/>
        <w:jc w:val="both"/>
        <w:rPr>
          <w:b/>
          <w:sz w:val="28"/>
          <w:szCs w:val="28"/>
          <w:lang w:val="uk-UA"/>
        </w:rPr>
      </w:pPr>
    </w:p>
    <w:sectPr w:rsidR="00611448" w:rsidRPr="00C95B50" w:rsidSect="008E5641">
      <w:pgSz w:w="11906" w:h="16838"/>
      <w:pgMar w:top="719" w:right="850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7DF"/>
    <w:rsid w:val="0001133A"/>
    <w:rsid w:val="00030528"/>
    <w:rsid w:val="0006147F"/>
    <w:rsid w:val="000C70A1"/>
    <w:rsid w:val="001040F7"/>
    <w:rsid w:val="00133039"/>
    <w:rsid w:val="00261028"/>
    <w:rsid w:val="00285B4A"/>
    <w:rsid w:val="002A7A06"/>
    <w:rsid w:val="003552EE"/>
    <w:rsid w:val="00420AA6"/>
    <w:rsid w:val="004851B6"/>
    <w:rsid w:val="00497024"/>
    <w:rsid w:val="004E1C34"/>
    <w:rsid w:val="00500B02"/>
    <w:rsid w:val="00513E3C"/>
    <w:rsid w:val="0057250C"/>
    <w:rsid w:val="00576E6E"/>
    <w:rsid w:val="005927DF"/>
    <w:rsid w:val="005E1548"/>
    <w:rsid w:val="005E339E"/>
    <w:rsid w:val="00611448"/>
    <w:rsid w:val="00627F69"/>
    <w:rsid w:val="00661C6C"/>
    <w:rsid w:val="006B7696"/>
    <w:rsid w:val="00705E0A"/>
    <w:rsid w:val="008A0FBF"/>
    <w:rsid w:val="008C39CA"/>
    <w:rsid w:val="008E5641"/>
    <w:rsid w:val="009A33BE"/>
    <w:rsid w:val="00A70BA1"/>
    <w:rsid w:val="00A91FF6"/>
    <w:rsid w:val="00B52A3E"/>
    <w:rsid w:val="00B74DD4"/>
    <w:rsid w:val="00BE3A0C"/>
    <w:rsid w:val="00C135FA"/>
    <w:rsid w:val="00C172ED"/>
    <w:rsid w:val="00C254CB"/>
    <w:rsid w:val="00C65271"/>
    <w:rsid w:val="00C86037"/>
    <w:rsid w:val="00C90368"/>
    <w:rsid w:val="00C95B50"/>
    <w:rsid w:val="00C9645B"/>
    <w:rsid w:val="00CA6732"/>
    <w:rsid w:val="00CB2024"/>
    <w:rsid w:val="00CC5BAC"/>
    <w:rsid w:val="00D0076F"/>
    <w:rsid w:val="00E013D5"/>
    <w:rsid w:val="00E24D34"/>
    <w:rsid w:val="00E44E88"/>
    <w:rsid w:val="00E74F13"/>
    <w:rsid w:val="00E802D8"/>
    <w:rsid w:val="00ED5121"/>
    <w:rsid w:val="00F703A3"/>
    <w:rsid w:val="00FA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7D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val="ru-RU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27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92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27DF"/>
    <w:rPr>
      <w:rFonts w:ascii="Tahoma" w:hAnsi="Tahoma" w:cs="Tahoma"/>
      <w:sz w:val="16"/>
      <w:szCs w:val="16"/>
      <w:lang w:val="ru-RU" w:eastAsia="uk-UA"/>
    </w:rPr>
  </w:style>
  <w:style w:type="paragraph" w:styleId="BodyText">
    <w:name w:val="Body Text"/>
    <w:basedOn w:val="Normal"/>
    <w:link w:val="BodyTextChar1"/>
    <w:uiPriority w:val="99"/>
    <w:rsid w:val="00C95B50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4F13"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95B50"/>
    <w:rPr>
      <w:rFonts w:cs="Times New Roman"/>
      <w:lang w:val="ru-RU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</Pages>
  <Words>253</Words>
  <Characters>1448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WiZaRd</cp:lastModifiedBy>
  <cp:revision>6</cp:revision>
  <cp:lastPrinted>2020-08-06T06:01:00Z</cp:lastPrinted>
  <dcterms:created xsi:type="dcterms:W3CDTF">2020-08-05T10:08:00Z</dcterms:created>
  <dcterms:modified xsi:type="dcterms:W3CDTF">2020-08-07T07:09:00Z</dcterms:modified>
</cp:coreProperties>
</file>