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DE5" w:rsidRPr="00055A1D" w:rsidRDefault="005D4DE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 w:rsidRPr="00C67EA8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5.25pt;height:52.5pt;visibility:visible">
            <v:imagedata r:id="rId7" o:title=""/>
          </v:shape>
        </w:pict>
      </w:r>
    </w:p>
    <w:p w:rsidR="005D4DE5" w:rsidRPr="00055A1D" w:rsidRDefault="005D4DE5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5D4DE5" w:rsidRPr="00055A1D" w:rsidRDefault="005D4DE5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5D4DE5" w:rsidRPr="00055A1D" w:rsidRDefault="005D4DE5">
      <w:pPr>
        <w:pStyle w:val="Heading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5D4DE5" w:rsidRPr="00055A1D" w:rsidRDefault="005D4DE5">
      <w:pPr>
        <w:pStyle w:val="Heading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5D4DE5" w:rsidRPr="00A70EBB" w:rsidRDefault="005D4DE5" w:rsidP="007F678E">
      <w:pPr>
        <w:tabs>
          <w:tab w:val="left" w:pos="900"/>
        </w:tabs>
        <w:ind w:right="-72"/>
        <w:rPr>
          <w:bCs/>
        </w:rPr>
      </w:pPr>
      <w:r w:rsidRPr="00D83BAB">
        <w:rPr>
          <w:bCs/>
        </w:rPr>
        <w:t>______</w:t>
      </w:r>
      <w:r w:rsidRPr="008C1A69">
        <w:rPr>
          <w:bCs/>
          <w:u w:val="single"/>
        </w:rPr>
        <w:t>20</w:t>
      </w:r>
      <w:r>
        <w:rPr>
          <w:bCs/>
          <w:u w:val="single"/>
        </w:rPr>
        <w:t>20</w:t>
      </w:r>
      <w:r w:rsidRPr="00A70EBB">
        <w:rPr>
          <w:bCs/>
        </w:rPr>
        <w:t xml:space="preserve">  №</w:t>
      </w:r>
      <w:r>
        <w:rPr>
          <w:bCs/>
        </w:rPr>
        <w:t>_______</w:t>
      </w:r>
      <w:r w:rsidRPr="00A70EBB">
        <w:rPr>
          <w:bCs/>
        </w:rPr>
        <w:tab/>
      </w:r>
      <w:r w:rsidRPr="00A70EBB">
        <w:rPr>
          <w:bCs/>
        </w:rPr>
        <w:tab/>
      </w:r>
      <w:r w:rsidRPr="00A70EBB">
        <w:rPr>
          <w:bCs/>
        </w:rPr>
        <w:tab/>
      </w:r>
      <w:r w:rsidRPr="00A70EBB">
        <w:rPr>
          <w:bCs/>
        </w:rPr>
        <w:tab/>
        <w:t xml:space="preserve">                                      </w:t>
      </w:r>
      <w:r>
        <w:rPr>
          <w:bCs/>
        </w:rPr>
        <w:t xml:space="preserve">  </w:t>
      </w:r>
      <w:r w:rsidRPr="00A70EBB">
        <w:rPr>
          <w:bCs/>
        </w:rPr>
        <w:t xml:space="preserve">        м. Чернівці</w:t>
      </w:r>
    </w:p>
    <w:p w:rsidR="005D4DE5" w:rsidRDefault="005D4DE5" w:rsidP="00737C0B">
      <w:pPr>
        <w:rPr>
          <w:b/>
          <w:bCs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5D4DE5" w:rsidRDefault="005D4DE5" w:rsidP="00EB7C7A">
      <w:pPr>
        <w:ind w:right="-49"/>
        <w:jc w:val="center"/>
        <w:rPr>
          <w:b/>
          <w:bCs/>
        </w:rPr>
      </w:pPr>
      <w:r w:rsidRPr="00F92180">
        <w:rPr>
          <w:b/>
          <w:bCs/>
        </w:rPr>
        <w:t xml:space="preserve">Про розгляд звернень юридичних та фізичних осіб </w:t>
      </w:r>
    </w:p>
    <w:p w:rsidR="005D4DE5" w:rsidRDefault="005D4DE5" w:rsidP="00EB7C7A">
      <w:pPr>
        <w:ind w:right="-49"/>
        <w:jc w:val="center"/>
        <w:rPr>
          <w:b/>
          <w:bCs/>
        </w:rPr>
      </w:pPr>
      <w:r w:rsidRPr="00F92180">
        <w:rPr>
          <w:b/>
          <w:bCs/>
        </w:rPr>
        <w:t>щодо оренди</w:t>
      </w:r>
      <w:r>
        <w:rPr>
          <w:b/>
          <w:bCs/>
        </w:rPr>
        <w:t xml:space="preserve"> та</w:t>
      </w:r>
      <w:r w:rsidRPr="00F92180">
        <w:rPr>
          <w:b/>
          <w:bCs/>
        </w:rPr>
        <w:t xml:space="preserve"> закріплення нерухомого</w:t>
      </w:r>
      <w:r>
        <w:rPr>
          <w:b/>
          <w:bCs/>
        </w:rPr>
        <w:t>,</w:t>
      </w:r>
      <w:r w:rsidRPr="00F92180">
        <w:rPr>
          <w:b/>
          <w:bCs/>
        </w:rPr>
        <w:t xml:space="preserve"> рухомого майна та внесення змін до окремих пунктів рішень виконавчого комітету міської ради з цих питань</w:t>
      </w:r>
    </w:p>
    <w:p w:rsidR="005D4DE5" w:rsidRDefault="005D4DE5" w:rsidP="00AD79E0">
      <w:pPr>
        <w:ind w:right="-49"/>
        <w:jc w:val="center"/>
        <w:rPr>
          <w:b/>
          <w:bCs/>
        </w:rPr>
      </w:pPr>
    </w:p>
    <w:p w:rsidR="005D4DE5" w:rsidRDefault="005D4DE5" w:rsidP="00C678D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</w:t>
      </w:r>
      <w:r>
        <w:t>,</w:t>
      </w:r>
      <w:r w:rsidRPr="00C9191B">
        <w:t xml:space="preserve"> </w:t>
      </w:r>
      <w:r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>
        <w:rPr>
          <w:lang w:val="en-US"/>
        </w:rPr>
        <w:t>VI</w:t>
      </w:r>
      <w:r>
        <w:t xml:space="preserve"> скликання від 27.12.2012р. №700 зі</w:t>
      </w:r>
      <w:r w:rsidRPr="00055A1D">
        <w:t xml:space="preserve"> змінами до нього, внесеними рішенням міської </w:t>
      </w:r>
      <w:r w:rsidRPr="00950AD2">
        <w:t>ради  від 25.12.2014р. №1445, беручи до уваги прикінцеві та перехідні положення Закону України «Про оренду державного та комунального майна» від 03.10.2019р.           № 157-ІХ, розглянувши листи юридичних та фізичних осіб, виконавчий комітет Чернівецької міської ради</w:t>
      </w:r>
    </w:p>
    <w:p w:rsidR="005D4DE5" w:rsidRDefault="005D4DE5" w:rsidP="004B5CDA">
      <w:pPr>
        <w:ind w:right="-49" w:firstLine="360"/>
        <w:jc w:val="center"/>
        <w:rPr>
          <w:b/>
          <w:bCs/>
        </w:rPr>
      </w:pPr>
    </w:p>
    <w:p w:rsidR="005D4DE5" w:rsidRPr="001F1430" w:rsidRDefault="005D4DE5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5D4DE5" w:rsidRPr="001F1430" w:rsidRDefault="005D4DE5" w:rsidP="00C158CE">
      <w:pPr>
        <w:ind w:right="-49" w:firstLine="360"/>
        <w:jc w:val="center"/>
        <w:rPr>
          <w:b/>
          <w:bCs/>
        </w:rPr>
      </w:pPr>
    </w:p>
    <w:p w:rsidR="005D4DE5" w:rsidRDefault="005D4DE5" w:rsidP="00F21F7B">
      <w:pPr>
        <w:ind w:firstLine="840"/>
        <w:jc w:val="both"/>
      </w:pPr>
      <w:r>
        <w:rPr>
          <w:b/>
        </w:rPr>
        <w:t>1</w:t>
      </w:r>
      <w:r w:rsidRPr="001D5BF8">
        <w:rPr>
          <w:b/>
        </w:rPr>
        <w:t xml:space="preserve">. </w:t>
      </w:r>
      <w:r>
        <w:rPr>
          <w:b/>
        </w:rPr>
        <w:t xml:space="preserve">Відмовити </w:t>
      </w:r>
      <w:r w:rsidRPr="004421CC">
        <w:t>в</w:t>
      </w:r>
      <w:r>
        <w:t xml:space="preserve"> передачі в оренду на загальних умовах, терміном на два роки й одинадцять місяців:</w:t>
      </w:r>
    </w:p>
    <w:p w:rsidR="005D4DE5" w:rsidRDefault="005D4DE5" w:rsidP="00F21F7B">
      <w:pPr>
        <w:ind w:firstLine="840"/>
        <w:jc w:val="both"/>
        <w:rPr>
          <w:b/>
        </w:rPr>
      </w:pPr>
    </w:p>
    <w:p w:rsidR="005D4DE5" w:rsidRDefault="005D4DE5" w:rsidP="001A268F">
      <w:pPr>
        <w:ind w:firstLine="840"/>
        <w:jc w:val="both"/>
      </w:pPr>
      <w:r>
        <w:rPr>
          <w:b/>
        </w:rPr>
        <w:t>1</w:t>
      </w:r>
      <w:r w:rsidRPr="00F21F7B">
        <w:rPr>
          <w:b/>
        </w:rPr>
        <w:t>.1.</w:t>
      </w:r>
      <w:r>
        <w:t xml:space="preserve"> </w:t>
      </w:r>
      <w:r>
        <w:rPr>
          <w:b/>
        </w:rPr>
        <w:t xml:space="preserve">Територіальному управлінню Державного бюро розслідувань, розташованому у м. Хмельницькому </w:t>
      </w:r>
      <w:r w:rsidRPr="000C49E2">
        <w:t>(код ЄДРПОУ</w:t>
      </w:r>
      <w:r>
        <w:rPr>
          <w:b/>
        </w:rPr>
        <w:t xml:space="preserve"> </w:t>
      </w:r>
      <w:r>
        <w:t xml:space="preserve">…) нежитлових приміщень (5-5)-(5-10) та частини приміщення (5-11) першого поверху </w:t>
      </w:r>
      <w:r w:rsidRPr="00C40FB4">
        <w:t>будівлі літ. А,</w:t>
      </w:r>
      <w:r>
        <w:t xml:space="preserve"> загальною площею </w:t>
      </w:r>
      <w:r>
        <w:rPr>
          <w:b/>
        </w:rPr>
        <w:t>84,1</w:t>
      </w:r>
      <w:r w:rsidRPr="004F19E4">
        <w:rPr>
          <w:b/>
        </w:rPr>
        <w:t xml:space="preserve"> кв.м </w:t>
      </w:r>
      <w:r w:rsidRPr="00A02E18">
        <w:t xml:space="preserve">на </w:t>
      </w:r>
      <w:r>
        <w:rPr>
          <w:b/>
        </w:rPr>
        <w:t xml:space="preserve">вул. Героїв Майдану, 7 </w:t>
      </w:r>
      <w:r w:rsidRPr="00BC2C67">
        <w:t xml:space="preserve">для </w:t>
      </w:r>
      <w:r w:rsidRPr="00F21F7B">
        <w:t>використання</w:t>
      </w:r>
      <w:r>
        <w:t xml:space="preserve"> з метою </w:t>
      </w:r>
      <w:r>
        <w:rPr>
          <w:b/>
        </w:rPr>
        <w:t xml:space="preserve">розміщення працівників Територіального управління. </w:t>
      </w:r>
    </w:p>
    <w:p w:rsidR="005D4DE5" w:rsidRDefault="005D4DE5" w:rsidP="001A268F">
      <w:pPr>
        <w:ind w:firstLine="840"/>
        <w:jc w:val="both"/>
      </w:pPr>
    </w:p>
    <w:p w:rsidR="005D4DE5" w:rsidRDefault="005D4DE5" w:rsidP="001A268F">
      <w:pPr>
        <w:ind w:firstLine="840"/>
        <w:jc w:val="both"/>
        <w:rPr>
          <w:b/>
        </w:rPr>
      </w:pPr>
      <w:r>
        <w:rPr>
          <w:b/>
          <w:bCs/>
        </w:rPr>
        <w:t xml:space="preserve">1.2. Чернівецькому обласному осередку федерації боксу України </w:t>
      </w:r>
      <w:r w:rsidRPr="00F21F7B">
        <w:rPr>
          <w:bCs/>
        </w:rPr>
        <w:t>(</w:t>
      </w:r>
      <w:r>
        <w:rPr>
          <w:bCs/>
        </w:rPr>
        <w:t>код ЄДРПОУ …</w:t>
      </w:r>
      <w:r w:rsidRPr="00F21F7B">
        <w:rPr>
          <w:bCs/>
        </w:rPr>
        <w:t>)</w:t>
      </w:r>
      <w:r>
        <w:rPr>
          <w:bCs/>
        </w:rPr>
        <w:t xml:space="preserve"> </w:t>
      </w:r>
      <w:r w:rsidRPr="00772604">
        <w:rPr>
          <w:b/>
          <w:bCs/>
        </w:rPr>
        <w:t>рухомого майна</w:t>
      </w:r>
      <w:r>
        <w:rPr>
          <w:b/>
          <w:bCs/>
        </w:rPr>
        <w:t>:</w:t>
      </w:r>
      <w:r>
        <w:rPr>
          <w:bCs/>
        </w:rPr>
        <w:t xml:space="preserve"> боксерський ринг, інвентарний номер – 101490105 (балансоутримувач – управління освіти міської ради, користувач – ДЮСШ № 1)</w:t>
      </w:r>
      <w:r w:rsidRPr="001A268F">
        <w:t xml:space="preserve">, </w:t>
      </w:r>
      <w:r>
        <w:t xml:space="preserve">з метою </w:t>
      </w:r>
      <w:r w:rsidRPr="00F21F7B">
        <w:t>використання</w:t>
      </w:r>
      <w:r>
        <w:t xml:space="preserve"> </w:t>
      </w:r>
      <w:r>
        <w:rPr>
          <w:b/>
        </w:rPr>
        <w:t>для розвитку дитячого боксу на Буковині.</w:t>
      </w:r>
    </w:p>
    <w:p w:rsidR="005D4DE5" w:rsidRDefault="005D4DE5" w:rsidP="001A268F">
      <w:pPr>
        <w:ind w:firstLine="840"/>
        <w:jc w:val="both"/>
      </w:pPr>
    </w:p>
    <w:p w:rsidR="005D4DE5" w:rsidRDefault="005D4DE5" w:rsidP="007C3888">
      <w:pPr>
        <w:ind w:firstLine="840"/>
        <w:jc w:val="both"/>
      </w:pPr>
      <w:r w:rsidRPr="005D20DC">
        <w:rPr>
          <w:b/>
        </w:rPr>
        <w:t xml:space="preserve">1.3. </w:t>
      </w:r>
      <w:r>
        <w:rPr>
          <w:b/>
        </w:rPr>
        <w:t xml:space="preserve">Приватному підприємству «Порядок в домі» </w:t>
      </w:r>
      <w:r w:rsidRPr="007C3888">
        <w:t>(</w:t>
      </w:r>
      <w:r>
        <w:t>код ЄДРПОУ …</w:t>
      </w:r>
      <w:r w:rsidRPr="007C3888">
        <w:t>)</w:t>
      </w:r>
      <w:r>
        <w:t xml:space="preserve"> </w:t>
      </w:r>
      <w:r w:rsidRPr="00772604">
        <w:rPr>
          <w:b/>
          <w:bCs/>
        </w:rPr>
        <w:t>рухомого майна</w:t>
      </w:r>
      <w:r>
        <w:rPr>
          <w:b/>
          <w:bCs/>
        </w:rPr>
        <w:t>:</w:t>
      </w:r>
      <w:r>
        <w:rPr>
          <w:bCs/>
        </w:rPr>
        <w:t xml:space="preserve"> причіп 2ПТС – 4М, інвентарний номер – 10510017</w:t>
      </w:r>
      <w:r w:rsidRPr="001A268F">
        <w:t xml:space="preserve">, </w:t>
      </w:r>
      <w:r>
        <w:t xml:space="preserve">з метою </w:t>
      </w:r>
      <w:r w:rsidRPr="00F21F7B">
        <w:t>використання</w:t>
      </w:r>
      <w:r>
        <w:t xml:space="preserve"> </w:t>
      </w:r>
      <w:r>
        <w:rPr>
          <w:b/>
        </w:rPr>
        <w:t xml:space="preserve">для забезпечення обслуговування багатоквартирних будинків житлового фонду м. Чернівців. </w:t>
      </w:r>
    </w:p>
    <w:p w:rsidR="005D4DE5" w:rsidRDefault="005D4DE5" w:rsidP="00A82871">
      <w:pPr>
        <w:spacing w:before="240"/>
        <w:ind w:firstLine="709"/>
        <w:jc w:val="both"/>
      </w:pPr>
      <w:r>
        <w:rPr>
          <w:b/>
        </w:rPr>
        <w:t xml:space="preserve">  </w:t>
      </w:r>
      <w:r w:rsidRPr="00666BAF">
        <w:rPr>
          <w:b/>
        </w:rPr>
        <w:t xml:space="preserve">1.4. Приватному підприємству «Крила янгола» </w:t>
      </w:r>
      <w:r w:rsidRPr="000C49E2">
        <w:t>(код ЄДРПОУ</w:t>
      </w:r>
      <w:r w:rsidRPr="00666BAF">
        <w:rPr>
          <w:b/>
        </w:rPr>
        <w:t xml:space="preserve"> </w:t>
      </w:r>
      <w:r>
        <w:t>…) нежитлових приміщень (12-1)-(12-4) першого поверху та (ХХ), (ХХV)</w:t>
      </w:r>
      <w:r w:rsidRPr="00A17063">
        <w:t>-(</w:t>
      </w:r>
      <w:r>
        <w:t>ХХV</w:t>
      </w:r>
      <w:r w:rsidRPr="00A17063">
        <w:t>ІІ)</w:t>
      </w:r>
      <w:r>
        <w:t xml:space="preserve"> підвалу </w:t>
      </w:r>
      <w:r w:rsidRPr="00C40FB4">
        <w:t>будівлі літ. А,</w:t>
      </w:r>
      <w:r>
        <w:t xml:space="preserve"> загальною площею </w:t>
      </w:r>
      <w:r w:rsidRPr="00666BAF">
        <w:rPr>
          <w:b/>
        </w:rPr>
        <w:t xml:space="preserve">67,8 кв.м </w:t>
      </w:r>
      <w:r w:rsidRPr="00A02E18">
        <w:t xml:space="preserve">на </w:t>
      </w:r>
      <w:r w:rsidRPr="00666BAF">
        <w:rPr>
          <w:b/>
        </w:rPr>
        <w:t>вул.</w:t>
      </w:r>
      <w:r>
        <w:rPr>
          <w:b/>
        </w:rPr>
        <w:t xml:space="preserve"> </w:t>
      </w:r>
      <w:r w:rsidRPr="00666BAF">
        <w:rPr>
          <w:b/>
        </w:rPr>
        <w:t xml:space="preserve">Бандери Степана, 4 </w:t>
      </w:r>
      <w:r>
        <w:t>з метою</w:t>
      </w:r>
      <w:r w:rsidRPr="00BC2C67">
        <w:t xml:space="preserve"> </w:t>
      </w:r>
      <w:r w:rsidRPr="00F21F7B">
        <w:t>використання</w:t>
      </w:r>
      <w:r>
        <w:t xml:space="preserve"> для </w:t>
      </w:r>
      <w:r w:rsidRPr="00666BAF">
        <w:rPr>
          <w:b/>
        </w:rPr>
        <w:t>здійснення діяльності в сфері культури</w:t>
      </w:r>
      <w:r>
        <w:t>.</w:t>
      </w:r>
    </w:p>
    <w:p w:rsidR="005D4DE5" w:rsidRDefault="005D4DE5" w:rsidP="004421CC">
      <w:pPr>
        <w:ind w:right="-49" w:firstLine="709"/>
        <w:jc w:val="both"/>
        <w:rPr>
          <w:b/>
        </w:rPr>
      </w:pPr>
    </w:p>
    <w:p w:rsidR="005D4DE5" w:rsidRDefault="005D4DE5" w:rsidP="004421CC">
      <w:pPr>
        <w:ind w:right="-49" w:firstLine="709"/>
        <w:jc w:val="both"/>
      </w:pPr>
      <w:r>
        <w:rPr>
          <w:b/>
        </w:rPr>
        <w:t xml:space="preserve">  1</w:t>
      </w:r>
      <w:r w:rsidRPr="00637B83">
        <w:rPr>
          <w:b/>
        </w:rPr>
        <w:t>.</w:t>
      </w:r>
      <w:r>
        <w:rPr>
          <w:b/>
        </w:rPr>
        <w:t>5</w:t>
      </w:r>
      <w:r w:rsidRPr="00637B83">
        <w:rPr>
          <w:b/>
        </w:rPr>
        <w:t>.</w:t>
      </w:r>
      <w:r>
        <w:rPr>
          <w:b/>
        </w:rPr>
        <w:t xml:space="preserve"> Міському комунальному підприємству «Чернівціміськліфт» </w:t>
      </w:r>
      <w:r>
        <w:t>(код ЄДРПОУ …</w:t>
      </w:r>
      <w:r w:rsidRPr="00637B83">
        <w:t>)</w:t>
      </w:r>
      <w:r>
        <w:t xml:space="preserve"> нежитлового приміщення першого поверху будівлі літ. А, загальною площею </w:t>
      </w:r>
      <w:r>
        <w:rPr>
          <w:b/>
        </w:rPr>
        <w:t>11,0</w:t>
      </w:r>
      <w:r w:rsidRPr="00710B33">
        <w:rPr>
          <w:b/>
        </w:rPr>
        <w:t xml:space="preserve"> кв.м</w:t>
      </w:r>
      <w:r>
        <w:t xml:space="preserve"> (прим. (216-20) та спільного користування прим. (216-18)-(216-19)) на </w:t>
      </w:r>
      <w:r w:rsidRPr="00710B33">
        <w:rPr>
          <w:b/>
        </w:rPr>
        <w:t xml:space="preserve">вул. </w:t>
      </w:r>
      <w:r>
        <w:rPr>
          <w:b/>
        </w:rPr>
        <w:t>Ентузіастів</w:t>
      </w:r>
      <w:r w:rsidRPr="00710B33">
        <w:rPr>
          <w:b/>
        </w:rPr>
        <w:t xml:space="preserve">, </w:t>
      </w:r>
      <w:r>
        <w:rPr>
          <w:b/>
        </w:rPr>
        <w:t xml:space="preserve">7, </w:t>
      </w:r>
      <w:r>
        <w:t xml:space="preserve">з метою використання під </w:t>
      </w:r>
      <w:r>
        <w:rPr>
          <w:b/>
        </w:rPr>
        <w:t xml:space="preserve">опорний пункт </w:t>
      </w:r>
      <w:r w:rsidRPr="00AB3C7A">
        <w:rPr>
          <w:b/>
        </w:rPr>
        <w:t>для розміщення електромеханіків</w:t>
      </w:r>
      <w:r>
        <w:t>.</w:t>
      </w:r>
    </w:p>
    <w:p w:rsidR="005D4DE5" w:rsidRDefault="005D4DE5" w:rsidP="004421CC">
      <w:pPr>
        <w:ind w:firstLine="840"/>
        <w:jc w:val="both"/>
        <w:rPr>
          <w:b/>
        </w:rPr>
      </w:pPr>
    </w:p>
    <w:p w:rsidR="005D4DE5" w:rsidRDefault="005D4DE5" w:rsidP="004421CC">
      <w:pPr>
        <w:ind w:right="-49" w:firstLine="709"/>
        <w:jc w:val="both"/>
      </w:pPr>
      <w:r>
        <w:rPr>
          <w:b/>
        </w:rPr>
        <w:t xml:space="preserve">  1.6. Громадській організації «СК Фенікс-2018» </w:t>
      </w:r>
      <w:r>
        <w:t xml:space="preserve">(код ЄДРПОУ …) частини нежитлового приміщення (2-20) другого поверху будівлі літ. Д, загальною площею </w:t>
      </w:r>
      <w:r>
        <w:rPr>
          <w:b/>
        </w:rPr>
        <w:t>140,45</w:t>
      </w:r>
      <w:r w:rsidRPr="00710B33">
        <w:rPr>
          <w:b/>
        </w:rPr>
        <w:t xml:space="preserve"> кв.м</w:t>
      </w:r>
      <w:r>
        <w:rPr>
          <w:b/>
        </w:rPr>
        <w:t xml:space="preserve"> </w:t>
      </w:r>
      <w:r w:rsidRPr="001F0546">
        <w:t xml:space="preserve">на </w:t>
      </w:r>
      <w:r w:rsidRPr="001F0546">
        <w:rPr>
          <w:b/>
        </w:rPr>
        <w:t>вул. Руській, 257-А</w:t>
      </w:r>
      <w:r>
        <w:rPr>
          <w:b/>
        </w:rPr>
        <w:t xml:space="preserve"> </w:t>
      </w:r>
      <w:r w:rsidRPr="009A02C0">
        <w:t>(</w:t>
      </w:r>
      <w:r>
        <w:t>балансоутримувач – управління освіти міської ради, користувач – ЗОШ № 28</w:t>
      </w:r>
      <w:r w:rsidRPr="009A02C0">
        <w:t>)</w:t>
      </w:r>
      <w:r>
        <w:rPr>
          <w:b/>
        </w:rPr>
        <w:t xml:space="preserve">, </w:t>
      </w:r>
      <w:r>
        <w:t xml:space="preserve">з метою використання під </w:t>
      </w:r>
      <w:r w:rsidRPr="00DC4EDD">
        <w:rPr>
          <w:b/>
        </w:rPr>
        <w:t>організацію та проведення занять з художньої гімнастики</w:t>
      </w:r>
      <w:r>
        <w:t xml:space="preserve"> </w:t>
      </w:r>
      <w:r w:rsidRPr="00DC4EDD">
        <w:rPr>
          <w:b/>
        </w:rPr>
        <w:t xml:space="preserve">з </w:t>
      </w:r>
      <w:r>
        <w:rPr>
          <w:b/>
        </w:rPr>
        <w:t xml:space="preserve">врахуванням </w:t>
      </w:r>
      <w:r w:rsidRPr="00DC4EDD">
        <w:rPr>
          <w:b/>
        </w:rPr>
        <w:t>погодинн</w:t>
      </w:r>
      <w:r>
        <w:rPr>
          <w:b/>
        </w:rPr>
        <w:t>ого графіку використання</w:t>
      </w:r>
      <w:r w:rsidRPr="00DC4EDD">
        <w:rPr>
          <w:b/>
        </w:rPr>
        <w:t xml:space="preserve"> та</w:t>
      </w:r>
      <w:r>
        <w:t xml:space="preserve"> </w:t>
      </w:r>
      <w:r w:rsidRPr="00DC4EDD">
        <w:rPr>
          <w:b/>
        </w:rPr>
        <w:t>сезонн</w:t>
      </w:r>
      <w:r>
        <w:rPr>
          <w:b/>
        </w:rPr>
        <w:t>істю</w:t>
      </w:r>
      <w:r w:rsidRPr="00DC4EDD">
        <w:rPr>
          <w:b/>
        </w:rPr>
        <w:t xml:space="preserve"> використання з 01 вересня по 31 травня</w:t>
      </w:r>
      <w:r>
        <w:t>.</w:t>
      </w:r>
    </w:p>
    <w:p w:rsidR="005D4DE5" w:rsidRDefault="005D4DE5" w:rsidP="004421CC">
      <w:pPr>
        <w:ind w:firstLine="840"/>
        <w:jc w:val="both"/>
      </w:pPr>
    </w:p>
    <w:p w:rsidR="005D4DE5" w:rsidRDefault="005D4DE5" w:rsidP="004421CC">
      <w:pPr>
        <w:ind w:right="-49" w:firstLine="709"/>
        <w:jc w:val="both"/>
      </w:pPr>
      <w:r>
        <w:rPr>
          <w:b/>
        </w:rPr>
        <w:t xml:space="preserve">  1</w:t>
      </w:r>
      <w:r w:rsidRPr="00F0521B">
        <w:rPr>
          <w:b/>
        </w:rPr>
        <w:t>.</w:t>
      </w:r>
      <w:r>
        <w:rPr>
          <w:b/>
        </w:rPr>
        <w:t>7</w:t>
      </w:r>
      <w:r w:rsidRPr="00F0521B">
        <w:rPr>
          <w:b/>
        </w:rPr>
        <w:t xml:space="preserve">. </w:t>
      </w:r>
      <w:r>
        <w:rPr>
          <w:b/>
        </w:rPr>
        <w:t xml:space="preserve">Громадській організації «Дитячо-юнацький футбольний клуб «Спарта» </w:t>
      </w:r>
      <w:r>
        <w:t xml:space="preserve">(код ЄДРПОУ …) частини нежитлового приміщення (2-21) другого поверху будівлі літ. Д, загальною площею </w:t>
      </w:r>
      <w:r>
        <w:rPr>
          <w:b/>
        </w:rPr>
        <w:t>141,95</w:t>
      </w:r>
      <w:r w:rsidRPr="00710B33">
        <w:rPr>
          <w:b/>
        </w:rPr>
        <w:t xml:space="preserve"> кв.м</w:t>
      </w:r>
      <w:r>
        <w:rPr>
          <w:b/>
        </w:rPr>
        <w:t xml:space="preserve"> </w:t>
      </w:r>
      <w:r w:rsidRPr="001F0546">
        <w:t xml:space="preserve">на </w:t>
      </w:r>
      <w:r w:rsidRPr="001F0546">
        <w:rPr>
          <w:b/>
        </w:rPr>
        <w:t>вул. Руській, 257-А</w:t>
      </w:r>
      <w:r>
        <w:rPr>
          <w:b/>
        </w:rPr>
        <w:t xml:space="preserve"> </w:t>
      </w:r>
      <w:r w:rsidRPr="009A02C0">
        <w:t>(</w:t>
      </w:r>
      <w:r>
        <w:t>балансоутримувач – управління освіти міської ради, користувач – ЗОШ № 28</w:t>
      </w:r>
      <w:r w:rsidRPr="009A02C0">
        <w:t>)</w:t>
      </w:r>
      <w:r>
        <w:rPr>
          <w:b/>
        </w:rPr>
        <w:t xml:space="preserve">, </w:t>
      </w:r>
      <w:r>
        <w:t xml:space="preserve">з метою використання під </w:t>
      </w:r>
      <w:r w:rsidRPr="00DC4EDD">
        <w:rPr>
          <w:b/>
        </w:rPr>
        <w:t xml:space="preserve">організацію та проведення занять </w:t>
      </w:r>
      <w:r>
        <w:rPr>
          <w:b/>
        </w:rPr>
        <w:t>футболом</w:t>
      </w:r>
      <w:r>
        <w:t xml:space="preserve"> </w:t>
      </w:r>
      <w:r w:rsidRPr="00DC4EDD">
        <w:rPr>
          <w:b/>
        </w:rPr>
        <w:t xml:space="preserve">з </w:t>
      </w:r>
      <w:r>
        <w:rPr>
          <w:b/>
        </w:rPr>
        <w:t xml:space="preserve">врахуванням </w:t>
      </w:r>
      <w:r w:rsidRPr="00DC4EDD">
        <w:rPr>
          <w:b/>
        </w:rPr>
        <w:t>погодинн</w:t>
      </w:r>
      <w:r>
        <w:rPr>
          <w:b/>
        </w:rPr>
        <w:t>ого графіку використання</w:t>
      </w:r>
      <w:r w:rsidRPr="00DC4EDD">
        <w:rPr>
          <w:b/>
        </w:rPr>
        <w:t xml:space="preserve"> та</w:t>
      </w:r>
      <w:r>
        <w:t xml:space="preserve"> </w:t>
      </w:r>
      <w:r w:rsidRPr="00DC4EDD">
        <w:rPr>
          <w:b/>
        </w:rPr>
        <w:t>сезонн</w:t>
      </w:r>
      <w:r>
        <w:rPr>
          <w:b/>
        </w:rPr>
        <w:t>істю</w:t>
      </w:r>
      <w:r w:rsidRPr="00DC4EDD">
        <w:rPr>
          <w:b/>
        </w:rPr>
        <w:t xml:space="preserve"> використання з 01 вересня по 31 травня</w:t>
      </w:r>
      <w:r>
        <w:t>.</w:t>
      </w:r>
    </w:p>
    <w:p w:rsidR="005D4DE5" w:rsidRPr="00452CFA" w:rsidRDefault="005D4DE5" w:rsidP="004421CC">
      <w:pPr>
        <w:ind w:firstLine="840"/>
        <w:jc w:val="both"/>
      </w:pPr>
    </w:p>
    <w:p w:rsidR="005D4DE5" w:rsidRDefault="005D4DE5" w:rsidP="004421CC">
      <w:pPr>
        <w:ind w:right="-49" w:firstLine="709"/>
        <w:jc w:val="both"/>
        <w:rPr>
          <w:b/>
        </w:rPr>
      </w:pPr>
      <w:r>
        <w:rPr>
          <w:b/>
        </w:rPr>
        <w:t>1</w:t>
      </w:r>
      <w:r w:rsidRPr="008C0038">
        <w:rPr>
          <w:b/>
        </w:rPr>
        <w:t>.</w:t>
      </w:r>
      <w:r>
        <w:rPr>
          <w:b/>
        </w:rPr>
        <w:t>8</w:t>
      </w:r>
      <w:r w:rsidRPr="008C0038">
        <w:rPr>
          <w:b/>
        </w:rPr>
        <w:t xml:space="preserve">. </w:t>
      </w:r>
      <w:r>
        <w:rPr>
          <w:b/>
        </w:rPr>
        <w:t xml:space="preserve">Товариству з обмеженою відповідальністю «лайфселл» </w:t>
      </w:r>
      <w:r w:rsidRPr="00373D6D">
        <w:t>(</w:t>
      </w:r>
      <w:r>
        <w:t>код ЄДРПОУ …</w:t>
      </w:r>
      <w:r w:rsidRPr="00373D6D">
        <w:t>)</w:t>
      </w:r>
      <w:r>
        <w:t xml:space="preserve"> частини горища</w:t>
      </w:r>
      <w:r w:rsidRPr="00D52CBE">
        <w:t xml:space="preserve"> будівлі </w:t>
      </w:r>
      <w:r>
        <w:t xml:space="preserve">на </w:t>
      </w:r>
      <w:r w:rsidRPr="00681FD1">
        <w:rPr>
          <w:b/>
        </w:rPr>
        <w:t xml:space="preserve">вул. </w:t>
      </w:r>
      <w:r>
        <w:rPr>
          <w:b/>
        </w:rPr>
        <w:t>Героїв Майдану</w:t>
      </w:r>
      <w:r w:rsidRPr="00681FD1">
        <w:rPr>
          <w:b/>
        </w:rPr>
        <w:t xml:space="preserve">, </w:t>
      </w:r>
      <w:r>
        <w:rPr>
          <w:b/>
        </w:rPr>
        <w:t>7</w:t>
      </w:r>
      <w:r>
        <w:t xml:space="preserve"> з метою використання для </w:t>
      </w:r>
      <w:r w:rsidRPr="0095308D">
        <w:rPr>
          <w:b/>
        </w:rPr>
        <w:t xml:space="preserve">розміщення обладнання </w:t>
      </w:r>
      <w:r>
        <w:rPr>
          <w:b/>
        </w:rPr>
        <w:t>стільникового</w:t>
      </w:r>
      <w:r w:rsidRPr="0095308D">
        <w:rPr>
          <w:b/>
        </w:rPr>
        <w:t xml:space="preserve"> зв’язку</w:t>
      </w:r>
      <w:r>
        <w:rPr>
          <w:b/>
        </w:rPr>
        <w:t>.</w:t>
      </w:r>
    </w:p>
    <w:p w:rsidR="005D4DE5" w:rsidRDefault="005D4DE5" w:rsidP="004421CC">
      <w:pPr>
        <w:ind w:right="-49" w:firstLine="709"/>
        <w:jc w:val="both"/>
      </w:pPr>
      <w:r>
        <w:t xml:space="preserve"> </w:t>
      </w:r>
    </w:p>
    <w:p w:rsidR="005D4DE5" w:rsidRDefault="005D4DE5" w:rsidP="004421CC">
      <w:pPr>
        <w:ind w:right="-49" w:firstLine="709"/>
        <w:jc w:val="both"/>
      </w:pPr>
      <w:r>
        <w:rPr>
          <w:b/>
        </w:rPr>
        <w:t>1</w:t>
      </w:r>
      <w:r w:rsidRPr="00EE0B23">
        <w:rPr>
          <w:b/>
        </w:rPr>
        <w:t>.</w:t>
      </w:r>
      <w:r>
        <w:rPr>
          <w:b/>
        </w:rPr>
        <w:t>9</w:t>
      </w:r>
      <w:r w:rsidRPr="00EE0B23">
        <w:rPr>
          <w:b/>
        </w:rPr>
        <w:t>.</w:t>
      </w:r>
      <w:r>
        <w:rPr>
          <w:b/>
        </w:rPr>
        <w:t xml:space="preserve"> Фізичній особі-підприємцю Рудику (Рудик) Руслану Івановичу </w:t>
      </w:r>
      <w:r w:rsidRPr="002141FD">
        <w:t>(</w:t>
      </w:r>
      <w:r>
        <w:t>РНОКПП …</w:t>
      </w:r>
      <w:r w:rsidRPr="002141FD">
        <w:t>)</w:t>
      </w:r>
      <w:r>
        <w:t xml:space="preserve"> нежитлового приміщення (1-4)-(1-6) першого поверху будівлі літ. А, загальною площею </w:t>
      </w:r>
      <w:r>
        <w:rPr>
          <w:b/>
        </w:rPr>
        <w:t>49,4</w:t>
      </w:r>
      <w:r w:rsidRPr="00710B33">
        <w:rPr>
          <w:b/>
        </w:rPr>
        <w:t xml:space="preserve"> кв.м</w:t>
      </w:r>
      <w:r>
        <w:t xml:space="preserve"> на </w:t>
      </w:r>
      <w:r w:rsidRPr="00710B33">
        <w:rPr>
          <w:b/>
        </w:rPr>
        <w:t xml:space="preserve">вул. </w:t>
      </w:r>
      <w:r>
        <w:rPr>
          <w:b/>
        </w:rPr>
        <w:t>Мудрого Ярослава</w:t>
      </w:r>
      <w:r w:rsidRPr="00710B33">
        <w:rPr>
          <w:b/>
        </w:rPr>
        <w:t xml:space="preserve">, </w:t>
      </w:r>
      <w:r>
        <w:rPr>
          <w:b/>
        </w:rPr>
        <w:t xml:space="preserve">1, </w:t>
      </w:r>
      <w:r>
        <w:t xml:space="preserve">з метою використання під </w:t>
      </w:r>
      <w:r>
        <w:rPr>
          <w:b/>
        </w:rPr>
        <w:t>магазин продовольчих товарів без підакцизної групи</w:t>
      </w:r>
      <w:r>
        <w:t>.</w:t>
      </w:r>
    </w:p>
    <w:p w:rsidR="005D4DE5" w:rsidRDefault="005D4DE5" w:rsidP="004421CC">
      <w:pPr>
        <w:spacing w:before="240"/>
        <w:ind w:firstLine="709"/>
        <w:jc w:val="both"/>
      </w:pPr>
      <w:r>
        <w:rPr>
          <w:b/>
        </w:rPr>
        <w:t xml:space="preserve">1.10. Грапку (Грапко) Андрію Валерійовичу </w:t>
      </w:r>
      <w:r w:rsidRPr="00AA22A2">
        <w:t>(</w:t>
      </w:r>
      <w:r>
        <w:t>РНОКПП …</w:t>
      </w:r>
      <w:r w:rsidRPr="00AA22A2">
        <w:t>)</w:t>
      </w:r>
      <w:r>
        <w:t xml:space="preserve"> частини </w:t>
      </w:r>
      <w:r w:rsidRPr="001F1430">
        <w:t xml:space="preserve">приміщення </w:t>
      </w:r>
      <w:r>
        <w:t xml:space="preserve">гаража літ. В на </w:t>
      </w:r>
      <w:r w:rsidRPr="00370870">
        <w:rPr>
          <w:b/>
        </w:rPr>
        <w:t xml:space="preserve">вул. </w:t>
      </w:r>
      <w:r>
        <w:rPr>
          <w:b/>
        </w:rPr>
        <w:t>Горького Максима</w:t>
      </w:r>
      <w:r w:rsidRPr="00370870">
        <w:rPr>
          <w:b/>
        </w:rPr>
        <w:t xml:space="preserve">, </w:t>
      </w:r>
      <w:r>
        <w:rPr>
          <w:b/>
        </w:rPr>
        <w:t>12</w:t>
      </w:r>
      <w:r w:rsidRPr="000362AD">
        <w:rPr>
          <w:b/>
        </w:rPr>
        <w:t>,</w:t>
      </w:r>
      <w:r w:rsidRPr="00C40A6C">
        <w:t xml:space="preserve"> загальною площею </w:t>
      </w:r>
      <w:r>
        <w:rPr>
          <w:b/>
          <w:bCs/>
        </w:rPr>
        <w:t xml:space="preserve">19,0 </w:t>
      </w:r>
      <w:r w:rsidRPr="00C40A6C">
        <w:rPr>
          <w:b/>
          <w:bCs/>
        </w:rPr>
        <w:t>кв.м</w:t>
      </w:r>
      <w:r w:rsidRPr="00611EDC">
        <w:rPr>
          <w:bCs/>
        </w:rPr>
        <w:t>,</w:t>
      </w:r>
      <w:r w:rsidRPr="00C40A6C">
        <w:rPr>
          <w:b/>
          <w:bCs/>
        </w:rPr>
        <w:t xml:space="preserve"> </w:t>
      </w:r>
      <w:r>
        <w:t xml:space="preserve">з метою використання </w:t>
      </w:r>
      <w:r w:rsidRPr="00370870">
        <w:rPr>
          <w:b/>
        </w:rPr>
        <w:t>для зберігання автомобіля</w:t>
      </w:r>
      <w:r w:rsidRPr="00AB4957">
        <w:t>.</w:t>
      </w:r>
    </w:p>
    <w:p w:rsidR="005D4DE5" w:rsidRDefault="005D4DE5" w:rsidP="004421CC">
      <w:pPr>
        <w:spacing w:before="240"/>
        <w:ind w:firstLine="709"/>
        <w:jc w:val="both"/>
      </w:pPr>
      <w:r>
        <w:rPr>
          <w:b/>
        </w:rPr>
        <w:t>1</w:t>
      </w:r>
      <w:r w:rsidRPr="00C10D06">
        <w:rPr>
          <w:b/>
        </w:rPr>
        <w:t>.</w:t>
      </w:r>
      <w:r>
        <w:rPr>
          <w:b/>
        </w:rPr>
        <w:t>11</w:t>
      </w:r>
      <w:r w:rsidRPr="00C10D06">
        <w:rPr>
          <w:b/>
        </w:rPr>
        <w:t xml:space="preserve">. </w:t>
      </w:r>
      <w:r>
        <w:rPr>
          <w:b/>
        </w:rPr>
        <w:t xml:space="preserve">Приватному підприємству «Ремжитлосервіс» </w:t>
      </w:r>
      <w:r w:rsidRPr="00C10D06">
        <w:t>(</w:t>
      </w:r>
      <w:r>
        <w:t>код ЄДРПОУ …</w:t>
      </w:r>
      <w:r w:rsidRPr="00C10D06">
        <w:t>)</w:t>
      </w:r>
      <w:r>
        <w:t xml:space="preserve"> нежитлового приміщення (216-41)-(216-44) першого поверху будівлі літ. А, загальною площею </w:t>
      </w:r>
      <w:r>
        <w:rPr>
          <w:b/>
        </w:rPr>
        <w:t>23,2</w:t>
      </w:r>
      <w:r w:rsidRPr="00710B33">
        <w:rPr>
          <w:b/>
        </w:rPr>
        <w:t xml:space="preserve"> кв.м</w:t>
      </w:r>
      <w:r>
        <w:t xml:space="preserve"> на </w:t>
      </w:r>
      <w:r w:rsidRPr="00710B33">
        <w:rPr>
          <w:b/>
        </w:rPr>
        <w:t xml:space="preserve">вул. </w:t>
      </w:r>
      <w:r>
        <w:rPr>
          <w:b/>
        </w:rPr>
        <w:t>Ентузіастів</w:t>
      </w:r>
      <w:r w:rsidRPr="00710B33">
        <w:rPr>
          <w:b/>
        </w:rPr>
        <w:t xml:space="preserve">, </w:t>
      </w:r>
      <w:r>
        <w:rPr>
          <w:b/>
        </w:rPr>
        <w:t xml:space="preserve">7, </w:t>
      </w:r>
      <w:r>
        <w:t xml:space="preserve">з метою використання під </w:t>
      </w:r>
      <w:r>
        <w:rPr>
          <w:b/>
        </w:rPr>
        <w:t>офіс управлінської компанії</w:t>
      </w:r>
      <w:r>
        <w:t>.</w:t>
      </w:r>
    </w:p>
    <w:p w:rsidR="005D4DE5" w:rsidRDefault="005D4DE5" w:rsidP="004421CC">
      <w:pPr>
        <w:spacing w:before="240"/>
        <w:ind w:firstLine="709"/>
        <w:jc w:val="both"/>
      </w:pPr>
      <w:r>
        <w:rPr>
          <w:b/>
        </w:rPr>
        <w:t>1</w:t>
      </w:r>
      <w:r w:rsidRPr="003237D5">
        <w:rPr>
          <w:b/>
        </w:rPr>
        <w:t>.</w:t>
      </w:r>
      <w:r>
        <w:rPr>
          <w:b/>
        </w:rPr>
        <w:t>12</w:t>
      </w:r>
      <w:r w:rsidRPr="003237D5">
        <w:rPr>
          <w:b/>
        </w:rPr>
        <w:t xml:space="preserve">. </w:t>
      </w:r>
      <w:r>
        <w:rPr>
          <w:b/>
        </w:rPr>
        <w:t xml:space="preserve">Товариству з обмеженою відповідальністю «Валентина-2» </w:t>
      </w:r>
      <w:r>
        <w:t xml:space="preserve">(код ЄДРПОУ …) нежитлового приміщення (1а-1) у підвалі будівлі літ. А, загальною площею </w:t>
      </w:r>
      <w:r>
        <w:rPr>
          <w:b/>
        </w:rPr>
        <w:t>65,3</w:t>
      </w:r>
      <w:r w:rsidRPr="00710B33">
        <w:rPr>
          <w:b/>
        </w:rPr>
        <w:t xml:space="preserve"> кв.м</w:t>
      </w:r>
      <w:r>
        <w:t xml:space="preserve"> на </w:t>
      </w:r>
      <w:r w:rsidRPr="00710B33">
        <w:rPr>
          <w:b/>
        </w:rPr>
        <w:t xml:space="preserve">вул. </w:t>
      </w:r>
      <w:r>
        <w:rPr>
          <w:b/>
        </w:rPr>
        <w:t>29 Березня</w:t>
      </w:r>
      <w:r w:rsidRPr="00710B33">
        <w:rPr>
          <w:b/>
        </w:rPr>
        <w:t xml:space="preserve">, </w:t>
      </w:r>
      <w:r>
        <w:rPr>
          <w:b/>
        </w:rPr>
        <w:t xml:space="preserve">30, </w:t>
      </w:r>
      <w:r>
        <w:t xml:space="preserve">з метою використання під </w:t>
      </w:r>
      <w:r>
        <w:rPr>
          <w:b/>
        </w:rPr>
        <w:t>офіс</w:t>
      </w:r>
      <w:r>
        <w:t>.</w:t>
      </w:r>
    </w:p>
    <w:p w:rsidR="005D4DE5" w:rsidRDefault="005D4DE5" w:rsidP="00272EFB">
      <w:pPr>
        <w:spacing w:before="240"/>
        <w:ind w:firstLine="840"/>
        <w:jc w:val="both"/>
      </w:pPr>
      <w:r w:rsidRPr="00895C82">
        <w:rPr>
          <w:b/>
        </w:rPr>
        <w:t xml:space="preserve">2. </w:t>
      </w:r>
      <w:r>
        <w:rPr>
          <w:b/>
        </w:rPr>
        <w:t xml:space="preserve">Відмовити </w:t>
      </w:r>
      <w:r w:rsidRPr="004421CC">
        <w:t>в</w:t>
      </w:r>
      <w:r>
        <w:rPr>
          <w:b/>
        </w:rPr>
        <w:t xml:space="preserve"> </w:t>
      </w:r>
      <w:r>
        <w:t>передачі в довгострокову оренду на загальних умовах:</w:t>
      </w:r>
    </w:p>
    <w:p w:rsidR="005D4DE5" w:rsidRDefault="005D4DE5" w:rsidP="00272EFB">
      <w:pPr>
        <w:tabs>
          <w:tab w:val="left" w:pos="1418"/>
        </w:tabs>
        <w:spacing w:before="240"/>
        <w:ind w:firstLine="840"/>
        <w:jc w:val="both"/>
      </w:pPr>
      <w:r w:rsidRPr="00691655">
        <w:rPr>
          <w:b/>
        </w:rPr>
        <w:t>2.1.</w:t>
      </w:r>
      <w:r>
        <w:rPr>
          <w:b/>
        </w:rPr>
        <w:t xml:space="preserve"> </w:t>
      </w:r>
      <w:r w:rsidRPr="00691655">
        <w:rPr>
          <w:b/>
        </w:rPr>
        <w:t>Р</w:t>
      </w:r>
      <w:r w:rsidRPr="00841E6D">
        <w:rPr>
          <w:b/>
        </w:rPr>
        <w:t xml:space="preserve">елігійній громаді </w:t>
      </w:r>
      <w:r>
        <w:rPr>
          <w:b/>
        </w:rPr>
        <w:t>Ц</w:t>
      </w:r>
      <w:r w:rsidRPr="00841E6D">
        <w:rPr>
          <w:b/>
        </w:rPr>
        <w:t xml:space="preserve">еркви "Еммануїл" </w:t>
      </w:r>
      <w:r>
        <w:rPr>
          <w:b/>
        </w:rPr>
        <w:t xml:space="preserve">Християн Віри Євангельської п'ятидесятників м. Чернівці </w:t>
      </w:r>
      <w:r>
        <w:t xml:space="preserve">(код ЄДРПОУ …) терміном на десять років нежитлових приміщень (1-2), (1-6)-(1-9) будівлі літ. А, загальною площею </w:t>
      </w:r>
      <w:r>
        <w:rPr>
          <w:b/>
        </w:rPr>
        <w:t>36,9</w:t>
      </w:r>
      <w:r w:rsidRPr="007522A3">
        <w:rPr>
          <w:b/>
        </w:rPr>
        <w:t xml:space="preserve"> кв.м</w:t>
      </w:r>
      <w:r>
        <w:rPr>
          <w:b/>
        </w:rPr>
        <w:t xml:space="preserve"> </w:t>
      </w:r>
      <w:r>
        <w:t xml:space="preserve">на </w:t>
      </w:r>
      <w:r w:rsidRPr="001E66BA">
        <w:rPr>
          <w:b/>
        </w:rPr>
        <w:t xml:space="preserve">вул. Кобилянської Ольги, </w:t>
      </w:r>
      <w:r>
        <w:rPr>
          <w:b/>
        </w:rPr>
        <w:t>51</w:t>
      </w:r>
      <w:r>
        <w:t xml:space="preserve">, з метою </w:t>
      </w:r>
      <w:r w:rsidRPr="00055A21">
        <w:rPr>
          <w:b/>
        </w:rPr>
        <w:t>проведення релігійних обрядів та церемоній</w:t>
      </w:r>
      <w:r>
        <w:t>.</w:t>
      </w:r>
    </w:p>
    <w:p w:rsidR="005D4DE5" w:rsidRPr="00912342" w:rsidRDefault="005D4DE5" w:rsidP="005B4DC2">
      <w:pPr>
        <w:tabs>
          <w:tab w:val="left" w:pos="1418"/>
        </w:tabs>
        <w:ind w:firstLine="840"/>
        <w:jc w:val="both"/>
        <w:rPr>
          <w:sz w:val="16"/>
          <w:szCs w:val="16"/>
        </w:rPr>
      </w:pPr>
    </w:p>
    <w:p w:rsidR="005D4DE5" w:rsidRPr="00E34C26" w:rsidRDefault="005D4DE5" w:rsidP="00272EFB">
      <w:pPr>
        <w:tabs>
          <w:tab w:val="left" w:pos="1418"/>
        </w:tabs>
        <w:ind w:firstLine="840"/>
        <w:jc w:val="both"/>
      </w:pPr>
      <w:r w:rsidRPr="0051581C">
        <w:rPr>
          <w:b/>
        </w:rPr>
        <w:t>2.</w:t>
      </w:r>
      <w:r>
        <w:rPr>
          <w:b/>
        </w:rPr>
        <w:t>2</w:t>
      </w:r>
      <w:r w:rsidRPr="0051581C">
        <w:rPr>
          <w:b/>
        </w:rPr>
        <w:t>. Товариству з обмеженою відповідальністю «Комплекс</w:t>
      </w:r>
      <w:r w:rsidRPr="008B5A81">
        <w:t>»</w:t>
      </w:r>
      <w:r>
        <w:t xml:space="preserve"> </w:t>
      </w:r>
      <w:r w:rsidRPr="008B5A81">
        <w:t xml:space="preserve">(код ЄДРПОУ </w:t>
      </w:r>
      <w:r>
        <w:t>…</w:t>
      </w:r>
      <w:r w:rsidRPr="008B5A81">
        <w:t>) терміном на п</w:t>
      </w:r>
      <w:r w:rsidRPr="008B5A81">
        <w:rPr>
          <w:lang w:val="ru-RU"/>
        </w:rPr>
        <w:t>`</w:t>
      </w:r>
      <w:r w:rsidRPr="008B5A81">
        <w:t>ять років нежитлових приміщень (3-54)</w:t>
      </w:r>
      <w:r>
        <w:t xml:space="preserve">, (3-56) другого поверху, загальною площею </w:t>
      </w:r>
      <w:r>
        <w:rPr>
          <w:b/>
        </w:rPr>
        <w:t>19,1</w:t>
      </w:r>
      <w:r w:rsidRPr="007522A3">
        <w:rPr>
          <w:b/>
        </w:rPr>
        <w:t xml:space="preserve"> кв.м</w:t>
      </w:r>
      <w:r>
        <w:rPr>
          <w:b/>
        </w:rPr>
        <w:t xml:space="preserve"> </w:t>
      </w:r>
      <w:r>
        <w:t xml:space="preserve">на </w:t>
      </w:r>
      <w:r>
        <w:rPr>
          <w:b/>
        </w:rPr>
        <w:t>вул.</w:t>
      </w:r>
      <w:r w:rsidRPr="001E66BA">
        <w:rPr>
          <w:b/>
        </w:rPr>
        <w:t xml:space="preserve"> </w:t>
      </w:r>
      <w:r>
        <w:rPr>
          <w:b/>
        </w:rPr>
        <w:t>Буковинській,4</w:t>
      </w:r>
      <w:r>
        <w:t xml:space="preserve">, з метою використання </w:t>
      </w:r>
      <w:r>
        <w:rPr>
          <w:b/>
        </w:rPr>
        <w:t xml:space="preserve">під аптечний пункт </w:t>
      </w:r>
      <w:r w:rsidRPr="00E34C26">
        <w:t xml:space="preserve">(підстава - лист від 05.02.2020р. </w:t>
      </w:r>
      <w:r>
        <w:t xml:space="preserve">             </w:t>
      </w:r>
      <w:r w:rsidRPr="00E34C26">
        <w:t>вх. №02/01-11-340/0</w:t>
      </w:r>
      <w:r>
        <w:t>)</w:t>
      </w:r>
      <w:r w:rsidRPr="00E34C26">
        <w:t>.</w:t>
      </w:r>
    </w:p>
    <w:p w:rsidR="005D4DE5" w:rsidRPr="00912342" w:rsidRDefault="005D4DE5" w:rsidP="00500736">
      <w:pPr>
        <w:ind w:firstLine="839"/>
        <w:jc w:val="both"/>
        <w:rPr>
          <w:b/>
          <w:sz w:val="16"/>
          <w:szCs w:val="16"/>
        </w:rPr>
      </w:pPr>
    </w:p>
    <w:p w:rsidR="005D4DE5" w:rsidRDefault="005D4DE5" w:rsidP="00912342">
      <w:pPr>
        <w:ind w:right="-49" w:firstLine="709"/>
        <w:jc w:val="both"/>
      </w:pPr>
      <w:r>
        <w:rPr>
          <w:b/>
          <w:bCs/>
        </w:rPr>
        <w:t>3</w:t>
      </w:r>
      <w:r w:rsidRPr="00992B6A">
        <w:rPr>
          <w:b/>
          <w:bCs/>
        </w:rPr>
        <w:t xml:space="preserve">. </w:t>
      </w:r>
      <w:r>
        <w:rPr>
          <w:b/>
          <w:bCs/>
        </w:rPr>
        <w:t xml:space="preserve"> Відмовити у внесені змін </w:t>
      </w:r>
      <w:r>
        <w:rPr>
          <w:b/>
        </w:rPr>
        <w:t>до п</w:t>
      </w:r>
      <w:r w:rsidRPr="006B27E4">
        <w:rPr>
          <w:b/>
        </w:rPr>
        <w:t xml:space="preserve">ункту 1 додатка 2 </w:t>
      </w:r>
      <w:r w:rsidRPr="00293774">
        <w:t>до</w:t>
      </w:r>
      <w:r>
        <w:rPr>
          <w:b/>
        </w:rPr>
        <w:t xml:space="preserve"> </w:t>
      </w:r>
      <w:r w:rsidRPr="006B27E4">
        <w:t xml:space="preserve">рішення виконавчого комітету міської ради від </w:t>
      </w:r>
      <w:r w:rsidRPr="006B27E4">
        <w:rPr>
          <w:b/>
        </w:rPr>
        <w:t xml:space="preserve">23.02.2004р. №157/4 </w:t>
      </w:r>
      <w:r w:rsidRPr="006B27E4">
        <w:t xml:space="preserve">«Про передачу приміщень в оренду та визнання такими, що втратили чинність пункти рішень виконкому міської ради» щодо оренди Андроником Георгієм Дмитровичем гаража за адресою  </w:t>
      </w:r>
      <w:r w:rsidRPr="00D061EA">
        <w:t>завул. (тупик) Хмельницького Богдана, 10</w:t>
      </w:r>
      <w:r w:rsidRPr="006B27E4">
        <w:t>, а</w:t>
      </w:r>
      <w:r>
        <w:t xml:space="preserve"> саме: у графі «Прізвище, ім`я та по-батькові орендаря» слова та цифри «Андроник Георгій Дмитрович (ідентифікаційний код …)» замінити словами та цифрами «</w:t>
      </w:r>
      <w:r>
        <w:rPr>
          <w:b/>
        </w:rPr>
        <w:t xml:space="preserve">Андроник </w:t>
      </w:r>
      <w:r w:rsidRPr="007F7C4B">
        <w:rPr>
          <w:b/>
        </w:rPr>
        <w:t xml:space="preserve"> </w:t>
      </w:r>
      <w:r>
        <w:rPr>
          <w:b/>
        </w:rPr>
        <w:t xml:space="preserve">Володимир Георгійович </w:t>
      </w:r>
      <w:r w:rsidRPr="007F7C4B">
        <w:rPr>
          <w:b/>
        </w:rPr>
        <w:t xml:space="preserve">(РНОКПП </w:t>
      </w:r>
      <w:r>
        <w:rPr>
          <w:b/>
        </w:rPr>
        <w:t>…</w:t>
      </w:r>
      <w:r w:rsidRPr="007F7C4B">
        <w:rPr>
          <w:b/>
        </w:rPr>
        <w:t>)</w:t>
      </w:r>
      <w:r>
        <w:t>», у графі «Балансоутримувач» слова та цифри «КЖРЕП № 7» замінити словами «Департамент житлово-комунального господарства міської ради», у графі «Адреса гаража та його площа» слова та цифри «туп. Б.Хмельницького, 10,            18 кв.м» замінити словами та цифрами «</w:t>
      </w:r>
      <w:r>
        <w:rPr>
          <w:b/>
        </w:rPr>
        <w:t>завулок Хмельницького Богдана, 10, 22,5 кв.м</w:t>
      </w:r>
      <w:r>
        <w:t xml:space="preserve">», </w:t>
      </w:r>
      <w:r w:rsidRPr="00272ED4">
        <w:t xml:space="preserve">про що укласти </w:t>
      </w:r>
      <w:r>
        <w:t xml:space="preserve">відповідний </w:t>
      </w:r>
      <w:r w:rsidRPr="00272ED4">
        <w:t>договір оренди нерухомого майна</w:t>
      </w:r>
      <w:r>
        <w:t xml:space="preserve"> </w:t>
      </w:r>
      <w:r w:rsidRPr="0006019F">
        <w:t xml:space="preserve">(підстава: </w:t>
      </w:r>
      <w:r>
        <w:t>заява</w:t>
      </w:r>
      <w:r w:rsidRPr="0006019F">
        <w:t xml:space="preserve"> від </w:t>
      </w:r>
      <w:r>
        <w:t>27</w:t>
      </w:r>
      <w:r w:rsidRPr="0006019F">
        <w:t>.</w:t>
      </w:r>
      <w:r>
        <w:t>11</w:t>
      </w:r>
      <w:r w:rsidRPr="0006019F">
        <w:t xml:space="preserve">.2019р. вх. № </w:t>
      </w:r>
      <w:r>
        <w:t>А-746/2-</w:t>
      </w:r>
      <w:r w:rsidRPr="0006019F">
        <w:t>02/01</w:t>
      </w:r>
      <w:r>
        <w:t>, технічний паспорт на гараж № 1</w:t>
      </w:r>
      <w:r w:rsidRPr="004C039E">
        <w:rPr>
          <w:lang w:val="ru-RU"/>
        </w:rPr>
        <w:t xml:space="preserve"> </w:t>
      </w:r>
      <w:r>
        <w:rPr>
          <w:lang w:val="ru-RU"/>
        </w:rPr>
        <w:t xml:space="preserve">по завулку Б.Хмельницького, 10 </w:t>
      </w:r>
      <w:r>
        <w:t>від 11.06.2013р.)».</w:t>
      </w:r>
    </w:p>
    <w:p w:rsidR="005D4DE5" w:rsidRPr="00912342" w:rsidRDefault="005D4DE5" w:rsidP="00EA590B">
      <w:pPr>
        <w:ind w:right="-49" w:firstLine="840"/>
        <w:jc w:val="both"/>
        <w:rPr>
          <w:b/>
          <w:bCs/>
          <w:sz w:val="16"/>
          <w:szCs w:val="16"/>
        </w:rPr>
      </w:pPr>
    </w:p>
    <w:p w:rsidR="005D4DE5" w:rsidRPr="00992B6A" w:rsidRDefault="005D4DE5" w:rsidP="00EA590B">
      <w:pPr>
        <w:ind w:right="-49" w:firstLine="840"/>
        <w:jc w:val="both"/>
      </w:pPr>
      <w:r w:rsidRPr="00912342">
        <w:rPr>
          <w:b/>
        </w:rPr>
        <w:t>4.</w:t>
      </w:r>
      <w:r>
        <w:t xml:space="preserve"> </w:t>
      </w:r>
      <w:r w:rsidRPr="00992B6A">
        <w:t>Рішення набирає чинності з дня його</w:t>
      </w:r>
      <w:r>
        <w:t xml:space="preserve"> оприлюднення на офіційному веб</w:t>
      </w:r>
      <w:r w:rsidRPr="00992B6A">
        <w:t xml:space="preserve">порталі Чернівецької міської ради. </w:t>
      </w:r>
    </w:p>
    <w:p w:rsidR="005D4DE5" w:rsidRPr="00912342" w:rsidRDefault="005D4DE5" w:rsidP="00EA590B">
      <w:pPr>
        <w:ind w:right="-6" w:firstLine="840"/>
        <w:jc w:val="both"/>
        <w:rPr>
          <w:b/>
          <w:bCs/>
          <w:sz w:val="16"/>
          <w:szCs w:val="16"/>
        </w:rPr>
      </w:pPr>
    </w:p>
    <w:p w:rsidR="005D4DE5" w:rsidRPr="00992B6A" w:rsidRDefault="005D4DE5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5</w:t>
      </w:r>
      <w:r w:rsidRPr="00992B6A">
        <w:rPr>
          <w:b/>
          <w:bCs/>
        </w:rPr>
        <w:t>.</w:t>
      </w:r>
      <w:r w:rsidRPr="00992B6A">
        <w:t xml:space="preserve"> Контроль за виконанням цього рішення покласти на </w:t>
      </w:r>
      <w:r w:rsidRPr="00992B6A">
        <w:rPr>
          <w:lang w:val="ru-RU"/>
        </w:rPr>
        <w:t xml:space="preserve"> директора </w:t>
      </w:r>
      <w:r w:rsidRPr="00992B6A">
        <w:t>департаменту розвитку міської ради</w:t>
      </w:r>
      <w:r w:rsidRPr="00992B6A">
        <w:rPr>
          <w:lang w:val="ru-RU"/>
        </w:rPr>
        <w:t>.</w:t>
      </w:r>
    </w:p>
    <w:p w:rsidR="005D4DE5" w:rsidRDefault="005D4DE5" w:rsidP="00305B4E">
      <w:pPr>
        <w:ind w:right="-6"/>
        <w:jc w:val="both"/>
        <w:rPr>
          <w:b/>
          <w:bCs/>
        </w:rPr>
      </w:pPr>
    </w:p>
    <w:p w:rsidR="005D4DE5" w:rsidRDefault="005D4DE5" w:rsidP="00305B4E">
      <w:pPr>
        <w:ind w:right="-6"/>
        <w:jc w:val="both"/>
        <w:rPr>
          <w:b/>
          <w:bCs/>
        </w:rPr>
      </w:pPr>
    </w:p>
    <w:p w:rsidR="005D4DE5" w:rsidRDefault="005D4DE5" w:rsidP="00305B4E">
      <w:pPr>
        <w:ind w:right="-6"/>
        <w:jc w:val="both"/>
        <w:rPr>
          <w:sz w:val="24"/>
          <w:szCs w:val="24"/>
        </w:rPr>
      </w:pPr>
      <w:r w:rsidRPr="00992B6A">
        <w:rPr>
          <w:b/>
          <w:bCs/>
        </w:rPr>
        <w:t>Чернівецьк</w:t>
      </w:r>
      <w:r>
        <w:rPr>
          <w:b/>
          <w:bCs/>
        </w:rPr>
        <w:t>ий</w:t>
      </w:r>
      <w:r w:rsidRPr="00992B6A">
        <w:rPr>
          <w:b/>
          <w:bCs/>
        </w:rPr>
        <w:t xml:space="preserve"> міський голова      </w:t>
      </w:r>
      <w:r w:rsidRPr="00992B6A">
        <w:rPr>
          <w:b/>
          <w:bCs/>
        </w:rPr>
        <w:tab/>
      </w:r>
      <w:r w:rsidRPr="00992B6A">
        <w:rPr>
          <w:b/>
          <w:bCs/>
        </w:rPr>
        <w:tab/>
        <w:t xml:space="preserve">                                               О.Каспрук</w:t>
      </w:r>
      <w:r>
        <w:t xml:space="preserve"> </w:t>
      </w:r>
    </w:p>
    <w:sectPr w:rsidR="005D4DE5" w:rsidSect="00DE7CDB">
      <w:headerReference w:type="default" r:id="rId8"/>
      <w:pgSz w:w="11906" w:h="16838"/>
      <w:pgMar w:top="567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DE5" w:rsidRDefault="005D4DE5">
      <w:r>
        <w:separator/>
      </w:r>
    </w:p>
  </w:endnote>
  <w:endnote w:type="continuationSeparator" w:id="0">
    <w:p w:rsidR="005D4DE5" w:rsidRDefault="005D4D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DE5" w:rsidRDefault="005D4DE5">
      <w:r>
        <w:separator/>
      </w:r>
    </w:p>
  </w:footnote>
  <w:footnote w:type="continuationSeparator" w:id="0">
    <w:p w:rsidR="005D4DE5" w:rsidRDefault="005D4D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DE5" w:rsidRDefault="005D4DE5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5D4DE5" w:rsidRDefault="005D4DE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cs="Times New Roman" w:hint="default"/>
        <w:b/>
        <w:bCs/>
      </w:rPr>
    </w:lvl>
  </w:abstractNum>
  <w:abstractNum w:abstractNumId="3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cs="Times New Roman" w:hint="default"/>
        <w:b/>
        <w:bCs/>
      </w:rPr>
    </w:lvl>
  </w:abstractNum>
  <w:abstractNum w:abstractNumId="4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cs="Times New Roman" w:hint="default"/>
        <w:b/>
        <w:bCs/>
      </w:rPr>
    </w:lvl>
  </w:abstractNum>
  <w:abstractNum w:abstractNumId="5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</w:abstractNum>
  <w:abstractNum w:abstractNumId="8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5D9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04"/>
    <w:rsid w:val="00026981"/>
    <w:rsid w:val="00027230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403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62AD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3C4"/>
    <w:rsid w:val="00047420"/>
    <w:rsid w:val="000475CB"/>
    <w:rsid w:val="000478BE"/>
    <w:rsid w:val="00047F1B"/>
    <w:rsid w:val="00047F4E"/>
    <w:rsid w:val="00047F58"/>
    <w:rsid w:val="00047FF9"/>
    <w:rsid w:val="000500CC"/>
    <w:rsid w:val="0005016D"/>
    <w:rsid w:val="000501AC"/>
    <w:rsid w:val="0005021E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3B01"/>
    <w:rsid w:val="0005408E"/>
    <w:rsid w:val="000545AB"/>
    <w:rsid w:val="00054655"/>
    <w:rsid w:val="000547EC"/>
    <w:rsid w:val="00054A24"/>
    <w:rsid w:val="00054A4B"/>
    <w:rsid w:val="00054B98"/>
    <w:rsid w:val="000554D6"/>
    <w:rsid w:val="00055A1D"/>
    <w:rsid w:val="00055A21"/>
    <w:rsid w:val="00056360"/>
    <w:rsid w:val="000563ED"/>
    <w:rsid w:val="000565AF"/>
    <w:rsid w:val="000565D5"/>
    <w:rsid w:val="0005697F"/>
    <w:rsid w:val="000569FF"/>
    <w:rsid w:val="00057215"/>
    <w:rsid w:val="0005761B"/>
    <w:rsid w:val="00057B67"/>
    <w:rsid w:val="0006019F"/>
    <w:rsid w:val="00060693"/>
    <w:rsid w:val="00060DC0"/>
    <w:rsid w:val="00060DC4"/>
    <w:rsid w:val="00060F56"/>
    <w:rsid w:val="000619E7"/>
    <w:rsid w:val="00061E69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0DCD"/>
    <w:rsid w:val="00071187"/>
    <w:rsid w:val="000714A5"/>
    <w:rsid w:val="0007155A"/>
    <w:rsid w:val="000721CB"/>
    <w:rsid w:val="000722BB"/>
    <w:rsid w:val="00072438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04"/>
    <w:rsid w:val="00075A6F"/>
    <w:rsid w:val="00075BC1"/>
    <w:rsid w:val="00075F7E"/>
    <w:rsid w:val="000765FC"/>
    <w:rsid w:val="00076629"/>
    <w:rsid w:val="00076DCE"/>
    <w:rsid w:val="0007714A"/>
    <w:rsid w:val="000771C8"/>
    <w:rsid w:val="00077472"/>
    <w:rsid w:val="0007774F"/>
    <w:rsid w:val="00077943"/>
    <w:rsid w:val="00077BBD"/>
    <w:rsid w:val="00077DBA"/>
    <w:rsid w:val="000800AF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785"/>
    <w:rsid w:val="000869AC"/>
    <w:rsid w:val="00086E12"/>
    <w:rsid w:val="00086ED6"/>
    <w:rsid w:val="00087213"/>
    <w:rsid w:val="00087353"/>
    <w:rsid w:val="00087645"/>
    <w:rsid w:val="00087C6F"/>
    <w:rsid w:val="00087D4B"/>
    <w:rsid w:val="0009018B"/>
    <w:rsid w:val="0009088D"/>
    <w:rsid w:val="000910DB"/>
    <w:rsid w:val="00091246"/>
    <w:rsid w:val="0009160B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4C8F"/>
    <w:rsid w:val="000955E0"/>
    <w:rsid w:val="0009560F"/>
    <w:rsid w:val="00095E51"/>
    <w:rsid w:val="000962E1"/>
    <w:rsid w:val="000966A9"/>
    <w:rsid w:val="000968C5"/>
    <w:rsid w:val="00096923"/>
    <w:rsid w:val="00096C04"/>
    <w:rsid w:val="0009703D"/>
    <w:rsid w:val="000974E8"/>
    <w:rsid w:val="000A0879"/>
    <w:rsid w:val="000A0C57"/>
    <w:rsid w:val="000A0E85"/>
    <w:rsid w:val="000A1068"/>
    <w:rsid w:val="000A1BD4"/>
    <w:rsid w:val="000A2443"/>
    <w:rsid w:val="000A24E8"/>
    <w:rsid w:val="000A262C"/>
    <w:rsid w:val="000A269A"/>
    <w:rsid w:val="000A2BEF"/>
    <w:rsid w:val="000A2C33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809"/>
    <w:rsid w:val="000A59DF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208"/>
    <w:rsid w:val="000B2429"/>
    <w:rsid w:val="000B274E"/>
    <w:rsid w:val="000B3023"/>
    <w:rsid w:val="000B31EC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AB0"/>
    <w:rsid w:val="000C1B27"/>
    <w:rsid w:val="000C2044"/>
    <w:rsid w:val="000C2DA6"/>
    <w:rsid w:val="000C33BC"/>
    <w:rsid w:val="000C3960"/>
    <w:rsid w:val="000C3AC6"/>
    <w:rsid w:val="000C3B61"/>
    <w:rsid w:val="000C3BCA"/>
    <w:rsid w:val="000C3F65"/>
    <w:rsid w:val="000C435E"/>
    <w:rsid w:val="000C44A4"/>
    <w:rsid w:val="000C458D"/>
    <w:rsid w:val="000C4746"/>
    <w:rsid w:val="000C49B6"/>
    <w:rsid w:val="000C49E2"/>
    <w:rsid w:val="000C5101"/>
    <w:rsid w:val="000C54E8"/>
    <w:rsid w:val="000C569A"/>
    <w:rsid w:val="000C5A4E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03F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3030"/>
    <w:rsid w:val="000E3AC6"/>
    <w:rsid w:val="000E43C2"/>
    <w:rsid w:val="000E4483"/>
    <w:rsid w:val="000E4B73"/>
    <w:rsid w:val="000E4C92"/>
    <w:rsid w:val="000E4CB0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D65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623"/>
    <w:rsid w:val="001007F3"/>
    <w:rsid w:val="00100ADB"/>
    <w:rsid w:val="001011CE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11C"/>
    <w:rsid w:val="00104697"/>
    <w:rsid w:val="00104922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530C"/>
    <w:rsid w:val="001163B5"/>
    <w:rsid w:val="0011664D"/>
    <w:rsid w:val="001167CA"/>
    <w:rsid w:val="001169A0"/>
    <w:rsid w:val="00116D0F"/>
    <w:rsid w:val="00117430"/>
    <w:rsid w:val="001175F4"/>
    <w:rsid w:val="00117923"/>
    <w:rsid w:val="00117E07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CEA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77B"/>
    <w:rsid w:val="001308CC"/>
    <w:rsid w:val="0013124A"/>
    <w:rsid w:val="0013173B"/>
    <w:rsid w:val="001323F8"/>
    <w:rsid w:val="00132416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364"/>
    <w:rsid w:val="00136673"/>
    <w:rsid w:val="001367A8"/>
    <w:rsid w:val="001374ED"/>
    <w:rsid w:val="001377CE"/>
    <w:rsid w:val="00137D0C"/>
    <w:rsid w:val="00137D51"/>
    <w:rsid w:val="00140087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0C5D"/>
    <w:rsid w:val="00150F19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59A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9A9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557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1F8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0D75"/>
    <w:rsid w:val="00191D7F"/>
    <w:rsid w:val="00191E94"/>
    <w:rsid w:val="00191E9E"/>
    <w:rsid w:val="00191F7C"/>
    <w:rsid w:val="001920BC"/>
    <w:rsid w:val="001923FC"/>
    <w:rsid w:val="001925B5"/>
    <w:rsid w:val="0019264C"/>
    <w:rsid w:val="00192905"/>
    <w:rsid w:val="00192BEB"/>
    <w:rsid w:val="00192FE5"/>
    <w:rsid w:val="00193340"/>
    <w:rsid w:val="001935DB"/>
    <w:rsid w:val="001936AC"/>
    <w:rsid w:val="00193892"/>
    <w:rsid w:val="0019397A"/>
    <w:rsid w:val="00193CE3"/>
    <w:rsid w:val="00193E29"/>
    <w:rsid w:val="00193FC9"/>
    <w:rsid w:val="001940DF"/>
    <w:rsid w:val="0019455A"/>
    <w:rsid w:val="001945B6"/>
    <w:rsid w:val="0019496C"/>
    <w:rsid w:val="001949CE"/>
    <w:rsid w:val="00194C02"/>
    <w:rsid w:val="00195C51"/>
    <w:rsid w:val="00195DCE"/>
    <w:rsid w:val="001961D0"/>
    <w:rsid w:val="0019655C"/>
    <w:rsid w:val="001966D5"/>
    <w:rsid w:val="001969E5"/>
    <w:rsid w:val="00196B6A"/>
    <w:rsid w:val="00197161"/>
    <w:rsid w:val="00197163"/>
    <w:rsid w:val="00197535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68F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45FE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A19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A5"/>
    <w:rsid w:val="001C2EDD"/>
    <w:rsid w:val="001C4641"/>
    <w:rsid w:val="001C543C"/>
    <w:rsid w:val="001C54A1"/>
    <w:rsid w:val="001C5586"/>
    <w:rsid w:val="001C56A9"/>
    <w:rsid w:val="001C57B5"/>
    <w:rsid w:val="001C5E80"/>
    <w:rsid w:val="001C62A2"/>
    <w:rsid w:val="001C7422"/>
    <w:rsid w:val="001C778E"/>
    <w:rsid w:val="001C7C68"/>
    <w:rsid w:val="001D018A"/>
    <w:rsid w:val="001D024C"/>
    <w:rsid w:val="001D0792"/>
    <w:rsid w:val="001D084E"/>
    <w:rsid w:val="001D0A95"/>
    <w:rsid w:val="001D1329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2D"/>
    <w:rsid w:val="001D5A68"/>
    <w:rsid w:val="001D5A91"/>
    <w:rsid w:val="001D5BF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9F4"/>
    <w:rsid w:val="001E1A75"/>
    <w:rsid w:val="001E1D88"/>
    <w:rsid w:val="001E2074"/>
    <w:rsid w:val="001E241A"/>
    <w:rsid w:val="001E27FC"/>
    <w:rsid w:val="001E28C1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6BA"/>
    <w:rsid w:val="001E685E"/>
    <w:rsid w:val="001E6B6A"/>
    <w:rsid w:val="001E6DF6"/>
    <w:rsid w:val="001E7641"/>
    <w:rsid w:val="001E7D38"/>
    <w:rsid w:val="001E7DEE"/>
    <w:rsid w:val="001F007E"/>
    <w:rsid w:val="001F02A2"/>
    <w:rsid w:val="001F0546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2BD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1FD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133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6B4"/>
    <w:rsid w:val="002357E4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AD1"/>
    <w:rsid w:val="00240B16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36F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2FF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41"/>
    <w:rsid w:val="00270452"/>
    <w:rsid w:val="00270667"/>
    <w:rsid w:val="002708DA"/>
    <w:rsid w:val="00270EE0"/>
    <w:rsid w:val="0027120F"/>
    <w:rsid w:val="002716D5"/>
    <w:rsid w:val="00271959"/>
    <w:rsid w:val="00271AE6"/>
    <w:rsid w:val="00271FA5"/>
    <w:rsid w:val="002726A2"/>
    <w:rsid w:val="00272837"/>
    <w:rsid w:val="002729B7"/>
    <w:rsid w:val="00272CD3"/>
    <w:rsid w:val="00272ED4"/>
    <w:rsid w:val="00272EFB"/>
    <w:rsid w:val="00273213"/>
    <w:rsid w:val="0027324C"/>
    <w:rsid w:val="00273269"/>
    <w:rsid w:val="002735B8"/>
    <w:rsid w:val="00273963"/>
    <w:rsid w:val="00273B23"/>
    <w:rsid w:val="00273B2B"/>
    <w:rsid w:val="00273B36"/>
    <w:rsid w:val="00273E70"/>
    <w:rsid w:val="00273FDA"/>
    <w:rsid w:val="00274186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4E46"/>
    <w:rsid w:val="00275407"/>
    <w:rsid w:val="00275F05"/>
    <w:rsid w:val="002760B4"/>
    <w:rsid w:val="002763A9"/>
    <w:rsid w:val="002765C8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DC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3774"/>
    <w:rsid w:val="00293C6D"/>
    <w:rsid w:val="00294596"/>
    <w:rsid w:val="00294C2F"/>
    <w:rsid w:val="00295A72"/>
    <w:rsid w:val="00295E49"/>
    <w:rsid w:val="00295F4A"/>
    <w:rsid w:val="0029669B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B55"/>
    <w:rsid w:val="002A5E8C"/>
    <w:rsid w:val="002A67DF"/>
    <w:rsid w:val="002A6879"/>
    <w:rsid w:val="002A6A64"/>
    <w:rsid w:val="002A6F45"/>
    <w:rsid w:val="002A6FDB"/>
    <w:rsid w:val="002A741F"/>
    <w:rsid w:val="002A77EC"/>
    <w:rsid w:val="002A7E19"/>
    <w:rsid w:val="002B0CD5"/>
    <w:rsid w:val="002B100B"/>
    <w:rsid w:val="002B106B"/>
    <w:rsid w:val="002B1897"/>
    <w:rsid w:val="002B1A2E"/>
    <w:rsid w:val="002B1BB2"/>
    <w:rsid w:val="002B2248"/>
    <w:rsid w:val="002B2291"/>
    <w:rsid w:val="002B234F"/>
    <w:rsid w:val="002B2737"/>
    <w:rsid w:val="002B2D07"/>
    <w:rsid w:val="002B2D2A"/>
    <w:rsid w:val="002B2F38"/>
    <w:rsid w:val="002B30D3"/>
    <w:rsid w:val="002B3157"/>
    <w:rsid w:val="002B37C0"/>
    <w:rsid w:val="002B55E3"/>
    <w:rsid w:val="002B5645"/>
    <w:rsid w:val="002B5CFE"/>
    <w:rsid w:val="002B5F52"/>
    <w:rsid w:val="002B5FAC"/>
    <w:rsid w:val="002B60F6"/>
    <w:rsid w:val="002B631E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870"/>
    <w:rsid w:val="002C3B47"/>
    <w:rsid w:val="002C41DB"/>
    <w:rsid w:val="002C445C"/>
    <w:rsid w:val="002C464B"/>
    <w:rsid w:val="002C4712"/>
    <w:rsid w:val="002C4AF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C7F27"/>
    <w:rsid w:val="002D015D"/>
    <w:rsid w:val="002D070E"/>
    <w:rsid w:val="002D0A87"/>
    <w:rsid w:val="002D0C31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23D"/>
    <w:rsid w:val="002E45C5"/>
    <w:rsid w:val="002E52DB"/>
    <w:rsid w:val="002E5670"/>
    <w:rsid w:val="002E57F5"/>
    <w:rsid w:val="002E5B8B"/>
    <w:rsid w:val="002E5D49"/>
    <w:rsid w:val="002E5EA6"/>
    <w:rsid w:val="002E5EB1"/>
    <w:rsid w:val="002E62C4"/>
    <w:rsid w:val="002E634E"/>
    <w:rsid w:val="002E637B"/>
    <w:rsid w:val="002E6E20"/>
    <w:rsid w:val="002E72F8"/>
    <w:rsid w:val="002E7AB6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7C9"/>
    <w:rsid w:val="002F78E0"/>
    <w:rsid w:val="002F7ACE"/>
    <w:rsid w:val="002F7B42"/>
    <w:rsid w:val="002F7B92"/>
    <w:rsid w:val="0030034F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8B2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B4E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A5B"/>
    <w:rsid w:val="00321CDE"/>
    <w:rsid w:val="003227E3"/>
    <w:rsid w:val="00322A78"/>
    <w:rsid w:val="00322AE5"/>
    <w:rsid w:val="00322D92"/>
    <w:rsid w:val="00323256"/>
    <w:rsid w:val="00323292"/>
    <w:rsid w:val="00323569"/>
    <w:rsid w:val="003237D5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5FD1"/>
    <w:rsid w:val="003262DE"/>
    <w:rsid w:val="003263D1"/>
    <w:rsid w:val="00326493"/>
    <w:rsid w:val="00326517"/>
    <w:rsid w:val="00326D2A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5D3A"/>
    <w:rsid w:val="003561CE"/>
    <w:rsid w:val="0035697B"/>
    <w:rsid w:val="00356ABF"/>
    <w:rsid w:val="00356E50"/>
    <w:rsid w:val="00356EF6"/>
    <w:rsid w:val="0035718E"/>
    <w:rsid w:val="003571BF"/>
    <w:rsid w:val="0035722C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67DB"/>
    <w:rsid w:val="00367727"/>
    <w:rsid w:val="00367BF3"/>
    <w:rsid w:val="00367E7C"/>
    <w:rsid w:val="003700CB"/>
    <w:rsid w:val="0037017A"/>
    <w:rsid w:val="00370563"/>
    <w:rsid w:val="00370870"/>
    <w:rsid w:val="003709B9"/>
    <w:rsid w:val="00370E58"/>
    <w:rsid w:val="003711B8"/>
    <w:rsid w:val="00371321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3D6D"/>
    <w:rsid w:val="00374C8F"/>
    <w:rsid w:val="00374C9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69E"/>
    <w:rsid w:val="003847B5"/>
    <w:rsid w:val="00384AC0"/>
    <w:rsid w:val="00384AFC"/>
    <w:rsid w:val="00384CBC"/>
    <w:rsid w:val="00385180"/>
    <w:rsid w:val="00385571"/>
    <w:rsid w:val="00385575"/>
    <w:rsid w:val="0038575C"/>
    <w:rsid w:val="00386501"/>
    <w:rsid w:val="003866B3"/>
    <w:rsid w:val="0038694E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3ACC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2D0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21"/>
    <w:rsid w:val="003A07DE"/>
    <w:rsid w:val="003A094B"/>
    <w:rsid w:val="003A09A1"/>
    <w:rsid w:val="003A0A32"/>
    <w:rsid w:val="003A0E9C"/>
    <w:rsid w:val="003A0F38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1B"/>
    <w:rsid w:val="003B0177"/>
    <w:rsid w:val="003B0201"/>
    <w:rsid w:val="003B0C8A"/>
    <w:rsid w:val="003B11DB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7E3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738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623D"/>
    <w:rsid w:val="003C66C2"/>
    <w:rsid w:val="003C7857"/>
    <w:rsid w:val="003C79C0"/>
    <w:rsid w:val="003C7A77"/>
    <w:rsid w:val="003C7AB1"/>
    <w:rsid w:val="003C7D59"/>
    <w:rsid w:val="003D00B4"/>
    <w:rsid w:val="003D01D9"/>
    <w:rsid w:val="003D05E8"/>
    <w:rsid w:val="003D0705"/>
    <w:rsid w:val="003D0A1E"/>
    <w:rsid w:val="003D0D5A"/>
    <w:rsid w:val="003D0EB9"/>
    <w:rsid w:val="003D132E"/>
    <w:rsid w:val="003D1369"/>
    <w:rsid w:val="003D1AC1"/>
    <w:rsid w:val="003D1E53"/>
    <w:rsid w:val="003D21A9"/>
    <w:rsid w:val="003D2725"/>
    <w:rsid w:val="003D2965"/>
    <w:rsid w:val="003D2A1E"/>
    <w:rsid w:val="003D37E5"/>
    <w:rsid w:val="003D3CAB"/>
    <w:rsid w:val="003D3DFE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5D9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BBA"/>
    <w:rsid w:val="003E3DA4"/>
    <w:rsid w:val="003E46BB"/>
    <w:rsid w:val="003E5003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2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1F3"/>
    <w:rsid w:val="003F793F"/>
    <w:rsid w:val="003F7CB8"/>
    <w:rsid w:val="0040032C"/>
    <w:rsid w:val="00400B6F"/>
    <w:rsid w:val="004012CB"/>
    <w:rsid w:val="0040132B"/>
    <w:rsid w:val="0040156F"/>
    <w:rsid w:val="00401590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245"/>
    <w:rsid w:val="004054EF"/>
    <w:rsid w:val="0040551E"/>
    <w:rsid w:val="00405923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29D9"/>
    <w:rsid w:val="00412C5B"/>
    <w:rsid w:val="004134B3"/>
    <w:rsid w:val="004137C1"/>
    <w:rsid w:val="00413AC1"/>
    <w:rsid w:val="00413F8A"/>
    <w:rsid w:val="004143C0"/>
    <w:rsid w:val="004149D1"/>
    <w:rsid w:val="00415149"/>
    <w:rsid w:val="0041533A"/>
    <w:rsid w:val="004156EB"/>
    <w:rsid w:val="004157D9"/>
    <w:rsid w:val="00415FAF"/>
    <w:rsid w:val="00416031"/>
    <w:rsid w:val="00416036"/>
    <w:rsid w:val="004163C9"/>
    <w:rsid w:val="00416895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1FF4"/>
    <w:rsid w:val="004222EB"/>
    <w:rsid w:val="004226FB"/>
    <w:rsid w:val="00422BED"/>
    <w:rsid w:val="00423067"/>
    <w:rsid w:val="004233DA"/>
    <w:rsid w:val="00423AF2"/>
    <w:rsid w:val="00423F20"/>
    <w:rsid w:val="00424447"/>
    <w:rsid w:val="00424816"/>
    <w:rsid w:val="004248A1"/>
    <w:rsid w:val="00425137"/>
    <w:rsid w:val="00425529"/>
    <w:rsid w:val="00425703"/>
    <w:rsid w:val="004259E7"/>
    <w:rsid w:val="00425FCC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780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1CC"/>
    <w:rsid w:val="0044260D"/>
    <w:rsid w:val="00442E90"/>
    <w:rsid w:val="00442EBD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1CA"/>
    <w:rsid w:val="00451DEB"/>
    <w:rsid w:val="00451DFB"/>
    <w:rsid w:val="004522BF"/>
    <w:rsid w:val="00452514"/>
    <w:rsid w:val="0045253A"/>
    <w:rsid w:val="00452CC2"/>
    <w:rsid w:val="00452CFA"/>
    <w:rsid w:val="00452F30"/>
    <w:rsid w:val="00453000"/>
    <w:rsid w:val="0045316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2EA2"/>
    <w:rsid w:val="00463392"/>
    <w:rsid w:val="00463AFE"/>
    <w:rsid w:val="004640AD"/>
    <w:rsid w:val="00464303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5471"/>
    <w:rsid w:val="00476112"/>
    <w:rsid w:val="00476196"/>
    <w:rsid w:val="0047677C"/>
    <w:rsid w:val="0047752A"/>
    <w:rsid w:val="004779FF"/>
    <w:rsid w:val="00477A1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1E0D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553"/>
    <w:rsid w:val="00491B54"/>
    <w:rsid w:val="004922A3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3B1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3EFC"/>
    <w:rsid w:val="004B404E"/>
    <w:rsid w:val="004B473B"/>
    <w:rsid w:val="004B51A5"/>
    <w:rsid w:val="004B541A"/>
    <w:rsid w:val="004B557E"/>
    <w:rsid w:val="004B5992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39E"/>
    <w:rsid w:val="004C06ED"/>
    <w:rsid w:val="004C08B7"/>
    <w:rsid w:val="004C16C7"/>
    <w:rsid w:val="004C1BCA"/>
    <w:rsid w:val="004C1CB8"/>
    <w:rsid w:val="004C1FD0"/>
    <w:rsid w:val="004C243A"/>
    <w:rsid w:val="004C2530"/>
    <w:rsid w:val="004C28BA"/>
    <w:rsid w:val="004C340C"/>
    <w:rsid w:val="004C410E"/>
    <w:rsid w:val="004C4164"/>
    <w:rsid w:val="004C4463"/>
    <w:rsid w:val="004C4579"/>
    <w:rsid w:val="004C47E8"/>
    <w:rsid w:val="004C496A"/>
    <w:rsid w:val="004C4F1B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859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4A1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BB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9E4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905"/>
    <w:rsid w:val="004F3E7F"/>
    <w:rsid w:val="004F3F14"/>
    <w:rsid w:val="004F48EC"/>
    <w:rsid w:val="004F5314"/>
    <w:rsid w:val="004F55F3"/>
    <w:rsid w:val="004F5627"/>
    <w:rsid w:val="004F5D31"/>
    <w:rsid w:val="004F60DC"/>
    <w:rsid w:val="004F63A5"/>
    <w:rsid w:val="004F7255"/>
    <w:rsid w:val="004F779F"/>
    <w:rsid w:val="004F7F67"/>
    <w:rsid w:val="00500462"/>
    <w:rsid w:val="005006F4"/>
    <w:rsid w:val="00500736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2DB8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3DB"/>
    <w:rsid w:val="005146E0"/>
    <w:rsid w:val="00515073"/>
    <w:rsid w:val="0051526B"/>
    <w:rsid w:val="0051581C"/>
    <w:rsid w:val="005158C5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64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2C9"/>
    <w:rsid w:val="0053457A"/>
    <w:rsid w:val="005346EF"/>
    <w:rsid w:val="00534777"/>
    <w:rsid w:val="0053489A"/>
    <w:rsid w:val="00534D91"/>
    <w:rsid w:val="00534D9D"/>
    <w:rsid w:val="00535248"/>
    <w:rsid w:val="0053525B"/>
    <w:rsid w:val="00536273"/>
    <w:rsid w:val="00536335"/>
    <w:rsid w:val="0053697A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306"/>
    <w:rsid w:val="00540819"/>
    <w:rsid w:val="0054121E"/>
    <w:rsid w:val="00541598"/>
    <w:rsid w:val="00541664"/>
    <w:rsid w:val="005416E4"/>
    <w:rsid w:val="00541A47"/>
    <w:rsid w:val="00541D34"/>
    <w:rsid w:val="005421E4"/>
    <w:rsid w:val="0054268E"/>
    <w:rsid w:val="00542CE4"/>
    <w:rsid w:val="00542E14"/>
    <w:rsid w:val="00543049"/>
    <w:rsid w:val="0054325E"/>
    <w:rsid w:val="0054341B"/>
    <w:rsid w:val="005435DE"/>
    <w:rsid w:val="005438A6"/>
    <w:rsid w:val="00543B23"/>
    <w:rsid w:val="00543E4A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052A"/>
    <w:rsid w:val="00550682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147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8C"/>
    <w:rsid w:val="00563798"/>
    <w:rsid w:val="005641BC"/>
    <w:rsid w:val="00564FC2"/>
    <w:rsid w:val="00565265"/>
    <w:rsid w:val="00565290"/>
    <w:rsid w:val="00565C5B"/>
    <w:rsid w:val="00565C75"/>
    <w:rsid w:val="00565E9F"/>
    <w:rsid w:val="00565EEB"/>
    <w:rsid w:val="0056606D"/>
    <w:rsid w:val="00566787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4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40"/>
    <w:rsid w:val="00577757"/>
    <w:rsid w:val="005778B0"/>
    <w:rsid w:val="00577F50"/>
    <w:rsid w:val="0058048B"/>
    <w:rsid w:val="005804A2"/>
    <w:rsid w:val="005804B1"/>
    <w:rsid w:val="00580722"/>
    <w:rsid w:val="005809AE"/>
    <w:rsid w:val="005809B3"/>
    <w:rsid w:val="00581DA2"/>
    <w:rsid w:val="00581E43"/>
    <w:rsid w:val="005822B3"/>
    <w:rsid w:val="005823A2"/>
    <w:rsid w:val="005824DE"/>
    <w:rsid w:val="00582A7A"/>
    <w:rsid w:val="00582AE6"/>
    <w:rsid w:val="00582E51"/>
    <w:rsid w:val="0058361F"/>
    <w:rsid w:val="00583700"/>
    <w:rsid w:val="00583C31"/>
    <w:rsid w:val="00583E63"/>
    <w:rsid w:val="0058427B"/>
    <w:rsid w:val="005842F1"/>
    <w:rsid w:val="005843E0"/>
    <w:rsid w:val="005846CB"/>
    <w:rsid w:val="005848AE"/>
    <w:rsid w:val="00585100"/>
    <w:rsid w:val="00585628"/>
    <w:rsid w:val="005856D2"/>
    <w:rsid w:val="00585C65"/>
    <w:rsid w:val="00585D01"/>
    <w:rsid w:val="00586008"/>
    <w:rsid w:val="00586DF7"/>
    <w:rsid w:val="00586E9E"/>
    <w:rsid w:val="00587000"/>
    <w:rsid w:val="0058763E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286"/>
    <w:rsid w:val="00594684"/>
    <w:rsid w:val="005946DE"/>
    <w:rsid w:val="00594842"/>
    <w:rsid w:val="0059514C"/>
    <w:rsid w:val="005964CD"/>
    <w:rsid w:val="0059668D"/>
    <w:rsid w:val="00596D9F"/>
    <w:rsid w:val="00596F34"/>
    <w:rsid w:val="005972F9"/>
    <w:rsid w:val="00597926"/>
    <w:rsid w:val="00597F5E"/>
    <w:rsid w:val="005A0004"/>
    <w:rsid w:val="005A06B4"/>
    <w:rsid w:val="005A0D4A"/>
    <w:rsid w:val="005A0E1E"/>
    <w:rsid w:val="005A1A9E"/>
    <w:rsid w:val="005A2650"/>
    <w:rsid w:val="005A291C"/>
    <w:rsid w:val="005A2938"/>
    <w:rsid w:val="005A2B90"/>
    <w:rsid w:val="005A2ECE"/>
    <w:rsid w:val="005A2FB0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5DF5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69A"/>
    <w:rsid w:val="005B2A74"/>
    <w:rsid w:val="005B2A8B"/>
    <w:rsid w:val="005B3058"/>
    <w:rsid w:val="005B3497"/>
    <w:rsid w:val="005B3991"/>
    <w:rsid w:val="005B3F34"/>
    <w:rsid w:val="005B4DC2"/>
    <w:rsid w:val="005B50CF"/>
    <w:rsid w:val="005B5191"/>
    <w:rsid w:val="005B523E"/>
    <w:rsid w:val="005B5B2E"/>
    <w:rsid w:val="005B5B31"/>
    <w:rsid w:val="005B5C04"/>
    <w:rsid w:val="005B5CFD"/>
    <w:rsid w:val="005B5E06"/>
    <w:rsid w:val="005B6CB6"/>
    <w:rsid w:val="005B6DA8"/>
    <w:rsid w:val="005B7140"/>
    <w:rsid w:val="005B7830"/>
    <w:rsid w:val="005B7C67"/>
    <w:rsid w:val="005B7C6E"/>
    <w:rsid w:val="005B7C85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C7690"/>
    <w:rsid w:val="005D0298"/>
    <w:rsid w:val="005D0381"/>
    <w:rsid w:val="005D0517"/>
    <w:rsid w:val="005D08F4"/>
    <w:rsid w:val="005D1036"/>
    <w:rsid w:val="005D1561"/>
    <w:rsid w:val="005D1E1D"/>
    <w:rsid w:val="005D20DC"/>
    <w:rsid w:val="005D23E1"/>
    <w:rsid w:val="005D24F0"/>
    <w:rsid w:val="005D2803"/>
    <w:rsid w:val="005D29E4"/>
    <w:rsid w:val="005D2EA8"/>
    <w:rsid w:val="005D3464"/>
    <w:rsid w:val="005D4DE5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48"/>
    <w:rsid w:val="005E1E53"/>
    <w:rsid w:val="005E2149"/>
    <w:rsid w:val="005E23BD"/>
    <w:rsid w:val="005E24C1"/>
    <w:rsid w:val="005E25FC"/>
    <w:rsid w:val="005E299A"/>
    <w:rsid w:val="005E31E6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C5C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194A"/>
    <w:rsid w:val="0060241C"/>
    <w:rsid w:val="006024E5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693"/>
    <w:rsid w:val="00607A13"/>
    <w:rsid w:val="0061001D"/>
    <w:rsid w:val="00610AA2"/>
    <w:rsid w:val="00610FF9"/>
    <w:rsid w:val="00611549"/>
    <w:rsid w:val="006115B3"/>
    <w:rsid w:val="00611989"/>
    <w:rsid w:val="00611A55"/>
    <w:rsid w:val="00611BE2"/>
    <w:rsid w:val="00611D7F"/>
    <w:rsid w:val="00611EDC"/>
    <w:rsid w:val="00612197"/>
    <w:rsid w:val="00612D0B"/>
    <w:rsid w:val="00613475"/>
    <w:rsid w:val="006134C7"/>
    <w:rsid w:val="006135DE"/>
    <w:rsid w:val="00613CBC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3B5E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64B"/>
    <w:rsid w:val="00632809"/>
    <w:rsid w:val="00632922"/>
    <w:rsid w:val="00633858"/>
    <w:rsid w:val="00633AFA"/>
    <w:rsid w:val="00633CC3"/>
    <w:rsid w:val="00633F49"/>
    <w:rsid w:val="00634029"/>
    <w:rsid w:val="00634126"/>
    <w:rsid w:val="0063420B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58A"/>
    <w:rsid w:val="00637AE8"/>
    <w:rsid w:val="00637B83"/>
    <w:rsid w:val="0064004C"/>
    <w:rsid w:val="00640098"/>
    <w:rsid w:val="00640207"/>
    <w:rsid w:val="0064054B"/>
    <w:rsid w:val="006405A2"/>
    <w:rsid w:val="00640766"/>
    <w:rsid w:val="00640808"/>
    <w:rsid w:val="00641002"/>
    <w:rsid w:val="00642514"/>
    <w:rsid w:val="00643709"/>
    <w:rsid w:val="006443FA"/>
    <w:rsid w:val="0064467D"/>
    <w:rsid w:val="006449AB"/>
    <w:rsid w:val="00644A91"/>
    <w:rsid w:val="00645339"/>
    <w:rsid w:val="00645524"/>
    <w:rsid w:val="00645A73"/>
    <w:rsid w:val="00645EF7"/>
    <w:rsid w:val="00645FAD"/>
    <w:rsid w:val="00646105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89D"/>
    <w:rsid w:val="00647A42"/>
    <w:rsid w:val="00647C98"/>
    <w:rsid w:val="00647E29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6BAF"/>
    <w:rsid w:val="00667445"/>
    <w:rsid w:val="00667563"/>
    <w:rsid w:val="00670A68"/>
    <w:rsid w:val="00670BAE"/>
    <w:rsid w:val="006711FE"/>
    <w:rsid w:val="00671C48"/>
    <w:rsid w:val="00672564"/>
    <w:rsid w:val="006728CD"/>
    <w:rsid w:val="00672956"/>
    <w:rsid w:val="00672AE9"/>
    <w:rsid w:val="00672DF0"/>
    <w:rsid w:val="00672F3A"/>
    <w:rsid w:val="0067328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1FD1"/>
    <w:rsid w:val="0068209B"/>
    <w:rsid w:val="0068268B"/>
    <w:rsid w:val="006828A4"/>
    <w:rsid w:val="00682BFB"/>
    <w:rsid w:val="00683425"/>
    <w:rsid w:val="006835A5"/>
    <w:rsid w:val="00683744"/>
    <w:rsid w:val="0068379C"/>
    <w:rsid w:val="00683B18"/>
    <w:rsid w:val="0068486E"/>
    <w:rsid w:val="00684DB1"/>
    <w:rsid w:val="006852F9"/>
    <w:rsid w:val="00685932"/>
    <w:rsid w:val="00685C60"/>
    <w:rsid w:val="00685F44"/>
    <w:rsid w:val="0068653D"/>
    <w:rsid w:val="00686E19"/>
    <w:rsid w:val="0068747F"/>
    <w:rsid w:val="006874C8"/>
    <w:rsid w:val="006878B2"/>
    <w:rsid w:val="00687BA4"/>
    <w:rsid w:val="006902C7"/>
    <w:rsid w:val="00690553"/>
    <w:rsid w:val="00690AD5"/>
    <w:rsid w:val="00691110"/>
    <w:rsid w:val="0069134A"/>
    <w:rsid w:val="00691655"/>
    <w:rsid w:val="00691900"/>
    <w:rsid w:val="00691D85"/>
    <w:rsid w:val="00692486"/>
    <w:rsid w:val="00692677"/>
    <w:rsid w:val="00692A77"/>
    <w:rsid w:val="00693257"/>
    <w:rsid w:val="006933F4"/>
    <w:rsid w:val="006939C6"/>
    <w:rsid w:val="006939FD"/>
    <w:rsid w:val="00693E3E"/>
    <w:rsid w:val="00694310"/>
    <w:rsid w:val="0069437C"/>
    <w:rsid w:val="0069490A"/>
    <w:rsid w:val="00694E30"/>
    <w:rsid w:val="006954B1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385"/>
    <w:rsid w:val="006A04C4"/>
    <w:rsid w:val="006A07A3"/>
    <w:rsid w:val="006A07A9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BC2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7E4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1B09"/>
    <w:rsid w:val="006C1CA4"/>
    <w:rsid w:val="006C22D5"/>
    <w:rsid w:val="006C2E7D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8A2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4D7E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E72BB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A18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05"/>
    <w:rsid w:val="006F795C"/>
    <w:rsid w:val="006F7A91"/>
    <w:rsid w:val="006F7B53"/>
    <w:rsid w:val="006F7DC4"/>
    <w:rsid w:val="006F7F64"/>
    <w:rsid w:val="00700201"/>
    <w:rsid w:val="007005BE"/>
    <w:rsid w:val="00700A7F"/>
    <w:rsid w:val="00700BA1"/>
    <w:rsid w:val="00700D1F"/>
    <w:rsid w:val="00700D27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41F1"/>
    <w:rsid w:val="00704560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B33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110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63F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26"/>
    <w:rsid w:val="00732576"/>
    <w:rsid w:val="00732A45"/>
    <w:rsid w:val="00732ED3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C0B"/>
    <w:rsid w:val="00737D95"/>
    <w:rsid w:val="00737DF2"/>
    <w:rsid w:val="00740472"/>
    <w:rsid w:val="007406DB"/>
    <w:rsid w:val="0074074C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18"/>
    <w:rsid w:val="00746833"/>
    <w:rsid w:val="00746AA3"/>
    <w:rsid w:val="00746C96"/>
    <w:rsid w:val="00746E2D"/>
    <w:rsid w:val="00747423"/>
    <w:rsid w:val="00747CD0"/>
    <w:rsid w:val="00747F63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2A3"/>
    <w:rsid w:val="00752B56"/>
    <w:rsid w:val="00752CDC"/>
    <w:rsid w:val="007537F7"/>
    <w:rsid w:val="007549A7"/>
    <w:rsid w:val="00754B2E"/>
    <w:rsid w:val="007551AF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56F56"/>
    <w:rsid w:val="007574C6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66E"/>
    <w:rsid w:val="00764C3B"/>
    <w:rsid w:val="00764CA6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604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0BC9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28B"/>
    <w:rsid w:val="007854BF"/>
    <w:rsid w:val="00785AC7"/>
    <w:rsid w:val="00785AF7"/>
    <w:rsid w:val="0078694E"/>
    <w:rsid w:val="00786A5C"/>
    <w:rsid w:val="00786BBB"/>
    <w:rsid w:val="00786EF7"/>
    <w:rsid w:val="00786FED"/>
    <w:rsid w:val="00787225"/>
    <w:rsid w:val="00787313"/>
    <w:rsid w:val="00787901"/>
    <w:rsid w:val="00787C3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6B3"/>
    <w:rsid w:val="007A1738"/>
    <w:rsid w:val="007A1A4B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9CF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D17"/>
    <w:rsid w:val="007B6E4E"/>
    <w:rsid w:val="007B7D81"/>
    <w:rsid w:val="007B7EFD"/>
    <w:rsid w:val="007C0466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888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541F"/>
    <w:rsid w:val="007C63C5"/>
    <w:rsid w:val="007C680D"/>
    <w:rsid w:val="007C6C1A"/>
    <w:rsid w:val="007C6CC2"/>
    <w:rsid w:val="007C6DE1"/>
    <w:rsid w:val="007C6E60"/>
    <w:rsid w:val="007C7021"/>
    <w:rsid w:val="007C78B6"/>
    <w:rsid w:val="007C7A98"/>
    <w:rsid w:val="007D0214"/>
    <w:rsid w:val="007D0F70"/>
    <w:rsid w:val="007D1235"/>
    <w:rsid w:val="007D1C32"/>
    <w:rsid w:val="007D241E"/>
    <w:rsid w:val="007D2F42"/>
    <w:rsid w:val="007D3038"/>
    <w:rsid w:val="007D36E0"/>
    <w:rsid w:val="007D3A85"/>
    <w:rsid w:val="007D3FD8"/>
    <w:rsid w:val="007D4457"/>
    <w:rsid w:val="007D49AE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9A8"/>
    <w:rsid w:val="007D6A2D"/>
    <w:rsid w:val="007D6AD5"/>
    <w:rsid w:val="007D6FAB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7D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DB0"/>
    <w:rsid w:val="007E7F5C"/>
    <w:rsid w:val="007F063F"/>
    <w:rsid w:val="007F0D2F"/>
    <w:rsid w:val="007F0DBD"/>
    <w:rsid w:val="007F15CE"/>
    <w:rsid w:val="007F2531"/>
    <w:rsid w:val="007F25A1"/>
    <w:rsid w:val="007F2C12"/>
    <w:rsid w:val="007F2FEB"/>
    <w:rsid w:val="007F3AFE"/>
    <w:rsid w:val="007F3C50"/>
    <w:rsid w:val="007F3EF8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7F7C4B"/>
    <w:rsid w:val="0080060A"/>
    <w:rsid w:val="00800691"/>
    <w:rsid w:val="0080069F"/>
    <w:rsid w:val="008010AE"/>
    <w:rsid w:val="008010F0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CFB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2FDC"/>
    <w:rsid w:val="008134FD"/>
    <w:rsid w:val="008136E4"/>
    <w:rsid w:val="00813A43"/>
    <w:rsid w:val="00813A5F"/>
    <w:rsid w:val="00813F8E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5E6"/>
    <w:rsid w:val="00824C85"/>
    <w:rsid w:val="00825319"/>
    <w:rsid w:val="0082534A"/>
    <w:rsid w:val="00825844"/>
    <w:rsid w:val="00825C7D"/>
    <w:rsid w:val="00825F3F"/>
    <w:rsid w:val="0082624A"/>
    <w:rsid w:val="00826464"/>
    <w:rsid w:val="0082662D"/>
    <w:rsid w:val="008267C2"/>
    <w:rsid w:val="00826F2A"/>
    <w:rsid w:val="008272C4"/>
    <w:rsid w:val="0082760E"/>
    <w:rsid w:val="008313A9"/>
    <w:rsid w:val="00831865"/>
    <w:rsid w:val="00831A9C"/>
    <w:rsid w:val="00831B24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750"/>
    <w:rsid w:val="008349AE"/>
    <w:rsid w:val="00834C28"/>
    <w:rsid w:val="00835942"/>
    <w:rsid w:val="00835BB3"/>
    <w:rsid w:val="00836034"/>
    <w:rsid w:val="0083646B"/>
    <w:rsid w:val="0083652D"/>
    <w:rsid w:val="00836541"/>
    <w:rsid w:val="00836553"/>
    <w:rsid w:val="00836847"/>
    <w:rsid w:val="00836889"/>
    <w:rsid w:val="00836C81"/>
    <w:rsid w:val="00836D01"/>
    <w:rsid w:val="00837B22"/>
    <w:rsid w:val="00837C08"/>
    <w:rsid w:val="0084010C"/>
    <w:rsid w:val="0084095C"/>
    <w:rsid w:val="008409CC"/>
    <w:rsid w:val="00840A1F"/>
    <w:rsid w:val="00841504"/>
    <w:rsid w:val="008415D9"/>
    <w:rsid w:val="00841666"/>
    <w:rsid w:val="00841933"/>
    <w:rsid w:val="00841989"/>
    <w:rsid w:val="00841D58"/>
    <w:rsid w:val="00841DE3"/>
    <w:rsid w:val="00841E6D"/>
    <w:rsid w:val="008422AE"/>
    <w:rsid w:val="008424BD"/>
    <w:rsid w:val="00842BC8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47C85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44F"/>
    <w:rsid w:val="008526C1"/>
    <w:rsid w:val="00852A01"/>
    <w:rsid w:val="00852CBA"/>
    <w:rsid w:val="00852D03"/>
    <w:rsid w:val="00852D8E"/>
    <w:rsid w:val="0085319C"/>
    <w:rsid w:val="00853371"/>
    <w:rsid w:val="008534C0"/>
    <w:rsid w:val="008535DB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57F4C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367"/>
    <w:rsid w:val="0086559B"/>
    <w:rsid w:val="00865923"/>
    <w:rsid w:val="008659D9"/>
    <w:rsid w:val="00866064"/>
    <w:rsid w:val="00866B52"/>
    <w:rsid w:val="0086708C"/>
    <w:rsid w:val="008676B7"/>
    <w:rsid w:val="0086779B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785"/>
    <w:rsid w:val="008839F7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29D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5C82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5A81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038"/>
    <w:rsid w:val="008C012E"/>
    <w:rsid w:val="008C01BB"/>
    <w:rsid w:val="008C0C6E"/>
    <w:rsid w:val="008C0E50"/>
    <w:rsid w:val="008C11EB"/>
    <w:rsid w:val="008C13B3"/>
    <w:rsid w:val="008C1511"/>
    <w:rsid w:val="008C16D9"/>
    <w:rsid w:val="008C17AB"/>
    <w:rsid w:val="008C192B"/>
    <w:rsid w:val="008C1A69"/>
    <w:rsid w:val="008C1AA8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6E0"/>
    <w:rsid w:val="008C6B02"/>
    <w:rsid w:val="008C72B6"/>
    <w:rsid w:val="008C773E"/>
    <w:rsid w:val="008C7747"/>
    <w:rsid w:val="008C77FB"/>
    <w:rsid w:val="008D0086"/>
    <w:rsid w:val="008D01A5"/>
    <w:rsid w:val="008D0479"/>
    <w:rsid w:val="008D04D1"/>
    <w:rsid w:val="008D064B"/>
    <w:rsid w:val="008D08F7"/>
    <w:rsid w:val="008D1097"/>
    <w:rsid w:val="008D13CC"/>
    <w:rsid w:val="008D1435"/>
    <w:rsid w:val="008D1437"/>
    <w:rsid w:val="008D1712"/>
    <w:rsid w:val="008D1B0C"/>
    <w:rsid w:val="008D1D53"/>
    <w:rsid w:val="008D1F7C"/>
    <w:rsid w:val="008D313A"/>
    <w:rsid w:val="008D3530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3DFA"/>
    <w:rsid w:val="008E5796"/>
    <w:rsid w:val="008E5934"/>
    <w:rsid w:val="008E5AE6"/>
    <w:rsid w:val="008E6435"/>
    <w:rsid w:val="008E64A8"/>
    <w:rsid w:val="008E669B"/>
    <w:rsid w:val="008E6A8A"/>
    <w:rsid w:val="008E6E8A"/>
    <w:rsid w:val="008E7F18"/>
    <w:rsid w:val="008F02AE"/>
    <w:rsid w:val="008F0697"/>
    <w:rsid w:val="008F0FE2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46C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1FE6"/>
    <w:rsid w:val="00902575"/>
    <w:rsid w:val="00902609"/>
    <w:rsid w:val="009028C9"/>
    <w:rsid w:val="0090297D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C8"/>
    <w:rsid w:val="009056F4"/>
    <w:rsid w:val="00905766"/>
    <w:rsid w:val="00905C14"/>
    <w:rsid w:val="00905D11"/>
    <w:rsid w:val="0090629D"/>
    <w:rsid w:val="00906C96"/>
    <w:rsid w:val="00906D50"/>
    <w:rsid w:val="00907A9D"/>
    <w:rsid w:val="00907B8D"/>
    <w:rsid w:val="00907E00"/>
    <w:rsid w:val="00910494"/>
    <w:rsid w:val="00910AEB"/>
    <w:rsid w:val="009113CA"/>
    <w:rsid w:val="00911D04"/>
    <w:rsid w:val="00911D96"/>
    <w:rsid w:val="00912342"/>
    <w:rsid w:val="00912401"/>
    <w:rsid w:val="00913111"/>
    <w:rsid w:val="00913168"/>
    <w:rsid w:val="009133D0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2A83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EBB"/>
    <w:rsid w:val="00934F0C"/>
    <w:rsid w:val="009353EC"/>
    <w:rsid w:val="009354A9"/>
    <w:rsid w:val="009357CF"/>
    <w:rsid w:val="00935891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2E2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3F69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AD2"/>
    <w:rsid w:val="00950D33"/>
    <w:rsid w:val="009510DC"/>
    <w:rsid w:val="0095144C"/>
    <w:rsid w:val="00951762"/>
    <w:rsid w:val="00951F82"/>
    <w:rsid w:val="0095308D"/>
    <w:rsid w:val="009540FF"/>
    <w:rsid w:val="009542BB"/>
    <w:rsid w:val="00954461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EC4"/>
    <w:rsid w:val="00957F2A"/>
    <w:rsid w:val="0096026A"/>
    <w:rsid w:val="00960863"/>
    <w:rsid w:val="00960B50"/>
    <w:rsid w:val="00960DCF"/>
    <w:rsid w:val="00961872"/>
    <w:rsid w:val="009619A3"/>
    <w:rsid w:val="00961CF6"/>
    <w:rsid w:val="00962179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6BBC"/>
    <w:rsid w:val="00967005"/>
    <w:rsid w:val="00967139"/>
    <w:rsid w:val="0096727C"/>
    <w:rsid w:val="009679A7"/>
    <w:rsid w:val="00967DDB"/>
    <w:rsid w:val="0097000B"/>
    <w:rsid w:val="00970018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6A61"/>
    <w:rsid w:val="00977271"/>
    <w:rsid w:val="009776EC"/>
    <w:rsid w:val="00977A6B"/>
    <w:rsid w:val="00977DDE"/>
    <w:rsid w:val="00977F14"/>
    <w:rsid w:val="0098017D"/>
    <w:rsid w:val="009801C2"/>
    <w:rsid w:val="0098056A"/>
    <w:rsid w:val="00980B44"/>
    <w:rsid w:val="00980F6D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41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8B5"/>
    <w:rsid w:val="00987BB6"/>
    <w:rsid w:val="0099062F"/>
    <w:rsid w:val="00990BEE"/>
    <w:rsid w:val="00990DAC"/>
    <w:rsid w:val="0099140F"/>
    <w:rsid w:val="009915BD"/>
    <w:rsid w:val="009919A7"/>
    <w:rsid w:val="00991AD0"/>
    <w:rsid w:val="00991F3F"/>
    <w:rsid w:val="00991F72"/>
    <w:rsid w:val="0099259A"/>
    <w:rsid w:val="009929AE"/>
    <w:rsid w:val="00992B6A"/>
    <w:rsid w:val="00993244"/>
    <w:rsid w:val="00993439"/>
    <w:rsid w:val="00993609"/>
    <w:rsid w:val="009936AB"/>
    <w:rsid w:val="00993DBF"/>
    <w:rsid w:val="00993DEF"/>
    <w:rsid w:val="00993DF9"/>
    <w:rsid w:val="00994196"/>
    <w:rsid w:val="009946B7"/>
    <w:rsid w:val="00994FBB"/>
    <w:rsid w:val="00995882"/>
    <w:rsid w:val="00995B80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2C0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EF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BE4"/>
    <w:rsid w:val="009B7463"/>
    <w:rsid w:val="009B7669"/>
    <w:rsid w:val="009B76EB"/>
    <w:rsid w:val="009B772F"/>
    <w:rsid w:val="009B7F92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472E"/>
    <w:rsid w:val="009C58EB"/>
    <w:rsid w:val="009C5D77"/>
    <w:rsid w:val="009C605C"/>
    <w:rsid w:val="009C676B"/>
    <w:rsid w:val="009C68AC"/>
    <w:rsid w:val="009C6E53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0C32"/>
    <w:rsid w:val="009D10F9"/>
    <w:rsid w:val="009D155E"/>
    <w:rsid w:val="009D191E"/>
    <w:rsid w:val="009D1C7F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544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0CCC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E5"/>
    <w:rsid w:val="009E6BF6"/>
    <w:rsid w:val="009E6CDB"/>
    <w:rsid w:val="009E7324"/>
    <w:rsid w:val="009E78F1"/>
    <w:rsid w:val="009E7B23"/>
    <w:rsid w:val="009F0DDC"/>
    <w:rsid w:val="009F14AD"/>
    <w:rsid w:val="009F17D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45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2E18"/>
    <w:rsid w:val="00A034C3"/>
    <w:rsid w:val="00A0362A"/>
    <w:rsid w:val="00A03A8C"/>
    <w:rsid w:val="00A03A96"/>
    <w:rsid w:val="00A03C00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2C16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0D"/>
    <w:rsid w:val="00A14F8B"/>
    <w:rsid w:val="00A15D65"/>
    <w:rsid w:val="00A15F1C"/>
    <w:rsid w:val="00A169BE"/>
    <w:rsid w:val="00A16A91"/>
    <w:rsid w:val="00A16B1D"/>
    <w:rsid w:val="00A17063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3D9A"/>
    <w:rsid w:val="00A244BB"/>
    <w:rsid w:val="00A24565"/>
    <w:rsid w:val="00A24CFA"/>
    <w:rsid w:val="00A2511D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343"/>
    <w:rsid w:val="00A304E9"/>
    <w:rsid w:val="00A30536"/>
    <w:rsid w:val="00A3057B"/>
    <w:rsid w:val="00A308B7"/>
    <w:rsid w:val="00A30924"/>
    <w:rsid w:val="00A30AD5"/>
    <w:rsid w:val="00A3164B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539"/>
    <w:rsid w:val="00A357F4"/>
    <w:rsid w:val="00A35FBF"/>
    <w:rsid w:val="00A36268"/>
    <w:rsid w:val="00A362EA"/>
    <w:rsid w:val="00A3648B"/>
    <w:rsid w:val="00A36551"/>
    <w:rsid w:val="00A36ACD"/>
    <w:rsid w:val="00A37EBD"/>
    <w:rsid w:val="00A4024F"/>
    <w:rsid w:val="00A4060A"/>
    <w:rsid w:val="00A4095D"/>
    <w:rsid w:val="00A40B0B"/>
    <w:rsid w:val="00A40CC5"/>
    <w:rsid w:val="00A40DC3"/>
    <w:rsid w:val="00A40E93"/>
    <w:rsid w:val="00A41219"/>
    <w:rsid w:val="00A412C8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636"/>
    <w:rsid w:val="00A43726"/>
    <w:rsid w:val="00A442BF"/>
    <w:rsid w:val="00A44441"/>
    <w:rsid w:val="00A44735"/>
    <w:rsid w:val="00A448FD"/>
    <w:rsid w:val="00A44A6C"/>
    <w:rsid w:val="00A44C04"/>
    <w:rsid w:val="00A44E02"/>
    <w:rsid w:val="00A45026"/>
    <w:rsid w:val="00A45186"/>
    <w:rsid w:val="00A45501"/>
    <w:rsid w:val="00A4563C"/>
    <w:rsid w:val="00A45AD1"/>
    <w:rsid w:val="00A45EF2"/>
    <w:rsid w:val="00A460BE"/>
    <w:rsid w:val="00A464D3"/>
    <w:rsid w:val="00A46676"/>
    <w:rsid w:val="00A4674F"/>
    <w:rsid w:val="00A467E1"/>
    <w:rsid w:val="00A46874"/>
    <w:rsid w:val="00A46AF9"/>
    <w:rsid w:val="00A46B85"/>
    <w:rsid w:val="00A46D1E"/>
    <w:rsid w:val="00A4725B"/>
    <w:rsid w:val="00A4771A"/>
    <w:rsid w:val="00A47762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234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6FC1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8A7"/>
    <w:rsid w:val="00A62BA7"/>
    <w:rsid w:val="00A6327D"/>
    <w:rsid w:val="00A63400"/>
    <w:rsid w:val="00A634D2"/>
    <w:rsid w:val="00A63B0B"/>
    <w:rsid w:val="00A63E96"/>
    <w:rsid w:val="00A6401D"/>
    <w:rsid w:val="00A64498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67EC2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5EFC"/>
    <w:rsid w:val="00A760C7"/>
    <w:rsid w:val="00A76229"/>
    <w:rsid w:val="00A763C1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1EBE"/>
    <w:rsid w:val="00A821F2"/>
    <w:rsid w:val="00A8226B"/>
    <w:rsid w:val="00A82715"/>
    <w:rsid w:val="00A82871"/>
    <w:rsid w:val="00A82CCB"/>
    <w:rsid w:val="00A83033"/>
    <w:rsid w:val="00A83216"/>
    <w:rsid w:val="00A83959"/>
    <w:rsid w:val="00A83985"/>
    <w:rsid w:val="00A841C2"/>
    <w:rsid w:val="00A842FC"/>
    <w:rsid w:val="00A8435E"/>
    <w:rsid w:val="00A84804"/>
    <w:rsid w:val="00A84939"/>
    <w:rsid w:val="00A84F37"/>
    <w:rsid w:val="00A84F8C"/>
    <w:rsid w:val="00A8517E"/>
    <w:rsid w:val="00A858E5"/>
    <w:rsid w:val="00A85B03"/>
    <w:rsid w:val="00A8614E"/>
    <w:rsid w:val="00A86B27"/>
    <w:rsid w:val="00A86F43"/>
    <w:rsid w:val="00A87124"/>
    <w:rsid w:val="00A872B8"/>
    <w:rsid w:val="00A873C0"/>
    <w:rsid w:val="00A87563"/>
    <w:rsid w:val="00A87833"/>
    <w:rsid w:val="00A900EB"/>
    <w:rsid w:val="00A903CD"/>
    <w:rsid w:val="00A9085C"/>
    <w:rsid w:val="00A909A1"/>
    <w:rsid w:val="00A90E99"/>
    <w:rsid w:val="00A9119D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C9D"/>
    <w:rsid w:val="00A96E7F"/>
    <w:rsid w:val="00A97144"/>
    <w:rsid w:val="00A9740C"/>
    <w:rsid w:val="00A97839"/>
    <w:rsid w:val="00A97D1B"/>
    <w:rsid w:val="00A97FFD"/>
    <w:rsid w:val="00AA01BE"/>
    <w:rsid w:val="00AA044E"/>
    <w:rsid w:val="00AA0884"/>
    <w:rsid w:val="00AA1120"/>
    <w:rsid w:val="00AA161C"/>
    <w:rsid w:val="00AA1A3F"/>
    <w:rsid w:val="00AA2175"/>
    <w:rsid w:val="00AA22A2"/>
    <w:rsid w:val="00AA23BE"/>
    <w:rsid w:val="00AA27F1"/>
    <w:rsid w:val="00AA2901"/>
    <w:rsid w:val="00AA2A53"/>
    <w:rsid w:val="00AA2B29"/>
    <w:rsid w:val="00AA2C31"/>
    <w:rsid w:val="00AA2EA0"/>
    <w:rsid w:val="00AA3323"/>
    <w:rsid w:val="00AA33E5"/>
    <w:rsid w:val="00AA398D"/>
    <w:rsid w:val="00AA4256"/>
    <w:rsid w:val="00AA4BAC"/>
    <w:rsid w:val="00AA5333"/>
    <w:rsid w:val="00AA5344"/>
    <w:rsid w:val="00AA5BA3"/>
    <w:rsid w:val="00AA62C8"/>
    <w:rsid w:val="00AA668B"/>
    <w:rsid w:val="00AA6D26"/>
    <w:rsid w:val="00AA6DEA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C7A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3FC6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04F"/>
    <w:rsid w:val="00AD1848"/>
    <w:rsid w:val="00AD1A3B"/>
    <w:rsid w:val="00AD1B9E"/>
    <w:rsid w:val="00AD239E"/>
    <w:rsid w:val="00AD2753"/>
    <w:rsid w:val="00AD2B65"/>
    <w:rsid w:val="00AD2D9D"/>
    <w:rsid w:val="00AD2FEF"/>
    <w:rsid w:val="00AD30B2"/>
    <w:rsid w:val="00AD336B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69CF"/>
    <w:rsid w:val="00AE71FF"/>
    <w:rsid w:val="00AE79F8"/>
    <w:rsid w:val="00AF093F"/>
    <w:rsid w:val="00AF09B9"/>
    <w:rsid w:val="00AF0D21"/>
    <w:rsid w:val="00AF14C7"/>
    <w:rsid w:val="00AF1635"/>
    <w:rsid w:val="00AF2A54"/>
    <w:rsid w:val="00AF30B9"/>
    <w:rsid w:val="00AF315C"/>
    <w:rsid w:val="00AF31BC"/>
    <w:rsid w:val="00AF36F0"/>
    <w:rsid w:val="00AF3907"/>
    <w:rsid w:val="00AF399F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8A1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BCC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5D4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071B"/>
    <w:rsid w:val="00B111A5"/>
    <w:rsid w:val="00B1198B"/>
    <w:rsid w:val="00B11AB7"/>
    <w:rsid w:val="00B11E40"/>
    <w:rsid w:val="00B11E70"/>
    <w:rsid w:val="00B11FFC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2AE"/>
    <w:rsid w:val="00B147DC"/>
    <w:rsid w:val="00B14824"/>
    <w:rsid w:val="00B149D2"/>
    <w:rsid w:val="00B14C17"/>
    <w:rsid w:val="00B14CF0"/>
    <w:rsid w:val="00B14E4B"/>
    <w:rsid w:val="00B14EC2"/>
    <w:rsid w:val="00B1538D"/>
    <w:rsid w:val="00B15902"/>
    <w:rsid w:val="00B15E69"/>
    <w:rsid w:val="00B16108"/>
    <w:rsid w:val="00B16477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09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4D7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A61"/>
    <w:rsid w:val="00B36C08"/>
    <w:rsid w:val="00B36E7B"/>
    <w:rsid w:val="00B36E9A"/>
    <w:rsid w:val="00B37338"/>
    <w:rsid w:val="00B37445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C96"/>
    <w:rsid w:val="00B46D2B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631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0D7E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A93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1D1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5E74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1FCF"/>
    <w:rsid w:val="00B92752"/>
    <w:rsid w:val="00B9303A"/>
    <w:rsid w:val="00B93650"/>
    <w:rsid w:val="00B9371E"/>
    <w:rsid w:val="00B93AC8"/>
    <w:rsid w:val="00B93C64"/>
    <w:rsid w:val="00B93F21"/>
    <w:rsid w:val="00B94162"/>
    <w:rsid w:val="00B95086"/>
    <w:rsid w:val="00B95179"/>
    <w:rsid w:val="00B9586B"/>
    <w:rsid w:val="00B95935"/>
    <w:rsid w:val="00B95956"/>
    <w:rsid w:val="00B95F6F"/>
    <w:rsid w:val="00B9615E"/>
    <w:rsid w:val="00B9660F"/>
    <w:rsid w:val="00B97209"/>
    <w:rsid w:val="00B973A5"/>
    <w:rsid w:val="00B9778A"/>
    <w:rsid w:val="00B97F9E"/>
    <w:rsid w:val="00BA0290"/>
    <w:rsid w:val="00BA0330"/>
    <w:rsid w:val="00BA04D3"/>
    <w:rsid w:val="00BA066A"/>
    <w:rsid w:val="00BA0726"/>
    <w:rsid w:val="00BA078B"/>
    <w:rsid w:val="00BA08CD"/>
    <w:rsid w:val="00BA0C69"/>
    <w:rsid w:val="00BA0EA5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264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1F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930"/>
    <w:rsid w:val="00BC2C67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53B"/>
    <w:rsid w:val="00BC6C1F"/>
    <w:rsid w:val="00BC736F"/>
    <w:rsid w:val="00BC7547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41C3"/>
    <w:rsid w:val="00BD5132"/>
    <w:rsid w:val="00BD5B7E"/>
    <w:rsid w:val="00BD5E2C"/>
    <w:rsid w:val="00BD6012"/>
    <w:rsid w:val="00BD613C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56F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1DE9"/>
    <w:rsid w:val="00BF224A"/>
    <w:rsid w:val="00BF2848"/>
    <w:rsid w:val="00BF2952"/>
    <w:rsid w:val="00BF2ADA"/>
    <w:rsid w:val="00BF2ECF"/>
    <w:rsid w:val="00BF39FF"/>
    <w:rsid w:val="00BF44FE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0525"/>
    <w:rsid w:val="00C00A1D"/>
    <w:rsid w:val="00C00DA9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8E"/>
    <w:rsid w:val="00C072ED"/>
    <w:rsid w:val="00C073FE"/>
    <w:rsid w:val="00C0774B"/>
    <w:rsid w:val="00C07A23"/>
    <w:rsid w:val="00C07B9A"/>
    <w:rsid w:val="00C07C10"/>
    <w:rsid w:val="00C07D30"/>
    <w:rsid w:val="00C07DA7"/>
    <w:rsid w:val="00C07DAB"/>
    <w:rsid w:val="00C1050B"/>
    <w:rsid w:val="00C10530"/>
    <w:rsid w:val="00C105D1"/>
    <w:rsid w:val="00C10785"/>
    <w:rsid w:val="00C10936"/>
    <w:rsid w:val="00C10BDC"/>
    <w:rsid w:val="00C10CF3"/>
    <w:rsid w:val="00C10D06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294"/>
    <w:rsid w:val="00C15323"/>
    <w:rsid w:val="00C158CE"/>
    <w:rsid w:val="00C15DD4"/>
    <w:rsid w:val="00C16764"/>
    <w:rsid w:val="00C168E3"/>
    <w:rsid w:val="00C16AC6"/>
    <w:rsid w:val="00C176C7"/>
    <w:rsid w:val="00C2024F"/>
    <w:rsid w:val="00C2030C"/>
    <w:rsid w:val="00C2031E"/>
    <w:rsid w:val="00C205A6"/>
    <w:rsid w:val="00C20AF3"/>
    <w:rsid w:val="00C211CF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A7E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8A7"/>
    <w:rsid w:val="00C31CB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B4"/>
    <w:rsid w:val="00C40FCF"/>
    <w:rsid w:val="00C4100A"/>
    <w:rsid w:val="00C410BC"/>
    <w:rsid w:val="00C411A2"/>
    <w:rsid w:val="00C414EF"/>
    <w:rsid w:val="00C41801"/>
    <w:rsid w:val="00C41A93"/>
    <w:rsid w:val="00C41B37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9F0"/>
    <w:rsid w:val="00C44AA9"/>
    <w:rsid w:val="00C44BDF"/>
    <w:rsid w:val="00C456FC"/>
    <w:rsid w:val="00C457BF"/>
    <w:rsid w:val="00C45A92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B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C89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6C2"/>
    <w:rsid w:val="00C65702"/>
    <w:rsid w:val="00C6598E"/>
    <w:rsid w:val="00C65C8F"/>
    <w:rsid w:val="00C65D15"/>
    <w:rsid w:val="00C65EDC"/>
    <w:rsid w:val="00C661E6"/>
    <w:rsid w:val="00C661F7"/>
    <w:rsid w:val="00C66319"/>
    <w:rsid w:val="00C667FA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8DD"/>
    <w:rsid w:val="00C67CDB"/>
    <w:rsid w:val="00C67EA8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6B4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B2D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3A7"/>
    <w:rsid w:val="00CA0436"/>
    <w:rsid w:val="00CA0626"/>
    <w:rsid w:val="00CA0C10"/>
    <w:rsid w:val="00CA11B3"/>
    <w:rsid w:val="00CA15FF"/>
    <w:rsid w:val="00CA1C66"/>
    <w:rsid w:val="00CA1D47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4AA"/>
    <w:rsid w:val="00CA7720"/>
    <w:rsid w:val="00CA791C"/>
    <w:rsid w:val="00CA7C13"/>
    <w:rsid w:val="00CA7EE4"/>
    <w:rsid w:val="00CA7FFB"/>
    <w:rsid w:val="00CB05CA"/>
    <w:rsid w:val="00CB09B9"/>
    <w:rsid w:val="00CB0EA0"/>
    <w:rsid w:val="00CB2898"/>
    <w:rsid w:val="00CB28B9"/>
    <w:rsid w:val="00CB2AD0"/>
    <w:rsid w:val="00CB2F2B"/>
    <w:rsid w:val="00CB3134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0DC"/>
    <w:rsid w:val="00CB749E"/>
    <w:rsid w:val="00CB76D2"/>
    <w:rsid w:val="00CB7D31"/>
    <w:rsid w:val="00CB7FFC"/>
    <w:rsid w:val="00CC0089"/>
    <w:rsid w:val="00CC0628"/>
    <w:rsid w:val="00CC068A"/>
    <w:rsid w:val="00CC0810"/>
    <w:rsid w:val="00CC083A"/>
    <w:rsid w:val="00CC0A1E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563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6CB"/>
    <w:rsid w:val="00CD471B"/>
    <w:rsid w:val="00CD4C32"/>
    <w:rsid w:val="00CD4C63"/>
    <w:rsid w:val="00CD573D"/>
    <w:rsid w:val="00CD5B47"/>
    <w:rsid w:val="00CD61F6"/>
    <w:rsid w:val="00CD63D3"/>
    <w:rsid w:val="00CD67A8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423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6FC7"/>
    <w:rsid w:val="00CE73BB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AA0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1EA"/>
    <w:rsid w:val="00D06713"/>
    <w:rsid w:val="00D06B7F"/>
    <w:rsid w:val="00D07588"/>
    <w:rsid w:val="00D07819"/>
    <w:rsid w:val="00D07E3F"/>
    <w:rsid w:val="00D10803"/>
    <w:rsid w:val="00D10B39"/>
    <w:rsid w:val="00D114C2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3E67"/>
    <w:rsid w:val="00D25124"/>
    <w:rsid w:val="00D2564B"/>
    <w:rsid w:val="00D257C0"/>
    <w:rsid w:val="00D263E0"/>
    <w:rsid w:val="00D266CC"/>
    <w:rsid w:val="00D268AD"/>
    <w:rsid w:val="00D26B08"/>
    <w:rsid w:val="00D2708C"/>
    <w:rsid w:val="00D273F0"/>
    <w:rsid w:val="00D2782A"/>
    <w:rsid w:val="00D30021"/>
    <w:rsid w:val="00D30426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CD6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29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3A1D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2CBE"/>
    <w:rsid w:val="00D537DE"/>
    <w:rsid w:val="00D5442C"/>
    <w:rsid w:val="00D54EBB"/>
    <w:rsid w:val="00D5521E"/>
    <w:rsid w:val="00D5547C"/>
    <w:rsid w:val="00D556BD"/>
    <w:rsid w:val="00D55A0F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4BC3"/>
    <w:rsid w:val="00D65067"/>
    <w:rsid w:val="00D653AF"/>
    <w:rsid w:val="00D657B9"/>
    <w:rsid w:val="00D660B3"/>
    <w:rsid w:val="00D6625D"/>
    <w:rsid w:val="00D662F1"/>
    <w:rsid w:val="00D66C12"/>
    <w:rsid w:val="00D66E5F"/>
    <w:rsid w:val="00D67649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455"/>
    <w:rsid w:val="00D72AEA"/>
    <w:rsid w:val="00D72FF0"/>
    <w:rsid w:val="00D735B4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1816"/>
    <w:rsid w:val="00D8202A"/>
    <w:rsid w:val="00D8258E"/>
    <w:rsid w:val="00D826D8"/>
    <w:rsid w:val="00D82DEC"/>
    <w:rsid w:val="00D83251"/>
    <w:rsid w:val="00D83BAB"/>
    <w:rsid w:val="00D841AD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237"/>
    <w:rsid w:val="00D92559"/>
    <w:rsid w:val="00D928AE"/>
    <w:rsid w:val="00D92CC1"/>
    <w:rsid w:val="00D92F1D"/>
    <w:rsid w:val="00D92F90"/>
    <w:rsid w:val="00D92FEB"/>
    <w:rsid w:val="00D9314F"/>
    <w:rsid w:val="00D9339F"/>
    <w:rsid w:val="00D938E7"/>
    <w:rsid w:val="00D93D9D"/>
    <w:rsid w:val="00D93F59"/>
    <w:rsid w:val="00D93FEB"/>
    <w:rsid w:val="00D93FFE"/>
    <w:rsid w:val="00D94180"/>
    <w:rsid w:val="00D9488E"/>
    <w:rsid w:val="00D94D18"/>
    <w:rsid w:val="00D9544B"/>
    <w:rsid w:val="00D955EB"/>
    <w:rsid w:val="00D95670"/>
    <w:rsid w:val="00D95B81"/>
    <w:rsid w:val="00D95C25"/>
    <w:rsid w:val="00D95F88"/>
    <w:rsid w:val="00D9628A"/>
    <w:rsid w:val="00D96B06"/>
    <w:rsid w:val="00D973CC"/>
    <w:rsid w:val="00D97CB3"/>
    <w:rsid w:val="00DA08A5"/>
    <w:rsid w:val="00DA0AFA"/>
    <w:rsid w:val="00DA0F2E"/>
    <w:rsid w:val="00DA11FD"/>
    <w:rsid w:val="00DA1D72"/>
    <w:rsid w:val="00DA1E7E"/>
    <w:rsid w:val="00DA319C"/>
    <w:rsid w:val="00DA3B8E"/>
    <w:rsid w:val="00DA3F15"/>
    <w:rsid w:val="00DA441C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1AD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352"/>
    <w:rsid w:val="00DB2A5D"/>
    <w:rsid w:val="00DB2AEB"/>
    <w:rsid w:val="00DB31E7"/>
    <w:rsid w:val="00DB373D"/>
    <w:rsid w:val="00DB3BF3"/>
    <w:rsid w:val="00DB3DCB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1D0"/>
    <w:rsid w:val="00DB737A"/>
    <w:rsid w:val="00DB7632"/>
    <w:rsid w:val="00DB7920"/>
    <w:rsid w:val="00DB7BF6"/>
    <w:rsid w:val="00DB7DDE"/>
    <w:rsid w:val="00DC000A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2967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BA5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4EDD"/>
    <w:rsid w:val="00DC54E3"/>
    <w:rsid w:val="00DC5FA1"/>
    <w:rsid w:val="00DC68D5"/>
    <w:rsid w:val="00DC6EDE"/>
    <w:rsid w:val="00DC7188"/>
    <w:rsid w:val="00DC751B"/>
    <w:rsid w:val="00DC7677"/>
    <w:rsid w:val="00DC7993"/>
    <w:rsid w:val="00DC7A74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46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3F3D"/>
    <w:rsid w:val="00DE40FE"/>
    <w:rsid w:val="00DE44C6"/>
    <w:rsid w:val="00DE4794"/>
    <w:rsid w:val="00DE4AD2"/>
    <w:rsid w:val="00DE5099"/>
    <w:rsid w:val="00DE5455"/>
    <w:rsid w:val="00DE5FF6"/>
    <w:rsid w:val="00DE6151"/>
    <w:rsid w:val="00DE6205"/>
    <w:rsid w:val="00DE64E6"/>
    <w:rsid w:val="00DE66A7"/>
    <w:rsid w:val="00DE69AB"/>
    <w:rsid w:val="00DE6CAE"/>
    <w:rsid w:val="00DE7AD6"/>
    <w:rsid w:val="00DE7ADF"/>
    <w:rsid w:val="00DE7C44"/>
    <w:rsid w:val="00DE7CDB"/>
    <w:rsid w:val="00DE7CEB"/>
    <w:rsid w:val="00DE7E30"/>
    <w:rsid w:val="00DF0093"/>
    <w:rsid w:val="00DF029B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1A9"/>
    <w:rsid w:val="00E0121D"/>
    <w:rsid w:val="00E013DE"/>
    <w:rsid w:val="00E017E1"/>
    <w:rsid w:val="00E01875"/>
    <w:rsid w:val="00E01E30"/>
    <w:rsid w:val="00E02CE7"/>
    <w:rsid w:val="00E031D0"/>
    <w:rsid w:val="00E0355A"/>
    <w:rsid w:val="00E03B90"/>
    <w:rsid w:val="00E03BB5"/>
    <w:rsid w:val="00E03DEC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5EBA"/>
    <w:rsid w:val="00E060E0"/>
    <w:rsid w:val="00E060E7"/>
    <w:rsid w:val="00E066FA"/>
    <w:rsid w:val="00E06C27"/>
    <w:rsid w:val="00E06D10"/>
    <w:rsid w:val="00E07119"/>
    <w:rsid w:val="00E072B6"/>
    <w:rsid w:val="00E07381"/>
    <w:rsid w:val="00E077B9"/>
    <w:rsid w:val="00E101FA"/>
    <w:rsid w:val="00E10215"/>
    <w:rsid w:val="00E102FA"/>
    <w:rsid w:val="00E107B9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832"/>
    <w:rsid w:val="00E27A6C"/>
    <w:rsid w:val="00E3001D"/>
    <w:rsid w:val="00E3025D"/>
    <w:rsid w:val="00E30507"/>
    <w:rsid w:val="00E30BB1"/>
    <w:rsid w:val="00E3274F"/>
    <w:rsid w:val="00E327BB"/>
    <w:rsid w:val="00E327DF"/>
    <w:rsid w:val="00E32F9B"/>
    <w:rsid w:val="00E3303B"/>
    <w:rsid w:val="00E33056"/>
    <w:rsid w:val="00E33215"/>
    <w:rsid w:val="00E332BA"/>
    <w:rsid w:val="00E3334E"/>
    <w:rsid w:val="00E333EB"/>
    <w:rsid w:val="00E344ED"/>
    <w:rsid w:val="00E34A74"/>
    <w:rsid w:val="00E34A9C"/>
    <w:rsid w:val="00E34B01"/>
    <w:rsid w:val="00E34C26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4F08"/>
    <w:rsid w:val="00E44F4F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18BB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834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4F6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0A6C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B90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8FF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3FA"/>
    <w:rsid w:val="00EA272F"/>
    <w:rsid w:val="00EA3042"/>
    <w:rsid w:val="00EA3506"/>
    <w:rsid w:val="00EA3AAF"/>
    <w:rsid w:val="00EA3DB5"/>
    <w:rsid w:val="00EA53D8"/>
    <w:rsid w:val="00EA590B"/>
    <w:rsid w:val="00EA5C30"/>
    <w:rsid w:val="00EA6A56"/>
    <w:rsid w:val="00EA6CD1"/>
    <w:rsid w:val="00EA6EF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6E79"/>
    <w:rsid w:val="00EB71EE"/>
    <w:rsid w:val="00EB7975"/>
    <w:rsid w:val="00EB7C7A"/>
    <w:rsid w:val="00EC0F86"/>
    <w:rsid w:val="00EC1099"/>
    <w:rsid w:val="00EC1303"/>
    <w:rsid w:val="00EC1AC3"/>
    <w:rsid w:val="00EC1E5F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3E5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B94"/>
    <w:rsid w:val="00ED0F28"/>
    <w:rsid w:val="00ED1A1D"/>
    <w:rsid w:val="00ED1E08"/>
    <w:rsid w:val="00ED203B"/>
    <w:rsid w:val="00ED21B6"/>
    <w:rsid w:val="00ED2844"/>
    <w:rsid w:val="00ED2908"/>
    <w:rsid w:val="00ED2AB7"/>
    <w:rsid w:val="00ED302D"/>
    <w:rsid w:val="00ED3485"/>
    <w:rsid w:val="00ED38AF"/>
    <w:rsid w:val="00ED42C9"/>
    <w:rsid w:val="00ED4820"/>
    <w:rsid w:val="00ED4C67"/>
    <w:rsid w:val="00ED55E9"/>
    <w:rsid w:val="00ED5672"/>
    <w:rsid w:val="00ED5D38"/>
    <w:rsid w:val="00ED6737"/>
    <w:rsid w:val="00ED6800"/>
    <w:rsid w:val="00ED6FC6"/>
    <w:rsid w:val="00ED702C"/>
    <w:rsid w:val="00ED734C"/>
    <w:rsid w:val="00ED7573"/>
    <w:rsid w:val="00ED7D2D"/>
    <w:rsid w:val="00EE008B"/>
    <w:rsid w:val="00EE0464"/>
    <w:rsid w:val="00EE0B23"/>
    <w:rsid w:val="00EE0B6D"/>
    <w:rsid w:val="00EE1542"/>
    <w:rsid w:val="00EE16B0"/>
    <w:rsid w:val="00EE184C"/>
    <w:rsid w:val="00EE1B7A"/>
    <w:rsid w:val="00EE1C1D"/>
    <w:rsid w:val="00EE1DB0"/>
    <w:rsid w:val="00EE20A0"/>
    <w:rsid w:val="00EE22C6"/>
    <w:rsid w:val="00EE230C"/>
    <w:rsid w:val="00EE2A54"/>
    <w:rsid w:val="00EE308A"/>
    <w:rsid w:val="00EE314F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5F78"/>
    <w:rsid w:val="00EE615E"/>
    <w:rsid w:val="00EE65D1"/>
    <w:rsid w:val="00EE696D"/>
    <w:rsid w:val="00EE6AA4"/>
    <w:rsid w:val="00EE6BF2"/>
    <w:rsid w:val="00EE7293"/>
    <w:rsid w:val="00EE776B"/>
    <w:rsid w:val="00EE7BEA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2FB5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BB4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495"/>
    <w:rsid w:val="00F03538"/>
    <w:rsid w:val="00F03ABA"/>
    <w:rsid w:val="00F045CB"/>
    <w:rsid w:val="00F04924"/>
    <w:rsid w:val="00F049C6"/>
    <w:rsid w:val="00F0521B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3CB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7B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07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BA4"/>
    <w:rsid w:val="00F34EE8"/>
    <w:rsid w:val="00F35008"/>
    <w:rsid w:val="00F3519C"/>
    <w:rsid w:val="00F352D8"/>
    <w:rsid w:val="00F35529"/>
    <w:rsid w:val="00F35606"/>
    <w:rsid w:val="00F36623"/>
    <w:rsid w:val="00F36FDB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5DA6"/>
    <w:rsid w:val="00F46197"/>
    <w:rsid w:val="00F4632B"/>
    <w:rsid w:val="00F4679E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271"/>
    <w:rsid w:val="00F56D26"/>
    <w:rsid w:val="00F57438"/>
    <w:rsid w:val="00F57914"/>
    <w:rsid w:val="00F57B59"/>
    <w:rsid w:val="00F60140"/>
    <w:rsid w:val="00F60377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683"/>
    <w:rsid w:val="00F6473E"/>
    <w:rsid w:val="00F64F51"/>
    <w:rsid w:val="00F650CE"/>
    <w:rsid w:val="00F6661D"/>
    <w:rsid w:val="00F66B02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49AC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2F37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180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599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B0792"/>
    <w:rsid w:val="00FB090D"/>
    <w:rsid w:val="00FB09E9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DCC"/>
    <w:rsid w:val="00FB5E9D"/>
    <w:rsid w:val="00FB6021"/>
    <w:rsid w:val="00FB6180"/>
    <w:rsid w:val="00FB62E5"/>
    <w:rsid w:val="00FB6A1C"/>
    <w:rsid w:val="00FB6D33"/>
    <w:rsid w:val="00FB6D9B"/>
    <w:rsid w:val="00FB6EFA"/>
    <w:rsid w:val="00FB7166"/>
    <w:rsid w:val="00FB72C7"/>
    <w:rsid w:val="00FB7370"/>
    <w:rsid w:val="00FB73DD"/>
    <w:rsid w:val="00FB74DE"/>
    <w:rsid w:val="00FB77DF"/>
    <w:rsid w:val="00FC00C1"/>
    <w:rsid w:val="00FC01A1"/>
    <w:rsid w:val="00FC0624"/>
    <w:rsid w:val="00FC09BC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34A"/>
    <w:rsid w:val="00FC2572"/>
    <w:rsid w:val="00FC267D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0A60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16A"/>
    <w:rsid w:val="00FD7456"/>
    <w:rsid w:val="00FD78A4"/>
    <w:rsid w:val="00FD79FC"/>
    <w:rsid w:val="00FD7C77"/>
    <w:rsid w:val="00FE0389"/>
    <w:rsid w:val="00FE0791"/>
    <w:rsid w:val="00FE0EC3"/>
    <w:rsid w:val="00FE10B3"/>
    <w:rsid w:val="00FE14DE"/>
    <w:rsid w:val="00FE1BF9"/>
    <w:rsid w:val="00FE1C1E"/>
    <w:rsid w:val="00FE2134"/>
    <w:rsid w:val="00FE222A"/>
    <w:rsid w:val="00FE2B23"/>
    <w:rsid w:val="00FE30A1"/>
    <w:rsid w:val="00FE3145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4D23"/>
    <w:rsid w:val="00FF5357"/>
    <w:rsid w:val="00FF55B4"/>
    <w:rsid w:val="00FF584B"/>
    <w:rsid w:val="00FF58E5"/>
    <w:rsid w:val="00FF5C4E"/>
    <w:rsid w:val="00FF5D22"/>
    <w:rsid w:val="00FF5D2B"/>
    <w:rsid w:val="00FF5E75"/>
    <w:rsid w:val="00FF6071"/>
    <w:rsid w:val="00FF663E"/>
    <w:rsid w:val="00FF685D"/>
    <w:rsid w:val="00FF6A0F"/>
    <w:rsid w:val="00FF6A10"/>
    <w:rsid w:val="00FF6E2E"/>
    <w:rsid w:val="00FF7154"/>
    <w:rsid w:val="00FF71EE"/>
    <w:rsid w:val="00FF737E"/>
    <w:rsid w:val="00FF748B"/>
    <w:rsid w:val="00FF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73F"/>
    <w:rPr>
      <w:sz w:val="28"/>
      <w:szCs w:val="28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FootnoteReference">
    <w:name w:val="footnote reference"/>
    <w:basedOn w:val="DefaultParagraphFont"/>
    <w:uiPriority w:val="99"/>
    <w:semiHidden/>
    <w:rsid w:val="00C2573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17B72"/>
    <w:rPr>
      <w:rFonts w:cs="Times New Roman"/>
      <w:sz w:val="20"/>
      <w:szCs w:val="20"/>
      <w:lang w:val="uk-UA"/>
    </w:rPr>
  </w:style>
  <w:style w:type="paragraph" w:styleId="BodyText">
    <w:name w:val="Body Text"/>
    <w:basedOn w:val="Normal"/>
    <w:link w:val="BodyTextChar"/>
    <w:uiPriority w:val="99"/>
    <w:rsid w:val="00C2573F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Header">
    <w:name w:val="header"/>
    <w:basedOn w:val="Normal"/>
    <w:link w:val="HeaderChar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character" w:styleId="PageNumber">
    <w:name w:val="page number"/>
    <w:basedOn w:val="DefaultParagraphFont"/>
    <w:uiPriority w:val="99"/>
    <w:rsid w:val="00C2573F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C2573F"/>
    <w:pPr>
      <w:ind w:firstLine="72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BodyText2">
    <w:name w:val="Body Text 2"/>
    <w:basedOn w:val="Normal"/>
    <w:link w:val="BodyText2Char"/>
    <w:uiPriority w:val="99"/>
    <w:rsid w:val="00631A9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customStyle="1" w:styleId="a">
    <w:name w:val="Знак Знак Знак Знак"/>
    <w:basedOn w:val="Normal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">
    <w:name w:val="Знак Знак Знак Знак1"/>
    <w:basedOn w:val="Normal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Стиль1"/>
    <w:basedOn w:val="Normal"/>
    <w:uiPriority w:val="99"/>
    <w:rsid w:val="003A1431"/>
    <w:pPr>
      <w:jc w:val="both"/>
    </w:pPr>
  </w:style>
  <w:style w:type="paragraph" w:styleId="Footer">
    <w:name w:val="footer"/>
    <w:basedOn w:val="Normal"/>
    <w:link w:val="FooterChar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17B72"/>
    <w:rPr>
      <w:rFonts w:cs="Times New Roman"/>
      <w:sz w:val="28"/>
      <w:szCs w:val="28"/>
      <w:lang w:val="uk-UA"/>
    </w:rPr>
  </w:style>
  <w:style w:type="paragraph" w:styleId="BodyTextIndent3">
    <w:name w:val="Body Text Indent 3"/>
    <w:basedOn w:val="Normal"/>
    <w:link w:val="BodyTextIndent3Char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077472"/>
    <w:rPr>
      <w:rFonts w:cs="Times New Roman"/>
      <w:sz w:val="16"/>
      <w:szCs w:val="1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7B72"/>
    <w:rPr>
      <w:rFonts w:cs="Times New Roman"/>
      <w:sz w:val="2"/>
      <w:szCs w:val="2"/>
      <w:lang w:val="uk-UA"/>
    </w:rPr>
  </w:style>
  <w:style w:type="table" w:styleId="TableGrid">
    <w:name w:val="Table Grid"/>
    <w:basedOn w:val="TableNormal"/>
    <w:uiPriority w:val="99"/>
    <w:rsid w:val="00421DF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 Знак Знак2"/>
    <w:basedOn w:val="Normal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DefaultParagraphFont"/>
    <w:uiPriority w:val="99"/>
    <w:rsid w:val="00FF3B6D"/>
    <w:rPr>
      <w:rFonts w:cs="Times New Roman"/>
    </w:rPr>
  </w:style>
  <w:style w:type="paragraph" w:styleId="Subtitle">
    <w:name w:val="Subtitle"/>
    <w:basedOn w:val="Normal"/>
    <w:link w:val="SubtitleChar"/>
    <w:uiPriority w:val="99"/>
    <w:qFormat/>
    <w:rsid w:val="00B71EA0"/>
    <w:pPr>
      <w:jc w:val="center"/>
    </w:pPr>
    <w:rPr>
      <w:b/>
      <w:b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0">
    <w:name w:val="Стиль"/>
    <w:basedOn w:val="Normal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1">
    <w:name w:val="Знак Знак"/>
    <w:basedOn w:val="Normal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1"/>
    <w:basedOn w:val="Normal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72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4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3</Pages>
  <Words>1027</Words>
  <Characters>5855</Characters>
  <Application>Microsoft Office Outlook</Application>
  <DocSecurity>0</DocSecurity>
  <Lines>0</Lines>
  <Paragraphs>0</Paragraphs>
  <ScaleCrop>false</ScaleCrop>
  <Company>XTreme.ws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Tonya</cp:lastModifiedBy>
  <cp:revision>6</cp:revision>
  <cp:lastPrinted>2020-02-21T14:10:00Z</cp:lastPrinted>
  <dcterms:created xsi:type="dcterms:W3CDTF">2020-02-19T17:03:00Z</dcterms:created>
  <dcterms:modified xsi:type="dcterms:W3CDTF">2020-02-24T08:20:00Z</dcterms:modified>
</cp:coreProperties>
</file>