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8A4" w:rsidRDefault="000C58A4" w:rsidP="0087576D">
      <w:pPr>
        <w:tabs>
          <w:tab w:val="left" w:pos="720"/>
        </w:tabs>
        <w:autoSpaceDE w:val="0"/>
        <w:autoSpaceDN w:val="0"/>
        <w:adjustRightInd w:val="0"/>
        <w:jc w:val="center"/>
      </w:pPr>
    </w:p>
    <w:p w:rsidR="000C58A4" w:rsidRPr="00055A1D" w:rsidRDefault="000C58A4" w:rsidP="0087576D">
      <w:pPr>
        <w:tabs>
          <w:tab w:val="left" w:pos="720"/>
        </w:tabs>
        <w:autoSpaceDE w:val="0"/>
        <w:autoSpaceDN w:val="0"/>
        <w:adjustRightInd w:val="0"/>
        <w:jc w:val="center"/>
      </w:pPr>
      <w:r w:rsidRPr="001A1B74">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25pt;height:52.5pt;visibility:visible">
            <v:imagedata r:id="rId7" o:title=""/>
          </v:shape>
        </w:pict>
      </w:r>
    </w:p>
    <w:p w:rsidR="000C58A4" w:rsidRPr="00055A1D" w:rsidRDefault="000C58A4">
      <w:pPr>
        <w:jc w:val="center"/>
        <w:rPr>
          <w:b/>
          <w:bCs/>
          <w:sz w:val="36"/>
          <w:szCs w:val="36"/>
        </w:rPr>
      </w:pPr>
      <w:r w:rsidRPr="00055A1D">
        <w:rPr>
          <w:b/>
          <w:bCs/>
          <w:sz w:val="36"/>
          <w:szCs w:val="36"/>
        </w:rPr>
        <w:t>У К Р А Ї Н А</w:t>
      </w:r>
    </w:p>
    <w:p w:rsidR="000C58A4" w:rsidRPr="00055A1D" w:rsidRDefault="000C58A4">
      <w:pPr>
        <w:jc w:val="center"/>
        <w:rPr>
          <w:b/>
          <w:bCs/>
          <w:sz w:val="36"/>
          <w:szCs w:val="36"/>
        </w:rPr>
      </w:pPr>
      <w:r w:rsidRPr="00055A1D">
        <w:rPr>
          <w:b/>
          <w:bCs/>
          <w:sz w:val="36"/>
          <w:szCs w:val="36"/>
        </w:rPr>
        <w:t>Чернівецька  міська рада</w:t>
      </w:r>
    </w:p>
    <w:p w:rsidR="000C58A4" w:rsidRPr="00055A1D" w:rsidRDefault="000C58A4">
      <w:pPr>
        <w:pStyle w:val="Heading2"/>
        <w:jc w:val="center"/>
        <w:rPr>
          <w:sz w:val="36"/>
          <w:szCs w:val="36"/>
        </w:rPr>
      </w:pPr>
      <w:r w:rsidRPr="00055A1D">
        <w:rPr>
          <w:sz w:val="36"/>
          <w:szCs w:val="36"/>
        </w:rPr>
        <w:t>Виконавчий  комітет</w:t>
      </w:r>
    </w:p>
    <w:p w:rsidR="000C58A4" w:rsidRPr="00055A1D" w:rsidRDefault="000C58A4">
      <w:pPr>
        <w:pStyle w:val="Heading3"/>
        <w:ind w:firstLine="0"/>
        <w:jc w:val="center"/>
        <w:rPr>
          <w:sz w:val="32"/>
          <w:szCs w:val="32"/>
        </w:rPr>
      </w:pPr>
      <w:r w:rsidRPr="00055A1D">
        <w:rPr>
          <w:sz w:val="32"/>
          <w:szCs w:val="32"/>
        </w:rPr>
        <w:t>Р  І  Ш  Е  Н  Н  Я</w:t>
      </w:r>
    </w:p>
    <w:p w:rsidR="000C58A4" w:rsidRPr="00A70EBB" w:rsidRDefault="000C58A4" w:rsidP="007F678E">
      <w:pPr>
        <w:tabs>
          <w:tab w:val="left" w:pos="900"/>
        </w:tabs>
        <w:ind w:right="-72"/>
        <w:rPr>
          <w:bCs/>
        </w:rPr>
      </w:pPr>
      <w:r w:rsidRPr="00D83BAB">
        <w:rPr>
          <w:bCs/>
        </w:rPr>
        <w:t>______</w:t>
      </w:r>
      <w:r w:rsidRPr="008C1A69">
        <w:rPr>
          <w:bCs/>
          <w:u w:val="single"/>
        </w:rPr>
        <w:t>20</w:t>
      </w:r>
      <w:r>
        <w:rPr>
          <w:bCs/>
          <w:u w:val="single"/>
        </w:rPr>
        <w:t>20</w:t>
      </w:r>
      <w:r w:rsidRPr="00A70EBB">
        <w:rPr>
          <w:bCs/>
        </w:rPr>
        <w:t xml:space="preserve">  №</w:t>
      </w:r>
      <w:r>
        <w:rPr>
          <w:bCs/>
        </w:rPr>
        <w:t>_______</w:t>
      </w:r>
      <w:r w:rsidRPr="00A70EBB">
        <w:rPr>
          <w:bCs/>
        </w:rPr>
        <w:tab/>
      </w:r>
      <w:r w:rsidRPr="00A70EBB">
        <w:rPr>
          <w:bCs/>
        </w:rPr>
        <w:tab/>
      </w:r>
      <w:r w:rsidRPr="00A70EBB">
        <w:rPr>
          <w:bCs/>
        </w:rPr>
        <w:tab/>
      </w:r>
      <w:r w:rsidRPr="00A70EBB">
        <w:rPr>
          <w:bCs/>
        </w:rPr>
        <w:tab/>
        <w:t xml:space="preserve">                                      </w:t>
      </w:r>
      <w:r>
        <w:rPr>
          <w:bCs/>
        </w:rPr>
        <w:t xml:space="preserve">  </w:t>
      </w:r>
      <w:r w:rsidRPr="00A70EBB">
        <w:rPr>
          <w:bCs/>
        </w:rPr>
        <w:t xml:space="preserve">        м. Чернівці</w:t>
      </w:r>
    </w:p>
    <w:p w:rsidR="000C58A4" w:rsidRDefault="000C58A4" w:rsidP="00737C0B">
      <w:pPr>
        <w:rPr>
          <w:b/>
          <w:bCs/>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0C58A4" w:rsidRDefault="000C58A4" w:rsidP="00EB7C7A">
      <w:pPr>
        <w:ind w:right="-49"/>
        <w:jc w:val="center"/>
        <w:rPr>
          <w:b/>
          <w:bCs/>
        </w:rPr>
      </w:pPr>
    </w:p>
    <w:p w:rsidR="000C58A4" w:rsidRDefault="000C58A4" w:rsidP="00EB7C7A">
      <w:pPr>
        <w:ind w:right="-49"/>
        <w:jc w:val="center"/>
        <w:rPr>
          <w:b/>
          <w:bCs/>
        </w:rPr>
      </w:pPr>
      <w:r w:rsidRPr="00E4136D">
        <w:rPr>
          <w:b/>
          <w:bCs/>
        </w:rPr>
        <w:t>Про розгляд звернень юридичних та фізичних осіб щодо</w:t>
      </w:r>
      <w:r>
        <w:rPr>
          <w:b/>
          <w:bCs/>
        </w:rPr>
        <w:t xml:space="preserve"> оренди,</w:t>
      </w:r>
      <w:r w:rsidRPr="00E4136D">
        <w:rPr>
          <w:b/>
          <w:bCs/>
        </w:rPr>
        <w:t xml:space="preserve"> позички нерухомого майна та внесення змін до окремих пунктів рішень виконавчого комітету міської ради </w:t>
      </w:r>
    </w:p>
    <w:p w:rsidR="000C58A4" w:rsidRDefault="000C58A4" w:rsidP="00AD79E0">
      <w:pPr>
        <w:ind w:right="-49"/>
        <w:jc w:val="center"/>
        <w:rPr>
          <w:b/>
          <w:bCs/>
        </w:rPr>
      </w:pPr>
    </w:p>
    <w:p w:rsidR="000C58A4" w:rsidRDefault="000C58A4"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w:t>
      </w:r>
      <w:r w:rsidRPr="00D34696">
        <w:t>Закон України «Про оренду державного та комунального майна» від 03.10.2019р. № 157-ІХ</w:t>
      </w:r>
      <w:r>
        <w:t>,</w:t>
      </w:r>
      <w:r w:rsidRPr="00055A1D">
        <w:t xml:space="preserve">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t xml:space="preserve"> скликання від 29.12.2011р.</w:t>
      </w:r>
      <w:r w:rsidRPr="00055A1D">
        <w:t xml:space="preserve"> № 364 та від 26.12.2013р. № 1049</w:t>
      </w:r>
      <w:r>
        <w:t xml:space="preserve">, Положення про порядок розрахунку плати за оренду майна, що належить до комунальної власності територіальної громади м.Чернівців, затвердженого </w:t>
      </w:r>
      <w:r w:rsidRPr="00D34696">
        <w:t xml:space="preserve">рішенням міської ради </w:t>
      </w:r>
      <w:r w:rsidRPr="00D34696">
        <w:rPr>
          <w:lang w:val="en-US"/>
        </w:rPr>
        <w:t>VI</w:t>
      </w:r>
      <w:r w:rsidRPr="00D34696">
        <w:t xml:space="preserve"> скликання від 27.12.2012р. №700 зі змінами до нього, внесеними рішенням міської ради  від 25.12.2014р. №1445, розглянувши листи юридичних та фізичних осіб, враховуючи рекомендації комісії з виділення в оренду</w:t>
      </w:r>
      <w:r w:rsidRPr="00055A1D">
        <w:t xml:space="preserve">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протокол</w:t>
      </w:r>
      <w:r>
        <w:t>и</w:t>
      </w:r>
      <w:r w:rsidRPr="00055A1D">
        <w:t xml:space="preserve"> </w:t>
      </w:r>
      <w:r w:rsidRPr="008C192B">
        <w:t xml:space="preserve">від </w:t>
      </w:r>
      <w:r>
        <w:t>25.11.2019р. № 7/2019, від 10.01.2020р.             № 1/2020)</w:t>
      </w:r>
      <w:r w:rsidRPr="00055A1D">
        <w:t>, виконавчий комітет Чернівецької міської ради</w:t>
      </w:r>
    </w:p>
    <w:p w:rsidR="000C58A4" w:rsidRDefault="000C58A4" w:rsidP="004B5CDA">
      <w:pPr>
        <w:ind w:right="-49" w:firstLine="360"/>
        <w:jc w:val="center"/>
        <w:rPr>
          <w:b/>
          <w:bCs/>
        </w:rPr>
      </w:pPr>
    </w:p>
    <w:p w:rsidR="000C58A4" w:rsidRPr="001F1430" w:rsidRDefault="000C58A4" w:rsidP="00C158CE">
      <w:pPr>
        <w:ind w:right="-49" w:firstLine="360"/>
        <w:jc w:val="center"/>
        <w:rPr>
          <w:b/>
          <w:bCs/>
        </w:rPr>
      </w:pPr>
      <w:r w:rsidRPr="001F1430">
        <w:rPr>
          <w:b/>
          <w:bCs/>
        </w:rPr>
        <w:t>В И Р І Ш И В:</w:t>
      </w:r>
    </w:p>
    <w:p w:rsidR="000C58A4" w:rsidRPr="001F1430" w:rsidRDefault="000C58A4" w:rsidP="00C158CE">
      <w:pPr>
        <w:ind w:right="-49" w:firstLine="360"/>
        <w:jc w:val="center"/>
        <w:rPr>
          <w:b/>
          <w:bCs/>
        </w:rPr>
      </w:pPr>
    </w:p>
    <w:p w:rsidR="000C58A4" w:rsidRDefault="000C58A4" w:rsidP="00DA1D72">
      <w:pPr>
        <w:ind w:firstLine="839"/>
        <w:jc w:val="both"/>
        <w:rPr>
          <w:b/>
          <w:bCs/>
        </w:rPr>
      </w:pPr>
      <w:r>
        <w:rPr>
          <w:b/>
          <w:bCs/>
        </w:rPr>
        <w:t>1</w:t>
      </w:r>
      <w:r w:rsidRPr="000E3AC6">
        <w:rPr>
          <w:b/>
          <w:bCs/>
        </w:rPr>
        <w:t>. Відмовити</w:t>
      </w:r>
      <w:r>
        <w:rPr>
          <w:b/>
          <w:bCs/>
        </w:rPr>
        <w:t>:</w:t>
      </w:r>
    </w:p>
    <w:p w:rsidR="000C58A4" w:rsidRDefault="000C58A4" w:rsidP="00DA1D72">
      <w:pPr>
        <w:ind w:firstLine="839"/>
        <w:jc w:val="both"/>
        <w:rPr>
          <w:b/>
          <w:bCs/>
        </w:rPr>
      </w:pPr>
    </w:p>
    <w:p w:rsidR="000C58A4" w:rsidRDefault="000C58A4" w:rsidP="00DA1D72">
      <w:pPr>
        <w:ind w:firstLine="839"/>
        <w:jc w:val="both"/>
        <w:rPr>
          <w:b/>
        </w:rPr>
      </w:pPr>
      <w:r>
        <w:rPr>
          <w:b/>
        </w:rPr>
        <w:t xml:space="preserve">1.1. Релігійній організації «Релігійна громада парафія Святої Трійці Кіцманської єпархії Української православної церкви Київського патріархату м. Чернівців Чернівецької області» </w:t>
      </w:r>
      <w:r w:rsidRPr="006C58A2">
        <w:t>(</w:t>
      </w:r>
      <w:r>
        <w:t>код ЄДРПОУ …</w:t>
      </w:r>
      <w:r w:rsidRPr="006C58A2">
        <w:t>)</w:t>
      </w:r>
      <w:r>
        <w:rPr>
          <w:b/>
        </w:rPr>
        <w:t xml:space="preserve"> </w:t>
      </w:r>
      <w:r>
        <w:t xml:space="preserve">у передачі в довгострокову позичку терміном на 20 років нежитлового приміщення першого, другого поверхів та підвалу, загальною площею </w:t>
      </w:r>
      <w:r w:rsidRPr="00682BFB">
        <w:rPr>
          <w:b/>
        </w:rPr>
        <w:t>407,1 кв.м</w:t>
      </w:r>
      <w:r>
        <w:t xml:space="preserve"> на                </w:t>
      </w:r>
      <w:r w:rsidRPr="00682BFB">
        <w:rPr>
          <w:b/>
        </w:rPr>
        <w:t>вул. Героїв Майдану, 159-А.</w:t>
      </w:r>
    </w:p>
    <w:p w:rsidR="000C58A4" w:rsidRDefault="000C58A4" w:rsidP="00DA1D72">
      <w:pPr>
        <w:ind w:firstLine="839"/>
        <w:jc w:val="both"/>
        <w:rPr>
          <w:b/>
        </w:rPr>
      </w:pPr>
    </w:p>
    <w:p w:rsidR="000C58A4" w:rsidRPr="00B37445" w:rsidRDefault="000C58A4" w:rsidP="00DA1D72">
      <w:pPr>
        <w:ind w:firstLine="839"/>
        <w:jc w:val="both"/>
      </w:pPr>
      <w:r>
        <w:rPr>
          <w:b/>
        </w:rPr>
        <w:t xml:space="preserve">1.2. Фізичній особі-підприємцю Шандру (Шандро) Миколі Івановичу </w:t>
      </w:r>
      <w:r>
        <w:t xml:space="preserve">(РНОКПП …) у внесенні змін до пункту 1.1 рішення виконавчого комітету міської ради від </w:t>
      </w:r>
      <w:r w:rsidRPr="00B37445">
        <w:rPr>
          <w:b/>
        </w:rPr>
        <w:t>23.10.2018р. № 566/21</w:t>
      </w:r>
      <w:r>
        <w:rPr>
          <w:b/>
        </w:rPr>
        <w:t xml:space="preserve"> </w:t>
      </w:r>
      <w:r w:rsidRPr="00B21092">
        <w:t>«Про розгляд звернень фізичних та юридичних осіб щодо оренди, суборенди, позички, закріплення приміщення, внесення змін до окремих пунктів рішень виконавчого комітету міської ради»</w:t>
      </w:r>
      <w:r>
        <w:rPr>
          <w:b/>
        </w:rPr>
        <w:t xml:space="preserve">, </w:t>
      </w:r>
      <w:r>
        <w:t>в частині зміни сезонності використання орендованого майна «…з 01 квітня по 31 жовтня…» на «…з 10 квітня по 10 жовтня…».</w:t>
      </w:r>
    </w:p>
    <w:p w:rsidR="000C58A4" w:rsidRPr="00C24A7E" w:rsidRDefault="000C58A4" w:rsidP="00B11FFC">
      <w:pPr>
        <w:ind w:firstLine="839"/>
        <w:jc w:val="both"/>
        <w:rPr>
          <w:b/>
          <w:highlight w:val="green"/>
        </w:rPr>
      </w:pPr>
    </w:p>
    <w:p w:rsidR="000C58A4" w:rsidRDefault="000C58A4" w:rsidP="00F8076A">
      <w:pPr>
        <w:tabs>
          <w:tab w:val="left" w:pos="1418"/>
        </w:tabs>
        <w:ind w:firstLine="840"/>
        <w:jc w:val="both"/>
      </w:pPr>
      <w:r w:rsidRPr="009133D0">
        <w:rPr>
          <w:b/>
        </w:rPr>
        <w:t>2.</w:t>
      </w:r>
      <w:r>
        <w:rPr>
          <w:b/>
        </w:rPr>
        <w:t xml:space="preserve"> Погодити </w:t>
      </w:r>
      <w:r w:rsidRPr="00F8076A">
        <w:t>передачу в довгострокову оренду</w:t>
      </w:r>
      <w:r>
        <w:rPr>
          <w:b/>
        </w:rPr>
        <w:t xml:space="preserve"> фізичній особі-підприємцю Дереворізу (Дереворіз) Максиму Володимировичу </w:t>
      </w:r>
      <w:r w:rsidRPr="009133D0">
        <w:t>(</w:t>
      </w:r>
      <w:r>
        <w:t>РНОКПП …</w:t>
      </w:r>
      <w:r w:rsidRPr="009133D0">
        <w:t>)</w:t>
      </w:r>
      <w:r>
        <w:t xml:space="preserve"> терміном на десять років нежитлових приміщень (1-104)-(1-106) першого поверху будівлі літ. А, загальною площею </w:t>
      </w:r>
      <w:r>
        <w:rPr>
          <w:b/>
        </w:rPr>
        <w:t>15,5</w:t>
      </w:r>
      <w:r w:rsidRPr="007522A3">
        <w:rPr>
          <w:b/>
        </w:rPr>
        <w:t xml:space="preserve"> кв.м</w:t>
      </w:r>
      <w:r>
        <w:rPr>
          <w:b/>
        </w:rPr>
        <w:t xml:space="preserve"> </w:t>
      </w:r>
      <w:r>
        <w:t xml:space="preserve">на </w:t>
      </w:r>
      <w:r>
        <w:rPr>
          <w:b/>
        </w:rPr>
        <w:t>пр.</w:t>
      </w:r>
      <w:r w:rsidRPr="001E66BA">
        <w:rPr>
          <w:b/>
        </w:rPr>
        <w:t xml:space="preserve"> </w:t>
      </w:r>
      <w:r>
        <w:rPr>
          <w:b/>
        </w:rPr>
        <w:t>Незалежності</w:t>
      </w:r>
      <w:r w:rsidRPr="001E66BA">
        <w:rPr>
          <w:b/>
        </w:rPr>
        <w:t xml:space="preserve">, </w:t>
      </w:r>
      <w:r>
        <w:rPr>
          <w:b/>
        </w:rPr>
        <w:t>109</w:t>
      </w:r>
      <w:r>
        <w:t xml:space="preserve">, з метою використання </w:t>
      </w:r>
      <w:r>
        <w:rPr>
          <w:b/>
        </w:rPr>
        <w:t xml:space="preserve">під відділ комп’ютерної техніки, </w:t>
      </w:r>
      <w:r>
        <w:t xml:space="preserve">за умови сплати в місцевий бюджет міста Чернівців внеску до цільового фонду соціально-економічного розвитку міста в місячний термін з моменту прийняття цього рішення (розрахунковий рахунок </w:t>
      </w:r>
      <w:r w:rsidRPr="0051581C">
        <w:t>№UA268999980000031515931024002 в Казначействі України (ЕАП), Чернівець</w:t>
      </w:r>
      <w:r>
        <w:t xml:space="preserve">ке УК м. Чернівці, код ЄДРПОУ …) у розмірі </w:t>
      </w:r>
      <w:r>
        <w:rPr>
          <w:b/>
        </w:rPr>
        <w:t>53 378 грн. (п’ятдесят три тисячі триста сімдесят вісім) грн. 40 коп.</w:t>
      </w:r>
      <w:r>
        <w:t xml:space="preserve">, що складає </w:t>
      </w:r>
      <w:r w:rsidRPr="0038694E">
        <w:rPr>
          <w:b/>
        </w:rPr>
        <w:t>20</w:t>
      </w:r>
      <w:r w:rsidRPr="008F02AE">
        <w:rPr>
          <w:b/>
        </w:rPr>
        <w:t>%</w:t>
      </w:r>
      <w:r>
        <w:rPr>
          <w:b/>
        </w:rPr>
        <w:t xml:space="preserve">  </w:t>
      </w:r>
      <w:r>
        <w:t>від розміру орендної плати загального терміну оренди, після чого укласти відповідний договір оренди нерухомого майна (підстава - заява від 30.09.201</w:t>
      </w:r>
      <w:r w:rsidRPr="0038694E">
        <w:t>9</w:t>
      </w:r>
      <w:r>
        <w:t>р. вх. № Д-1052/0-02/01).</w:t>
      </w:r>
    </w:p>
    <w:p w:rsidR="000C58A4" w:rsidRDefault="000C58A4" w:rsidP="00DA1D72">
      <w:pPr>
        <w:ind w:firstLine="839"/>
        <w:jc w:val="both"/>
        <w:rPr>
          <w:b/>
        </w:rPr>
      </w:pPr>
    </w:p>
    <w:p w:rsidR="000C58A4" w:rsidRPr="000E3AC6" w:rsidRDefault="000C58A4" w:rsidP="00DA1D72">
      <w:pPr>
        <w:ind w:firstLine="839"/>
        <w:jc w:val="both"/>
        <w:rPr>
          <w:b/>
        </w:rPr>
      </w:pPr>
      <w:r>
        <w:rPr>
          <w:b/>
        </w:rPr>
        <w:t>3</w:t>
      </w:r>
      <w:r w:rsidRPr="000E3AC6">
        <w:rPr>
          <w:b/>
        </w:rPr>
        <w:t>. Внести зміни до:</w:t>
      </w:r>
    </w:p>
    <w:p w:rsidR="000C58A4" w:rsidRPr="00F36C44" w:rsidRDefault="000C58A4" w:rsidP="00DA1D72">
      <w:pPr>
        <w:ind w:firstLine="839"/>
        <w:jc w:val="both"/>
        <w:rPr>
          <w:b/>
          <w:sz w:val="16"/>
          <w:szCs w:val="16"/>
        </w:rPr>
      </w:pPr>
    </w:p>
    <w:p w:rsidR="000C58A4" w:rsidRDefault="000C58A4" w:rsidP="004922A3">
      <w:pPr>
        <w:ind w:firstLine="840"/>
        <w:jc w:val="both"/>
      </w:pPr>
      <w:r>
        <w:rPr>
          <w:b/>
        </w:rPr>
        <w:t>3</w:t>
      </w:r>
      <w:r w:rsidRPr="00B01BCC">
        <w:rPr>
          <w:b/>
        </w:rPr>
        <w:t>.</w:t>
      </w:r>
      <w:r>
        <w:rPr>
          <w:b/>
        </w:rPr>
        <w:t>1</w:t>
      </w:r>
      <w:r w:rsidRPr="00B01BCC">
        <w:rPr>
          <w:b/>
        </w:rPr>
        <w:t xml:space="preserve">. </w:t>
      </w:r>
      <w:r w:rsidRPr="0006019F">
        <w:rPr>
          <w:b/>
        </w:rPr>
        <w:t xml:space="preserve">Пункту </w:t>
      </w:r>
      <w:r>
        <w:rPr>
          <w:b/>
        </w:rPr>
        <w:t>2</w:t>
      </w:r>
      <w:r w:rsidRPr="0006019F">
        <w:rPr>
          <w:b/>
        </w:rPr>
        <w:t xml:space="preserve"> </w:t>
      </w:r>
      <w:r w:rsidRPr="0006019F">
        <w:t xml:space="preserve">рішення виконавчого комітету міської ради від </w:t>
      </w:r>
      <w:r>
        <w:rPr>
          <w:b/>
        </w:rPr>
        <w:t>24.06.2003</w:t>
      </w:r>
      <w:r w:rsidRPr="0006019F">
        <w:rPr>
          <w:b/>
        </w:rPr>
        <w:t xml:space="preserve">р. № </w:t>
      </w:r>
      <w:r>
        <w:rPr>
          <w:b/>
        </w:rPr>
        <w:t>472/13</w:t>
      </w:r>
      <w:r w:rsidRPr="0006019F">
        <w:rPr>
          <w:b/>
        </w:rPr>
        <w:t xml:space="preserve"> </w:t>
      </w:r>
      <w:r w:rsidRPr="0006019F">
        <w:t>«</w:t>
      </w:r>
      <w:r>
        <w:t>Про передачу приміщень в оренду, внесення змін в договори оренди та відміну пунктів рішень виконкому міської ради</w:t>
      </w:r>
      <w:r w:rsidRPr="0006019F">
        <w:t xml:space="preserve">» щодо оренди </w:t>
      </w:r>
      <w:r>
        <w:t>релігійною організацією Української православної церкви Київського патріархату Кіцманської єпархії Свято-Троїцької церкви в м. Чернівці</w:t>
      </w:r>
      <w:r w:rsidRPr="0006019F">
        <w:t xml:space="preserve"> </w:t>
      </w:r>
      <w:r>
        <w:t xml:space="preserve">(код ЄДРПОУ …) </w:t>
      </w:r>
      <w:r w:rsidRPr="0006019F">
        <w:t xml:space="preserve">приміщення на </w:t>
      </w:r>
      <w:r w:rsidRPr="0006019F">
        <w:rPr>
          <w:b/>
        </w:rPr>
        <w:t>вул.</w:t>
      </w:r>
      <w:r>
        <w:rPr>
          <w:b/>
        </w:rPr>
        <w:t>Героїв Майдану, 159-А</w:t>
      </w:r>
      <w:r w:rsidRPr="0006019F">
        <w:t>, а саме</w:t>
      </w:r>
      <w:r>
        <w:t>:</w:t>
      </w:r>
      <w:r w:rsidRPr="0006019F">
        <w:t xml:space="preserve"> </w:t>
      </w:r>
      <w:r>
        <w:t>слова «…релігійній організації Української православної церкви Київського патріархату Кіцманської єпархії Свято-Троїцької церкви в м. Чернівці</w:t>
      </w:r>
      <w:r w:rsidRPr="0006019F">
        <w:t xml:space="preserve"> </w:t>
      </w:r>
      <w:r>
        <w:t>….» замінити словами «…</w:t>
      </w:r>
      <w:r>
        <w:rPr>
          <w:b/>
        </w:rPr>
        <w:t xml:space="preserve">релігійній організації </w:t>
      </w:r>
      <w:r w:rsidRPr="004922A3">
        <w:rPr>
          <w:b/>
          <w:bCs/>
        </w:rPr>
        <w:t>«Релігіна громада парафія Святої Трійці Кіцманської єпархії Української православної церкви Київського патріархату м. Чернівці Чернівецької області»</w:t>
      </w:r>
      <w:r>
        <w:rPr>
          <w:b/>
        </w:rPr>
        <w:t xml:space="preserve">…», </w:t>
      </w:r>
      <w:r w:rsidRPr="00C746B4">
        <w:t>у</w:t>
      </w:r>
      <w:r>
        <w:rPr>
          <w:b/>
        </w:rPr>
        <w:t xml:space="preserve"> </w:t>
      </w:r>
      <w:r w:rsidRPr="00C746B4">
        <w:t xml:space="preserve">зв’язку з внесенням змін </w:t>
      </w:r>
      <w:r>
        <w:t>до</w:t>
      </w:r>
      <w:r w:rsidRPr="00C746B4">
        <w:t xml:space="preserve"> Єдин</w:t>
      </w:r>
      <w:r>
        <w:t>ого</w:t>
      </w:r>
      <w:r w:rsidRPr="00C746B4">
        <w:t xml:space="preserve"> державн</w:t>
      </w:r>
      <w:r>
        <w:t>ого</w:t>
      </w:r>
      <w:r w:rsidRPr="00C746B4">
        <w:t xml:space="preserve"> реєстр</w:t>
      </w:r>
      <w:r>
        <w:t>у,</w:t>
      </w:r>
      <w:r>
        <w:rPr>
          <w:b/>
        </w:rPr>
        <w:t xml:space="preserve"> </w:t>
      </w:r>
      <w:r w:rsidRPr="00272ED4">
        <w:t xml:space="preserve">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27.12.2013р. № 398 </w:t>
      </w:r>
      <w:r w:rsidRPr="0006019F">
        <w:t xml:space="preserve">(підстава: лист від </w:t>
      </w:r>
      <w:r>
        <w:t>20</w:t>
      </w:r>
      <w:r w:rsidRPr="0006019F">
        <w:t>.</w:t>
      </w:r>
      <w:r>
        <w:t>11</w:t>
      </w:r>
      <w:r w:rsidRPr="0006019F">
        <w:t>.2019р. вх. № 02/01-11-</w:t>
      </w:r>
      <w:r>
        <w:t>2485</w:t>
      </w:r>
      <w:r w:rsidRPr="0006019F">
        <w:t>/0).</w:t>
      </w:r>
    </w:p>
    <w:p w:rsidR="000C58A4" w:rsidRDefault="000C58A4" w:rsidP="002A5B55">
      <w:pPr>
        <w:ind w:firstLine="839"/>
        <w:jc w:val="both"/>
      </w:pPr>
      <w:r>
        <w:t xml:space="preserve"> </w:t>
      </w:r>
    </w:p>
    <w:p w:rsidR="000C58A4" w:rsidRPr="00966BBC" w:rsidRDefault="000C58A4" w:rsidP="001811F8">
      <w:pPr>
        <w:ind w:firstLine="839"/>
        <w:jc w:val="both"/>
      </w:pPr>
      <w:r>
        <w:rPr>
          <w:b/>
        </w:rPr>
        <w:t>3</w:t>
      </w:r>
      <w:r w:rsidRPr="0060194A">
        <w:rPr>
          <w:b/>
        </w:rPr>
        <w:t>.</w:t>
      </w:r>
      <w:r>
        <w:rPr>
          <w:b/>
        </w:rPr>
        <w:t>2</w:t>
      </w:r>
      <w:r w:rsidRPr="0060194A">
        <w:rPr>
          <w:b/>
        </w:rPr>
        <w:t xml:space="preserve">. </w:t>
      </w:r>
      <w:r>
        <w:rPr>
          <w:b/>
        </w:rPr>
        <w:t xml:space="preserve">Пункту 1.6 </w:t>
      </w:r>
      <w:r w:rsidRPr="0006019F">
        <w:t>рішення виконавчого комітету міської ради від</w:t>
      </w:r>
      <w:r>
        <w:t xml:space="preserve"> </w:t>
      </w:r>
      <w:r>
        <w:rPr>
          <w:b/>
        </w:rPr>
        <w:t>12</w:t>
      </w:r>
      <w:r w:rsidRPr="00966BBC">
        <w:rPr>
          <w:b/>
        </w:rPr>
        <w:t>.</w:t>
      </w:r>
      <w:r>
        <w:rPr>
          <w:b/>
        </w:rPr>
        <w:t>03</w:t>
      </w:r>
      <w:r w:rsidRPr="00966BBC">
        <w:rPr>
          <w:b/>
        </w:rPr>
        <w:t>.20</w:t>
      </w:r>
      <w:r>
        <w:rPr>
          <w:b/>
        </w:rPr>
        <w:t>14</w:t>
      </w:r>
      <w:r w:rsidRPr="00966BBC">
        <w:rPr>
          <w:b/>
        </w:rPr>
        <w:t xml:space="preserve">р. № </w:t>
      </w:r>
      <w:r>
        <w:rPr>
          <w:b/>
        </w:rPr>
        <w:t xml:space="preserve">70/3 </w:t>
      </w:r>
      <w:r>
        <w:t>«Про оренду приміщень, внесення змін та визнання такими, що втратили чинність деякі пункти рішень виконавчого комітету міської ради» щодо оренди Чернівецьким обласним фізкультурно-спортивним товариством «Україна» (код ЄДРПОУ …) приміщення на вул. Кобилиці Лук</w:t>
      </w:r>
      <w:r w:rsidRPr="00747F63">
        <w:t>`</w:t>
      </w:r>
      <w:r>
        <w:t>яна, 88-А, а саме: слова «Чернівецькому обласному фізкультурно-спортивному товариству «Україна»…» замінити словами «</w:t>
      </w:r>
      <w:r>
        <w:rPr>
          <w:b/>
        </w:rPr>
        <w:t>Відокремленому підрозділу громадської організації «Всеукраїнське фізкультурно-спортивне товариство «Україна» у Чернівецькій області…</w:t>
      </w:r>
      <w:r>
        <w:t xml:space="preserve">», </w:t>
      </w:r>
      <w:r w:rsidRPr="00C746B4">
        <w:t>у</w:t>
      </w:r>
      <w:r>
        <w:rPr>
          <w:b/>
        </w:rPr>
        <w:t xml:space="preserve"> </w:t>
      </w:r>
      <w:r>
        <w:t>зв’язку з внесенням змін</w:t>
      </w:r>
      <w:r w:rsidRPr="00C746B4">
        <w:t xml:space="preserve"> </w:t>
      </w:r>
      <w:r>
        <w:t>до</w:t>
      </w:r>
      <w:r w:rsidRPr="00C746B4">
        <w:t xml:space="preserve"> Єдин</w:t>
      </w:r>
      <w:r>
        <w:t>ого</w:t>
      </w:r>
      <w:r w:rsidRPr="00C746B4">
        <w:t xml:space="preserve"> державн</w:t>
      </w:r>
      <w:r>
        <w:t>ого</w:t>
      </w:r>
      <w:r w:rsidRPr="00C746B4">
        <w:t xml:space="preserve"> реєстр</w:t>
      </w:r>
      <w:r>
        <w:t>у,</w:t>
      </w:r>
      <w:r w:rsidRPr="00272ED4">
        <w:t xml:space="preserve"> 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20.03.2014р. № 55 </w:t>
      </w:r>
      <w:r w:rsidRPr="0006019F">
        <w:t xml:space="preserve">(підстава: </w:t>
      </w:r>
      <w:r>
        <w:t>лист</w:t>
      </w:r>
      <w:r w:rsidRPr="0006019F">
        <w:t xml:space="preserve"> від </w:t>
      </w:r>
      <w:r>
        <w:t>13</w:t>
      </w:r>
      <w:r w:rsidRPr="0006019F">
        <w:t>.</w:t>
      </w:r>
      <w:r>
        <w:t>11</w:t>
      </w:r>
      <w:r w:rsidRPr="0006019F">
        <w:t>.2019р. вх. № 02/01</w:t>
      </w:r>
      <w:r>
        <w:t>-11-2406/0).</w:t>
      </w:r>
    </w:p>
    <w:p w:rsidR="000C58A4" w:rsidRDefault="000C58A4" w:rsidP="002A5B55">
      <w:pPr>
        <w:ind w:firstLine="839"/>
        <w:jc w:val="both"/>
      </w:pPr>
    </w:p>
    <w:p w:rsidR="000C58A4" w:rsidRDefault="000C58A4" w:rsidP="00EC63E5">
      <w:pPr>
        <w:ind w:firstLine="839"/>
        <w:jc w:val="both"/>
      </w:pPr>
      <w:r>
        <w:rPr>
          <w:b/>
        </w:rPr>
        <w:t>3</w:t>
      </w:r>
      <w:r w:rsidRPr="003B11DB">
        <w:rPr>
          <w:b/>
        </w:rPr>
        <w:t>.</w:t>
      </w:r>
      <w:r>
        <w:rPr>
          <w:b/>
        </w:rPr>
        <w:t>3</w:t>
      </w:r>
      <w:r w:rsidRPr="003B11DB">
        <w:rPr>
          <w:b/>
        </w:rPr>
        <w:t xml:space="preserve">. </w:t>
      </w:r>
      <w:r>
        <w:rPr>
          <w:b/>
        </w:rPr>
        <w:t xml:space="preserve">Пункту 2.3 </w:t>
      </w:r>
      <w:r w:rsidRPr="0006019F">
        <w:t>рішення виконавчого комітету міської ради від</w:t>
      </w:r>
      <w:r>
        <w:t xml:space="preserve"> </w:t>
      </w:r>
      <w:r>
        <w:rPr>
          <w:b/>
        </w:rPr>
        <w:t>23</w:t>
      </w:r>
      <w:r w:rsidRPr="00ED0B94">
        <w:rPr>
          <w:b/>
        </w:rPr>
        <w:t>.11.20</w:t>
      </w:r>
      <w:r>
        <w:rPr>
          <w:b/>
        </w:rPr>
        <w:t>10</w:t>
      </w:r>
      <w:r w:rsidRPr="00ED0B94">
        <w:rPr>
          <w:b/>
        </w:rPr>
        <w:t xml:space="preserve">р. № </w:t>
      </w:r>
      <w:r>
        <w:rPr>
          <w:b/>
        </w:rPr>
        <w:t>780/21</w:t>
      </w:r>
      <w:r>
        <w:t xml:space="preserve"> «Про передачу в оренду приміщень, відміну та внесення змін в рішення виконавчого комітету міської ради» та </w:t>
      </w:r>
      <w:r w:rsidRPr="00FB09E9">
        <w:rPr>
          <w:b/>
        </w:rPr>
        <w:t>пункту</w:t>
      </w:r>
      <w:r>
        <w:t xml:space="preserve"> </w:t>
      </w:r>
      <w:r>
        <w:rPr>
          <w:b/>
        </w:rPr>
        <w:t>5.9</w:t>
      </w:r>
      <w:r>
        <w:t xml:space="preserve"> </w:t>
      </w:r>
      <w:r w:rsidRPr="0006019F">
        <w:t>рішення виконавчого комітету міської ради від</w:t>
      </w:r>
      <w:r>
        <w:t xml:space="preserve"> </w:t>
      </w:r>
      <w:r>
        <w:rPr>
          <w:b/>
        </w:rPr>
        <w:t>10</w:t>
      </w:r>
      <w:r w:rsidRPr="000D603F">
        <w:rPr>
          <w:b/>
        </w:rPr>
        <w:t>.0</w:t>
      </w:r>
      <w:r>
        <w:rPr>
          <w:b/>
        </w:rPr>
        <w:t>2</w:t>
      </w:r>
      <w:r w:rsidRPr="000D603F">
        <w:rPr>
          <w:b/>
        </w:rPr>
        <w:t>.201</w:t>
      </w:r>
      <w:r>
        <w:rPr>
          <w:b/>
        </w:rPr>
        <w:t>4</w:t>
      </w:r>
      <w:r w:rsidRPr="000D603F">
        <w:rPr>
          <w:b/>
        </w:rPr>
        <w:t>р. №</w:t>
      </w:r>
      <w:r>
        <w:rPr>
          <w:b/>
        </w:rPr>
        <w:t xml:space="preserve"> 47/2</w:t>
      </w:r>
      <w:r>
        <w:t xml:space="preserve"> «Про оренду та суборенду приміщень, внесення змін та визнання такими, що втратили чинність деякі пункти рішень виконавчого комітету міської ради» щодо оренди Чернівецькою обласною молодіжною громадською організацією «Федерація прикладного рукопашного бою «Клуб «Панчер» (код ЄДРПОУ …) нежитлового приміщення на </w:t>
      </w:r>
      <w:r w:rsidRPr="002E7AB6">
        <w:rPr>
          <w:b/>
        </w:rPr>
        <w:t>вул.</w:t>
      </w:r>
      <w:r>
        <w:rPr>
          <w:b/>
        </w:rPr>
        <w:t>Воробкевича Сидора</w:t>
      </w:r>
      <w:r w:rsidRPr="002E7AB6">
        <w:rPr>
          <w:b/>
        </w:rPr>
        <w:t>, 1</w:t>
      </w:r>
      <w:r>
        <w:rPr>
          <w:b/>
        </w:rPr>
        <w:t>9</w:t>
      </w:r>
      <w:r>
        <w:t>, а саме: слова «Чернівецькій обласній молодіжній громадській організацієї «Федерація прикладного рукопашного бою «Клуб «Панчер»…» замінити словами «</w:t>
      </w:r>
      <w:r>
        <w:rPr>
          <w:b/>
        </w:rPr>
        <w:t>Громадській</w:t>
      </w:r>
      <w:r w:rsidRPr="00EC63E5">
        <w:rPr>
          <w:b/>
        </w:rPr>
        <w:t xml:space="preserve"> організації «</w:t>
      </w:r>
      <w:r>
        <w:rPr>
          <w:b/>
        </w:rPr>
        <w:t>Федерація прикладного рукопашного бою «Клуб «Панчер</w:t>
      </w:r>
      <w:r w:rsidRPr="00EC63E5">
        <w:rPr>
          <w:b/>
        </w:rPr>
        <w:t>»…</w:t>
      </w:r>
      <w:r>
        <w:t xml:space="preserve">»,  </w:t>
      </w:r>
      <w:r w:rsidRPr="00C746B4">
        <w:t>у</w:t>
      </w:r>
      <w:r>
        <w:rPr>
          <w:b/>
        </w:rPr>
        <w:t xml:space="preserve"> </w:t>
      </w:r>
      <w:r w:rsidRPr="00C746B4">
        <w:t xml:space="preserve">зв’язку з внесенням змін </w:t>
      </w:r>
      <w:r>
        <w:t>до</w:t>
      </w:r>
      <w:r w:rsidRPr="00C746B4">
        <w:t xml:space="preserve"> Єдин</w:t>
      </w:r>
      <w:r>
        <w:t>ого</w:t>
      </w:r>
      <w:r w:rsidRPr="00C746B4">
        <w:t xml:space="preserve"> державн</w:t>
      </w:r>
      <w:r>
        <w:t>ого</w:t>
      </w:r>
      <w:r w:rsidRPr="00C746B4">
        <w:t xml:space="preserve"> реєстр</w:t>
      </w:r>
      <w:r>
        <w:t>у,</w:t>
      </w:r>
      <w:r w:rsidRPr="00272ED4">
        <w:t xml:space="preserve"> 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18.12.2013р. № 393/К </w:t>
      </w:r>
      <w:r w:rsidRPr="0006019F">
        <w:t xml:space="preserve">(підстава: </w:t>
      </w:r>
      <w:r>
        <w:t>лист</w:t>
      </w:r>
      <w:r w:rsidRPr="0006019F">
        <w:t xml:space="preserve"> від </w:t>
      </w:r>
      <w:r>
        <w:t>11</w:t>
      </w:r>
      <w:r w:rsidRPr="0006019F">
        <w:t>.</w:t>
      </w:r>
      <w:r>
        <w:t>11</w:t>
      </w:r>
      <w:r w:rsidRPr="0006019F">
        <w:t>.2019р. вх. № 02/01</w:t>
      </w:r>
      <w:r>
        <w:t>-11-2378/0).</w:t>
      </w:r>
    </w:p>
    <w:p w:rsidR="000C58A4" w:rsidRDefault="000C58A4" w:rsidP="00EC63E5">
      <w:pPr>
        <w:ind w:firstLine="839"/>
        <w:jc w:val="both"/>
      </w:pPr>
    </w:p>
    <w:p w:rsidR="000C58A4" w:rsidRDefault="000C58A4" w:rsidP="00CA74AA">
      <w:pPr>
        <w:ind w:firstLine="840"/>
        <w:jc w:val="both"/>
      </w:pPr>
      <w:r>
        <w:rPr>
          <w:b/>
        </w:rPr>
        <w:t>3</w:t>
      </w:r>
      <w:r w:rsidRPr="00026904">
        <w:rPr>
          <w:b/>
        </w:rPr>
        <w:t>.</w:t>
      </w:r>
      <w:r>
        <w:rPr>
          <w:b/>
        </w:rPr>
        <w:t>4</w:t>
      </w:r>
      <w:r w:rsidRPr="00026904">
        <w:rPr>
          <w:b/>
        </w:rPr>
        <w:t xml:space="preserve">. </w:t>
      </w:r>
      <w:r>
        <w:rPr>
          <w:b/>
        </w:rPr>
        <w:t xml:space="preserve">Пункту 1 додатка 1 </w:t>
      </w:r>
      <w:r w:rsidRPr="002F4120">
        <w:t>до рішення</w:t>
      </w:r>
      <w:r>
        <w:rPr>
          <w:b/>
        </w:rPr>
        <w:t xml:space="preserve"> </w:t>
      </w:r>
      <w:r>
        <w:t xml:space="preserve">виконавчого комітету міської ради від </w:t>
      </w:r>
      <w:r>
        <w:rPr>
          <w:b/>
        </w:rPr>
        <w:t>19</w:t>
      </w:r>
      <w:r w:rsidRPr="003642F9">
        <w:rPr>
          <w:b/>
        </w:rPr>
        <w:t>.0</w:t>
      </w:r>
      <w:r>
        <w:rPr>
          <w:b/>
        </w:rPr>
        <w:t>6</w:t>
      </w:r>
      <w:r w:rsidRPr="003642F9">
        <w:rPr>
          <w:b/>
        </w:rPr>
        <w:t>.200</w:t>
      </w:r>
      <w:r>
        <w:rPr>
          <w:b/>
        </w:rPr>
        <w:t>1</w:t>
      </w:r>
      <w:r w:rsidRPr="003642F9">
        <w:rPr>
          <w:b/>
        </w:rPr>
        <w:t xml:space="preserve">р. № </w:t>
      </w:r>
      <w:r>
        <w:rPr>
          <w:b/>
        </w:rPr>
        <w:t>520</w:t>
      </w:r>
      <w:r w:rsidRPr="003642F9">
        <w:rPr>
          <w:b/>
        </w:rPr>
        <w:t>/</w:t>
      </w:r>
      <w:r>
        <w:rPr>
          <w:b/>
        </w:rPr>
        <w:t>1</w:t>
      </w:r>
      <w:r w:rsidRPr="003642F9">
        <w:rPr>
          <w:b/>
        </w:rPr>
        <w:t>3</w:t>
      </w:r>
      <w:r>
        <w:t xml:space="preserve"> «Про передачу гаражів в орендне користування, оформлення права власності на гаражі»</w:t>
      </w:r>
      <w:r w:rsidRPr="00D63F99">
        <w:t xml:space="preserve"> </w:t>
      </w:r>
      <w:r>
        <w:t xml:space="preserve">та </w:t>
      </w:r>
      <w:r w:rsidRPr="00CA74AA">
        <w:rPr>
          <w:b/>
        </w:rPr>
        <w:t>пункту 5.1</w:t>
      </w:r>
      <w:r>
        <w:t xml:space="preserve"> </w:t>
      </w:r>
      <w:r w:rsidRPr="002F4120">
        <w:t>рішення</w:t>
      </w:r>
      <w:r>
        <w:rPr>
          <w:b/>
        </w:rPr>
        <w:t xml:space="preserve"> </w:t>
      </w:r>
      <w:r>
        <w:t xml:space="preserve">виконавчого комітету міської ради від </w:t>
      </w:r>
      <w:r>
        <w:rPr>
          <w:b/>
        </w:rPr>
        <w:t>23</w:t>
      </w:r>
      <w:r w:rsidRPr="003642F9">
        <w:rPr>
          <w:b/>
        </w:rPr>
        <w:t>.0</w:t>
      </w:r>
      <w:r>
        <w:rPr>
          <w:b/>
        </w:rPr>
        <w:t>7</w:t>
      </w:r>
      <w:r w:rsidRPr="003642F9">
        <w:rPr>
          <w:b/>
        </w:rPr>
        <w:t>.20</w:t>
      </w:r>
      <w:r>
        <w:rPr>
          <w:b/>
        </w:rPr>
        <w:t>19</w:t>
      </w:r>
      <w:r w:rsidRPr="003642F9">
        <w:rPr>
          <w:b/>
        </w:rPr>
        <w:t xml:space="preserve">р. № </w:t>
      </w:r>
      <w:r>
        <w:rPr>
          <w:b/>
        </w:rPr>
        <w:t xml:space="preserve">419/14 </w:t>
      </w:r>
      <w:r>
        <w:t xml:space="preserve">«Про розгляд звернень юридичних та фізичних осіб щодо оренди, позички, закріплення нерухомого, рухомого майна та внесення змін до окремих пунктів рішень виконавчого комітету міської ради з цих питань» щодо оренди Комендантом Євгеном Миколайовичем (РНОКПП …) нежитлового приміщення гаража на </w:t>
      </w:r>
      <w:r w:rsidRPr="00C027DE">
        <w:rPr>
          <w:b/>
        </w:rPr>
        <w:t xml:space="preserve">вул. </w:t>
      </w:r>
      <w:r>
        <w:rPr>
          <w:b/>
        </w:rPr>
        <w:t>Головній</w:t>
      </w:r>
      <w:r w:rsidRPr="00C027DE">
        <w:rPr>
          <w:b/>
        </w:rPr>
        <w:t xml:space="preserve">, </w:t>
      </w:r>
      <w:r>
        <w:rPr>
          <w:b/>
        </w:rPr>
        <w:t>147</w:t>
      </w:r>
      <w:r>
        <w:t xml:space="preserve">, а саме: слова та цифри «…пл. 18,0 кв.м…»  замінити словами та цифрами </w:t>
      </w:r>
      <w:r w:rsidRPr="00AD6761">
        <w:rPr>
          <w:b/>
        </w:rPr>
        <w:t>«</w:t>
      </w:r>
      <w:r>
        <w:rPr>
          <w:b/>
        </w:rPr>
        <w:t>…площею 20,2 кв.м…</w:t>
      </w:r>
      <w:r w:rsidRPr="00AD6761">
        <w:rPr>
          <w:b/>
        </w:rPr>
        <w:t>»</w:t>
      </w:r>
      <w:r>
        <w:rPr>
          <w:b/>
        </w:rPr>
        <w:t xml:space="preserve">, </w:t>
      </w:r>
      <w:r>
        <w:t xml:space="preserve">про що укласти додатковий </w:t>
      </w:r>
      <w:r w:rsidRPr="00272ED4">
        <w:t>договір</w:t>
      </w:r>
      <w:r>
        <w:t xml:space="preserve"> до договору</w:t>
      </w:r>
      <w:r w:rsidRPr="00272ED4">
        <w:t xml:space="preserve"> оренди нерухомого майна</w:t>
      </w:r>
      <w:r>
        <w:t xml:space="preserve"> від 22.08.2019р. № 60/Г   (підстава – технічний паспорт на гараж літ. Г по вул. Головній, 147).</w:t>
      </w:r>
    </w:p>
    <w:p w:rsidR="000C58A4" w:rsidRDefault="000C58A4" w:rsidP="00CA74AA">
      <w:pPr>
        <w:ind w:firstLine="840"/>
        <w:jc w:val="both"/>
      </w:pPr>
    </w:p>
    <w:p w:rsidR="000C58A4" w:rsidRDefault="000C58A4" w:rsidP="00D72455">
      <w:pPr>
        <w:ind w:firstLine="839"/>
        <w:jc w:val="both"/>
      </w:pPr>
      <w:r>
        <w:rPr>
          <w:b/>
        </w:rPr>
        <w:t>3</w:t>
      </w:r>
      <w:r w:rsidRPr="00BA08CD">
        <w:rPr>
          <w:b/>
        </w:rPr>
        <w:t>.</w:t>
      </w:r>
      <w:r>
        <w:rPr>
          <w:b/>
        </w:rPr>
        <w:t>5</w:t>
      </w:r>
      <w:r w:rsidRPr="00BA08CD">
        <w:rPr>
          <w:b/>
        </w:rPr>
        <w:t xml:space="preserve">. </w:t>
      </w:r>
      <w:r w:rsidRPr="00D72455">
        <w:rPr>
          <w:b/>
        </w:rPr>
        <w:t xml:space="preserve">Пункту 4 додатка 2  </w:t>
      </w:r>
      <w:r w:rsidRPr="00D72455">
        <w:t>до</w:t>
      </w:r>
      <w:r w:rsidRPr="00D72455">
        <w:rPr>
          <w:b/>
        </w:rPr>
        <w:t xml:space="preserve"> </w:t>
      </w:r>
      <w:r w:rsidRPr="00D72455">
        <w:t xml:space="preserve">рішення виконавчого комітету міської ради від </w:t>
      </w:r>
      <w:r w:rsidRPr="00D72455">
        <w:rPr>
          <w:b/>
        </w:rPr>
        <w:t xml:space="preserve">14.11.2006р. № 524/13 </w:t>
      </w:r>
      <w:r w:rsidRPr="00D72455">
        <w:t>«Про передачу приміщень в оренду та відміну пункту 1 додатку 1 рішення виконавчого комітету міської ради від 10.10.2006р. № 430/11» щодо оренди Бутрімовим (Бутрімов) Олександром Вікторовичем приміщення гаража на вул. О.Боярка, 6-А, а саме: у графі «Адреса гаража та його характеристика»  слова та цифри «О.Боярка, 6-А…, 12,2 кв.м» замінити словами та цифрами «</w:t>
      </w:r>
      <w:r w:rsidRPr="00D72455">
        <w:rPr>
          <w:b/>
        </w:rPr>
        <w:t>Трепка Владислава, 6-В, … , 13,5 кв.м</w:t>
      </w:r>
      <w:r w:rsidRPr="00D72455">
        <w:t xml:space="preserve">», 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27.12.2013р.              № 401/Г </w:t>
      </w:r>
      <w:r w:rsidRPr="00D72455">
        <w:t>(підстава: технічний паспорт на гараж № ІІ</w:t>
      </w:r>
      <w:r w:rsidRPr="00D13624">
        <w:t xml:space="preserve"> по вул. Трепка Владислава (Боярка), 6-В </w:t>
      </w:r>
      <w:r w:rsidRPr="00D72455">
        <w:t>від 28.05.2013р., свідоцтво про право власності на нерухоме майно від 08.09.2008р.</w:t>
      </w:r>
      <w:r>
        <w:t>, заява від 06.11.2019р. № Б-1117/0-02/01</w:t>
      </w:r>
      <w:r w:rsidRPr="00D72455">
        <w:t>).</w:t>
      </w:r>
    </w:p>
    <w:p w:rsidR="000C58A4" w:rsidRDefault="000C58A4" w:rsidP="00D72455">
      <w:pPr>
        <w:ind w:firstLine="839"/>
        <w:jc w:val="both"/>
      </w:pPr>
    </w:p>
    <w:p w:rsidR="000C58A4" w:rsidRPr="00BC7547" w:rsidRDefault="000C58A4" w:rsidP="00D72455">
      <w:pPr>
        <w:ind w:firstLine="839"/>
        <w:jc w:val="both"/>
      </w:pPr>
      <w:r>
        <w:rPr>
          <w:b/>
        </w:rPr>
        <w:t>3</w:t>
      </w:r>
      <w:r w:rsidRPr="00BC7547">
        <w:rPr>
          <w:b/>
        </w:rPr>
        <w:t>.</w:t>
      </w:r>
      <w:r>
        <w:rPr>
          <w:b/>
        </w:rPr>
        <w:t>6</w:t>
      </w:r>
      <w:r w:rsidRPr="00BC7547">
        <w:rPr>
          <w:b/>
        </w:rPr>
        <w:t xml:space="preserve">. </w:t>
      </w:r>
      <w:r>
        <w:rPr>
          <w:b/>
        </w:rPr>
        <w:t xml:space="preserve">Пункту 1.1 </w:t>
      </w:r>
      <w:r w:rsidRPr="00D72455">
        <w:t xml:space="preserve">рішення виконавчого комітету міської ради від </w:t>
      </w:r>
      <w:r>
        <w:rPr>
          <w:b/>
        </w:rPr>
        <w:t>13</w:t>
      </w:r>
      <w:r w:rsidRPr="00D72455">
        <w:rPr>
          <w:b/>
        </w:rPr>
        <w:t>.</w:t>
      </w:r>
      <w:r>
        <w:rPr>
          <w:b/>
        </w:rPr>
        <w:t>08.2019</w:t>
      </w:r>
      <w:r w:rsidRPr="00D72455">
        <w:rPr>
          <w:b/>
        </w:rPr>
        <w:t xml:space="preserve">р. № </w:t>
      </w:r>
      <w:r>
        <w:rPr>
          <w:b/>
        </w:rPr>
        <w:t xml:space="preserve">474/17 </w:t>
      </w:r>
      <w:r>
        <w:t xml:space="preserve">«Про розгляд звернень юридичних осіб щодо закріплення нерухомого майна» стосовно закріплення за управлінням освіти міської ради приміщень другого поверху на </w:t>
      </w:r>
      <w:r w:rsidRPr="009D4544">
        <w:rPr>
          <w:b/>
        </w:rPr>
        <w:t>вул. Героїв Майдану, 176</w:t>
      </w:r>
      <w:r>
        <w:t xml:space="preserve">, а саме: слова та цифри «… приміщення (2-36)-(2-42), (2-47), приміщення спільного використання (2-45), (2-48)-(2-51), (2-56), (2-57) 2 поверху…, загальною площею 1031,45 кв.м…» замінити словами та цифрами </w:t>
      </w:r>
      <w:r w:rsidRPr="00540306">
        <w:rPr>
          <w:b/>
        </w:rPr>
        <w:t xml:space="preserve">«… приміщення (2-36)-(2-42), (2-47), (2-56) та </w:t>
      </w:r>
      <w:r>
        <w:rPr>
          <w:b/>
        </w:rPr>
        <w:t xml:space="preserve">частину приміщень </w:t>
      </w:r>
      <w:r w:rsidRPr="00540306">
        <w:rPr>
          <w:b/>
        </w:rPr>
        <w:t xml:space="preserve">спільного використання другого поверху…, загальною площею </w:t>
      </w:r>
      <w:r>
        <w:rPr>
          <w:b/>
        </w:rPr>
        <w:t>1029,8</w:t>
      </w:r>
      <w:r w:rsidRPr="00540306">
        <w:rPr>
          <w:b/>
        </w:rPr>
        <w:t>кв.м…</w:t>
      </w:r>
      <w:r>
        <w:t>» (підстава: лист</w:t>
      </w:r>
      <w:r w:rsidRPr="0006019F">
        <w:t xml:space="preserve"> від </w:t>
      </w:r>
      <w:r>
        <w:t>04</w:t>
      </w:r>
      <w:r w:rsidRPr="0006019F">
        <w:t>.</w:t>
      </w:r>
      <w:r>
        <w:t>10</w:t>
      </w:r>
      <w:r w:rsidRPr="0006019F">
        <w:t>.2019р. вх. № 02/01</w:t>
      </w:r>
      <w:r>
        <w:t xml:space="preserve">-11-2023/0). </w:t>
      </w:r>
    </w:p>
    <w:p w:rsidR="000C58A4" w:rsidRDefault="000C58A4" w:rsidP="00CA74AA">
      <w:pPr>
        <w:ind w:firstLine="840"/>
        <w:jc w:val="both"/>
        <w:rPr>
          <w:b/>
        </w:rPr>
      </w:pPr>
    </w:p>
    <w:p w:rsidR="000C58A4" w:rsidRPr="00BC7547" w:rsidRDefault="000C58A4" w:rsidP="00442EBD">
      <w:pPr>
        <w:ind w:firstLine="839"/>
        <w:jc w:val="both"/>
      </w:pPr>
      <w:r>
        <w:rPr>
          <w:b/>
        </w:rPr>
        <w:t xml:space="preserve">3.7. Пункту 3 </w:t>
      </w:r>
      <w:r w:rsidRPr="00D72455">
        <w:t xml:space="preserve">рішення виконавчого комітету міської ради від </w:t>
      </w:r>
      <w:r>
        <w:rPr>
          <w:b/>
        </w:rPr>
        <w:t>09</w:t>
      </w:r>
      <w:r w:rsidRPr="00D72455">
        <w:rPr>
          <w:b/>
        </w:rPr>
        <w:t>.</w:t>
      </w:r>
      <w:r>
        <w:rPr>
          <w:b/>
        </w:rPr>
        <w:t>02.2016</w:t>
      </w:r>
      <w:r w:rsidRPr="00D72455">
        <w:rPr>
          <w:b/>
        </w:rPr>
        <w:t xml:space="preserve">р. № </w:t>
      </w:r>
      <w:r>
        <w:rPr>
          <w:b/>
        </w:rPr>
        <w:t xml:space="preserve">61/3 </w:t>
      </w:r>
      <w:r>
        <w:t xml:space="preserve">«Про передачу та закріплення об’єктів нерухомого майна та визнання таким, що втратив чинність, пункту 6 рішення виконавчого комітету міської ради від 08.11.2005р. № 849/19» щодо закріплення за департаментом житлово-комунального господарства міської ради службових приміщень другого поверху на </w:t>
      </w:r>
      <w:r w:rsidRPr="009D4544">
        <w:rPr>
          <w:b/>
        </w:rPr>
        <w:t>вул. Героїв Майдану, 176</w:t>
      </w:r>
      <w:r>
        <w:rPr>
          <w:b/>
        </w:rPr>
        <w:t xml:space="preserve">, </w:t>
      </w:r>
      <w:r>
        <w:t xml:space="preserve">а саме: слова та цифри «…загальною площею 1232,10 кв.м, в тому числі: ІІ поверх – 359,2 кв.м (прим. (2-26), (2-38)-(2-43)…)» замінити словами та цифрами </w:t>
      </w:r>
      <w:r w:rsidRPr="009D4544">
        <w:rPr>
          <w:b/>
        </w:rPr>
        <w:t>«…</w:t>
      </w:r>
      <w:r w:rsidRPr="008409CC">
        <w:rPr>
          <w:b/>
        </w:rPr>
        <w:t xml:space="preserve">загальною площею </w:t>
      </w:r>
      <w:r>
        <w:rPr>
          <w:b/>
        </w:rPr>
        <w:t>990,0</w:t>
      </w:r>
      <w:r w:rsidRPr="008409CC">
        <w:rPr>
          <w:b/>
        </w:rPr>
        <w:t xml:space="preserve"> кв.м, в тому числі:  </w:t>
      </w:r>
      <w:r w:rsidRPr="009D4544">
        <w:rPr>
          <w:b/>
        </w:rPr>
        <w:t xml:space="preserve">ІІ поверх – 117,1 кв.м (прим. (2-13)-(2-18) та </w:t>
      </w:r>
      <w:r>
        <w:rPr>
          <w:b/>
        </w:rPr>
        <w:t xml:space="preserve">частину приміщень </w:t>
      </w:r>
      <w:r w:rsidRPr="00540306">
        <w:rPr>
          <w:b/>
        </w:rPr>
        <w:t>спільного використання другого поверху</w:t>
      </w:r>
      <w:r w:rsidRPr="009D4544">
        <w:rPr>
          <w:b/>
        </w:rPr>
        <w:t>)</w:t>
      </w:r>
      <w:r>
        <w:rPr>
          <w:b/>
        </w:rPr>
        <w:t>…</w:t>
      </w:r>
      <w:r w:rsidRPr="009D4544">
        <w:rPr>
          <w:b/>
        </w:rPr>
        <w:t>»</w:t>
      </w:r>
      <w:r>
        <w:rPr>
          <w:b/>
        </w:rPr>
        <w:t xml:space="preserve"> </w:t>
      </w:r>
      <w:r>
        <w:t>(підстава: лист</w:t>
      </w:r>
      <w:r w:rsidRPr="0006019F">
        <w:t xml:space="preserve"> від </w:t>
      </w:r>
      <w:r>
        <w:t>04</w:t>
      </w:r>
      <w:r w:rsidRPr="0006019F">
        <w:t>.</w:t>
      </w:r>
      <w:r>
        <w:t>10</w:t>
      </w:r>
      <w:r w:rsidRPr="0006019F">
        <w:t>.2019р. вх. № 02/01</w:t>
      </w:r>
      <w:r>
        <w:t xml:space="preserve">-11-2023/0). </w:t>
      </w:r>
    </w:p>
    <w:p w:rsidR="000C58A4" w:rsidRDefault="000C58A4" w:rsidP="00CA74AA">
      <w:pPr>
        <w:ind w:firstLine="840"/>
        <w:jc w:val="both"/>
        <w:rPr>
          <w:b/>
        </w:rPr>
      </w:pPr>
    </w:p>
    <w:p w:rsidR="000C58A4" w:rsidRPr="00BC7547" w:rsidRDefault="000C58A4" w:rsidP="00442EBD">
      <w:pPr>
        <w:ind w:firstLine="839"/>
        <w:jc w:val="both"/>
      </w:pPr>
      <w:r>
        <w:rPr>
          <w:b/>
        </w:rPr>
        <w:t xml:space="preserve">3.8. Пункту 12 </w:t>
      </w:r>
      <w:r w:rsidRPr="00D72455">
        <w:t xml:space="preserve">рішення виконавчого комітету міської ради від </w:t>
      </w:r>
      <w:r>
        <w:rPr>
          <w:b/>
        </w:rPr>
        <w:t>17</w:t>
      </w:r>
      <w:r w:rsidRPr="00D72455">
        <w:rPr>
          <w:b/>
        </w:rPr>
        <w:t>.</w:t>
      </w:r>
      <w:r>
        <w:rPr>
          <w:b/>
        </w:rPr>
        <w:t>05.2017</w:t>
      </w:r>
      <w:r w:rsidRPr="00D72455">
        <w:rPr>
          <w:b/>
        </w:rPr>
        <w:t xml:space="preserve">р. № </w:t>
      </w:r>
      <w:r>
        <w:rPr>
          <w:b/>
        </w:rPr>
        <w:t xml:space="preserve">262/10 </w:t>
      </w:r>
      <w:r>
        <w:t xml:space="preserve">«Про розгляд фізичних та юридичних осіб щодо оренди, позички, закріплення приміщення, внесення змін до окремих пунктів рішень </w:t>
      </w:r>
      <w:r w:rsidRPr="00D72455">
        <w:t>виконавчого комітету міської ради</w:t>
      </w:r>
      <w:r>
        <w:t xml:space="preserve"> та визнання таким, що втратив чинність, окремого пункту рішення </w:t>
      </w:r>
      <w:r w:rsidRPr="00D72455">
        <w:t>виконавчого комітету міської ради</w:t>
      </w:r>
      <w:r>
        <w:t xml:space="preserve"> з цих питань» стосовно закріплення за департаментом праці та соціального захисту населення міської ради приміщень другого поверху на </w:t>
      </w:r>
      <w:r w:rsidRPr="009D4544">
        <w:rPr>
          <w:b/>
        </w:rPr>
        <w:t>вул. Героїв Майдану, 176</w:t>
      </w:r>
      <w:r>
        <w:rPr>
          <w:b/>
        </w:rPr>
        <w:t xml:space="preserve">, </w:t>
      </w:r>
      <w:r>
        <w:t xml:space="preserve">а саме: слова та цифри «…загальною площею 1225,60 кв.м (1 поверх – 989,9 кв.м, 2 поверх – 235,7 кв.м)…» замінити словами та цифрами </w:t>
      </w:r>
      <w:r w:rsidRPr="003D2965">
        <w:rPr>
          <w:b/>
        </w:rPr>
        <w:t>«</w:t>
      </w:r>
      <w:r>
        <w:rPr>
          <w:b/>
        </w:rPr>
        <w:t xml:space="preserve">…загальною площею 1434,8 кв.м (1 поверх – 989,9 кв.м, 2 поверх – 444,9 кв. (прим. (2-3), (2-12), (2-19)-(2-20), (2-22)-(2-26), (2-28)-(2-35), (2-43)-(2-44), (2-46), частина прим. (2-45) та частину приміщень </w:t>
      </w:r>
      <w:r w:rsidRPr="00540306">
        <w:rPr>
          <w:b/>
        </w:rPr>
        <w:t>спільного використання</w:t>
      </w:r>
      <w:r>
        <w:rPr>
          <w:b/>
        </w:rPr>
        <w:t>))…</w:t>
      </w:r>
      <w:r w:rsidRPr="003D2965">
        <w:rPr>
          <w:b/>
        </w:rPr>
        <w:t>»</w:t>
      </w:r>
      <w:r>
        <w:rPr>
          <w:b/>
        </w:rPr>
        <w:t xml:space="preserve"> </w:t>
      </w:r>
      <w:r>
        <w:t>(підстава: лист</w:t>
      </w:r>
      <w:r w:rsidRPr="0006019F">
        <w:t xml:space="preserve"> від </w:t>
      </w:r>
      <w:r>
        <w:t>04</w:t>
      </w:r>
      <w:r w:rsidRPr="0006019F">
        <w:t>.</w:t>
      </w:r>
      <w:r>
        <w:t>10</w:t>
      </w:r>
      <w:r w:rsidRPr="0006019F">
        <w:t>.2019р. вх. № 02/01</w:t>
      </w:r>
      <w:r>
        <w:t xml:space="preserve">-11-2023/0). </w:t>
      </w:r>
    </w:p>
    <w:p w:rsidR="000C58A4" w:rsidRPr="009D4544" w:rsidRDefault="000C58A4" w:rsidP="00CA74AA">
      <w:pPr>
        <w:ind w:firstLine="840"/>
        <w:jc w:val="both"/>
      </w:pPr>
    </w:p>
    <w:p w:rsidR="000C58A4" w:rsidRPr="00E101FA" w:rsidRDefault="000C58A4" w:rsidP="00E101FA">
      <w:pPr>
        <w:ind w:firstLine="839"/>
        <w:jc w:val="both"/>
      </w:pPr>
      <w:r>
        <w:rPr>
          <w:b/>
        </w:rPr>
        <w:t>3</w:t>
      </w:r>
      <w:r w:rsidRPr="00E101FA">
        <w:rPr>
          <w:b/>
        </w:rPr>
        <w:t>.</w:t>
      </w:r>
      <w:r>
        <w:rPr>
          <w:b/>
        </w:rPr>
        <w:t>9.</w:t>
      </w:r>
      <w:r w:rsidRPr="00E101FA">
        <w:rPr>
          <w:b/>
        </w:rPr>
        <w:t xml:space="preserve"> </w:t>
      </w:r>
      <w:r w:rsidRPr="00A54234">
        <w:t>Р</w:t>
      </w:r>
      <w:r w:rsidRPr="00E101FA">
        <w:t xml:space="preserve">ішень виконавчого комітету міської ради щодо оренди Чернівецькою міською громадською організацією «Жіночий клуб «Афіна» </w:t>
      </w:r>
      <w:r>
        <w:t xml:space="preserve">(код ЄДРПОУ …) </w:t>
      </w:r>
      <w:r w:rsidRPr="00E101FA">
        <w:t xml:space="preserve">приміщень, замінивши слова: «Чернівецькій міській громадській організації «Жіночий клуб «Афіна»…» словами </w:t>
      </w:r>
      <w:r w:rsidRPr="00E101FA">
        <w:rPr>
          <w:b/>
        </w:rPr>
        <w:t>«Громадській організації «Жіночий клуб Афіна…»</w:t>
      </w:r>
      <w:r>
        <w:rPr>
          <w:b/>
        </w:rPr>
        <w:t xml:space="preserve">, </w:t>
      </w:r>
      <w:r w:rsidRPr="00C746B4">
        <w:t>у</w:t>
      </w:r>
      <w:r>
        <w:rPr>
          <w:b/>
        </w:rPr>
        <w:t xml:space="preserve"> </w:t>
      </w:r>
      <w:r>
        <w:t>зв’язку з внесенням змін</w:t>
      </w:r>
      <w:r w:rsidRPr="00C746B4">
        <w:t xml:space="preserve"> </w:t>
      </w:r>
      <w:r>
        <w:t>до</w:t>
      </w:r>
      <w:r w:rsidRPr="00C746B4">
        <w:t xml:space="preserve"> Єдин</w:t>
      </w:r>
      <w:r>
        <w:t>ого</w:t>
      </w:r>
      <w:r w:rsidRPr="00C746B4">
        <w:t xml:space="preserve"> державн</w:t>
      </w:r>
      <w:r>
        <w:t>ого</w:t>
      </w:r>
      <w:r w:rsidRPr="00C746B4">
        <w:t xml:space="preserve"> реєстр</w:t>
      </w:r>
      <w:r>
        <w:t>у</w:t>
      </w:r>
      <w:r w:rsidRPr="00E101FA">
        <w:t xml:space="preserve"> (підстава: лист від 23.10.2019р. вх. № 02/01-11-1773/1), зокрема, до:</w:t>
      </w:r>
    </w:p>
    <w:p w:rsidR="000C58A4" w:rsidRDefault="000C58A4" w:rsidP="002E7AB6">
      <w:pPr>
        <w:ind w:firstLine="839"/>
        <w:jc w:val="both"/>
        <w:rPr>
          <w:b/>
        </w:rPr>
      </w:pPr>
    </w:p>
    <w:p w:rsidR="000C58A4" w:rsidRPr="00E101FA" w:rsidRDefault="000C58A4" w:rsidP="002E7AB6">
      <w:pPr>
        <w:ind w:firstLine="839"/>
        <w:jc w:val="both"/>
      </w:pPr>
      <w:r>
        <w:rPr>
          <w:b/>
        </w:rPr>
        <w:t>3</w:t>
      </w:r>
      <w:r w:rsidRPr="00E101FA">
        <w:rPr>
          <w:b/>
        </w:rPr>
        <w:t>.</w:t>
      </w:r>
      <w:r>
        <w:rPr>
          <w:b/>
        </w:rPr>
        <w:t>9</w:t>
      </w:r>
      <w:r w:rsidRPr="00E101FA">
        <w:rPr>
          <w:b/>
        </w:rPr>
        <w:t>.</w:t>
      </w:r>
      <w:r>
        <w:rPr>
          <w:b/>
        </w:rPr>
        <w:t>1.</w:t>
      </w:r>
      <w:r w:rsidRPr="00E101FA">
        <w:rPr>
          <w:b/>
        </w:rPr>
        <w:t xml:space="preserve"> Пункту 1.5 </w:t>
      </w:r>
      <w:r w:rsidRPr="00E101FA">
        <w:t xml:space="preserve">рішення виконавчого комітету міської ради від </w:t>
      </w:r>
      <w:r w:rsidRPr="00E101FA">
        <w:rPr>
          <w:b/>
        </w:rPr>
        <w:t>12.03.2014р. № 70/3</w:t>
      </w:r>
      <w:r w:rsidRPr="00E101FA">
        <w:t xml:space="preserve"> «Про оренду приміщень, внесення змін та визнання такими, що втратили чинність деякі пункти рішень вик</w:t>
      </w:r>
      <w:r>
        <w:t>онавчого комітету міської ради»,</w:t>
      </w:r>
      <w:r w:rsidRPr="00E101FA">
        <w:t xml:space="preserve"> </w:t>
      </w:r>
      <w:r>
        <w:t xml:space="preserve">стосовно оренди </w:t>
      </w:r>
      <w:r w:rsidRPr="00E101FA">
        <w:t xml:space="preserve">приміщення </w:t>
      </w:r>
      <w:r>
        <w:t xml:space="preserve">підвалу </w:t>
      </w:r>
      <w:r w:rsidRPr="00E101FA">
        <w:t xml:space="preserve">на </w:t>
      </w:r>
      <w:r w:rsidRPr="00E101FA">
        <w:rPr>
          <w:b/>
        </w:rPr>
        <w:t>вул. Комарова Воло</w:t>
      </w:r>
      <w:r>
        <w:rPr>
          <w:b/>
        </w:rPr>
        <w:t>д</w:t>
      </w:r>
      <w:r w:rsidRPr="00E101FA">
        <w:rPr>
          <w:b/>
        </w:rPr>
        <w:t>имира, 26-Б</w:t>
      </w:r>
      <w:r w:rsidRPr="00E101FA">
        <w:t xml:space="preserve">, 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08.04.2014р. № 75</w:t>
      </w:r>
      <w:r w:rsidRPr="00E101FA">
        <w:t>.</w:t>
      </w:r>
    </w:p>
    <w:p w:rsidR="000C58A4" w:rsidRPr="00DE6205" w:rsidRDefault="000C58A4" w:rsidP="00EC63E5">
      <w:pPr>
        <w:ind w:firstLine="839"/>
        <w:jc w:val="both"/>
        <w:rPr>
          <w:highlight w:val="yellow"/>
        </w:rPr>
      </w:pPr>
    </w:p>
    <w:p w:rsidR="000C58A4" w:rsidRDefault="000C58A4" w:rsidP="00C318A7">
      <w:pPr>
        <w:ind w:firstLine="839"/>
        <w:jc w:val="both"/>
      </w:pPr>
      <w:r>
        <w:rPr>
          <w:b/>
        </w:rPr>
        <w:t>3</w:t>
      </w:r>
      <w:r w:rsidRPr="00C318A7">
        <w:rPr>
          <w:b/>
        </w:rPr>
        <w:t>.</w:t>
      </w:r>
      <w:r>
        <w:rPr>
          <w:b/>
        </w:rPr>
        <w:t>9.</w:t>
      </w:r>
      <w:r w:rsidRPr="00C318A7">
        <w:rPr>
          <w:b/>
        </w:rPr>
        <w:t xml:space="preserve">2. Пункту 1.3 </w:t>
      </w:r>
      <w:r w:rsidRPr="00C318A7">
        <w:t xml:space="preserve">рішення виконавчого комітету міської ради від </w:t>
      </w:r>
      <w:r w:rsidRPr="00C318A7">
        <w:rPr>
          <w:b/>
        </w:rPr>
        <w:t>26.10.2010р. № 726/19</w:t>
      </w:r>
      <w:r w:rsidRPr="00C318A7">
        <w:t xml:space="preserve"> «Про передачу в оренду приміщень та внесення змін в рішення виконавчого комітету міської ради»</w:t>
      </w:r>
      <w:r>
        <w:t xml:space="preserve"> та </w:t>
      </w:r>
      <w:r w:rsidRPr="00A81EBE">
        <w:rPr>
          <w:b/>
        </w:rPr>
        <w:t>пункту 5.3</w:t>
      </w:r>
      <w:r>
        <w:t xml:space="preserve"> </w:t>
      </w:r>
      <w:r w:rsidRPr="00C318A7">
        <w:t xml:space="preserve">рішення виконавчого комітету міської ради від </w:t>
      </w:r>
      <w:r>
        <w:rPr>
          <w:b/>
        </w:rPr>
        <w:t>12</w:t>
      </w:r>
      <w:r w:rsidRPr="00C318A7">
        <w:rPr>
          <w:b/>
        </w:rPr>
        <w:t>.</w:t>
      </w:r>
      <w:r>
        <w:rPr>
          <w:b/>
        </w:rPr>
        <w:t>02</w:t>
      </w:r>
      <w:r w:rsidRPr="00C318A7">
        <w:rPr>
          <w:b/>
        </w:rPr>
        <w:t>.201</w:t>
      </w:r>
      <w:r>
        <w:rPr>
          <w:b/>
        </w:rPr>
        <w:t>3</w:t>
      </w:r>
      <w:r w:rsidRPr="00C318A7">
        <w:rPr>
          <w:b/>
        </w:rPr>
        <w:t xml:space="preserve">р. № </w:t>
      </w:r>
      <w:r>
        <w:rPr>
          <w:b/>
        </w:rPr>
        <w:t xml:space="preserve">64/2 </w:t>
      </w:r>
      <w:r>
        <w:t xml:space="preserve">«Про оренду та позичку приміщень, закріплення, відміну та внесення змін до рішень </w:t>
      </w:r>
      <w:r w:rsidRPr="00C318A7">
        <w:t>виконавчого комітету міської ради</w:t>
      </w:r>
      <w:r>
        <w:t>»</w:t>
      </w:r>
      <w:r w:rsidRPr="00C318A7">
        <w:t xml:space="preserve">, стосовно оренди приміщення другого поверху на </w:t>
      </w:r>
      <w:r w:rsidRPr="00C318A7">
        <w:rPr>
          <w:b/>
        </w:rPr>
        <w:t xml:space="preserve">вул. Воробкевича Сидора, 19, </w:t>
      </w:r>
      <w:r w:rsidRPr="00C318A7">
        <w:t xml:space="preserve">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04.11.2013р. № 344/К</w:t>
      </w:r>
      <w:r w:rsidRPr="00C318A7">
        <w:t>.</w:t>
      </w:r>
    </w:p>
    <w:p w:rsidR="000C58A4" w:rsidRDefault="000C58A4" w:rsidP="00C318A7">
      <w:pPr>
        <w:ind w:firstLine="839"/>
        <w:jc w:val="both"/>
      </w:pPr>
    </w:p>
    <w:p w:rsidR="000C58A4" w:rsidRDefault="000C58A4" w:rsidP="00A81EBE">
      <w:pPr>
        <w:ind w:firstLine="839"/>
        <w:jc w:val="both"/>
      </w:pPr>
      <w:r>
        <w:rPr>
          <w:b/>
        </w:rPr>
        <w:t>3</w:t>
      </w:r>
      <w:r w:rsidRPr="00A81EBE">
        <w:rPr>
          <w:b/>
        </w:rPr>
        <w:t>.</w:t>
      </w:r>
      <w:r>
        <w:rPr>
          <w:b/>
        </w:rPr>
        <w:t>10.</w:t>
      </w:r>
      <w:r w:rsidRPr="00A81EBE">
        <w:rPr>
          <w:b/>
        </w:rPr>
        <w:t xml:space="preserve"> </w:t>
      </w:r>
      <w:r>
        <w:rPr>
          <w:b/>
        </w:rPr>
        <w:t xml:space="preserve">Пункту 3 </w:t>
      </w:r>
      <w:r>
        <w:t>рішення</w:t>
      </w:r>
      <w:r w:rsidRPr="00E101FA">
        <w:t xml:space="preserve"> виконавчого комітету міської ради </w:t>
      </w:r>
      <w:r>
        <w:t xml:space="preserve">від </w:t>
      </w:r>
      <w:r>
        <w:rPr>
          <w:b/>
        </w:rPr>
        <w:t>12</w:t>
      </w:r>
      <w:r w:rsidRPr="00C318A7">
        <w:rPr>
          <w:b/>
        </w:rPr>
        <w:t>.</w:t>
      </w:r>
      <w:r>
        <w:rPr>
          <w:b/>
        </w:rPr>
        <w:t>02</w:t>
      </w:r>
      <w:r w:rsidRPr="00C318A7">
        <w:rPr>
          <w:b/>
        </w:rPr>
        <w:t>.201</w:t>
      </w:r>
      <w:r>
        <w:rPr>
          <w:b/>
        </w:rPr>
        <w:t>3</w:t>
      </w:r>
      <w:r w:rsidRPr="00C318A7">
        <w:rPr>
          <w:b/>
        </w:rPr>
        <w:t xml:space="preserve">р. № </w:t>
      </w:r>
      <w:r>
        <w:rPr>
          <w:b/>
        </w:rPr>
        <w:t xml:space="preserve">64/2 </w:t>
      </w:r>
      <w:r>
        <w:t xml:space="preserve">«Про оренду та позичку приміщень, закріплення, відміну та внесення змін до рішень </w:t>
      </w:r>
      <w:r w:rsidRPr="00C318A7">
        <w:t>виконавчого комітету міської ради</w:t>
      </w:r>
      <w:r>
        <w:t xml:space="preserve">» </w:t>
      </w:r>
      <w:r w:rsidRPr="00E101FA">
        <w:t xml:space="preserve">щодо оренди </w:t>
      </w:r>
      <w:r>
        <w:t>Публічним акціонерним товариством «Чернівецький хлібокомбінат»</w:t>
      </w:r>
      <w:r w:rsidRPr="00E101FA">
        <w:t xml:space="preserve"> </w:t>
      </w:r>
      <w:r>
        <w:t xml:space="preserve">(код ЄДРПОУ 03293304) </w:t>
      </w:r>
      <w:r w:rsidRPr="00E101FA">
        <w:t>приміщень, замінивши слова: «</w:t>
      </w:r>
      <w:r>
        <w:t>...публічному акціонерному товариству «Чернівецький хлібокомбінат»</w:t>
      </w:r>
      <w:r w:rsidRPr="00E101FA">
        <w:t xml:space="preserve">…» словами </w:t>
      </w:r>
      <w:r w:rsidRPr="00E101FA">
        <w:rPr>
          <w:b/>
        </w:rPr>
        <w:t>«</w:t>
      </w:r>
      <w:r>
        <w:rPr>
          <w:b/>
        </w:rPr>
        <w:t>…акціонерному товариству «Чернівецький хлібокомбінат»</w:t>
      </w:r>
      <w:r w:rsidRPr="00E101FA">
        <w:rPr>
          <w:b/>
        </w:rPr>
        <w:t>…»</w:t>
      </w:r>
      <w:r>
        <w:rPr>
          <w:b/>
        </w:rPr>
        <w:t xml:space="preserve">, </w:t>
      </w:r>
      <w:r w:rsidRPr="00C746B4">
        <w:t>у</w:t>
      </w:r>
      <w:r>
        <w:rPr>
          <w:b/>
        </w:rPr>
        <w:t xml:space="preserve"> </w:t>
      </w:r>
      <w:r>
        <w:t>зв’язку з внесенням змін</w:t>
      </w:r>
      <w:r w:rsidRPr="00C746B4">
        <w:t xml:space="preserve"> </w:t>
      </w:r>
      <w:r>
        <w:t>до</w:t>
      </w:r>
      <w:r w:rsidRPr="00C746B4">
        <w:t xml:space="preserve"> Єдин</w:t>
      </w:r>
      <w:r>
        <w:t>ого</w:t>
      </w:r>
      <w:r w:rsidRPr="00C746B4">
        <w:t xml:space="preserve"> державн</w:t>
      </w:r>
      <w:r>
        <w:t>ого</w:t>
      </w:r>
      <w:r w:rsidRPr="00C746B4">
        <w:t xml:space="preserve"> реєстр</w:t>
      </w:r>
      <w:r>
        <w:t>у,</w:t>
      </w:r>
      <w:r w:rsidRPr="00A64498">
        <w:t xml:space="preserve"> </w:t>
      </w:r>
      <w:r w:rsidRPr="00C318A7">
        <w:t xml:space="preserve">про що укласти </w:t>
      </w:r>
      <w:r>
        <w:t>додаткові</w:t>
      </w:r>
      <w:r w:rsidRPr="00C318A7">
        <w:t xml:space="preserve"> догов</w:t>
      </w:r>
      <w:r>
        <w:t>о</w:t>
      </w:r>
      <w:r w:rsidRPr="00C318A7">
        <w:t>р</w:t>
      </w:r>
      <w:r>
        <w:t>и</w:t>
      </w:r>
      <w:r w:rsidRPr="00C318A7">
        <w:t xml:space="preserve"> </w:t>
      </w:r>
      <w:r>
        <w:t xml:space="preserve">до договорів </w:t>
      </w:r>
      <w:r w:rsidRPr="00C318A7">
        <w:t>оренди нерухомого майна</w:t>
      </w:r>
      <w:r w:rsidRPr="00E101FA">
        <w:t xml:space="preserve"> (підстава: лист від </w:t>
      </w:r>
      <w:r>
        <w:t>15</w:t>
      </w:r>
      <w:r w:rsidRPr="00E101FA">
        <w:t>.1</w:t>
      </w:r>
      <w:r>
        <w:t>1</w:t>
      </w:r>
      <w:r w:rsidRPr="00E101FA">
        <w:t>.2019р. вх. № 02/01-11-</w:t>
      </w:r>
      <w:r>
        <w:t>2430</w:t>
      </w:r>
      <w:r w:rsidRPr="00E101FA">
        <w:t>/</w:t>
      </w:r>
      <w:r>
        <w:t>0</w:t>
      </w:r>
      <w:r w:rsidRPr="00E101FA">
        <w:t xml:space="preserve">), зокрема, </w:t>
      </w:r>
      <w:r>
        <w:t>стосовно</w:t>
      </w:r>
      <w:r w:rsidRPr="00E101FA">
        <w:t>:</w:t>
      </w:r>
    </w:p>
    <w:p w:rsidR="000C58A4" w:rsidRDefault="000C58A4" w:rsidP="00A81EBE">
      <w:pPr>
        <w:ind w:firstLine="839"/>
        <w:jc w:val="both"/>
      </w:pPr>
    </w:p>
    <w:p w:rsidR="000C58A4" w:rsidRDefault="000C58A4" w:rsidP="00A81EBE">
      <w:pPr>
        <w:ind w:firstLine="839"/>
        <w:jc w:val="both"/>
        <w:rPr>
          <w:b/>
        </w:rPr>
      </w:pPr>
      <w:r>
        <w:rPr>
          <w:b/>
        </w:rPr>
        <w:t>3</w:t>
      </w:r>
      <w:r w:rsidRPr="00A64498">
        <w:rPr>
          <w:b/>
        </w:rPr>
        <w:t>.1</w:t>
      </w:r>
      <w:r>
        <w:rPr>
          <w:b/>
        </w:rPr>
        <w:t>0</w:t>
      </w:r>
      <w:r w:rsidRPr="00A64498">
        <w:rPr>
          <w:b/>
        </w:rPr>
        <w:t>.</w:t>
      </w:r>
      <w:r>
        <w:rPr>
          <w:b/>
        </w:rPr>
        <w:t>1.</w:t>
      </w:r>
      <w:r w:rsidRPr="00A64498">
        <w:rPr>
          <w:b/>
        </w:rPr>
        <w:t xml:space="preserve"> </w:t>
      </w:r>
      <w:r>
        <w:t xml:space="preserve">Приміщення першого поверху на вул. </w:t>
      </w:r>
      <w:r w:rsidRPr="00A64498">
        <w:rPr>
          <w:b/>
        </w:rPr>
        <w:t>28 Червня, 35</w:t>
      </w:r>
      <w:r>
        <w:rPr>
          <w:b/>
        </w:rPr>
        <w:t>.</w:t>
      </w:r>
    </w:p>
    <w:p w:rsidR="000C58A4" w:rsidRDefault="000C58A4" w:rsidP="00A81EBE">
      <w:pPr>
        <w:ind w:firstLine="839"/>
        <w:jc w:val="both"/>
        <w:rPr>
          <w:b/>
        </w:rPr>
      </w:pPr>
    </w:p>
    <w:p w:rsidR="000C58A4" w:rsidRDefault="000C58A4" w:rsidP="00A64498">
      <w:pPr>
        <w:ind w:firstLine="839"/>
        <w:jc w:val="both"/>
        <w:rPr>
          <w:b/>
        </w:rPr>
      </w:pPr>
      <w:r>
        <w:rPr>
          <w:b/>
        </w:rPr>
        <w:t xml:space="preserve">3.10.2. </w:t>
      </w:r>
      <w:r>
        <w:t xml:space="preserve">Приміщення першого поверху на вул. </w:t>
      </w:r>
      <w:r>
        <w:rPr>
          <w:b/>
        </w:rPr>
        <w:t>Головній</w:t>
      </w:r>
      <w:r w:rsidRPr="00A64498">
        <w:rPr>
          <w:b/>
        </w:rPr>
        <w:t xml:space="preserve">, </w:t>
      </w:r>
      <w:r>
        <w:rPr>
          <w:b/>
        </w:rPr>
        <w:t>11</w:t>
      </w:r>
      <w:r w:rsidRPr="00A64498">
        <w:rPr>
          <w:b/>
        </w:rPr>
        <w:t>5</w:t>
      </w:r>
      <w:r>
        <w:rPr>
          <w:b/>
        </w:rPr>
        <w:t>.</w:t>
      </w:r>
    </w:p>
    <w:p w:rsidR="000C58A4" w:rsidRDefault="000C58A4" w:rsidP="00BA7264">
      <w:pPr>
        <w:tabs>
          <w:tab w:val="left" w:pos="1418"/>
        </w:tabs>
        <w:ind w:firstLine="839"/>
        <w:jc w:val="both"/>
        <w:rPr>
          <w:b/>
        </w:rPr>
      </w:pPr>
    </w:p>
    <w:p w:rsidR="000C58A4" w:rsidRDefault="000C58A4" w:rsidP="00BA7264">
      <w:pPr>
        <w:tabs>
          <w:tab w:val="left" w:pos="1418"/>
        </w:tabs>
        <w:ind w:firstLine="839"/>
        <w:jc w:val="both"/>
        <w:rPr>
          <w:b/>
        </w:rPr>
      </w:pPr>
      <w:r>
        <w:rPr>
          <w:b/>
        </w:rPr>
        <w:t xml:space="preserve">3.10.3. </w:t>
      </w:r>
      <w:r>
        <w:t xml:space="preserve">Приміщення першого поверху на вул. </w:t>
      </w:r>
      <w:r>
        <w:rPr>
          <w:b/>
        </w:rPr>
        <w:t>Поштовій (Худякова Олександра)</w:t>
      </w:r>
      <w:r w:rsidRPr="00A64498">
        <w:rPr>
          <w:b/>
        </w:rPr>
        <w:t xml:space="preserve">, </w:t>
      </w:r>
      <w:r>
        <w:rPr>
          <w:b/>
        </w:rPr>
        <w:t>2.</w:t>
      </w:r>
    </w:p>
    <w:p w:rsidR="000C58A4" w:rsidRPr="00A81EBE" w:rsidRDefault="000C58A4" w:rsidP="00C318A7">
      <w:pPr>
        <w:ind w:firstLine="839"/>
        <w:jc w:val="both"/>
        <w:rPr>
          <w:b/>
        </w:rPr>
      </w:pPr>
    </w:p>
    <w:p w:rsidR="000C58A4" w:rsidRDefault="000C58A4" w:rsidP="00027230">
      <w:pPr>
        <w:ind w:firstLine="839"/>
        <w:jc w:val="both"/>
        <w:rPr>
          <w:b/>
        </w:rPr>
      </w:pPr>
      <w:r>
        <w:rPr>
          <w:b/>
        </w:rPr>
        <w:t>3</w:t>
      </w:r>
      <w:r w:rsidRPr="00BA7264">
        <w:rPr>
          <w:b/>
        </w:rPr>
        <w:t>.</w:t>
      </w:r>
      <w:r>
        <w:rPr>
          <w:b/>
        </w:rPr>
        <w:t>10.</w:t>
      </w:r>
      <w:r w:rsidRPr="00BA7264">
        <w:rPr>
          <w:b/>
        </w:rPr>
        <w:t xml:space="preserve">4. </w:t>
      </w:r>
      <w:r>
        <w:t xml:space="preserve">Приміщення першого поверху на вул. </w:t>
      </w:r>
      <w:r>
        <w:rPr>
          <w:b/>
        </w:rPr>
        <w:t>Героїв Майдану</w:t>
      </w:r>
      <w:r w:rsidRPr="00A64498">
        <w:rPr>
          <w:b/>
        </w:rPr>
        <w:t xml:space="preserve">, </w:t>
      </w:r>
      <w:r>
        <w:rPr>
          <w:b/>
        </w:rPr>
        <w:t>18.</w:t>
      </w:r>
    </w:p>
    <w:p w:rsidR="000C58A4" w:rsidRPr="00BA7264" w:rsidRDefault="000C58A4" w:rsidP="003C66C2">
      <w:pPr>
        <w:ind w:firstLine="839"/>
        <w:jc w:val="both"/>
        <w:rPr>
          <w:b/>
        </w:rPr>
      </w:pPr>
    </w:p>
    <w:p w:rsidR="000C58A4" w:rsidRPr="00E101FA" w:rsidRDefault="000C58A4" w:rsidP="00CD67A8">
      <w:pPr>
        <w:ind w:firstLine="839"/>
        <w:jc w:val="both"/>
      </w:pPr>
      <w:r>
        <w:rPr>
          <w:b/>
        </w:rPr>
        <w:t>3</w:t>
      </w:r>
      <w:r w:rsidRPr="00CD67A8">
        <w:rPr>
          <w:b/>
        </w:rPr>
        <w:t>.</w:t>
      </w:r>
      <w:r>
        <w:rPr>
          <w:b/>
        </w:rPr>
        <w:t>11.</w:t>
      </w:r>
      <w:r w:rsidRPr="00CD67A8">
        <w:rPr>
          <w:b/>
        </w:rPr>
        <w:t xml:space="preserve"> </w:t>
      </w:r>
      <w:r w:rsidRPr="00A54234">
        <w:t>Р</w:t>
      </w:r>
      <w:r w:rsidRPr="00E101FA">
        <w:t xml:space="preserve">ішень виконавчого комітету міської ради щодо оренди </w:t>
      </w:r>
      <w:r>
        <w:t>Публічним акціонерним товариством «Державний ощадний банк України» (код ЄДРПОУ …)</w:t>
      </w:r>
      <w:r w:rsidRPr="00E101FA">
        <w:t xml:space="preserve"> приміщень, замінивши слова: «</w:t>
      </w:r>
      <w:r>
        <w:t>…Публічному акціонерному товариству «Державний ощадний банк України»</w:t>
      </w:r>
      <w:r w:rsidRPr="00E101FA">
        <w:t xml:space="preserve">…» словами </w:t>
      </w:r>
      <w:r w:rsidRPr="00E101FA">
        <w:rPr>
          <w:b/>
        </w:rPr>
        <w:t>«</w:t>
      </w:r>
      <w:r>
        <w:rPr>
          <w:b/>
        </w:rPr>
        <w:t>…Акціонерному товариству</w:t>
      </w:r>
      <w:r w:rsidRPr="00E101FA">
        <w:rPr>
          <w:b/>
        </w:rPr>
        <w:t xml:space="preserve"> «</w:t>
      </w:r>
      <w:r>
        <w:rPr>
          <w:b/>
        </w:rPr>
        <w:t>Державний ощадний банк України»</w:t>
      </w:r>
      <w:r w:rsidRPr="00E101FA">
        <w:rPr>
          <w:b/>
        </w:rPr>
        <w:t>…»</w:t>
      </w:r>
      <w:r>
        <w:rPr>
          <w:b/>
        </w:rPr>
        <w:t xml:space="preserve">, </w:t>
      </w:r>
      <w:r w:rsidRPr="00C746B4">
        <w:t>у</w:t>
      </w:r>
      <w:r>
        <w:rPr>
          <w:b/>
        </w:rPr>
        <w:t xml:space="preserve"> </w:t>
      </w:r>
      <w:r>
        <w:t>зв’язку з внесенням змін</w:t>
      </w:r>
      <w:r w:rsidRPr="00C746B4">
        <w:t xml:space="preserve"> </w:t>
      </w:r>
      <w:r>
        <w:t>до</w:t>
      </w:r>
      <w:r w:rsidRPr="00C746B4">
        <w:t xml:space="preserve"> Єдин</w:t>
      </w:r>
      <w:r>
        <w:t>ого</w:t>
      </w:r>
      <w:r w:rsidRPr="00C746B4">
        <w:t xml:space="preserve"> державн</w:t>
      </w:r>
      <w:r>
        <w:t>ого</w:t>
      </w:r>
      <w:r w:rsidRPr="00C746B4">
        <w:t xml:space="preserve"> реєстр</w:t>
      </w:r>
      <w:r>
        <w:t>у</w:t>
      </w:r>
      <w:r w:rsidRPr="00E101FA">
        <w:t xml:space="preserve"> (підстава: лист від 23.10.2019р. </w:t>
      </w:r>
      <w:r>
        <w:t xml:space="preserve">                  </w:t>
      </w:r>
      <w:r w:rsidRPr="00E101FA">
        <w:t>вх. № 02/01-11-1773/1), зокрема, до:</w:t>
      </w:r>
    </w:p>
    <w:p w:rsidR="000C58A4" w:rsidRPr="00CD67A8" w:rsidRDefault="000C58A4" w:rsidP="003C66C2">
      <w:pPr>
        <w:ind w:firstLine="839"/>
        <w:jc w:val="both"/>
        <w:rPr>
          <w:b/>
        </w:rPr>
      </w:pPr>
    </w:p>
    <w:p w:rsidR="000C58A4" w:rsidRDefault="000C58A4" w:rsidP="00413F8A">
      <w:pPr>
        <w:ind w:firstLine="839"/>
        <w:jc w:val="both"/>
      </w:pPr>
      <w:r>
        <w:rPr>
          <w:b/>
        </w:rPr>
        <w:t>3</w:t>
      </w:r>
      <w:r w:rsidRPr="00CE6FC7">
        <w:rPr>
          <w:b/>
        </w:rPr>
        <w:t>.</w:t>
      </w:r>
      <w:r>
        <w:rPr>
          <w:b/>
        </w:rPr>
        <w:t>11.</w:t>
      </w:r>
      <w:r w:rsidRPr="00CE6FC7">
        <w:rPr>
          <w:b/>
        </w:rPr>
        <w:t xml:space="preserve">1. </w:t>
      </w:r>
      <w:r>
        <w:rPr>
          <w:b/>
        </w:rPr>
        <w:t xml:space="preserve">Пункту 2.2 </w:t>
      </w:r>
      <w:r w:rsidRPr="00C318A7">
        <w:t xml:space="preserve">рішення виконавчого комітету міської ради від </w:t>
      </w:r>
      <w:r>
        <w:rPr>
          <w:b/>
        </w:rPr>
        <w:t>15</w:t>
      </w:r>
      <w:r w:rsidRPr="00C318A7">
        <w:rPr>
          <w:b/>
        </w:rPr>
        <w:t>.</w:t>
      </w:r>
      <w:r>
        <w:rPr>
          <w:b/>
        </w:rPr>
        <w:t>04</w:t>
      </w:r>
      <w:r w:rsidRPr="00C318A7">
        <w:rPr>
          <w:b/>
        </w:rPr>
        <w:t>.201</w:t>
      </w:r>
      <w:r>
        <w:rPr>
          <w:b/>
        </w:rPr>
        <w:t>5</w:t>
      </w:r>
      <w:r w:rsidRPr="00C318A7">
        <w:rPr>
          <w:b/>
        </w:rPr>
        <w:t xml:space="preserve">р. № </w:t>
      </w:r>
      <w:r>
        <w:rPr>
          <w:b/>
        </w:rPr>
        <w:t>170/7</w:t>
      </w:r>
      <w:r w:rsidRPr="00C318A7">
        <w:t xml:space="preserve"> «Про оренду приміщень</w:t>
      </w:r>
      <w:r>
        <w:t>,</w:t>
      </w:r>
      <w:r w:rsidRPr="00C318A7">
        <w:t xml:space="preserve"> внесення змін </w:t>
      </w:r>
      <w:r>
        <w:t>до</w:t>
      </w:r>
      <w:r w:rsidRPr="00C318A7">
        <w:t xml:space="preserve"> рішен</w:t>
      </w:r>
      <w:r>
        <w:t>ь</w:t>
      </w:r>
      <w:r w:rsidRPr="00C318A7">
        <w:t xml:space="preserve"> виконавчого комітету міської ради</w:t>
      </w:r>
      <w:r>
        <w:t xml:space="preserve"> та визнання таким, що втратив чинність, пункту рішення</w:t>
      </w:r>
      <w:r w:rsidRPr="006D4D7E">
        <w:t xml:space="preserve"> </w:t>
      </w:r>
      <w:r w:rsidRPr="00C318A7">
        <w:t>виконавчого комітету міської ради</w:t>
      </w:r>
      <w:r>
        <w:t xml:space="preserve"> з цих питань</w:t>
      </w:r>
      <w:r w:rsidRPr="00C318A7">
        <w:t>»</w:t>
      </w:r>
      <w:r>
        <w:t xml:space="preserve"> стосовно оренди частини приміщення першого поверху на </w:t>
      </w:r>
      <w:r w:rsidRPr="00AD104F">
        <w:rPr>
          <w:b/>
        </w:rPr>
        <w:t>вул. Головній, 128</w:t>
      </w:r>
      <w:r w:rsidRPr="00C318A7">
        <w:rPr>
          <w:b/>
        </w:rPr>
        <w:t xml:space="preserve">, </w:t>
      </w:r>
      <w:r w:rsidRPr="00C318A7">
        <w:t xml:space="preserve">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08.05.2015р. № 112</w:t>
      </w:r>
      <w:r w:rsidRPr="00C318A7">
        <w:t>.</w:t>
      </w:r>
    </w:p>
    <w:p w:rsidR="000C58A4" w:rsidRDefault="000C58A4" w:rsidP="003C66C2">
      <w:pPr>
        <w:ind w:firstLine="839"/>
        <w:jc w:val="both"/>
      </w:pPr>
    </w:p>
    <w:p w:rsidR="000C58A4" w:rsidRDefault="000C58A4" w:rsidP="00F45DA6">
      <w:pPr>
        <w:ind w:firstLine="839"/>
        <w:jc w:val="both"/>
      </w:pPr>
      <w:r>
        <w:rPr>
          <w:b/>
        </w:rPr>
        <w:t xml:space="preserve">3.11.2. Пункту 3 </w:t>
      </w:r>
      <w:r w:rsidRPr="00C318A7">
        <w:t xml:space="preserve">рішення виконавчого комітету міської ради від </w:t>
      </w:r>
      <w:r>
        <w:rPr>
          <w:b/>
        </w:rPr>
        <w:t>21</w:t>
      </w:r>
      <w:r w:rsidRPr="00C318A7">
        <w:rPr>
          <w:b/>
        </w:rPr>
        <w:t>.</w:t>
      </w:r>
      <w:r>
        <w:rPr>
          <w:b/>
        </w:rPr>
        <w:t>10</w:t>
      </w:r>
      <w:r w:rsidRPr="00C318A7">
        <w:rPr>
          <w:b/>
        </w:rPr>
        <w:t>.201</w:t>
      </w:r>
      <w:r>
        <w:rPr>
          <w:b/>
        </w:rPr>
        <w:t>6</w:t>
      </w:r>
      <w:r w:rsidRPr="00C318A7">
        <w:rPr>
          <w:b/>
        </w:rPr>
        <w:t xml:space="preserve">р. № </w:t>
      </w:r>
      <w:r>
        <w:rPr>
          <w:b/>
        </w:rPr>
        <w:t>624/19</w:t>
      </w:r>
      <w:r w:rsidRPr="00C318A7">
        <w:t xml:space="preserve"> «Про оренду</w:t>
      </w:r>
      <w:r>
        <w:t>, позичку та закріплення</w:t>
      </w:r>
      <w:r w:rsidRPr="00C318A7">
        <w:t xml:space="preserve"> приміщень</w:t>
      </w:r>
      <w:r>
        <w:t>,</w:t>
      </w:r>
      <w:r w:rsidRPr="00C318A7">
        <w:t xml:space="preserve"> внесення змін </w:t>
      </w:r>
      <w:r>
        <w:t>та визнання такими, що втратили чинність, окремих пунктів рішень</w:t>
      </w:r>
      <w:r w:rsidRPr="006D4D7E">
        <w:t xml:space="preserve"> </w:t>
      </w:r>
      <w:r w:rsidRPr="00C318A7">
        <w:t>виконавчого комітету міської ради</w:t>
      </w:r>
      <w:r>
        <w:t xml:space="preserve"> з цих питань</w:t>
      </w:r>
      <w:r w:rsidRPr="00C318A7">
        <w:t>»</w:t>
      </w:r>
      <w:r>
        <w:t xml:space="preserve">, </w:t>
      </w:r>
      <w:r w:rsidRPr="00C318A7">
        <w:t xml:space="preserve">про що укласти </w:t>
      </w:r>
      <w:r>
        <w:t>додаткові</w:t>
      </w:r>
      <w:r w:rsidRPr="00C318A7">
        <w:t xml:space="preserve"> догов</w:t>
      </w:r>
      <w:r>
        <w:t>о</w:t>
      </w:r>
      <w:r w:rsidRPr="00C318A7">
        <w:t>р</w:t>
      </w:r>
      <w:r>
        <w:t>и</w:t>
      </w:r>
      <w:r w:rsidRPr="00C318A7">
        <w:t xml:space="preserve"> </w:t>
      </w:r>
      <w:r>
        <w:t xml:space="preserve">до договорів </w:t>
      </w:r>
      <w:r w:rsidRPr="00C318A7">
        <w:t>оренди</w:t>
      </w:r>
      <w:r>
        <w:t xml:space="preserve"> </w:t>
      </w:r>
      <w:r w:rsidRPr="00272ED4">
        <w:t>нерухомого майна</w:t>
      </w:r>
      <w:r>
        <w:t>, стосовно:</w:t>
      </w:r>
    </w:p>
    <w:p w:rsidR="000C58A4" w:rsidRDefault="000C58A4" w:rsidP="00F45DA6">
      <w:pPr>
        <w:ind w:firstLine="839"/>
        <w:jc w:val="both"/>
      </w:pPr>
    </w:p>
    <w:p w:rsidR="000C58A4" w:rsidRDefault="000C58A4" w:rsidP="00F45DA6">
      <w:pPr>
        <w:spacing w:line="360" w:lineRule="auto"/>
        <w:ind w:firstLine="839"/>
        <w:jc w:val="both"/>
        <w:rPr>
          <w:b/>
        </w:rPr>
      </w:pPr>
      <w:r w:rsidRPr="00756F56">
        <w:t>а)</w:t>
      </w:r>
      <w:r w:rsidRPr="00A14F0D">
        <w:rPr>
          <w:b/>
        </w:rPr>
        <w:t xml:space="preserve"> </w:t>
      </w:r>
      <w:r w:rsidRPr="00756F56">
        <w:t>п</w:t>
      </w:r>
      <w:r w:rsidRPr="00922A83">
        <w:t>римі</w:t>
      </w:r>
      <w:r>
        <w:t xml:space="preserve">щення першого поверху на </w:t>
      </w:r>
      <w:r w:rsidRPr="00922A83">
        <w:rPr>
          <w:b/>
        </w:rPr>
        <w:t>площі Центральній, 8</w:t>
      </w:r>
      <w:r w:rsidRPr="00756F56">
        <w:t>;</w:t>
      </w:r>
    </w:p>
    <w:p w:rsidR="000C58A4" w:rsidRDefault="000C58A4" w:rsidP="00F45DA6">
      <w:pPr>
        <w:spacing w:line="360" w:lineRule="auto"/>
        <w:ind w:firstLine="839"/>
        <w:jc w:val="both"/>
        <w:rPr>
          <w:b/>
        </w:rPr>
      </w:pPr>
      <w:r w:rsidRPr="00756F56">
        <w:t>б) п</w:t>
      </w:r>
      <w:r w:rsidRPr="00922A83">
        <w:t>римі</w:t>
      </w:r>
      <w:r>
        <w:t xml:space="preserve">щення першого поверху на </w:t>
      </w:r>
      <w:r>
        <w:rPr>
          <w:b/>
        </w:rPr>
        <w:t>вул. Хмельницького Богдана</w:t>
      </w:r>
      <w:r w:rsidRPr="00922A83">
        <w:rPr>
          <w:b/>
        </w:rPr>
        <w:t xml:space="preserve">, </w:t>
      </w:r>
      <w:r>
        <w:rPr>
          <w:b/>
        </w:rPr>
        <w:t>77</w:t>
      </w:r>
      <w:r w:rsidRPr="00756F56">
        <w:t>;</w:t>
      </w:r>
    </w:p>
    <w:p w:rsidR="000C58A4" w:rsidRDefault="000C58A4" w:rsidP="00F45DA6">
      <w:pPr>
        <w:spacing w:line="360" w:lineRule="auto"/>
        <w:ind w:firstLine="839"/>
        <w:jc w:val="both"/>
        <w:rPr>
          <w:b/>
        </w:rPr>
      </w:pPr>
      <w:r w:rsidRPr="00756F56">
        <w:t>в) п</w:t>
      </w:r>
      <w:r w:rsidRPr="00922A83">
        <w:t>римі</w:t>
      </w:r>
      <w:r>
        <w:t xml:space="preserve">щення першого поверху на </w:t>
      </w:r>
      <w:r>
        <w:rPr>
          <w:b/>
        </w:rPr>
        <w:t>вул. Синагоги</w:t>
      </w:r>
      <w:r w:rsidRPr="00922A83">
        <w:rPr>
          <w:b/>
        </w:rPr>
        <w:t xml:space="preserve">, </w:t>
      </w:r>
      <w:r>
        <w:rPr>
          <w:b/>
        </w:rPr>
        <w:t>3</w:t>
      </w:r>
      <w:r w:rsidRPr="00756F56">
        <w:t>;</w:t>
      </w:r>
    </w:p>
    <w:p w:rsidR="000C58A4" w:rsidRDefault="000C58A4" w:rsidP="00F45DA6">
      <w:pPr>
        <w:spacing w:line="360" w:lineRule="auto"/>
        <w:ind w:firstLine="839"/>
        <w:jc w:val="both"/>
        <w:rPr>
          <w:b/>
        </w:rPr>
      </w:pPr>
      <w:r w:rsidRPr="00756F56">
        <w:t>г) п</w:t>
      </w:r>
      <w:r w:rsidRPr="00922A83">
        <w:t>римі</w:t>
      </w:r>
      <w:r>
        <w:t xml:space="preserve">щення першого поверху на </w:t>
      </w:r>
      <w:r>
        <w:rPr>
          <w:b/>
        </w:rPr>
        <w:t>вул. Головній</w:t>
      </w:r>
      <w:r w:rsidRPr="00922A83">
        <w:rPr>
          <w:b/>
        </w:rPr>
        <w:t xml:space="preserve">, </w:t>
      </w:r>
      <w:r>
        <w:rPr>
          <w:b/>
        </w:rPr>
        <w:t>17</w:t>
      </w:r>
      <w:r w:rsidRPr="00756F56">
        <w:t>;</w:t>
      </w:r>
    </w:p>
    <w:p w:rsidR="000C58A4" w:rsidRDefault="000C58A4" w:rsidP="00F45DA6">
      <w:pPr>
        <w:spacing w:line="360" w:lineRule="auto"/>
        <w:ind w:firstLine="839"/>
        <w:jc w:val="both"/>
        <w:rPr>
          <w:b/>
        </w:rPr>
      </w:pPr>
      <w:r>
        <w:rPr>
          <w:lang w:val="ru-RU"/>
        </w:rPr>
        <w:t>д</w:t>
      </w:r>
      <w:r>
        <w:t>) п</w:t>
      </w:r>
      <w:r w:rsidRPr="00922A83">
        <w:t>римі</w:t>
      </w:r>
      <w:r>
        <w:t xml:space="preserve">щення першого поверху на </w:t>
      </w:r>
      <w:r>
        <w:rPr>
          <w:b/>
        </w:rPr>
        <w:t>вул. Головній</w:t>
      </w:r>
      <w:r w:rsidRPr="00922A83">
        <w:rPr>
          <w:b/>
        </w:rPr>
        <w:t xml:space="preserve">, </w:t>
      </w:r>
      <w:r>
        <w:rPr>
          <w:b/>
        </w:rPr>
        <w:t>71</w:t>
      </w:r>
      <w:r>
        <w:t>;</w:t>
      </w:r>
    </w:p>
    <w:p w:rsidR="000C58A4" w:rsidRDefault="000C58A4" w:rsidP="00F45DA6">
      <w:pPr>
        <w:spacing w:line="360" w:lineRule="auto"/>
        <w:ind w:firstLine="839"/>
        <w:jc w:val="both"/>
        <w:rPr>
          <w:b/>
        </w:rPr>
      </w:pPr>
      <w:r w:rsidRPr="00756F56">
        <w:t>е) п</w:t>
      </w:r>
      <w:r w:rsidRPr="00922A83">
        <w:t>римі</w:t>
      </w:r>
      <w:r>
        <w:t xml:space="preserve">щення першого поверху на </w:t>
      </w:r>
      <w:r>
        <w:rPr>
          <w:b/>
        </w:rPr>
        <w:t>вул. Головній</w:t>
      </w:r>
      <w:r w:rsidRPr="00922A83">
        <w:rPr>
          <w:b/>
        </w:rPr>
        <w:t xml:space="preserve">, </w:t>
      </w:r>
      <w:r>
        <w:rPr>
          <w:b/>
        </w:rPr>
        <w:t>97</w:t>
      </w:r>
      <w:r>
        <w:t>;</w:t>
      </w:r>
    </w:p>
    <w:p w:rsidR="000C58A4" w:rsidRDefault="000C58A4" w:rsidP="00F45DA6">
      <w:pPr>
        <w:spacing w:line="360" w:lineRule="auto"/>
        <w:ind w:firstLine="839"/>
        <w:jc w:val="both"/>
        <w:rPr>
          <w:b/>
        </w:rPr>
      </w:pPr>
      <w:r w:rsidRPr="00756F56">
        <w:t>є) п</w:t>
      </w:r>
      <w:r w:rsidRPr="00922A83">
        <w:t>римі</w:t>
      </w:r>
      <w:r>
        <w:t xml:space="preserve">щення першого поверху на </w:t>
      </w:r>
      <w:r>
        <w:rPr>
          <w:b/>
        </w:rPr>
        <w:t>вул. Кочубея Василя</w:t>
      </w:r>
      <w:r w:rsidRPr="00922A83">
        <w:rPr>
          <w:b/>
        </w:rPr>
        <w:t xml:space="preserve">, </w:t>
      </w:r>
      <w:r>
        <w:rPr>
          <w:b/>
        </w:rPr>
        <w:t>35</w:t>
      </w:r>
      <w:r>
        <w:t>;</w:t>
      </w:r>
    </w:p>
    <w:p w:rsidR="000C58A4" w:rsidRDefault="000C58A4" w:rsidP="00F45DA6">
      <w:pPr>
        <w:spacing w:line="360" w:lineRule="auto"/>
        <w:ind w:firstLine="839"/>
        <w:jc w:val="both"/>
        <w:rPr>
          <w:b/>
        </w:rPr>
      </w:pPr>
      <w:r w:rsidRPr="00756F56">
        <w:t>ж) п</w:t>
      </w:r>
      <w:r w:rsidRPr="00922A83">
        <w:t>римі</w:t>
      </w:r>
      <w:r>
        <w:t xml:space="preserve">щення першого поверху на </w:t>
      </w:r>
      <w:r>
        <w:rPr>
          <w:b/>
        </w:rPr>
        <w:t>вул. Миколайчука Івана</w:t>
      </w:r>
      <w:r w:rsidRPr="00922A83">
        <w:rPr>
          <w:b/>
        </w:rPr>
        <w:t xml:space="preserve">, </w:t>
      </w:r>
      <w:r>
        <w:rPr>
          <w:b/>
        </w:rPr>
        <w:t>1</w:t>
      </w:r>
      <w:r>
        <w:t>;</w:t>
      </w:r>
    </w:p>
    <w:p w:rsidR="000C58A4" w:rsidRDefault="000C58A4" w:rsidP="00F45DA6">
      <w:pPr>
        <w:spacing w:line="360" w:lineRule="auto"/>
        <w:ind w:firstLine="839"/>
        <w:jc w:val="both"/>
        <w:rPr>
          <w:b/>
        </w:rPr>
      </w:pPr>
      <w:r w:rsidRPr="00756F56">
        <w:t>з) п</w:t>
      </w:r>
      <w:r w:rsidRPr="00922A83">
        <w:t>римі</w:t>
      </w:r>
      <w:r>
        <w:t xml:space="preserve">щення першого поверху на </w:t>
      </w:r>
      <w:r>
        <w:rPr>
          <w:b/>
        </w:rPr>
        <w:t>вул. Міцкевича Адама</w:t>
      </w:r>
      <w:r w:rsidRPr="00922A83">
        <w:rPr>
          <w:b/>
        </w:rPr>
        <w:t xml:space="preserve">, </w:t>
      </w:r>
      <w:r>
        <w:rPr>
          <w:b/>
        </w:rPr>
        <w:t>1</w:t>
      </w:r>
      <w:r>
        <w:t>;</w:t>
      </w:r>
    </w:p>
    <w:p w:rsidR="000C58A4" w:rsidRDefault="000C58A4" w:rsidP="00F45DA6">
      <w:pPr>
        <w:spacing w:line="360" w:lineRule="auto"/>
        <w:ind w:firstLine="839"/>
        <w:jc w:val="both"/>
        <w:rPr>
          <w:b/>
        </w:rPr>
      </w:pPr>
      <w:r w:rsidRPr="00491553">
        <w:t>и) п</w:t>
      </w:r>
      <w:r w:rsidRPr="00922A83">
        <w:t>римі</w:t>
      </w:r>
      <w:r>
        <w:t xml:space="preserve">щення першого поверху на </w:t>
      </w:r>
      <w:r>
        <w:rPr>
          <w:b/>
        </w:rPr>
        <w:t>пр. Незалежності</w:t>
      </w:r>
      <w:r w:rsidRPr="00922A83">
        <w:rPr>
          <w:b/>
        </w:rPr>
        <w:t xml:space="preserve">, </w:t>
      </w:r>
      <w:r>
        <w:rPr>
          <w:b/>
        </w:rPr>
        <w:t>113</w:t>
      </w:r>
      <w:r>
        <w:t>;</w:t>
      </w:r>
    </w:p>
    <w:p w:rsidR="000C58A4" w:rsidRDefault="000C58A4" w:rsidP="00F45DA6">
      <w:pPr>
        <w:spacing w:line="360" w:lineRule="auto"/>
        <w:ind w:firstLine="839"/>
        <w:jc w:val="both"/>
        <w:rPr>
          <w:b/>
        </w:rPr>
      </w:pPr>
      <w:r w:rsidRPr="00491553">
        <w:t>і) п</w:t>
      </w:r>
      <w:r w:rsidRPr="00922A83">
        <w:t>римі</w:t>
      </w:r>
      <w:r>
        <w:t xml:space="preserve">щення першого поверху на </w:t>
      </w:r>
      <w:r>
        <w:rPr>
          <w:b/>
        </w:rPr>
        <w:t>вул. Кобилянської Ольги</w:t>
      </w:r>
      <w:r w:rsidRPr="00922A83">
        <w:rPr>
          <w:b/>
        </w:rPr>
        <w:t xml:space="preserve">, </w:t>
      </w:r>
      <w:r>
        <w:rPr>
          <w:b/>
        </w:rPr>
        <w:t>27</w:t>
      </w:r>
      <w:r>
        <w:t>;</w:t>
      </w:r>
    </w:p>
    <w:p w:rsidR="000C58A4" w:rsidRDefault="000C58A4" w:rsidP="00F45DA6">
      <w:pPr>
        <w:spacing w:line="360" w:lineRule="auto"/>
        <w:ind w:firstLine="839"/>
        <w:jc w:val="both"/>
        <w:rPr>
          <w:b/>
        </w:rPr>
      </w:pPr>
      <w:r>
        <w:t xml:space="preserve">ї) </w:t>
      </w:r>
      <w:r w:rsidRPr="00491553">
        <w:t>п</w:t>
      </w:r>
      <w:r w:rsidRPr="00922A83">
        <w:t>римі</w:t>
      </w:r>
      <w:r>
        <w:t xml:space="preserve">щення цоколю на </w:t>
      </w:r>
      <w:r>
        <w:rPr>
          <w:b/>
        </w:rPr>
        <w:t>вул. Кушніренка Андрія (Оренбурзька), 3-А</w:t>
      </w:r>
      <w:r>
        <w:t>;</w:t>
      </w:r>
    </w:p>
    <w:p w:rsidR="000C58A4" w:rsidRDefault="000C58A4" w:rsidP="00F45DA6">
      <w:pPr>
        <w:spacing w:line="360" w:lineRule="auto"/>
        <w:ind w:firstLine="839"/>
        <w:jc w:val="both"/>
        <w:rPr>
          <w:b/>
        </w:rPr>
      </w:pPr>
      <w:r>
        <w:t>й) п</w:t>
      </w:r>
      <w:r w:rsidRPr="00922A83">
        <w:t>римі</w:t>
      </w:r>
      <w:r>
        <w:t xml:space="preserve">щення першого поверху на </w:t>
      </w:r>
      <w:r>
        <w:rPr>
          <w:b/>
        </w:rPr>
        <w:t>вул. Південно-Кільцевій</w:t>
      </w:r>
      <w:r w:rsidRPr="00922A83">
        <w:rPr>
          <w:b/>
        </w:rPr>
        <w:t xml:space="preserve">, </w:t>
      </w:r>
      <w:r>
        <w:rPr>
          <w:b/>
        </w:rPr>
        <w:t>25.</w:t>
      </w:r>
    </w:p>
    <w:p w:rsidR="000C58A4" w:rsidRDefault="000C58A4" w:rsidP="00F45DA6">
      <w:pPr>
        <w:spacing w:line="360" w:lineRule="auto"/>
        <w:ind w:firstLine="839"/>
        <w:jc w:val="both"/>
        <w:rPr>
          <w:b/>
        </w:rPr>
      </w:pPr>
      <w:r w:rsidRPr="00491553">
        <w:t>к) п</w:t>
      </w:r>
      <w:r w:rsidRPr="00922A83">
        <w:t>римі</w:t>
      </w:r>
      <w:r>
        <w:t xml:space="preserve">щення першого поверху на </w:t>
      </w:r>
      <w:r>
        <w:rPr>
          <w:b/>
        </w:rPr>
        <w:t>вул. Руській</w:t>
      </w:r>
      <w:r w:rsidRPr="00922A83">
        <w:rPr>
          <w:b/>
        </w:rPr>
        <w:t xml:space="preserve">, </w:t>
      </w:r>
      <w:r>
        <w:rPr>
          <w:b/>
        </w:rPr>
        <w:t>253.</w:t>
      </w:r>
    </w:p>
    <w:p w:rsidR="000C58A4" w:rsidRDefault="000C58A4" w:rsidP="00C05C76">
      <w:pPr>
        <w:ind w:firstLine="840"/>
        <w:jc w:val="both"/>
        <w:rPr>
          <w:b/>
        </w:rPr>
      </w:pPr>
    </w:p>
    <w:p w:rsidR="000C58A4" w:rsidRPr="00B01BCC" w:rsidRDefault="000C58A4" w:rsidP="00C05C76">
      <w:pPr>
        <w:ind w:firstLine="840"/>
        <w:jc w:val="both"/>
        <w:rPr>
          <w:bCs/>
        </w:rPr>
      </w:pPr>
      <w:r>
        <w:rPr>
          <w:b/>
        </w:rPr>
        <w:t xml:space="preserve">3.12. </w:t>
      </w:r>
      <w:r w:rsidRPr="00B01BCC">
        <w:rPr>
          <w:b/>
        </w:rPr>
        <w:t>Пункту</w:t>
      </w:r>
      <w:r w:rsidRPr="00B01BCC">
        <w:t xml:space="preserve"> </w:t>
      </w:r>
      <w:r w:rsidRPr="00B01BCC">
        <w:rPr>
          <w:b/>
        </w:rPr>
        <w:t>1.3</w:t>
      </w:r>
      <w:r w:rsidRPr="00B01BCC">
        <w:t xml:space="preserve"> Договору оренди цілісного майнового комплексу </w:t>
      </w:r>
      <w:r w:rsidRPr="00290DC4">
        <w:t>№920/Д від 05.12.2007р.</w:t>
      </w:r>
      <w:r w:rsidRPr="00B01BCC">
        <w:t xml:space="preserve"> укладеного між виконавчим комітетом Чернівецької міської ради та підприємцем </w:t>
      </w:r>
      <w:r w:rsidRPr="00B01BCC">
        <w:rPr>
          <w:b/>
        </w:rPr>
        <w:t>Міняйлом Денисом Ігоровичем</w:t>
      </w:r>
      <w:r w:rsidRPr="00B01BCC">
        <w:t xml:space="preserve"> </w:t>
      </w:r>
      <w:r w:rsidRPr="00B01BCC">
        <w:rPr>
          <w:bCs/>
        </w:rPr>
        <w:t xml:space="preserve">(РНОКПП </w:t>
      </w:r>
      <w:r>
        <w:rPr>
          <w:bCs/>
        </w:rPr>
        <w:t>…</w:t>
      </w:r>
      <w:r w:rsidRPr="00B01BCC">
        <w:rPr>
          <w:bCs/>
        </w:rPr>
        <w:t>) щодо оренди цілісного майнового комплексу на вул. Кобилянської Ольги, 47, затвердженого р</w:t>
      </w:r>
      <w:r w:rsidRPr="00B01BCC">
        <w:t>ішенням</w:t>
      </w:r>
      <w:r>
        <w:t>и</w:t>
      </w:r>
      <w:r w:rsidRPr="00B01BCC">
        <w:t xml:space="preserve"> виконавчого комітету міської ради від </w:t>
      </w:r>
      <w:r w:rsidRPr="00B01BCC">
        <w:rPr>
          <w:b/>
        </w:rPr>
        <w:t xml:space="preserve">05.07.2005р. №499/11 </w:t>
      </w:r>
      <w:r w:rsidRPr="00B01BCC">
        <w:t xml:space="preserve">«Про затвердження тексту Договору про спільну участь в реконструкції та експлуатації тенісних кортів» та від </w:t>
      </w:r>
      <w:r w:rsidRPr="00B01BCC">
        <w:rPr>
          <w:b/>
        </w:rPr>
        <w:t xml:space="preserve">25.06.2007р. №511/11 </w:t>
      </w:r>
      <w:r w:rsidRPr="00B01BCC">
        <w:t>«Про затвердження Договору про внесення змін та доповнень до Договору про спільну участь у реконструкції та експлуатації тенісних кортів, затвердженого рішенням виконавчого комітету міської ради від 05.07.2005р. №499/11»</w:t>
      </w:r>
      <w:r w:rsidRPr="00B01BCC">
        <w:rPr>
          <w:bCs/>
        </w:rPr>
        <w:t xml:space="preserve">, виклавши його в такій редакції: </w:t>
      </w:r>
    </w:p>
    <w:p w:rsidR="000C58A4" w:rsidRDefault="000C58A4" w:rsidP="00C05C76">
      <w:pPr>
        <w:ind w:firstLine="839"/>
        <w:jc w:val="both"/>
      </w:pPr>
      <w:r w:rsidRPr="00B01BCC">
        <w:rPr>
          <w:b/>
          <w:bCs/>
        </w:rPr>
        <w:t>«1.3.</w:t>
      </w:r>
      <w:r w:rsidRPr="00B01BCC">
        <w:rPr>
          <w:bCs/>
        </w:rPr>
        <w:t xml:space="preserve"> Майно передається в оренду з метою використання під спортивно-оздоровчий комплекс «Тенісні корти» (використання з 15 квітня по 15 жовтня зараховано орендарю згідно з розрахунком понесених «Орендарем» витрат при реконструкції майнового комплексу, орендна плата не нараховується «Орендодавцем» та не сплачується «Орендарем» </w:t>
      </w:r>
      <w:r>
        <w:rPr>
          <w:bCs/>
        </w:rPr>
        <w:t>впродовж</w:t>
      </w:r>
      <w:r w:rsidRPr="00B01BCC">
        <w:rPr>
          <w:bCs/>
        </w:rPr>
        <w:t xml:space="preserve"> двадцяти чотирьох (24) років семи (7) місяців десяти (10) днів, тобто до 15 червня 2031  (п’ятнадцятого червня дві тисячі тридцять першого) року (пункт 3.3 Договору), а в період з 16 жовтня по 14 квітня орендна плата нараховується «Орендодавцем» шляхом кор</w:t>
      </w:r>
      <w:r>
        <w:rPr>
          <w:bCs/>
        </w:rPr>
        <w:t>и</w:t>
      </w:r>
      <w:r w:rsidRPr="00B01BCC">
        <w:rPr>
          <w:bCs/>
        </w:rPr>
        <w:t xml:space="preserve">гування визначеної орендної плати (станом на грудень 2007р. становить 6596,95 грн. (пункт 3.1 Договору) за попередній місяць на індекс інфляції попереднього місяця та сплачується «Орендарем» в поточному місяці незалежно від наслідків господарської діяльності», про що укласти додатковий договір до </w:t>
      </w:r>
      <w:r w:rsidRPr="00B01BCC">
        <w:t xml:space="preserve">Договору оренди цілісного майнового комплексу </w:t>
      </w:r>
      <w:r w:rsidRPr="00293774">
        <w:t>№920/Д від 05.12.2007р.</w:t>
      </w:r>
      <w:r w:rsidRPr="00B01BCC">
        <w:t xml:space="preserve"> (підстава: заява від 01.10.2019р.                               вх. № М-742/3-02/01).</w:t>
      </w:r>
    </w:p>
    <w:p w:rsidR="000C58A4" w:rsidRDefault="000C58A4" w:rsidP="00C05C76">
      <w:pPr>
        <w:ind w:firstLine="839"/>
        <w:jc w:val="both"/>
      </w:pPr>
    </w:p>
    <w:p w:rsidR="000C58A4" w:rsidRDefault="000C58A4" w:rsidP="00C05C76">
      <w:pPr>
        <w:ind w:firstLine="839"/>
        <w:jc w:val="both"/>
      </w:pPr>
      <w:r>
        <w:rPr>
          <w:b/>
        </w:rPr>
        <w:t xml:space="preserve">3.13. </w:t>
      </w:r>
      <w:r w:rsidRPr="0006019F">
        <w:rPr>
          <w:b/>
        </w:rPr>
        <w:t xml:space="preserve">Пункту </w:t>
      </w:r>
      <w:r>
        <w:rPr>
          <w:b/>
        </w:rPr>
        <w:t>1</w:t>
      </w:r>
      <w:r w:rsidRPr="0006019F">
        <w:rPr>
          <w:b/>
        </w:rPr>
        <w:t xml:space="preserve"> </w:t>
      </w:r>
      <w:r w:rsidRPr="0006019F">
        <w:t xml:space="preserve">рішення виконавчого комітету міської ради від </w:t>
      </w:r>
      <w:r>
        <w:rPr>
          <w:b/>
        </w:rPr>
        <w:t>01.03.2019</w:t>
      </w:r>
      <w:r w:rsidRPr="0006019F">
        <w:rPr>
          <w:b/>
        </w:rPr>
        <w:t xml:space="preserve">р. № </w:t>
      </w:r>
      <w:r>
        <w:rPr>
          <w:b/>
        </w:rPr>
        <w:t>110/4</w:t>
      </w:r>
      <w:r w:rsidRPr="0006019F">
        <w:rPr>
          <w:b/>
        </w:rPr>
        <w:t xml:space="preserve"> </w:t>
      </w:r>
      <w:r w:rsidRPr="0006019F">
        <w:t xml:space="preserve">«Про </w:t>
      </w:r>
      <w:r>
        <w:t>розгляд звернення державної установи «Чернівецький обласний лабораторний центр Міністерства охорони здоров</w:t>
      </w:r>
      <w:r w:rsidRPr="00720530">
        <w:t>`</w:t>
      </w:r>
      <w:r>
        <w:t xml:space="preserve">я України» щодо зменшення орендованих площ за адресою вул. Героїв Майдану,60», </w:t>
      </w:r>
      <w:r w:rsidRPr="0006019F">
        <w:t>а саме</w:t>
      </w:r>
      <w:r>
        <w:t>:</w:t>
      </w:r>
      <w:r w:rsidRPr="0006019F">
        <w:t xml:space="preserve"> </w:t>
      </w:r>
      <w:r>
        <w:t>слова та цифри «…приміщення (3-1)-(3-2) літ. Д загальною площею 201,20 кв. …. Рахувати загальну орендовану площу               413,15 кв….» замінити словами та цифрами «…</w:t>
      </w:r>
      <w:r>
        <w:rPr>
          <w:b/>
        </w:rPr>
        <w:t xml:space="preserve">частина </w:t>
      </w:r>
      <w:r w:rsidRPr="00D5555C">
        <w:rPr>
          <w:b/>
        </w:rPr>
        <w:t>приміщення (3-1)</w:t>
      </w:r>
      <w:r>
        <w:rPr>
          <w:b/>
        </w:rPr>
        <w:t xml:space="preserve"> та приміщення </w:t>
      </w:r>
      <w:r w:rsidRPr="00D5555C">
        <w:rPr>
          <w:b/>
        </w:rPr>
        <w:t>(3-2) літ. Д</w:t>
      </w:r>
      <w:r>
        <w:rPr>
          <w:b/>
        </w:rPr>
        <w:t>,</w:t>
      </w:r>
      <w:r w:rsidRPr="00D5555C">
        <w:rPr>
          <w:b/>
        </w:rPr>
        <w:t xml:space="preserve"> загальною площею </w:t>
      </w:r>
      <w:r>
        <w:rPr>
          <w:b/>
        </w:rPr>
        <w:t>152</w:t>
      </w:r>
      <w:r w:rsidRPr="00D5555C">
        <w:rPr>
          <w:b/>
        </w:rPr>
        <w:t xml:space="preserve">,20 кв. …. Рахувати загальну орендовану площу </w:t>
      </w:r>
      <w:r>
        <w:rPr>
          <w:b/>
        </w:rPr>
        <w:t>364</w:t>
      </w:r>
      <w:r w:rsidRPr="00D5555C">
        <w:rPr>
          <w:b/>
        </w:rPr>
        <w:t>,15 кв…»,</w:t>
      </w:r>
      <w:r>
        <w:rPr>
          <w:b/>
        </w:rPr>
        <w:t xml:space="preserve"> </w:t>
      </w:r>
      <w:r w:rsidRPr="00272ED4">
        <w:t xml:space="preserve">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w:t>
      </w:r>
      <w:r w:rsidRPr="00C05C76">
        <w:t>від 31.01.2013р. № 16</w:t>
      </w:r>
      <w:r>
        <w:t xml:space="preserve"> </w:t>
      </w:r>
      <w:r w:rsidRPr="0006019F">
        <w:t xml:space="preserve">(підстава: лист від </w:t>
      </w:r>
      <w:r>
        <w:t>28</w:t>
      </w:r>
      <w:r w:rsidRPr="0006019F">
        <w:t>.</w:t>
      </w:r>
      <w:r>
        <w:t>11</w:t>
      </w:r>
      <w:r w:rsidRPr="0006019F">
        <w:t>.2019р. вх. № 02/01-11-</w:t>
      </w:r>
      <w:r>
        <w:t>2561</w:t>
      </w:r>
      <w:r w:rsidRPr="0006019F">
        <w:t>/0).</w:t>
      </w:r>
    </w:p>
    <w:p w:rsidR="000C58A4" w:rsidRDefault="000C58A4" w:rsidP="00C05C76">
      <w:pPr>
        <w:ind w:firstLine="839"/>
        <w:jc w:val="both"/>
        <w:rPr>
          <w:b/>
        </w:rPr>
      </w:pPr>
    </w:p>
    <w:p w:rsidR="000C58A4" w:rsidRPr="00992B6A" w:rsidRDefault="000C58A4" w:rsidP="00E107B9">
      <w:pPr>
        <w:ind w:right="-49" w:firstLine="840"/>
        <w:jc w:val="both"/>
      </w:pPr>
      <w:r>
        <w:rPr>
          <w:b/>
          <w:bCs/>
        </w:rPr>
        <w:t>4</w:t>
      </w:r>
      <w:r w:rsidRPr="00992B6A">
        <w:rPr>
          <w:b/>
          <w:bCs/>
        </w:rPr>
        <w:t>.</w:t>
      </w:r>
      <w:r w:rsidRPr="00992B6A">
        <w:t xml:space="preserve"> У разі неукладення відповідних договорів юридичними та фізичними особами, вказаними в пункт</w:t>
      </w:r>
      <w:r>
        <w:t>і</w:t>
      </w:r>
      <w:r w:rsidRPr="00992B6A">
        <w:t xml:space="preserve"> </w:t>
      </w:r>
      <w:r w:rsidRPr="00C05C76">
        <w:t>2</w:t>
      </w:r>
      <w:r>
        <w:t xml:space="preserve">, 3 </w:t>
      </w:r>
      <w:r w:rsidRPr="00992B6A">
        <w:t>рішення у терміни, встановлені Положенням  про  оренду  майна,  що належить до комунальної власності територіальної громади м. Чернівців, зат</w:t>
      </w:r>
      <w:r>
        <w:t xml:space="preserve">вердженим рішенням міської ради </w:t>
      </w:r>
      <w:r w:rsidRPr="00992B6A">
        <w:t xml:space="preserve">V скликання від  24.12.2009р. № 1180, із змінами до нього, внесеними рішеннями міської ради   </w:t>
      </w:r>
      <w:r w:rsidRPr="00992B6A">
        <w:rPr>
          <w:lang w:val="en-US"/>
        </w:rPr>
        <w:t>VI</w:t>
      </w:r>
      <w:r w:rsidRPr="00992B6A">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 </w:t>
      </w:r>
    </w:p>
    <w:p w:rsidR="000C58A4" w:rsidRPr="00992B6A" w:rsidRDefault="000C58A4" w:rsidP="00EA590B">
      <w:pPr>
        <w:ind w:right="-49" w:firstLine="840"/>
        <w:jc w:val="both"/>
        <w:rPr>
          <w:b/>
          <w:bCs/>
        </w:rPr>
      </w:pPr>
    </w:p>
    <w:p w:rsidR="000C58A4" w:rsidRPr="00992B6A" w:rsidRDefault="000C58A4" w:rsidP="00EA590B">
      <w:pPr>
        <w:ind w:right="-49" w:firstLine="840"/>
        <w:jc w:val="both"/>
      </w:pPr>
      <w:r>
        <w:rPr>
          <w:b/>
          <w:bCs/>
        </w:rPr>
        <w:t>5</w:t>
      </w:r>
      <w:r w:rsidRPr="00992B6A">
        <w:rPr>
          <w:b/>
          <w:bCs/>
        </w:rPr>
        <w:t xml:space="preserve">. </w:t>
      </w:r>
      <w:r w:rsidRPr="00992B6A">
        <w:t>Рішення набирає чинності з дня його</w:t>
      </w:r>
      <w:r>
        <w:t xml:space="preserve"> оприлюднення на офіційному веб</w:t>
      </w:r>
      <w:r w:rsidRPr="00992B6A">
        <w:t xml:space="preserve">порталі Чернівецької міської ради. </w:t>
      </w:r>
    </w:p>
    <w:p w:rsidR="000C58A4" w:rsidRPr="00992B6A" w:rsidRDefault="000C58A4" w:rsidP="00EA590B">
      <w:pPr>
        <w:ind w:right="-6" w:firstLine="840"/>
        <w:jc w:val="both"/>
        <w:rPr>
          <w:b/>
          <w:bCs/>
        </w:rPr>
      </w:pPr>
    </w:p>
    <w:p w:rsidR="000C58A4" w:rsidRPr="00992B6A" w:rsidRDefault="000C58A4" w:rsidP="00EA590B">
      <w:pPr>
        <w:ind w:right="-6" w:firstLine="840"/>
        <w:jc w:val="both"/>
        <w:rPr>
          <w:lang w:val="ru-RU"/>
        </w:rPr>
      </w:pPr>
      <w:r>
        <w:rPr>
          <w:b/>
          <w:bCs/>
        </w:rPr>
        <w:t>6</w:t>
      </w:r>
      <w:r w:rsidRPr="00992B6A">
        <w:rPr>
          <w:b/>
          <w:bCs/>
        </w:rPr>
        <w:t>.</w:t>
      </w:r>
      <w:r w:rsidRPr="00992B6A">
        <w:t xml:space="preserve"> Контроль за виконанням цього рішення покласти на </w:t>
      </w:r>
      <w:r w:rsidRPr="00992B6A">
        <w:rPr>
          <w:lang w:val="ru-RU"/>
        </w:rPr>
        <w:t xml:space="preserve"> директора </w:t>
      </w:r>
      <w:r w:rsidRPr="00992B6A">
        <w:t>департаменту розвитку міської ради</w:t>
      </w:r>
      <w:r w:rsidRPr="00992B6A">
        <w:rPr>
          <w:lang w:val="ru-RU"/>
        </w:rPr>
        <w:t>.</w:t>
      </w:r>
    </w:p>
    <w:p w:rsidR="000C58A4" w:rsidRPr="00992B6A" w:rsidRDefault="000C58A4" w:rsidP="00EA590B">
      <w:pPr>
        <w:ind w:right="-6" w:firstLine="840"/>
        <w:jc w:val="both"/>
        <w:rPr>
          <w:lang w:val="ru-RU"/>
        </w:rPr>
      </w:pPr>
    </w:p>
    <w:p w:rsidR="000C58A4" w:rsidRPr="00992B6A" w:rsidRDefault="000C58A4" w:rsidP="00EA590B">
      <w:pPr>
        <w:ind w:right="-6" w:firstLine="840"/>
        <w:jc w:val="both"/>
        <w:rPr>
          <w:lang w:val="ru-RU"/>
        </w:rPr>
      </w:pPr>
    </w:p>
    <w:p w:rsidR="000C58A4" w:rsidRDefault="000C58A4" w:rsidP="00305B4E">
      <w:pPr>
        <w:ind w:right="-6"/>
        <w:jc w:val="both"/>
        <w:rPr>
          <w:sz w:val="24"/>
          <w:szCs w:val="24"/>
        </w:rPr>
      </w:pPr>
      <w:r w:rsidRPr="00992B6A">
        <w:rPr>
          <w:b/>
          <w:bCs/>
        </w:rPr>
        <w:t>Чернівецьк</w:t>
      </w:r>
      <w:r>
        <w:rPr>
          <w:b/>
          <w:bCs/>
        </w:rPr>
        <w:t>ий</w:t>
      </w:r>
      <w:r w:rsidRPr="00992B6A">
        <w:rPr>
          <w:b/>
          <w:bCs/>
        </w:rPr>
        <w:t xml:space="preserve"> міський голова      </w:t>
      </w:r>
      <w:r w:rsidRPr="00992B6A">
        <w:rPr>
          <w:b/>
          <w:bCs/>
        </w:rPr>
        <w:tab/>
      </w:r>
      <w:r w:rsidRPr="00992B6A">
        <w:rPr>
          <w:b/>
          <w:bCs/>
        </w:rPr>
        <w:tab/>
        <w:t xml:space="preserve">                                               О.Каспрук</w:t>
      </w:r>
      <w:r>
        <w:t xml:space="preserve"> </w:t>
      </w:r>
    </w:p>
    <w:sectPr w:rsidR="000C58A4" w:rsidSect="00F45DA6">
      <w:headerReference w:type="default" r:id="rId8"/>
      <w:pgSz w:w="11906" w:h="16838"/>
      <w:pgMar w:top="567" w:right="567" w:bottom="851"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58A4" w:rsidRDefault="000C58A4">
      <w:r>
        <w:separator/>
      </w:r>
    </w:p>
  </w:endnote>
  <w:endnote w:type="continuationSeparator" w:id="0">
    <w:p w:rsidR="000C58A4" w:rsidRDefault="000C58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PMingLiU">
    <w:altName w:val="ЎPs??c???"/>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A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58A4" w:rsidRDefault="000C58A4">
      <w:r>
        <w:separator/>
      </w:r>
    </w:p>
  </w:footnote>
  <w:footnote w:type="continuationSeparator" w:id="0">
    <w:p w:rsidR="000C58A4" w:rsidRDefault="000C58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8A4" w:rsidRDefault="000C58A4">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0C58A4" w:rsidRDefault="000C58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44E4B"/>
    <w:multiLevelType w:val="hybridMultilevel"/>
    <w:tmpl w:val="F3DE2288"/>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nsid w:val="1E8B041D"/>
    <w:multiLevelType w:val="multilevel"/>
    <w:tmpl w:val="1610C454"/>
    <w:lvl w:ilvl="0">
      <w:start w:val="3"/>
      <w:numFmt w:val="decimal"/>
      <w:lvlText w:val="%1."/>
      <w:lvlJc w:val="left"/>
      <w:pPr>
        <w:tabs>
          <w:tab w:val="num" w:pos="570"/>
        </w:tabs>
        <w:ind w:left="570" w:hanging="570"/>
      </w:pPr>
      <w:rPr>
        <w:rFonts w:cs="Times New Roman" w:hint="default"/>
        <w:b/>
        <w:bCs/>
      </w:rPr>
    </w:lvl>
    <w:lvl w:ilvl="1">
      <w:start w:val="1"/>
      <w:numFmt w:val="decimal"/>
      <w:lvlText w:val="%1.%2."/>
      <w:lvlJc w:val="left"/>
      <w:pPr>
        <w:tabs>
          <w:tab w:val="num" w:pos="1620"/>
        </w:tabs>
        <w:ind w:left="1620" w:hanging="720"/>
      </w:pPr>
      <w:rPr>
        <w:rFonts w:cs="Times New Roman" w:hint="default"/>
        <w:b/>
        <w:bCs/>
      </w:rPr>
    </w:lvl>
    <w:lvl w:ilvl="2">
      <w:start w:val="1"/>
      <w:numFmt w:val="decimal"/>
      <w:lvlText w:val="%1.%2.%3."/>
      <w:lvlJc w:val="left"/>
      <w:pPr>
        <w:tabs>
          <w:tab w:val="num" w:pos="2520"/>
        </w:tabs>
        <w:ind w:left="2520" w:hanging="720"/>
      </w:pPr>
      <w:rPr>
        <w:rFonts w:cs="Times New Roman" w:hint="default"/>
        <w:b/>
        <w:bCs/>
      </w:rPr>
    </w:lvl>
    <w:lvl w:ilvl="3">
      <w:start w:val="1"/>
      <w:numFmt w:val="decimal"/>
      <w:lvlText w:val="%1.%2.%3.%4."/>
      <w:lvlJc w:val="left"/>
      <w:pPr>
        <w:tabs>
          <w:tab w:val="num" w:pos="3780"/>
        </w:tabs>
        <w:ind w:left="3780" w:hanging="1080"/>
      </w:pPr>
      <w:rPr>
        <w:rFonts w:cs="Times New Roman" w:hint="default"/>
        <w:b/>
        <w:bCs/>
      </w:rPr>
    </w:lvl>
    <w:lvl w:ilvl="4">
      <w:start w:val="1"/>
      <w:numFmt w:val="decimal"/>
      <w:lvlText w:val="%1.%2.%3.%4.%5."/>
      <w:lvlJc w:val="left"/>
      <w:pPr>
        <w:tabs>
          <w:tab w:val="num" w:pos="4680"/>
        </w:tabs>
        <w:ind w:left="4680" w:hanging="1080"/>
      </w:pPr>
      <w:rPr>
        <w:rFonts w:cs="Times New Roman" w:hint="default"/>
        <w:b/>
        <w:bCs/>
      </w:rPr>
    </w:lvl>
    <w:lvl w:ilvl="5">
      <w:start w:val="1"/>
      <w:numFmt w:val="decimal"/>
      <w:lvlText w:val="%1.%2.%3.%4.%5.%6."/>
      <w:lvlJc w:val="left"/>
      <w:pPr>
        <w:tabs>
          <w:tab w:val="num" w:pos="5940"/>
        </w:tabs>
        <w:ind w:left="5940" w:hanging="1440"/>
      </w:pPr>
      <w:rPr>
        <w:rFonts w:cs="Times New Roman" w:hint="default"/>
        <w:b/>
        <w:bCs/>
      </w:rPr>
    </w:lvl>
    <w:lvl w:ilvl="6">
      <w:start w:val="1"/>
      <w:numFmt w:val="decimal"/>
      <w:lvlText w:val="%1.%2.%3.%4.%5.%6.%7."/>
      <w:lvlJc w:val="left"/>
      <w:pPr>
        <w:tabs>
          <w:tab w:val="num" w:pos="7200"/>
        </w:tabs>
        <w:ind w:left="7200" w:hanging="1800"/>
      </w:pPr>
      <w:rPr>
        <w:rFonts w:cs="Times New Roman" w:hint="default"/>
        <w:b/>
        <w:bCs/>
      </w:rPr>
    </w:lvl>
    <w:lvl w:ilvl="7">
      <w:start w:val="1"/>
      <w:numFmt w:val="decimal"/>
      <w:lvlText w:val="%1.%2.%3.%4.%5.%6.%7.%8."/>
      <w:lvlJc w:val="left"/>
      <w:pPr>
        <w:tabs>
          <w:tab w:val="num" w:pos="8100"/>
        </w:tabs>
        <w:ind w:left="8100" w:hanging="1800"/>
      </w:pPr>
      <w:rPr>
        <w:rFonts w:cs="Times New Roman" w:hint="default"/>
        <w:b/>
        <w:bCs/>
      </w:rPr>
    </w:lvl>
    <w:lvl w:ilvl="8">
      <w:start w:val="1"/>
      <w:numFmt w:val="decimal"/>
      <w:lvlText w:val="%1.%2.%3.%4.%5.%6.%7.%8.%9."/>
      <w:lvlJc w:val="left"/>
      <w:pPr>
        <w:tabs>
          <w:tab w:val="num" w:pos="9360"/>
        </w:tabs>
        <w:ind w:left="9360" w:hanging="2160"/>
      </w:pPr>
      <w:rPr>
        <w:rFonts w:cs="Times New Roman" w:hint="default"/>
        <w:b/>
        <w:bCs/>
      </w:rPr>
    </w:lvl>
  </w:abstractNum>
  <w:abstractNum w:abstractNumId="3">
    <w:nsid w:val="21DF2C57"/>
    <w:multiLevelType w:val="multilevel"/>
    <w:tmpl w:val="90DA8C5C"/>
    <w:lvl w:ilvl="0">
      <w:start w:val="1"/>
      <w:numFmt w:val="decimal"/>
      <w:lvlText w:val="%1."/>
      <w:lvlJc w:val="left"/>
      <w:pPr>
        <w:ind w:left="2010" w:hanging="1170"/>
      </w:pPr>
      <w:rPr>
        <w:rFonts w:cs="Times New Roman" w:hint="default"/>
        <w:b/>
        <w:bCs/>
      </w:rPr>
    </w:lvl>
    <w:lvl w:ilvl="1">
      <w:start w:val="1"/>
      <w:numFmt w:val="decimal"/>
      <w:isLgl/>
      <w:lvlText w:val="%1.%2."/>
      <w:lvlJc w:val="left"/>
      <w:pPr>
        <w:ind w:left="2250" w:hanging="1410"/>
      </w:pPr>
      <w:rPr>
        <w:rFonts w:cs="Times New Roman" w:hint="default"/>
        <w:b/>
        <w:bCs/>
      </w:rPr>
    </w:lvl>
    <w:lvl w:ilvl="2">
      <w:start w:val="1"/>
      <w:numFmt w:val="decimal"/>
      <w:isLgl/>
      <w:lvlText w:val="%1.%2.%3."/>
      <w:lvlJc w:val="left"/>
      <w:pPr>
        <w:ind w:left="2250" w:hanging="1410"/>
      </w:pPr>
      <w:rPr>
        <w:rFonts w:cs="Times New Roman" w:hint="default"/>
        <w:b/>
        <w:bCs/>
      </w:rPr>
    </w:lvl>
    <w:lvl w:ilvl="3">
      <w:start w:val="1"/>
      <w:numFmt w:val="decimal"/>
      <w:isLgl/>
      <w:lvlText w:val="%1.%2.%3.%4."/>
      <w:lvlJc w:val="left"/>
      <w:pPr>
        <w:ind w:left="2250" w:hanging="1410"/>
      </w:pPr>
      <w:rPr>
        <w:rFonts w:cs="Times New Roman" w:hint="default"/>
        <w:b/>
        <w:bCs/>
      </w:rPr>
    </w:lvl>
    <w:lvl w:ilvl="4">
      <w:start w:val="1"/>
      <w:numFmt w:val="decimal"/>
      <w:isLgl/>
      <w:lvlText w:val="%1.%2.%3.%4.%5."/>
      <w:lvlJc w:val="left"/>
      <w:pPr>
        <w:ind w:left="2250" w:hanging="1410"/>
      </w:pPr>
      <w:rPr>
        <w:rFonts w:cs="Times New Roman" w:hint="default"/>
        <w:b/>
        <w:bCs/>
      </w:rPr>
    </w:lvl>
    <w:lvl w:ilvl="5">
      <w:start w:val="1"/>
      <w:numFmt w:val="decimal"/>
      <w:isLgl/>
      <w:lvlText w:val="%1.%2.%3.%4.%5.%6."/>
      <w:lvlJc w:val="left"/>
      <w:pPr>
        <w:ind w:left="2280" w:hanging="1440"/>
      </w:pPr>
      <w:rPr>
        <w:rFonts w:cs="Times New Roman" w:hint="default"/>
        <w:b/>
        <w:bCs/>
      </w:rPr>
    </w:lvl>
    <w:lvl w:ilvl="6">
      <w:start w:val="1"/>
      <w:numFmt w:val="decimal"/>
      <w:isLgl/>
      <w:lvlText w:val="%1.%2.%3.%4.%5.%6.%7."/>
      <w:lvlJc w:val="left"/>
      <w:pPr>
        <w:ind w:left="2640" w:hanging="1800"/>
      </w:pPr>
      <w:rPr>
        <w:rFonts w:cs="Times New Roman" w:hint="default"/>
        <w:b/>
        <w:bCs/>
      </w:rPr>
    </w:lvl>
    <w:lvl w:ilvl="7">
      <w:start w:val="1"/>
      <w:numFmt w:val="decimal"/>
      <w:isLgl/>
      <w:lvlText w:val="%1.%2.%3.%4.%5.%6.%7.%8."/>
      <w:lvlJc w:val="left"/>
      <w:pPr>
        <w:ind w:left="2640" w:hanging="1800"/>
      </w:pPr>
      <w:rPr>
        <w:rFonts w:cs="Times New Roman" w:hint="default"/>
        <w:b/>
        <w:bCs/>
      </w:rPr>
    </w:lvl>
    <w:lvl w:ilvl="8">
      <w:start w:val="1"/>
      <w:numFmt w:val="decimal"/>
      <w:isLgl/>
      <w:lvlText w:val="%1.%2.%3.%4.%5.%6.%7.%8.%9."/>
      <w:lvlJc w:val="left"/>
      <w:pPr>
        <w:ind w:left="3000" w:hanging="2160"/>
      </w:pPr>
      <w:rPr>
        <w:rFonts w:cs="Times New Roman" w:hint="default"/>
        <w:b/>
        <w:bCs/>
      </w:rPr>
    </w:lvl>
  </w:abstractNum>
  <w:abstractNum w:abstractNumId="4">
    <w:nsid w:val="37ED318C"/>
    <w:multiLevelType w:val="multilevel"/>
    <w:tmpl w:val="90DA8C5C"/>
    <w:lvl w:ilvl="0">
      <w:start w:val="1"/>
      <w:numFmt w:val="decimal"/>
      <w:lvlText w:val="%1."/>
      <w:lvlJc w:val="left"/>
      <w:pPr>
        <w:ind w:left="2010" w:hanging="1170"/>
      </w:pPr>
      <w:rPr>
        <w:rFonts w:cs="Times New Roman" w:hint="default"/>
        <w:b/>
        <w:bCs/>
      </w:rPr>
    </w:lvl>
    <w:lvl w:ilvl="1">
      <w:start w:val="1"/>
      <w:numFmt w:val="decimal"/>
      <w:isLgl/>
      <w:lvlText w:val="%1.%2."/>
      <w:lvlJc w:val="left"/>
      <w:pPr>
        <w:ind w:left="2250" w:hanging="1410"/>
      </w:pPr>
      <w:rPr>
        <w:rFonts w:cs="Times New Roman" w:hint="default"/>
        <w:b/>
        <w:bCs/>
      </w:rPr>
    </w:lvl>
    <w:lvl w:ilvl="2">
      <w:start w:val="1"/>
      <w:numFmt w:val="decimal"/>
      <w:isLgl/>
      <w:lvlText w:val="%1.%2.%3."/>
      <w:lvlJc w:val="left"/>
      <w:pPr>
        <w:ind w:left="2250" w:hanging="1410"/>
      </w:pPr>
      <w:rPr>
        <w:rFonts w:cs="Times New Roman" w:hint="default"/>
        <w:b/>
        <w:bCs/>
      </w:rPr>
    </w:lvl>
    <w:lvl w:ilvl="3">
      <w:start w:val="1"/>
      <w:numFmt w:val="decimal"/>
      <w:isLgl/>
      <w:lvlText w:val="%1.%2.%3.%4."/>
      <w:lvlJc w:val="left"/>
      <w:pPr>
        <w:ind w:left="2250" w:hanging="1410"/>
      </w:pPr>
      <w:rPr>
        <w:rFonts w:cs="Times New Roman" w:hint="default"/>
        <w:b/>
        <w:bCs/>
      </w:rPr>
    </w:lvl>
    <w:lvl w:ilvl="4">
      <w:start w:val="1"/>
      <w:numFmt w:val="decimal"/>
      <w:isLgl/>
      <w:lvlText w:val="%1.%2.%3.%4.%5."/>
      <w:lvlJc w:val="left"/>
      <w:pPr>
        <w:ind w:left="2250" w:hanging="1410"/>
      </w:pPr>
      <w:rPr>
        <w:rFonts w:cs="Times New Roman" w:hint="default"/>
        <w:b/>
        <w:bCs/>
      </w:rPr>
    </w:lvl>
    <w:lvl w:ilvl="5">
      <w:start w:val="1"/>
      <w:numFmt w:val="decimal"/>
      <w:isLgl/>
      <w:lvlText w:val="%1.%2.%3.%4.%5.%6."/>
      <w:lvlJc w:val="left"/>
      <w:pPr>
        <w:ind w:left="2280" w:hanging="1440"/>
      </w:pPr>
      <w:rPr>
        <w:rFonts w:cs="Times New Roman" w:hint="default"/>
        <w:b/>
        <w:bCs/>
      </w:rPr>
    </w:lvl>
    <w:lvl w:ilvl="6">
      <w:start w:val="1"/>
      <w:numFmt w:val="decimal"/>
      <w:isLgl/>
      <w:lvlText w:val="%1.%2.%3.%4.%5.%6.%7."/>
      <w:lvlJc w:val="left"/>
      <w:pPr>
        <w:ind w:left="2640" w:hanging="1800"/>
      </w:pPr>
      <w:rPr>
        <w:rFonts w:cs="Times New Roman" w:hint="default"/>
        <w:b/>
        <w:bCs/>
      </w:rPr>
    </w:lvl>
    <w:lvl w:ilvl="7">
      <w:start w:val="1"/>
      <w:numFmt w:val="decimal"/>
      <w:isLgl/>
      <w:lvlText w:val="%1.%2.%3.%4.%5.%6.%7.%8."/>
      <w:lvlJc w:val="left"/>
      <w:pPr>
        <w:ind w:left="2640" w:hanging="1800"/>
      </w:pPr>
      <w:rPr>
        <w:rFonts w:cs="Times New Roman" w:hint="default"/>
        <w:b/>
        <w:bCs/>
      </w:rPr>
    </w:lvl>
    <w:lvl w:ilvl="8">
      <w:start w:val="1"/>
      <w:numFmt w:val="decimal"/>
      <w:isLgl/>
      <w:lvlText w:val="%1.%2.%3.%4.%5.%6.%7.%8.%9."/>
      <w:lvlJc w:val="left"/>
      <w:pPr>
        <w:ind w:left="3000" w:hanging="2160"/>
      </w:pPr>
      <w:rPr>
        <w:rFonts w:cs="Times New Roman" w:hint="default"/>
        <w:b/>
        <w:bCs/>
      </w:rPr>
    </w:lvl>
  </w:abstractNum>
  <w:abstractNum w:abstractNumId="5">
    <w:nsid w:val="59530F13"/>
    <w:multiLevelType w:val="multilevel"/>
    <w:tmpl w:val="4136465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nsid w:val="5C2B2CDE"/>
    <w:multiLevelType w:val="hybridMultilevel"/>
    <w:tmpl w:val="DAFC932E"/>
    <w:lvl w:ilvl="0" w:tplc="1BFA9432">
      <w:start w:val="1"/>
      <w:numFmt w:val="decimal"/>
      <w:lvlText w:val="%1."/>
      <w:lvlJc w:val="left"/>
      <w:pPr>
        <w:ind w:left="1815" w:hanging="1095"/>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644164CA"/>
    <w:multiLevelType w:val="multilevel"/>
    <w:tmpl w:val="C5C246B4"/>
    <w:lvl w:ilvl="0">
      <w:start w:val="1"/>
      <w:numFmt w:val="decimal"/>
      <w:lvlText w:val="%1."/>
      <w:lvlJc w:val="left"/>
      <w:pPr>
        <w:tabs>
          <w:tab w:val="num" w:pos="435"/>
        </w:tabs>
        <w:ind w:left="435" w:hanging="435"/>
      </w:pPr>
      <w:rPr>
        <w:rFonts w:cs="Times New Roman" w:hint="default"/>
        <w:b/>
        <w:bCs/>
      </w:rPr>
    </w:lvl>
    <w:lvl w:ilvl="1">
      <w:start w:val="2"/>
      <w:numFmt w:val="decimal"/>
      <w:lvlText w:val="%1.%2."/>
      <w:lvlJc w:val="left"/>
      <w:pPr>
        <w:tabs>
          <w:tab w:val="num" w:pos="720"/>
        </w:tabs>
        <w:ind w:left="720" w:hanging="72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1080"/>
        </w:tabs>
        <w:ind w:left="1080" w:hanging="108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440"/>
        </w:tabs>
        <w:ind w:left="1440" w:hanging="1440"/>
      </w:pPr>
      <w:rPr>
        <w:rFonts w:cs="Times New Roman" w:hint="default"/>
        <w:b/>
        <w:bCs/>
      </w:rPr>
    </w:lvl>
    <w:lvl w:ilvl="6">
      <w:start w:val="1"/>
      <w:numFmt w:val="decimal"/>
      <w:lvlText w:val="%1.%2.%3.%4.%5.%6.%7."/>
      <w:lvlJc w:val="left"/>
      <w:pPr>
        <w:tabs>
          <w:tab w:val="num" w:pos="1800"/>
        </w:tabs>
        <w:ind w:left="1800" w:hanging="1800"/>
      </w:pPr>
      <w:rPr>
        <w:rFonts w:cs="Times New Roman" w:hint="default"/>
        <w:b/>
        <w:bCs/>
      </w:rPr>
    </w:lvl>
    <w:lvl w:ilvl="7">
      <w:start w:val="1"/>
      <w:numFmt w:val="decimal"/>
      <w:lvlText w:val="%1.%2.%3.%4.%5.%6.%7.%8."/>
      <w:lvlJc w:val="left"/>
      <w:pPr>
        <w:tabs>
          <w:tab w:val="num" w:pos="1800"/>
        </w:tabs>
        <w:ind w:left="1800" w:hanging="1800"/>
      </w:pPr>
      <w:rPr>
        <w:rFonts w:cs="Times New Roman" w:hint="default"/>
        <w:b/>
        <w:bCs/>
      </w:rPr>
    </w:lvl>
    <w:lvl w:ilvl="8">
      <w:start w:val="1"/>
      <w:numFmt w:val="decimal"/>
      <w:lvlText w:val="%1.%2.%3.%4.%5.%6.%7.%8.%9."/>
      <w:lvlJc w:val="left"/>
      <w:pPr>
        <w:tabs>
          <w:tab w:val="num" w:pos="2160"/>
        </w:tabs>
        <w:ind w:left="2160" w:hanging="2160"/>
      </w:pPr>
      <w:rPr>
        <w:rFonts w:cs="Times New Roman" w:hint="default"/>
        <w:b/>
        <w:bCs/>
      </w:rPr>
    </w:lvl>
  </w:abstractNum>
  <w:abstractNum w:abstractNumId="8">
    <w:nsid w:val="7A55578E"/>
    <w:multiLevelType w:val="hybridMultilevel"/>
    <w:tmpl w:val="41364656"/>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1"/>
  </w:num>
  <w:num w:numId="2">
    <w:abstractNumId w:val="8"/>
  </w:num>
  <w:num w:numId="3">
    <w:abstractNumId w:val="5"/>
  </w:num>
  <w:num w:numId="4">
    <w:abstractNumId w:val="0"/>
  </w:num>
  <w:num w:numId="5">
    <w:abstractNumId w:val="3"/>
  </w:num>
  <w:num w:numId="6">
    <w:abstractNumId w:val="2"/>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6970"/>
    <w:rsid w:val="00000143"/>
    <w:rsid w:val="000001BB"/>
    <w:rsid w:val="0000081C"/>
    <w:rsid w:val="00000821"/>
    <w:rsid w:val="00000C04"/>
    <w:rsid w:val="00000D20"/>
    <w:rsid w:val="0000122F"/>
    <w:rsid w:val="0000137F"/>
    <w:rsid w:val="00001521"/>
    <w:rsid w:val="00001626"/>
    <w:rsid w:val="00001CDE"/>
    <w:rsid w:val="000020CB"/>
    <w:rsid w:val="000021A1"/>
    <w:rsid w:val="000023FA"/>
    <w:rsid w:val="00002863"/>
    <w:rsid w:val="00002A99"/>
    <w:rsid w:val="00002C6E"/>
    <w:rsid w:val="00003144"/>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07CF1"/>
    <w:rsid w:val="000101B8"/>
    <w:rsid w:val="000105F8"/>
    <w:rsid w:val="00010C58"/>
    <w:rsid w:val="00010DB5"/>
    <w:rsid w:val="000110AC"/>
    <w:rsid w:val="000113D7"/>
    <w:rsid w:val="0001164D"/>
    <w:rsid w:val="000118F5"/>
    <w:rsid w:val="00011B04"/>
    <w:rsid w:val="00011C78"/>
    <w:rsid w:val="000123AE"/>
    <w:rsid w:val="00012ACC"/>
    <w:rsid w:val="00012C67"/>
    <w:rsid w:val="00012F0C"/>
    <w:rsid w:val="00013CEA"/>
    <w:rsid w:val="00014115"/>
    <w:rsid w:val="000141BE"/>
    <w:rsid w:val="00014361"/>
    <w:rsid w:val="0001457A"/>
    <w:rsid w:val="0001495C"/>
    <w:rsid w:val="000149CD"/>
    <w:rsid w:val="00014DD6"/>
    <w:rsid w:val="00014E33"/>
    <w:rsid w:val="000150A3"/>
    <w:rsid w:val="000155B9"/>
    <w:rsid w:val="0001561C"/>
    <w:rsid w:val="0001636D"/>
    <w:rsid w:val="00016860"/>
    <w:rsid w:val="00016E9B"/>
    <w:rsid w:val="00016F8F"/>
    <w:rsid w:val="000175D7"/>
    <w:rsid w:val="00017875"/>
    <w:rsid w:val="00017F11"/>
    <w:rsid w:val="00020200"/>
    <w:rsid w:val="000203FC"/>
    <w:rsid w:val="000205D9"/>
    <w:rsid w:val="000206E6"/>
    <w:rsid w:val="000207E2"/>
    <w:rsid w:val="00020825"/>
    <w:rsid w:val="00020A39"/>
    <w:rsid w:val="00020D95"/>
    <w:rsid w:val="00020E80"/>
    <w:rsid w:val="0002139E"/>
    <w:rsid w:val="00021473"/>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04"/>
    <w:rsid w:val="00026981"/>
    <w:rsid w:val="00027230"/>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403"/>
    <w:rsid w:val="000339AF"/>
    <w:rsid w:val="00033C19"/>
    <w:rsid w:val="00033F59"/>
    <w:rsid w:val="00033F5E"/>
    <w:rsid w:val="000342E0"/>
    <w:rsid w:val="00034D3A"/>
    <w:rsid w:val="00034DC7"/>
    <w:rsid w:val="00034DE7"/>
    <w:rsid w:val="00034F32"/>
    <w:rsid w:val="0003509B"/>
    <w:rsid w:val="0003517D"/>
    <w:rsid w:val="00035CAC"/>
    <w:rsid w:val="00035E56"/>
    <w:rsid w:val="000361E5"/>
    <w:rsid w:val="00037A6B"/>
    <w:rsid w:val="00037B98"/>
    <w:rsid w:val="00040485"/>
    <w:rsid w:val="00040859"/>
    <w:rsid w:val="00040AE1"/>
    <w:rsid w:val="00040B93"/>
    <w:rsid w:val="00040F15"/>
    <w:rsid w:val="000410D1"/>
    <w:rsid w:val="000412B8"/>
    <w:rsid w:val="000417B7"/>
    <w:rsid w:val="00042284"/>
    <w:rsid w:val="000424B6"/>
    <w:rsid w:val="00043341"/>
    <w:rsid w:val="000437BA"/>
    <w:rsid w:val="00043909"/>
    <w:rsid w:val="00043ABF"/>
    <w:rsid w:val="00043F78"/>
    <w:rsid w:val="00044001"/>
    <w:rsid w:val="00044181"/>
    <w:rsid w:val="000443B6"/>
    <w:rsid w:val="000446A3"/>
    <w:rsid w:val="0004476E"/>
    <w:rsid w:val="00044B45"/>
    <w:rsid w:val="00044BBB"/>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8BE"/>
    <w:rsid w:val="00047F1B"/>
    <w:rsid w:val="00047F4E"/>
    <w:rsid w:val="00047F58"/>
    <w:rsid w:val="00047FF9"/>
    <w:rsid w:val="000500CC"/>
    <w:rsid w:val="0005016D"/>
    <w:rsid w:val="000501AC"/>
    <w:rsid w:val="0005021E"/>
    <w:rsid w:val="00050514"/>
    <w:rsid w:val="00050A51"/>
    <w:rsid w:val="0005163B"/>
    <w:rsid w:val="000517E8"/>
    <w:rsid w:val="00051C25"/>
    <w:rsid w:val="00051CF4"/>
    <w:rsid w:val="000523C8"/>
    <w:rsid w:val="00052A0E"/>
    <w:rsid w:val="00052AFB"/>
    <w:rsid w:val="00052CFA"/>
    <w:rsid w:val="00052E09"/>
    <w:rsid w:val="000538AD"/>
    <w:rsid w:val="00053908"/>
    <w:rsid w:val="00053B01"/>
    <w:rsid w:val="0005408E"/>
    <w:rsid w:val="000545AB"/>
    <w:rsid w:val="00054655"/>
    <w:rsid w:val="000547EC"/>
    <w:rsid w:val="00054A24"/>
    <w:rsid w:val="00054A4B"/>
    <w:rsid w:val="00054B98"/>
    <w:rsid w:val="000554D6"/>
    <w:rsid w:val="00055A1D"/>
    <w:rsid w:val="00055A21"/>
    <w:rsid w:val="00056360"/>
    <w:rsid w:val="000563ED"/>
    <w:rsid w:val="000565AF"/>
    <w:rsid w:val="0005697F"/>
    <w:rsid w:val="000569FF"/>
    <w:rsid w:val="00057215"/>
    <w:rsid w:val="0005761B"/>
    <w:rsid w:val="00057B67"/>
    <w:rsid w:val="0006019F"/>
    <w:rsid w:val="00060693"/>
    <w:rsid w:val="00060DC0"/>
    <w:rsid w:val="00060DC4"/>
    <w:rsid w:val="00060F56"/>
    <w:rsid w:val="000619E7"/>
    <w:rsid w:val="00061E69"/>
    <w:rsid w:val="000623B1"/>
    <w:rsid w:val="000629D3"/>
    <w:rsid w:val="00062A66"/>
    <w:rsid w:val="00062F0B"/>
    <w:rsid w:val="00062F48"/>
    <w:rsid w:val="00062FD7"/>
    <w:rsid w:val="0006364F"/>
    <w:rsid w:val="0006377A"/>
    <w:rsid w:val="00064A6F"/>
    <w:rsid w:val="00064BA6"/>
    <w:rsid w:val="0006525E"/>
    <w:rsid w:val="0006530D"/>
    <w:rsid w:val="000657FE"/>
    <w:rsid w:val="00065800"/>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703AD"/>
    <w:rsid w:val="00070896"/>
    <w:rsid w:val="000709C6"/>
    <w:rsid w:val="00070C25"/>
    <w:rsid w:val="00070DCD"/>
    <w:rsid w:val="00071187"/>
    <w:rsid w:val="000714A5"/>
    <w:rsid w:val="0007155A"/>
    <w:rsid w:val="000721CB"/>
    <w:rsid w:val="000722BB"/>
    <w:rsid w:val="00072438"/>
    <w:rsid w:val="000726EF"/>
    <w:rsid w:val="000729A7"/>
    <w:rsid w:val="00072C95"/>
    <w:rsid w:val="0007358E"/>
    <w:rsid w:val="00073662"/>
    <w:rsid w:val="0007370B"/>
    <w:rsid w:val="00073B0E"/>
    <w:rsid w:val="00073D63"/>
    <w:rsid w:val="00074312"/>
    <w:rsid w:val="0007526D"/>
    <w:rsid w:val="000753D6"/>
    <w:rsid w:val="0007555E"/>
    <w:rsid w:val="00075A04"/>
    <w:rsid w:val="00075A6F"/>
    <w:rsid w:val="00075BC1"/>
    <w:rsid w:val="00075F7E"/>
    <w:rsid w:val="000765FC"/>
    <w:rsid w:val="00076629"/>
    <w:rsid w:val="00076DCE"/>
    <w:rsid w:val="0007714A"/>
    <w:rsid w:val="000771C8"/>
    <w:rsid w:val="00077472"/>
    <w:rsid w:val="0007774F"/>
    <w:rsid w:val="00077943"/>
    <w:rsid w:val="00077BBD"/>
    <w:rsid w:val="00077DBA"/>
    <w:rsid w:val="000800AF"/>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5CC"/>
    <w:rsid w:val="00085A9C"/>
    <w:rsid w:val="00085AC6"/>
    <w:rsid w:val="00085FD7"/>
    <w:rsid w:val="000861BA"/>
    <w:rsid w:val="00086785"/>
    <w:rsid w:val="000869AC"/>
    <w:rsid w:val="00086E12"/>
    <w:rsid w:val="00086ED6"/>
    <w:rsid w:val="00087213"/>
    <w:rsid w:val="00087353"/>
    <w:rsid w:val="00087645"/>
    <w:rsid w:val="00087D4B"/>
    <w:rsid w:val="0009018B"/>
    <w:rsid w:val="0009088D"/>
    <w:rsid w:val="000910DB"/>
    <w:rsid w:val="00091246"/>
    <w:rsid w:val="0009160B"/>
    <w:rsid w:val="00091D0A"/>
    <w:rsid w:val="00091D53"/>
    <w:rsid w:val="00091E33"/>
    <w:rsid w:val="0009208F"/>
    <w:rsid w:val="000922CB"/>
    <w:rsid w:val="00092524"/>
    <w:rsid w:val="00092909"/>
    <w:rsid w:val="00092AFC"/>
    <w:rsid w:val="00093127"/>
    <w:rsid w:val="0009334A"/>
    <w:rsid w:val="00093370"/>
    <w:rsid w:val="00094562"/>
    <w:rsid w:val="000946C9"/>
    <w:rsid w:val="00094C8F"/>
    <w:rsid w:val="000955E0"/>
    <w:rsid w:val="0009560F"/>
    <w:rsid w:val="00095E51"/>
    <w:rsid w:val="000962E1"/>
    <w:rsid w:val="000966A9"/>
    <w:rsid w:val="000968C5"/>
    <w:rsid w:val="00096923"/>
    <w:rsid w:val="00096C04"/>
    <w:rsid w:val="0009703D"/>
    <w:rsid w:val="000974E8"/>
    <w:rsid w:val="000A0879"/>
    <w:rsid w:val="000A0C57"/>
    <w:rsid w:val="000A0E85"/>
    <w:rsid w:val="000A1068"/>
    <w:rsid w:val="000A1BD4"/>
    <w:rsid w:val="000A2443"/>
    <w:rsid w:val="000A24E8"/>
    <w:rsid w:val="000A262C"/>
    <w:rsid w:val="000A269A"/>
    <w:rsid w:val="000A2BEF"/>
    <w:rsid w:val="000A2C33"/>
    <w:rsid w:val="000A3767"/>
    <w:rsid w:val="000A3BD3"/>
    <w:rsid w:val="000A3D77"/>
    <w:rsid w:val="000A3EEF"/>
    <w:rsid w:val="000A3F34"/>
    <w:rsid w:val="000A407B"/>
    <w:rsid w:val="000A4E60"/>
    <w:rsid w:val="000A506D"/>
    <w:rsid w:val="000A53B5"/>
    <w:rsid w:val="000A55C6"/>
    <w:rsid w:val="000A5809"/>
    <w:rsid w:val="000A59DF"/>
    <w:rsid w:val="000A6478"/>
    <w:rsid w:val="000A6BE0"/>
    <w:rsid w:val="000A6C93"/>
    <w:rsid w:val="000A793E"/>
    <w:rsid w:val="000B001B"/>
    <w:rsid w:val="000B03B7"/>
    <w:rsid w:val="000B080B"/>
    <w:rsid w:val="000B0A53"/>
    <w:rsid w:val="000B100A"/>
    <w:rsid w:val="000B1103"/>
    <w:rsid w:val="000B1196"/>
    <w:rsid w:val="000B14E8"/>
    <w:rsid w:val="000B1544"/>
    <w:rsid w:val="000B15EE"/>
    <w:rsid w:val="000B1AD3"/>
    <w:rsid w:val="000B1E6D"/>
    <w:rsid w:val="000B1E76"/>
    <w:rsid w:val="000B2208"/>
    <w:rsid w:val="000B2429"/>
    <w:rsid w:val="000B274E"/>
    <w:rsid w:val="000B3023"/>
    <w:rsid w:val="000B31EC"/>
    <w:rsid w:val="000B3CB8"/>
    <w:rsid w:val="000B3E3C"/>
    <w:rsid w:val="000B4D79"/>
    <w:rsid w:val="000B5071"/>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AB0"/>
    <w:rsid w:val="000C1B27"/>
    <w:rsid w:val="000C2044"/>
    <w:rsid w:val="000C2DA6"/>
    <w:rsid w:val="000C33BC"/>
    <w:rsid w:val="000C3960"/>
    <w:rsid w:val="000C3AC6"/>
    <w:rsid w:val="000C3B61"/>
    <w:rsid w:val="000C3BCA"/>
    <w:rsid w:val="000C3F65"/>
    <w:rsid w:val="000C435E"/>
    <w:rsid w:val="000C44A4"/>
    <w:rsid w:val="000C458D"/>
    <w:rsid w:val="000C4746"/>
    <w:rsid w:val="000C49B6"/>
    <w:rsid w:val="000C5101"/>
    <w:rsid w:val="000C54E8"/>
    <w:rsid w:val="000C569A"/>
    <w:rsid w:val="000C58A4"/>
    <w:rsid w:val="000C5DBE"/>
    <w:rsid w:val="000C6618"/>
    <w:rsid w:val="000C6B4C"/>
    <w:rsid w:val="000C6CD2"/>
    <w:rsid w:val="000C6DF9"/>
    <w:rsid w:val="000C7083"/>
    <w:rsid w:val="000C7481"/>
    <w:rsid w:val="000C7CB8"/>
    <w:rsid w:val="000C7CD9"/>
    <w:rsid w:val="000D0577"/>
    <w:rsid w:val="000D09C0"/>
    <w:rsid w:val="000D0B0B"/>
    <w:rsid w:val="000D1FCF"/>
    <w:rsid w:val="000D2AEE"/>
    <w:rsid w:val="000D2D9E"/>
    <w:rsid w:val="000D2E41"/>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5ACE"/>
    <w:rsid w:val="000D603F"/>
    <w:rsid w:val="000D62F3"/>
    <w:rsid w:val="000D6837"/>
    <w:rsid w:val="000D6D64"/>
    <w:rsid w:val="000D6E25"/>
    <w:rsid w:val="000D6E26"/>
    <w:rsid w:val="000D6F97"/>
    <w:rsid w:val="000D70B3"/>
    <w:rsid w:val="000D7E75"/>
    <w:rsid w:val="000E0A41"/>
    <w:rsid w:val="000E0C60"/>
    <w:rsid w:val="000E0DBB"/>
    <w:rsid w:val="000E1072"/>
    <w:rsid w:val="000E1229"/>
    <w:rsid w:val="000E177F"/>
    <w:rsid w:val="000E1A07"/>
    <w:rsid w:val="000E3030"/>
    <w:rsid w:val="000E3AC6"/>
    <w:rsid w:val="000E43C2"/>
    <w:rsid w:val="000E4483"/>
    <w:rsid w:val="000E4B73"/>
    <w:rsid w:val="000E4C92"/>
    <w:rsid w:val="000E4CB0"/>
    <w:rsid w:val="000E5355"/>
    <w:rsid w:val="000E56DB"/>
    <w:rsid w:val="000E5A92"/>
    <w:rsid w:val="000E5ACF"/>
    <w:rsid w:val="000E5BB1"/>
    <w:rsid w:val="000E5E27"/>
    <w:rsid w:val="000E5E46"/>
    <w:rsid w:val="000E6035"/>
    <w:rsid w:val="000E60A9"/>
    <w:rsid w:val="000E64CC"/>
    <w:rsid w:val="000E6929"/>
    <w:rsid w:val="000E6A1E"/>
    <w:rsid w:val="000F0030"/>
    <w:rsid w:val="000F017A"/>
    <w:rsid w:val="000F0AB9"/>
    <w:rsid w:val="000F0D65"/>
    <w:rsid w:val="000F0F15"/>
    <w:rsid w:val="000F130C"/>
    <w:rsid w:val="000F1515"/>
    <w:rsid w:val="000F182D"/>
    <w:rsid w:val="000F197E"/>
    <w:rsid w:val="000F1CE2"/>
    <w:rsid w:val="000F2177"/>
    <w:rsid w:val="000F2262"/>
    <w:rsid w:val="000F2372"/>
    <w:rsid w:val="000F249D"/>
    <w:rsid w:val="000F2E2C"/>
    <w:rsid w:val="000F2F37"/>
    <w:rsid w:val="000F30FD"/>
    <w:rsid w:val="000F3206"/>
    <w:rsid w:val="000F3256"/>
    <w:rsid w:val="000F3526"/>
    <w:rsid w:val="000F3B71"/>
    <w:rsid w:val="000F3E6A"/>
    <w:rsid w:val="000F413C"/>
    <w:rsid w:val="000F4802"/>
    <w:rsid w:val="000F4D36"/>
    <w:rsid w:val="000F5705"/>
    <w:rsid w:val="000F5721"/>
    <w:rsid w:val="000F5823"/>
    <w:rsid w:val="000F5C8B"/>
    <w:rsid w:val="000F60FD"/>
    <w:rsid w:val="000F679F"/>
    <w:rsid w:val="000F6B7F"/>
    <w:rsid w:val="000F7C22"/>
    <w:rsid w:val="000F7D53"/>
    <w:rsid w:val="000F7EFB"/>
    <w:rsid w:val="000F7F13"/>
    <w:rsid w:val="00100623"/>
    <w:rsid w:val="001007F3"/>
    <w:rsid w:val="00100ADB"/>
    <w:rsid w:val="001011CE"/>
    <w:rsid w:val="00101623"/>
    <w:rsid w:val="001020F4"/>
    <w:rsid w:val="001025D1"/>
    <w:rsid w:val="00102B9C"/>
    <w:rsid w:val="00102CEC"/>
    <w:rsid w:val="00102D50"/>
    <w:rsid w:val="0010322D"/>
    <w:rsid w:val="00103389"/>
    <w:rsid w:val="00103434"/>
    <w:rsid w:val="0010380B"/>
    <w:rsid w:val="001038AF"/>
    <w:rsid w:val="00103CF3"/>
    <w:rsid w:val="00103DCC"/>
    <w:rsid w:val="00103E6D"/>
    <w:rsid w:val="001040BB"/>
    <w:rsid w:val="0010411C"/>
    <w:rsid w:val="00104697"/>
    <w:rsid w:val="00104922"/>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530C"/>
    <w:rsid w:val="001163B5"/>
    <w:rsid w:val="0011664D"/>
    <w:rsid w:val="001167CA"/>
    <w:rsid w:val="001169A0"/>
    <w:rsid w:val="00116D0F"/>
    <w:rsid w:val="00117430"/>
    <w:rsid w:val="001175F4"/>
    <w:rsid w:val="00117923"/>
    <w:rsid w:val="00117E07"/>
    <w:rsid w:val="00120122"/>
    <w:rsid w:val="0012018C"/>
    <w:rsid w:val="00120256"/>
    <w:rsid w:val="001204C4"/>
    <w:rsid w:val="00120B16"/>
    <w:rsid w:val="00123933"/>
    <w:rsid w:val="00123B86"/>
    <w:rsid w:val="00124018"/>
    <w:rsid w:val="0012470D"/>
    <w:rsid w:val="00124841"/>
    <w:rsid w:val="00124CEA"/>
    <w:rsid w:val="00124E38"/>
    <w:rsid w:val="001251DF"/>
    <w:rsid w:val="00125286"/>
    <w:rsid w:val="00125563"/>
    <w:rsid w:val="001256BD"/>
    <w:rsid w:val="00125904"/>
    <w:rsid w:val="0012592B"/>
    <w:rsid w:val="001259DF"/>
    <w:rsid w:val="00125A1D"/>
    <w:rsid w:val="00125ED3"/>
    <w:rsid w:val="001260B0"/>
    <w:rsid w:val="00126987"/>
    <w:rsid w:val="00126BD4"/>
    <w:rsid w:val="001272CA"/>
    <w:rsid w:val="001278B4"/>
    <w:rsid w:val="00127D8A"/>
    <w:rsid w:val="00127FB9"/>
    <w:rsid w:val="0013077B"/>
    <w:rsid w:val="001308CC"/>
    <w:rsid w:val="0013124A"/>
    <w:rsid w:val="0013173B"/>
    <w:rsid w:val="001323F8"/>
    <w:rsid w:val="00132416"/>
    <w:rsid w:val="00132784"/>
    <w:rsid w:val="001328C8"/>
    <w:rsid w:val="001328F4"/>
    <w:rsid w:val="00132CE5"/>
    <w:rsid w:val="00132DCD"/>
    <w:rsid w:val="00132E4B"/>
    <w:rsid w:val="00133331"/>
    <w:rsid w:val="00133C70"/>
    <w:rsid w:val="00133EA0"/>
    <w:rsid w:val="001354AD"/>
    <w:rsid w:val="0013553A"/>
    <w:rsid w:val="00135954"/>
    <w:rsid w:val="00135AD2"/>
    <w:rsid w:val="0013613A"/>
    <w:rsid w:val="0013615B"/>
    <w:rsid w:val="00136207"/>
    <w:rsid w:val="0013629F"/>
    <w:rsid w:val="001362A9"/>
    <w:rsid w:val="00136364"/>
    <w:rsid w:val="00136673"/>
    <w:rsid w:val="001367A8"/>
    <w:rsid w:val="001374ED"/>
    <w:rsid w:val="001377CE"/>
    <w:rsid w:val="00137D0C"/>
    <w:rsid w:val="00137D51"/>
    <w:rsid w:val="00140087"/>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5A7"/>
    <w:rsid w:val="00144642"/>
    <w:rsid w:val="00144E4D"/>
    <w:rsid w:val="00145171"/>
    <w:rsid w:val="00146300"/>
    <w:rsid w:val="001469C2"/>
    <w:rsid w:val="00147369"/>
    <w:rsid w:val="00147488"/>
    <w:rsid w:val="001474C8"/>
    <w:rsid w:val="00147A30"/>
    <w:rsid w:val="00147B25"/>
    <w:rsid w:val="00147B5C"/>
    <w:rsid w:val="00147DAC"/>
    <w:rsid w:val="00147F9B"/>
    <w:rsid w:val="001502F0"/>
    <w:rsid w:val="0015051E"/>
    <w:rsid w:val="00150BB7"/>
    <w:rsid w:val="00150C5D"/>
    <w:rsid w:val="00150F19"/>
    <w:rsid w:val="001510F5"/>
    <w:rsid w:val="00151960"/>
    <w:rsid w:val="00151C83"/>
    <w:rsid w:val="00152156"/>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4F95"/>
    <w:rsid w:val="001559A5"/>
    <w:rsid w:val="00156390"/>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CAC"/>
    <w:rsid w:val="00162FF6"/>
    <w:rsid w:val="001630CD"/>
    <w:rsid w:val="0016329F"/>
    <w:rsid w:val="001639A9"/>
    <w:rsid w:val="00163FF1"/>
    <w:rsid w:val="001640D5"/>
    <w:rsid w:val="0016414D"/>
    <w:rsid w:val="001644B6"/>
    <w:rsid w:val="0016491C"/>
    <w:rsid w:val="00165486"/>
    <w:rsid w:val="0016548C"/>
    <w:rsid w:val="00165859"/>
    <w:rsid w:val="00165A86"/>
    <w:rsid w:val="00165A8C"/>
    <w:rsid w:val="00165B1E"/>
    <w:rsid w:val="001660BB"/>
    <w:rsid w:val="001662BC"/>
    <w:rsid w:val="0016638E"/>
    <w:rsid w:val="00166970"/>
    <w:rsid w:val="00166A02"/>
    <w:rsid w:val="00166CA8"/>
    <w:rsid w:val="0016741B"/>
    <w:rsid w:val="001675CE"/>
    <w:rsid w:val="00167883"/>
    <w:rsid w:val="00167E24"/>
    <w:rsid w:val="00167EB3"/>
    <w:rsid w:val="0017010B"/>
    <w:rsid w:val="00170663"/>
    <w:rsid w:val="00170830"/>
    <w:rsid w:val="0017093E"/>
    <w:rsid w:val="00170A8D"/>
    <w:rsid w:val="00171951"/>
    <w:rsid w:val="00171F60"/>
    <w:rsid w:val="00172790"/>
    <w:rsid w:val="00173557"/>
    <w:rsid w:val="00173B58"/>
    <w:rsid w:val="00173ED6"/>
    <w:rsid w:val="00174EE7"/>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110"/>
    <w:rsid w:val="001811F8"/>
    <w:rsid w:val="001819DA"/>
    <w:rsid w:val="00181C78"/>
    <w:rsid w:val="00181C7F"/>
    <w:rsid w:val="00181E3C"/>
    <w:rsid w:val="0018241E"/>
    <w:rsid w:val="00182BE5"/>
    <w:rsid w:val="00182D16"/>
    <w:rsid w:val="00184091"/>
    <w:rsid w:val="001845BC"/>
    <w:rsid w:val="00184852"/>
    <w:rsid w:val="001848EA"/>
    <w:rsid w:val="00184CBB"/>
    <w:rsid w:val="00184D12"/>
    <w:rsid w:val="001855AF"/>
    <w:rsid w:val="00185E6A"/>
    <w:rsid w:val="00186EA0"/>
    <w:rsid w:val="00187111"/>
    <w:rsid w:val="001871E5"/>
    <w:rsid w:val="00187B35"/>
    <w:rsid w:val="00190007"/>
    <w:rsid w:val="00190B96"/>
    <w:rsid w:val="00190D75"/>
    <w:rsid w:val="00191D7F"/>
    <w:rsid w:val="00191E94"/>
    <w:rsid w:val="00191E9E"/>
    <w:rsid w:val="00191F7C"/>
    <w:rsid w:val="001920BC"/>
    <w:rsid w:val="001923FC"/>
    <w:rsid w:val="001925B5"/>
    <w:rsid w:val="0019264C"/>
    <w:rsid w:val="00192905"/>
    <w:rsid w:val="00192BEB"/>
    <w:rsid w:val="00192FE5"/>
    <w:rsid w:val="00193340"/>
    <w:rsid w:val="001935DB"/>
    <w:rsid w:val="001936AC"/>
    <w:rsid w:val="00193892"/>
    <w:rsid w:val="0019397A"/>
    <w:rsid w:val="00193CE3"/>
    <w:rsid w:val="00193E29"/>
    <w:rsid w:val="00193FC9"/>
    <w:rsid w:val="001940DF"/>
    <w:rsid w:val="0019455A"/>
    <w:rsid w:val="0019496C"/>
    <w:rsid w:val="001949CE"/>
    <w:rsid w:val="00194C02"/>
    <w:rsid w:val="00195C51"/>
    <w:rsid w:val="00195DCE"/>
    <w:rsid w:val="001961D0"/>
    <w:rsid w:val="0019655C"/>
    <w:rsid w:val="001966D5"/>
    <w:rsid w:val="001969E5"/>
    <w:rsid w:val="00196B6A"/>
    <w:rsid w:val="00197161"/>
    <w:rsid w:val="00197163"/>
    <w:rsid w:val="00197535"/>
    <w:rsid w:val="00197816"/>
    <w:rsid w:val="001A048A"/>
    <w:rsid w:val="001A0B28"/>
    <w:rsid w:val="001A0D2F"/>
    <w:rsid w:val="001A126C"/>
    <w:rsid w:val="001A1421"/>
    <w:rsid w:val="001A17C8"/>
    <w:rsid w:val="001A1824"/>
    <w:rsid w:val="001A1B74"/>
    <w:rsid w:val="001A2329"/>
    <w:rsid w:val="001A268F"/>
    <w:rsid w:val="001A28CD"/>
    <w:rsid w:val="001A28D5"/>
    <w:rsid w:val="001A2DB8"/>
    <w:rsid w:val="001A2E01"/>
    <w:rsid w:val="001A330F"/>
    <w:rsid w:val="001A35AA"/>
    <w:rsid w:val="001A3640"/>
    <w:rsid w:val="001A3A3B"/>
    <w:rsid w:val="001A4489"/>
    <w:rsid w:val="001A45FE"/>
    <w:rsid w:val="001A528F"/>
    <w:rsid w:val="001A53E3"/>
    <w:rsid w:val="001A5BA1"/>
    <w:rsid w:val="001A5EA6"/>
    <w:rsid w:val="001A5F21"/>
    <w:rsid w:val="001A6422"/>
    <w:rsid w:val="001A6B08"/>
    <w:rsid w:val="001A6C15"/>
    <w:rsid w:val="001A74D0"/>
    <w:rsid w:val="001A75F3"/>
    <w:rsid w:val="001A7817"/>
    <w:rsid w:val="001A7B0B"/>
    <w:rsid w:val="001A7EC9"/>
    <w:rsid w:val="001B022A"/>
    <w:rsid w:val="001B082D"/>
    <w:rsid w:val="001B0C0F"/>
    <w:rsid w:val="001B1020"/>
    <w:rsid w:val="001B10C7"/>
    <w:rsid w:val="001B118D"/>
    <w:rsid w:val="001B1AC4"/>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A19"/>
    <w:rsid w:val="001B6EA1"/>
    <w:rsid w:val="001B7995"/>
    <w:rsid w:val="001B79FD"/>
    <w:rsid w:val="001B7FB6"/>
    <w:rsid w:val="001C08EE"/>
    <w:rsid w:val="001C09A0"/>
    <w:rsid w:val="001C0F3B"/>
    <w:rsid w:val="001C0FA7"/>
    <w:rsid w:val="001C11B3"/>
    <w:rsid w:val="001C1A44"/>
    <w:rsid w:val="001C1EDE"/>
    <w:rsid w:val="001C23E5"/>
    <w:rsid w:val="001C26FB"/>
    <w:rsid w:val="001C2D93"/>
    <w:rsid w:val="001C2EA5"/>
    <w:rsid w:val="001C2EDD"/>
    <w:rsid w:val="001C4641"/>
    <w:rsid w:val="001C543C"/>
    <w:rsid w:val="001C54A1"/>
    <w:rsid w:val="001C5586"/>
    <w:rsid w:val="001C56A9"/>
    <w:rsid w:val="001C57B5"/>
    <w:rsid w:val="001C5E80"/>
    <w:rsid w:val="001C62A2"/>
    <w:rsid w:val="001C7422"/>
    <w:rsid w:val="001C778E"/>
    <w:rsid w:val="001C7C68"/>
    <w:rsid w:val="001D018A"/>
    <w:rsid w:val="001D024C"/>
    <w:rsid w:val="001D0792"/>
    <w:rsid w:val="001D084E"/>
    <w:rsid w:val="001D0A95"/>
    <w:rsid w:val="001D1329"/>
    <w:rsid w:val="001D139C"/>
    <w:rsid w:val="001D1960"/>
    <w:rsid w:val="001D199D"/>
    <w:rsid w:val="001D1A89"/>
    <w:rsid w:val="001D1B81"/>
    <w:rsid w:val="001D1E86"/>
    <w:rsid w:val="001D219D"/>
    <w:rsid w:val="001D21AF"/>
    <w:rsid w:val="001D2257"/>
    <w:rsid w:val="001D2429"/>
    <w:rsid w:val="001D2A7A"/>
    <w:rsid w:val="001D2EDA"/>
    <w:rsid w:val="001D3113"/>
    <w:rsid w:val="001D3523"/>
    <w:rsid w:val="001D3A95"/>
    <w:rsid w:val="001D3DAD"/>
    <w:rsid w:val="001D4290"/>
    <w:rsid w:val="001D46DD"/>
    <w:rsid w:val="001D474E"/>
    <w:rsid w:val="001D4FA2"/>
    <w:rsid w:val="001D514C"/>
    <w:rsid w:val="001D52F3"/>
    <w:rsid w:val="001D5A2D"/>
    <w:rsid w:val="001D5A68"/>
    <w:rsid w:val="001D5A91"/>
    <w:rsid w:val="001D5BF8"/>
    <w:rsid w:val="001D5D72"/>
    <w:rsid w:val="001D5EEA"/>
    <w:rsid w:val="001D5FDD"/>
    <w:rsid w:val="001D6660"/>
    <w:rsid w:val="001D682E"/>
    <w:rsid w:val="001D6A20"/>
    <w:rsid w:val="001D6BE5"/>
    <w:rsid w:val="001D6C9A"/>
    <w:rsid w:val="001D6CD3"/>
    <w:rsid w:val="001D72D9"/>
    <w:rsid w:val="001D78F0"/>
    <w:rsid w:val="001D794F"/>
    <w:rsid w:val="001D7A1F"/>
    <w:rsid w:val="001D7D5A"/>
    <w:rsid w:val="001E061D"/>
    <w:rsid w:val="001E10A8"/>
    <w:rsid w:val="001E12FD"/>
    <w:rsid w:val="001E19F4"/>
    <w:rsid w:val="001E1A75"/>
    <w:rsid w:val="001E1D88"/>
    <w:rsid w:val="001E2074"/>
    <w:rsid w:val="001E241A"/>
    <w:rsid w:val="001E27FC"/>
    <w:rsid w:val="001E28C1"/>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6BA"/>
    <w:rsid w:val="001E685E"/>
    <w:rsid w:val="001E6B6A"/>
    <w:rsid w:val="001E6DF6"/>
    <w:rsid w:val="001E7641"/>
    <w:rsid w:val="001E7D38"/>
    <w:rsid w:val="001E7DEE"/>
    <w:rsid w:val="001F007E"/>
    <w:rsid w:val="001F02A2"/>
    <w:rsid w:val="001F0938"/>
    <w:rsid w:val="001F1175"/>
    <w:rsid w:val="001F125C"/>
    <w:rsid w:val="001F1430"/>
    <w:rsid w:val="001F1443"/>
    <w:rsid w:val="001F162A"/>
    <w:rsid w:val="001F1891"/>
    <w:rsid w:val="001F1B38"/>
    <w:rsid w:val="001F1C3F"/>
    <w:rsid w:val="001F1F3D"/>
    <w:rsid w:val="001F2CF5"/>
    <w:rsid w:val="001F2EE7"/>
    <w:rsid w:val="001F3467"/>
    <w:rsid w:val="001F349F"/>
    <w:rsid w:val="001F34D9"/>
    <w:rsid w:val="001F38CD"/>
    <w:rsid w:val="001F4028"/>
    <w:rsid w:val="001F41FB"/>
    <w:rsid w:val="001F4215"/>
    <w:rsid w:val="001F42F4"/>
    <w:rsid w:val="001F452B"/>
    <w:rsid w:val="001F4670"/>
    <w:rsid w:val="001F49B1"/>
    <w:rsid w:val="001F4C53"/>
    <w:rsid w:val="001F52FC"/>
    <w:rsid w:val="001F5989"/>
    <w:rsid w:val="001F5AC3"/>
    <w:rsid w:val="001F5F90"/>
    <w:rsid w:val="001F625C"/>
    <w:rsid w:val="001F62A4"/>
    <w:rsid w:val="001F62BD"/>
    <w:rsid w:val="001F6738"/>
    <w:rsid w:val="001F69C5"/>
    <w:rsid w:val="001F6CA8"/>
    <w:rsid w:val="001F6CFA"/>
    <w:rsid w:val="001F72B8"/>
    <w:rsid w:val="001F7383"/>
    <w:rsid w:val="001F77BA"/>
    <w:rsid w:val="001F7802"/>
    <w:rsid w:val="001F7BD1"/>
    <w:rsid w:val="0020012E"/>
    <w:rsid w:val="00200200"/>
    <w:rsid w:val="00200277"/>
    <w:rsid w:val="002006BD"/>
    <w:rsid w:val="00200AA9"/>
    <w:rsid w:val="00201122"/>
    <w:rsid w:val="0020124F"/>
    <w:rsid w:val="002014A4"/>
    <w:rsid w:val="0020171F"/>
    <w:rsid w:val="0020197B"/>
    <w:rsid w:val="00201A76"/>
    <w:rsid w:val="00201B25"/>
    <w:rsid w:val="00201ED7"/>
    <w:rsid w:val="002020D8"/>
    <w:rsid w:val="00202233"/>
    <w:rsid w:val="00202262"/>
    <w:rsid w:val="0020240C"/>
    <w:rsid w:val="00202431"/>
    <w:rsid w:val="0020250D"/>
    <w:rsid w:val="002028E5"/>
    <w:rsid w:val="0020354A"/>
    <w:rsid w:val="00203667"/>
    <w:rsid w:val="00203902"/>
    <w:rsid w:val="00203925"/>
    <w:rsid w:val="00203A87"/>
    <w:rsid w:val="00203C99"/>
    <w:rsid w:val="00204336"/>
    <w:rsid w:val="002043E5"/>
    <w:rsid w:val="00204A53"/>
    <w:rsid w:val="00204E14"/>
    <w:rsid w:val="00205037"/>
    <w:rsid w:val="0020503F"/>
    <w:rsid w:val="00205152"/>
    <w:rsid w:val="0020529E"/>
    <w:rsid w:val="00205358"/>
    <w:rsid w:val="00205660"/>
    <w:rsid w:val="00205F6C"/>
    <w:rsid w:val="0020652C"/>
    <w:rsid w:val="0020684E"/>
    <w:rsid w:val="00207147"/>
    <w:rsid w:val="0020787D"/>
    <w:rsid w:val="002079A4"/>
    <w:rsid w:val="002079E9"/>
    <w:rsid w:val="00207FB1"/>
    <w:rsid w:val="002101E3"/>
    <w:rsid w:val="0021032A"/>
    <w:rsid w:val="002107F9"/>
    <w:rsid w:val="0021080A"/>
    <w:rsid w:val="00210855"/>
    <w:rsid w:val="00210EE4"/>
    <w:rsid w:val="00210F4C"/>
    <w:rsid w:val="00211291"/>
    <w:rsid w:val="00211722"/>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5F1"/>
    <w:rsid w:val="002169F5"/>
    <w:rsid w:val="00216B15"/>
    <w:rsid w:val="00216B6D"/>
    <w:rsid w:val="00217589"/>
    <w:rsid w:val="002177AF"/>
    <w:rsid w:val="00217FDC"/>
    <w:rsid w:val="0022059E"/>
    <w:rsid w:val="002205CC"/>
    <w:rsid w:val="00220784"/>
    <w:rsid w:val="00220C97"/>
    <w:rsid w:val="00220CC1"/>
    <w:rsid w:val="00220E1C"/>
    <w:rsid w:val="00220FC3"/>
    <w:rsid w:val="0022128A"/>
    <w:rsid w:val="002214FE"/>
    <w:rsid w:val="00221718"/>
    <w:rsid w:val="00221B53"/>
    <w:rsid w:val="00221D61"/>
    <w:rsid w:val="00221E90"/>
    <w:rsid w:val="00221F28"/>
    <w:rsid w:val="00222133"/>
    <w:rsid w:val="00222380"/>
    <w:rsid w:val="00222591"/>
    <w:rsid w:val="00222BA9"/>
    <w:rsid w:val="00222DE3"/>
    <w:rsid w:val="00222F41"/>
    <w:rsid w:val="002234E1"/>
    <w:rsid w:val="002237D2"/>
    <w:rsid w:val="002239EA"/>
    <w:rsid w:val="00223B0E"/>
    <w:rsid w:val="00223FB9"/>
    <w:rsid w:val="00224037"/>
    <w:rsid w:val="00224217"/>
    <w:rsid w:val="002243B7"/>
    <w:rsid w:val="0022461D"/>
    <w:rsid w:val="00224D4A"/>
    <w:rsid w:val="00224E95"/>
    <w:rsid w:val="002250C3"/>
    <w:rsid w:val="002252F7"/>
    <w:rsid w:val="00225329"/>
    <w:rsid w:val="00225952"/>
    <w:rsid w:val="0022599F"/>
    <w:rsid w:val="002263AF"/>
    <w:rsid w:val="002268E6"/>
    <w:rsid w:val="002279CF"/>
    <w:rsid w:val="00227C89"/>
    <w:rsid w:val="00227CFF"/>
    <w:rsid w:val="00227DDA"/>
    <w:rsid w:val="002306B3"/>
    <w:rsid w:val="00231422"/>
    <w:rsid w:val="002319C1"/>
    <w:rsid w:val="00231A42"/>
    <w:rsid w:val="00231B99"/>
    <w:rsid w:val="00231D95"/>
    <w:rsid w:val="0023269D"/>
    <w:rsid w:val="00232BEA"/>
    <w:rsid w:val="00232EF1"/>
    <w:rsid w:val="00233CD8"/>
    <w:rsid w:val="00233E76"/>
    <w:rsid w:val="002340FB"/>
    <w:rsid w:val="00234142"/>
    <w:rsid w:val="002341D9"/>
    <w:rsid w:val="0023491C"/>
    <w:rsid w:val="00234BA9"/>
    <w:rsid w:val="00235511"/>
    <w:rsid w:val="00235611"/>
    <w:rsid w:val="002356B4"/>
    <w:rsid w:val="002357E4"/>
    <w:rsid w:val="00235C32"/>
    <w:rsid w:val="00236088"/>
    <w:rsid w:val="002362CA"/>
    <w:rsid w:val="002366CA"/>
    <w:rsid w:val="002368BA"/>
    <w:rsid w:val="0023693E"/>
    <w:rsid w:val="00236B30"/>
    <w:rsid w:val="002372F4"/>
    <w:rsid w:val="002378EB"/>
    <w:rsid w:val="00237986"/>
    <w:rsid w:val="00237A49"/>
    <w:rsid w:val="00237BF3"/>
    <w:rsid w:val="00240332"/>
    <w:rsid w:val="0024092B"/>
    <w:rsid w:val="00240AD1"/>
    <w:rsid w:val="00240B16"/>
    <w:rsid w:val="00240E23"/>
    <w:rsid w:val="00241830"/>
    <w:rsid w:val="00242705"/>
    <w:rsid w:val="002428E6"/>
    <w:rsid w:val="002428F4"/>
    <w:rsid w:val="00242917"/>
    <w:rsid w:val="0024315F"/>
    <w:rsid w:val="00243470"/>
    <w:rsid w:val="0024391D"/>
    <w:rsid w:val="00243F4D"/>
    <w:rsid w:val="002440F7"/>
    <w:rsid w:val="002443EA"/>
    <w:rsid w:val="00244546"/>
    <w:rsid w:val="00244624"/>
    <w:rsid w:val="00244B29"/>
    <w:rsid w:val="00244B9C"/>
    <w:rsid w:val="0024500F"/>
    <w:rsid w:val="00245086"/>
    <w:rsid w:val="002452F9"/>
    <w:rsid w:val="002454DE"/>
    <w:rsid w:val="00246341"/>
    <w:rsid w:val="002464D8"/>
    <w:rsid w:val="00246557"/>
    <w:rsid w:val="00246578"/>
    <w:rsid w:val="00247128"/>
    <w:rsid w:val="00247297"/>
    <w:rsid w:val="00247745"/>
    <w:rsid w:val="00247A2F"/>
    <w:rsid w:val="00247A87"/>
    <w:rsid w:val="00247C26"/>
    <w:rsid w:val="0025036F"/>
    <w:rsid w:val="00250447"/>
    <w:rsid w:val="0025060C"/>
    <w:rsid w:val="00250FD4"/>
    <w:rsid w:val="00251A43"/>
    <w:rsid w:val="00251B60"/>
    <w:rsid w:val="00251C30"/>
    <w:rsid w:val="00252402"/>
    <w:rsid w:val="00252425"/>
    <w:rsid w:val="002526A6"/>
    <w:rsid w:val="00252C6B"/>
    <w:rsid w:val="00252FFB"/>
    <w:rsid w:val="00253015"/>
    <w:rsid w:val="0025338D"/>
    <w:rsid w:val="00253884"/>
    <w:rsid w:val="00253984"/>
    <w:rsid w:val="002540E9"/>
    <w:rsid w:val="002541C4"/>
    <w:rsid w:val="002542A4"/>
    <w:rsid w:val="00254313"/>
    <w:rsid w:val="002544D9"/>
    <w:rsid w:val="00254D34"/>
    <w:rsid w:val="00254E49"/>
    <w:rsid w:val="002555EE"/>
    <w:rsid w:val="00255974"/>
    <w:rsid w:val="00255C55"/>
    <w:rsid w:val="00255D02"/>
    <w:rsid w:val="002563EE"/>
    <w:rsid w:val="002564B5"/>
    <w:rsid w:val="0025748E"/>
    <w:rsid w:val="00257505"/>
    <w:rsid w:val="002576C2"/>
    <w:rsid w:val="00257BB5"/>
    <w:rsid w:val="00257E38"/>
    <w:rsid w:val="002601B9"/>
    <w:rsid w:val="0026033D"/>
    <w:rsid w:val="002606FF"/>
    <w:rsid w:val="002612E0"/>
    <w:rsid w:val="00261563"/>
    <w:rsid w:val="00261840"/>
    <w:rsid w:val="00261973"/>
    <w:rsid w:val="00261B8A"/>
    <w:rsid w:val="00261C08"/>
    <w:rsid w:val="00261FF4"/>
    <w:rsid w:val="00262895"/>
    <w:rsid w:val="00262C33"/>
    <w:rsid w:val="00262D69"/>
    <w:rsid w:val="00262F1F"/>
    <w:rsid w:val="00263087"/>
    <w:rsid w:val="00263522"/>
    <w:rsid w:val="00263B80"/>
    <w:rsid w:val="00263CDA"/>
    <w:rsid w:val="00263DCC"/>
    <w:rsid w:val="00263EDF"/>
    <w:rsid w:val="00264626"/>
    <w:rsid w:val="002647B5"/>
    <w:rsid w:val="00264939"/>
    <w:rsid w:val="00264DCD"/>
    <w:rsid w:val="00265497"/>
    <w:rsid w:val="002657BC"/>
    <w:rsid w:val="00266522"/>
    <w:rsid w:val="0026677F"/>
    <w:rsid w:val="00266E93"/>
    <w:rsid w:val="00267214"/>
    <w:rsid w:val="00267CED"/>
    <w:rsid w:val="00270452"/>
    <w:rsid w:val="00270667"/>
    <w:rsid w:val="002708DA"/>
    <w:rsid w:val="00270EE0"/>
    <w:rsid w:val="0027120F"/>
    <w:rsid w:val="002716D5"/>
    <w:rsid w:val="00271959"/>
    <w:rsid w:val="00271AE6"/>
    <w:rsid w:val="00271FA5"/>
    <w:rsid w:val="002726A2"/>
    <w:rsid w:val="00272837"/>
    <w:rsid w:val="002729B7"/>
    <w:rsid w:val="00272CD3"/>
    <w:rsid w:val="00272ED4"/>
    <w:rsid w:val="00272EFB"/>
    <w:rsid w:val="00273213"/>
    <w:rsid w:val="0027324C"/>
    <w:rsid w:val="00273269"/>
    <w:rsid w:val="002735B8"/>
    <w:rsid w:val="00273B23"/>
    <w:rsid w:val="00273B2B"/>
    <w:rsid w:val="00273B36"/>
    <w:rsid w:val="00273E70"/>
    <w:rsid w:val="00273FDA"/>
    <w:rsid w:val="00274186"/>
    <w:rsid w:val="002741F1"/>
    <w:rsid w:val="0027426B"/>
    <w:rsid w:val="002742C4"/>
    <w:rsid w:val="002745C7"/>
    <w:rsid w:val="00274627"/>
    <w:rsid w:val="0027479C"/>
    <w:rsid w:val="00274B89"/>
    <w:rsid w:val="00274BCA"/>
    <w:rsid w:val="00274C29"/>
    <w:rsid w:val="00274DDB"/>
    <w:rsid w:val="00274E46"/>
    <w:rsid w:val="00275407"/>
    <w:rsid w:val="00275F05"/>
    <w:rsid w:val="002760B4"/>
    <w:rsid w:val="002763A9"/>
    <w:rsid w:val="0027682B"/>
    <w:rsid w:val="00276E6D"/>
    <w:rsid w:val="00277C11"/>
    <w:rsid w:val="00277F66"/>
    <w:rsid w:val="00277FF8"/>
    <w:rsid w:val="002801A0"/>
    <w:rsid w:val="0028084D"/>
    <w:rsid w:val="00280946"/>
    <w:rsid w:val="00280DC6"/>
    <w:rsid w:val="0028179E"/>
    <w:rsid w:val="0028180E"/>
    <w:rsid w:val="00281ED7"/>
    <w:rsid w:val="0028217C"/>
    <w:rsid w:val="002821B7"/>
    <w:rsid w:val="00282735"/>
    <w:rsid w:val="00282C2C"/>
    <w:rsid w:val="00282E20"/>
    <w:rsid w:val="002830C4"/>
    <w:rsid w:val="002834A4"/>
    <w:rsid w:val="00283A25"/>
    <w:rsid w:val="00284189"/>
    <w:rsid w:val="00284341"/>
    <w:rsid w:val="002843DC"/>
    <w:rsid w:val="002843EF"/>
    <w:rsid w:val="00284516"/>
    <w:rsid w:val="00285086"/>
    <w:rsid w:val="0028547B"/>
    <w:rsid w:val="0028561F"/>
    <w:rsid w:val="0028571D"/>
    <w:rsid w:val="00285FF3"/>
    <w:rsid w:val="00285FF7"/>
    <w:rsid w:val="0028613C"/>
    <w:rsid w:val="002871B7"/>
    <w:rsid w:val="00287A1A"/>
    <w:rsid w:val="00287E29"/>
    <w:rsid w:val="002901AD"/>
    <w:rsid w:val="00290238"/>
    <w:rsid w:val="002907CA"/>
    <w:rsid w:val="0029094B"/>
    <w:rsid w:val="00290DC4"/>
    <w:rsid w:val="00291235"/>
    <w:rsid w:val="0029141E"/>
    <w:rsid w:val="0029146B"/>
    <w:rsid w:val="0029147A"/>
    <w:rsid w:val="00291B95"/>
    <w:rsid w:val="00291F09"/>
    <w:rsid w:val="00292CB2"/>
    <w:rsid w:val="002930A7"/>
    <w:rsid w:val="0029334F"/>
    <w:rsid w:val="00293774"/>
    <w:rsid w:val="00293C6D"/>
    <w:rsid w:val="00294596"/>
    <w:rsid w:val="00294C2F"/>
    <w:rsid w:val="00295175"/>
    <w:rsid w:val="00295A72"/>
    <w:rsid w:val="00295E49"/>
    <w:rsid w:val="00295F4A"/>
    <w:rsid w:val="0029669B"/>
    <w:rsid w:val="002974DD"/>
    <w:rsid w:val="00297541"/>
    <w:rsid w:val="00297B43"/>
    <w:rsid w:val="00297C74"/>
    <w:rsid w:val="00297CC5"/>
    <w:rsid w:val="002A00DA"/>
    <w:rsid w:val="002A1188"/>
    <w:rsid w:val="002A1949"/>
    <w:rsid w:val="002A1CAE"/>
    <w:rsid w:val="002A23DA"/>
    <w:rsid w:val="002A28D1"/>
    <w:rsid w:val="002A29A0"/>
    <w:rsid w:val="002A2B89"/>
    <w:rsid w:val="002A322F"/>
    <w:rsid w:val="002A3BCB"/>
    <w:rsid w:val="002A3CF6"/>
    <w:rsid w:val="002A47B8"/>
    <w:rsid w:val="002A498D"/>
    <w:rsid w:val="002A4B27"/>
    <w:rsid w:val="002A4B8A"/>
    <w:rsid w:val="002A4E2A"/>
    <w:rsid w:val="002A50F1"/>
    <w:rsid w:val="002A5153"/>
    <w:rsid w:val="002A5611"/>
    <w:rsid w:val="002A5A16"/>
    <w:rsid w:val="002A5A74"/>
    <w:rsid w:val="002A5B55"/>
    <w:rsid w:val="002A5E8C"/>
    <w:rsid w:val="002A67DF"/>
    <w:rsid w:val="002A6879"/>
    <w:rsid w:val="002A6A64"/>
    <w:rsid w:val="002A6F45"/>
    <w:rsid w:val="002A6FDB"/>
    <w:rsid w:val="002A741F"/>
    <w:rsid w:val="002A77EC"/>
    <w:rsid w:val="002A7E19"/>
    <w:rsid w:val="002B0CD5"/>
    <w:rsid w:val="002B100B"/>
    <w:rsid w:val="002B106B"/>
    <w:rsid w:val="002B1897"/>
    <w:rsid w:val="002B1A2E"/>
    <w:rsid w:val="002B1BB2"/>
    <w:rsid w:val="002B2248"/>
    <w:rsid w:val="002B2291"/>
    <w:rsid w:val="002B234F"/>
    <w:rsid w:val="002B2737"/>
    <w:rsid w:val="002B2D07"/>
    <w:rsid w:val="002B2D2A"/>
    <w:rsid w:val="002B2F38"/>
    <w:rsid w:val="002B30D3"/>
    <w:rsid w:val="002B3157"/>
    <w:rsid w:val="002B37C0"/>
    <w:rsid w:val="002B55E3"/>
    <w:rsid w:val="002B5645"/>
    <w:rsid w:val="002B5CFE"/>
    <w:rsid w:val="002B5F52"/>
    <w:rsid w:val="002B5FAC"/>
    <w:rsid w:val="002B60F6"/>
    <w:rsid w:val="002B631E"/>
    <w:rsid w:val="002B6C6D"/>
    <w:rsid w:val="002B6FF8"/>
    <w:rsid w:val="002B71D3"/>
    <w:rsid w:val="002B771B"/>
    <w:rsid w:val="002B78BA"/>
    <w:rsid w:val="002B7BDC"/>
    <w:rsid w:val="002C008B"/>
    <w:rsid w:val="002C029B"/>
    <w:rsid w:val="002C02DB"/>
    <w:rsid w:val="002C088E"/>
    <w:rsid w:val="002C0C3E"/>
    <w:rsid w:val="002C0D04"/>
    <w:rsid w:val="002C151D"/>
    <w:rsid w:val="002C1D39"/>
    <w:rsid w:val="002C1EDC"/>
    <w:rsid w:val="002C1F33"/>
    <w:rsid w:val="002C21DE"/>
    <w:rsid w:val="002C25AF"/>
    <w:rsid w:val="002C275C"/>
    <w:rsid w:val="002C3063"/>
    <w:rsid w:val="002C3870"/>
    <w:rsid w:val="002C3B47"/>
    <w:rsid w:val="002C41DB"/>
    <w:rsid w:val="002C445C"/>
    <w:rsid w:val="002C464B"/>
    <w:rsid w:val="002C4712"/>
    <w:rsid w:val="002C4AF2"/>
    <w:rsid w:val="002C4BD4"/>
    <w:rsid w:val="002C4BED"/>
    <w:rsid w:val="002C4DAA"/>
    <w:rsid w:val="002C58BA"/>
    <w:rsid w:val="002C58DB"/>
    <w:rsid w:val="002C5988"/>
    <w:rsid w:val="002C5B67"/>
    <w:rsid w:val="002C5C2C"/>
    <w:rsid w:val="002C60A4"/>
    <w:rsid w:val="002C6A12"/>
    <w:rsid w:val="002C6D1F"/>
    <w:rsid w:val="002C6F00"/>
    <w:rsid w:val="002C7866"/>
    <w:rsid w:val="002C7AD2"/>
    <w:rsid w:val="002D015D"/>
    <w:rsid w:val="002D070E"/>
    <w:rsid w:val="002D0A87"/>
    <w:rsid w:val="002D0C31"/>
    <w:rsid w:val="002D11AB"/>
    <w:rsid w:val="002D143A"/>
    <w:rsid w:val="002D1B4F"/>
    <w:rsid w:val="002D2046"/>
    <w:rsid w:val="002D2A13"/>
    <w:rsid w:val="002D2DCA"/>
    <w:rsid w:val="002D380B"/>
    <w:rsid w:val="002D3DA8"/>
    <w:rsid w:val="002D3F8E"/>
    <w:rsid w:val="002D3FAF"/>
    <w:rsid w:val="002D4795"/>
    <w:rsid w:val="002D489C"/>
    <w:rsid w:val="002D4986"/>
    <w:rsid w:val="002D52E8"/>
    <w:rsid w:val="002D543F"/>
    <w:rsid w:val="002D5447"/>
    <w:rsid w:val="002D5A55"/>
    <w:rsid w:val="002D5B7B"/>
    <w:rsid w:val="002D6049"/>
    <w:rsid w:val="002D6279"/>
    <w:rsid w:val="002D6507"/>
    <w:rsid w:val="002D67F7"/>
    <w:rsid w:val="002D6FB9"/>
    <w:rsid w:val="002D714B"/>
    <w:rsid w:val="002D72B4"/>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3F86"/>
    <w:rsid w:val="002E41E1"/>
    <w:rsid w:val="002E423D"/>
    <w:rsid w:val="002E45C5"/>
    <w:rsid w:val="002E52DB"/>
    <w:rsid w:val="002E5670"/>
    <w:rsid w:val="002E57F5"/>
    <w:rsid w:val="002E5B8B"/>
    <w:rsid w:val="002E5D49"/>
    <w:rsid w:val="002E5EA6"/>
    <w:rsid w:val="002E5EB1"/>
    <w:rsid w:val="002E62C4"/>
    <w:rsid w:val="002E634E"/>
    <w:rsid w:val="002E637B"/>
    <w:rsid w:val="002E6E20"/>
    <w:rsid w:val="002E72F8"/>
    <w:rsid w:val="002E7AB6"/>
    <w:rsid w:val="002E7AE2"/>
    <w:rsid w:val="002F03E9"/>
    <w:rsid w:val="002F062E"/>
    <w:rsid w:val="002F1A66"/>
    <w:rsid w:val="002F232E"/>
    <w:rsid w:val="002F2333"/>
    <w:rsid w:val="002F2573"/>
    <w:rsid w:val="002F28A7"/>
    <w:rsid w:val="002F2B28"/>
    <w:rsid w:val="002F2C4F"/>
    <w:rsid w:val="002F39B2"/>
    <w:rsid w:val="002F3D64"/>
    <w:rsid w:val="002F4072"/>
    <w:rsid w:val="002F4120"/>
    <w:rsid w:val="002F4270"/>
    <w:rsid w:val="002F4614"/>
    <w:rsid w:val="002F51C5"/>
    <w:rsid w:val="002F55E0"/>
    <w:rsid w:val="002F57C6"/>
    <w:rsid w:val="002F628D"/>
    <w:rsid w:val="002F6447"/>
    <w:rsid w:val="002F659E"/>
    <w:rsid w:val="002F682D"/>
    <w:rsid w:val="002F77C9"/>
    <w:rsid w:val="002F78E0"/>
    <w:rsid w:val="002F7ACE"/>
    <w:rsid w:val="002F7B42"/>
    <w:rsid w:val="002F7B92"/>
    <w:rsid w:val="0030034F"/>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8B2"/>
    <w:rsid w:val="003039CD"/>
    <w:rsid w:val="00303AD3"/>
    <w:rsid w:val="00303B02"/>
    <w:rsid w:val="00303B60"/>
    <w:rsid w:val="00303DDE"/>
    <w:rsid w:val="0030492E"/>
    <w:rsid w:val="00304AF7"/>
    <w:rsid w:val="00304FDA"/>
    <w:rsid w:val="00305272"/>
    <w:rsid w:val="003055E0"/>
    <w:rsid w:val="00305703"/>
    <w:rsid w:val="003057B8"/>
    <w:rsid w:val="00305A00"/>
    <w:rsid w:val="00305B4E"/>
    <w:rsid w:val="00305EF8"/>
    <w:rsid w:val="0030641A"/>
    <w:rsid w:val="0030683C"/>
    <w:rsid w:val="003068CE"/>
    <w:rsid w:val="00306CD6"/>
    <w:rsid w:val="00306D73"/>
    <w:rsid w:val="003101DC"/>
    <w:rsid w:val="0031037E"/>
    <w:rsid w:val="003103FD"/>
    <w:rsid w:val="00311357"/>
    <w:rsid w:val="003113EB"/>
    <w:rsid w:val="00311C6F"/>
    <w:rsid w:val="0031224C"/>
    <w:rsid w:val="003124D6"/>
    <w:rsid w:val="00312BEF"/>
    <w:rsid w:val="0031303A"/>
    <w:rsid w:val="003130FF"/>
    <w:rsid w:val="00313129"/>
    <w:rsid w:val="00313BC1"/>
    <w:rsid w:val="0031408A"/>
    <w:rsid w:val="0031429D"/>
    <w:rsid w:val="0031431C"/>
    <w:rsid w:val="00314835"/>
    <w:rsid w:val="00314E9C"/>
    <w:rsid w:val="0031726A"/>
    <w:rsid w:val="00317B5C"/>
    <w:rsid w:val="00317DA1"/>
    <w:rsid w:val="00320170"/>
    <w:rsid w:val="00320420"/>
    <w:rsid w:val="00320E6A"/>
    <w:rsid w:val="00321171"/>
    <w:rsid w:val="00321237"/>
    <w:rsid w:val="003214B8"/>
    <w:rsid w:val="00321A5B"/>
    <w:rsid w:val="00321CDE"/>
    <w:rsid w:val="003227E3"/>
    <w:rsid w:val="00322A78"/>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54"/>
    <w:rsid w:val="00325EBA"/>
    <w:rsid w:val="00325FD1"/>
    <w:rsid w:val="00326091"/>
    <w:rsid w:val="003262DE"/>
    <w:rsid w:val="003263D1"/>
    <w:rsid w:val="00326493"/>
    <w:rsid w:val="00326517"/>
    <w:rsid w:val="00326D2A"/>
    <w:rsid w:val="0032700A"/>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AB9"/>
    <w:rsid w:val="00333B7C"/>
    <w:rsid w:val="00333D5E"/>
    <w:rsid w:val="003341BA"/>
    <w:rsid w:val="0033422E"/>
    <w:rsid w:val="003342EB"/>
    <w:rsid w:val="003342F1"/>
    <w:rsid w:val="00334717"/>
    <w:rsid w:val="00334DDB"/>
    <w:rsid w:val="00335005"/>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2EF4"/>
    <w:rsid w:val="00343283"/>
    <w:rsid w:val="00344555"/>
    <w:rsid w:val="00344AE9"/>
    <w:rsid w:val="00344CB3"/>
    <w:rsid w:val="00344EDA"/>
    <w:rsid w:val="0034578A"/>
    <w:rsid w:val="00345A7D"/>
    <w:rsid w:val="00345ACE"/>
    <w:rsid w:val="003461DE"/>
    <w:rsid w:val="003473DF"/>
    <w:rsid w:val="003474E2"/>
    <w:rsid w:val="00347593"/>
    <w:rsid w:val="003475D9"/>
    <w:rsid w:val="00347DB6"/>
    <w:rsid w:val="003500BA"/>
    <w:rsid w:val="0035038C"/>
    <w:rsid w:val="00350795"/>
    <w:rsid w:val="00350A71"/>
    <w:rsid w:val="00350A99"/>
    <w:rsid w:val="00350A9A"/>
    <w:rsid w:val="0035142F"/>
    <w:rsid w:val="00351763"/>
    <w:rsid w:val="00351849"/>
    <w:rsid w:val="0035283C"/>
    <w:rsid w:val="00352F12"/>
    <w:rsid w:val="0035336F"/>
    <w:rsid w:val="0035372C"/>
    <w:rsid w:val="00353D90"/>
    <w:rsid w:val="003540AF"/>
    <w:rsid w:val="003540EE"/>
    <w:rsid w:val="00354214"/>
    <w:rsid w:val="003546D7"/>
    <w:rsid w:val="00354D22"/>
    <w:rsid w:val="00354EBA"/>
    <w:rsid w:val="00354FC1"/>
    <w:rsid w:val="0035529A"/>
    <w:rsid w:val="003553B4"/>
    <w:rsid w:val="00355550"/>
    <w:rsid w:val="00355841"/>
    <w:rsid w:val="00355ACB"/>
    <w:rsid w:val="00355D3A"/>
    <w:rsid w:val="003561CE"/>
    <w:rsid w:val="0035697B"/>
    <w:rsid w:val="00356ABF"/>
    <w:rsid w:val="00356E50"/>
    <w:rsid w:val="00356EF6"/>
    <w:rsid w:val="0035718E"/>
    <w:rsid w:val="003571BF"/>
    <w:rsid w:val="0035722C"/>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33A9"/>
    <w:rsid w:val="003636CC"/>
    <w:rsid w:val="0036396D"/>
    <w:rsid w:val="003642F9"/>
    <w:rsid w:val="00364A43"/>
    <w:rsid w:val="003654C7"/>
    <w:rsid w:val="003658ED"/>
    <w:rsid w:val="00365C98"/>
    <w:rsid w:val="00365E29"/>
    <w:rsid w:val="00365FFF"/>
    <w:rsid w:val="003667DB"/>
    <w:rsid w:val="00367727"/>
    <w:rsid w:val="00367BF3"/>
    <w:rsid w:val="00367E7C"/>
    <w:rsid w:val="003700CB"/>
    <w:rsid w:val="0037017A"/>
    <w:rsid w:val="00370563"/>
    <w:rsid w:val="003709B9"/>
    <w:rsid w:val="00370E58"/>
    <w:rsid w:val="003711B8"/>
    <w:rsid w:val="00371321"/>
    <w:rsid w:val="00371F81"/>
    <w:rsid w:val="00372273"/>
    <w:rsid w:val="003722C9"/>
    <w:rsid w:val="003722EB"/>
    <w:rsid w:val="0037247C"/>
    <w:rsid w:val="00372AF1"/>
    <w:rsid w:val="00372D74"/>
    <w:rsid w:val="003732FB"/>
    <w:rsid w:val="00373306"/>
    <w:rsid w:val="0037334D"/>
    <w:rsid w:val="003737E2"/>
    <w:rsid w:val="003738A8"/>
    <w:rsid w:val="003738E6"/>
    <w:rsid w:val="00373D07"/>
    <w:rsid w:val="00374C8F"/>
    <w:rsid w:val="00374C9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528"/>
    <w:rsid w:val="003816C5"/>
    <w:rsid w:val="003817CE"/>
    <w:rsid w:val="00381F80"/>
    <w:rsid w:val="00382262"/>
    <w:rsid w:val="003822D4"/>
    <w:rsid w:val="0038238E"/>
    <w:rsid w:val="00382395"/>
    <w:rsid w:val="00383377"/>
    <w:rsid w:val="003837C7"/>
    <w:rsid w:val="00383AC2"/>
    <w:rsid w:val="00383CB4"/>
    <w:rsid w:val="00384399"/>
    <w:rsid w:val="00384685"/>
    <w:rsid w:val="0038469E"/>
    <w:rsid w:val="003847B5"/>
    <w:rsid w:val="00384AC0"/>
    <w:rsid w:val="00384AFC"/>
    <w:rsid w:val="00384CBC"/>
    <w:rsid w:val="00385180"/>
    <w:rsid w:val="00385571"/>
    <w:rsid w:val="00385575"/>
    <w:rsid w:val="0038575C"/>
    <w:rsid w:val="00386501"/>
    <w:rsid w:val="003866B3"/>
    <w:rsid w:val="0038694E"/>
    <w:rsid w:val="00386E1D"/>
    <w:rsid w:val="00386F94"/>
    <w:rsid w:val="00386FA1"/>
    <w:rsid w:val="00387040"/>
    <w:rsid w:val="0038743F"/>
    <w:rsid w:val="003874B4"/>
    <w:rsid w:val="00387ECD"/>
    <w:rsid w:val="00390310"/>
    <w:rsid w:val="00390C81"/>
    <w:rsid w:val="00390F70"/>
    <w:rsid w:val="0039103F"/>
    <w:rsid w:val="00391859"/>
    <w:rsid w:val="00391D45"/>
    <w:rsid w:val="00392493"/>
    <w:rsid w:val="003924AB"/>
    <w:rsid w:val="0039268B"/>
    <w:rsid w:val="003928B4"/>
    <w:rsid w:val="00392963"/>
    <w:rsid w:val="00392B3B"/>
    <w:rsid w:val="00392BD0"/>
    <w:rsid w:val="00392E2A"/>
    <w:rsid w:val="003930DB"/>
    <w:rsid w:val="00393ACC"/>
    <w:rsid w:val="003940E4"/>
    <w:rsid w:val="003943A2"/>
    <w:rsid w:val="00394BD7"/>
    <w:rsid w:val="00394F9B"/>
    <w:rsid w:val="00395383"/>
    <w:rsid w:val="00395655"/>
    <w:rsid w:val="00395750"/>
    <w:rsid w:val="00395873"/>
    <w:rsid w:val="00395BAD"/>
    <w:rsid w:val="00396037"/>
    <w:rsid w:val="00396529"/>
    <w:rsid w:val="00396752"/>
    <w:rsid w:val="00396872"/>
    <w:rsid w:val="00396FF6"/>
    <w:rsid w:val="003972D0"/>
    <w:rsid w:val="003973E6"/>
    <w:rsid w:val="00397977"/>
    <w:rsid w:val="00397AF7"/>
    <w:rsid w:val="00397B12"/>
    <w:rsid w:val="00397C55"/>
    <w:rsid w:val="00397D6B"/>
    <w:rsid w:val="003A015C"/>
    <w:rsid w:val="003A05AC"/>
    <w:rsid w:val="003A0657"/>
    <w:rsid w:val="003A0721"/>
    <w:rsid w:val="003A07DE"/>
    <w:rsid w:val="003A094B"/>
    <w:rsid w:val="003A09A1"/>
    <w:rsid w:val="003A0A32"/>
    <w:rsid w:val="003A0E9C"/>
    <w:rsid w:val="003A0F38"/>
    <w:rsid w:val="003A112E"/>
    <w:rsid w:val="003A1206"/>
    <w:rsid w:val="003A1431"/>
    <w:rsid w:val="003A184D"/>
    <w:rsid w:val="003A1908"/>
    <w:rsid w:val="003A24ED"/>
    <w:rsid w:val="003A2623"/>
    <w:rsid w:val="003A29FE"/>
    <w:rsid w:val="003A368F"/>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1B"/>
    <w:rsid w:val="003B0177"/>
    <w:rsid w:val="003B0201"/>
    <w:rsid w:val="003B0C8A"/>
    <w:rsid w:val="003B11DB"/>
    <w:rsid w:val="003B11E0"/>
    <w:rsid w:val="003B12BA"/>
    <w:rsid w:val="003B14FA"/>
    <w:rsid w:val="003B21E2"/>
    <w:rsid w:val="003B2557"/>
    <w:rsid w:val="003B2BA2"/>
    <w:rsid w:val="003B3365"/>
    <w:rsid w:val="003B3698"/>
    <w:rsid w:val="003B411C"/>
    <w:rsid w:val="003B41C0"/>
    <w:rsid w:val="003B422C"/>
    <w:rsid w:val="003B4489"/>
    <w:rsid w:val="003B47E3"/>
    <w:rsid w:val="003B4C78"/>
    <w:rsid w:val="003B500E"/>
    <w:rsid w:val="003B5107"/>
    <w:rsid w:val="003B54AB"/>
    <w:rsid w:val="003B613F"/>
    <w:rsid w:val="003B6305"/>
    <w:rsid w:val="003B6B1D"/>
    <w:rsid w:val="003B76BB"/>
    <w:rsid w:val="003B782F"/>
    <w:rsid w:val="003B7C28"/>
    <w:rsid w:val="003C014B"/>
    <w:rsid w:val="003C034D"/>
    <w:rsid w:val="003C04BF"/>
    <w:rsid w:val="003C050B"/>
    <w:rsid w:val="003C067A"/>
    <w:rsid w:val="003C08AF"/>
    <w:rsid w:val="003C0962"/>
    <w:rsid w:val="003C0C94"/>
    <w:rsid w:val="003C0D46"/>
    <w:rsid w:val="003C134F"/>
    <w:rsid w:val="003C13C2"/>
    <w:rsid w:val="003C1738"/>
    <w:rsid w:val="003C183C"/>
    <w:rsid w:val="003C1B28"/>
    <w:rsid w:val="003C2020"/>
    <w:rsid w:val="003C2260"/>
    <w:rsid w:val="003C233C"/>
    <w:rsid w:val="003C272C"/>
    <w:rsid w:val="003C2A10"/>
    <w:rsid w:val="003C2B64"/>
    <w:rsid w:val="003C33DF"/>
    <w:rsid w:val="003C35FE"/>
    <w:rsid w:val="003C3738"/>
    <w:rsid w:val="003C38AF"/>
    <w:rsid w:val="003C3927"/>
    <w:rsid w:val="003C3988"/>
    <w:rsid w:val="003C3CBF"/>
    <w:rsid w:val="003C3FE1"/>
    <w:rsid w:val="003C430E"/>
    <w:rsid w:val="003C441C"/>
    <w:rsid w:val="003C448F"/>
    <w:rsid w:val="003C4963"/>
    <w:rsid w:val="003C4C15"/>
    <w:rsid w:val="003C4CB6"/>
    <w:rsid w:val="003C4D52"/>
    <w:rsid w:val="003C51AB"/>
    <w:rsid w:val="003C5436"/>
    <w:rsid w:val="003C5520"/>
    <w:rsid w:val="003C563E"/>
    <w:rsid w:val="003C623D"/>
    <w:rsid w:val="003C66C2"/>
    <w:rsid w:val="003C7857"/>
    <w:rsid w:val="003C79C0"/>
    <w:rsid w:val="003C7A77"/>
    <w:rsid w:val="003C7AB1"/>
    <w:rsid w:val="003C7D59"/>
    <w:rsid w:val="003D00B4"/>
    <w:rsid w:val="003D01D9"/>
    <w:rsid w:val="003D05E8"/>
    <w:rsid w:val="003D0705"/>
    <w:rsid w:val="003D0A1E"/>
    <w:rsid w:val="003D0D5A"/>
    <w:rsid w:val="003D0EB9"/>
    <w:rsid w:val="003D132E"/>
    <w:rsid w:val="003D1369"/>
    <w:rsid w:val="003D1AC1"/>
    <w:rsid w:val="003D1E53"/>
    <w:rsid w:val="003D21A9"/>
    <w:rsid w:val="003D2725"/>
    <w:rsid w:val="003D2965"/>
    <w:rsid w:val="003D2A1E"/>
    <w:rsid w:val="003D37E5"/>
    <w:rsid w:val="003D3CAB"/>
    <w:rsid w:val="003D3DFE"/>
    <w:rsid w:val="003D3F50"/>
    <w:rsid w:val="003D43A0"/>
    <w:rsid w:val="003D4437"/>
    <w:rsid w:val="003D4613"/>
    <w:rsid w:val="003D4AB0"/>
    <w:rsid w:val="003D4BFB"/>
    <w:rsid w:val="003D4DAC"/>
    <w:rsid w:val="003D4DD6"/>
    <w:rsid w:val="003D50F1"/>
    <w:rsid w:val="003D5D9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A29"/>
    <w:rsid w:val="003E3BBA"/>
    <w:rsid w:val="003E3DA4"/>
    <w:rsid w:val="003E46BB"/>
    <w:rsid w:val="003E5003"/>
    <w:rsid w:val="003E508A"/>
    <w:rsid w:val="003E53AB"/>
    <w:rsid w:val="003E55F3"/>
    <w:rsid w:val="003E57C5"/>
    <w:rsid w:val="003E644B"/>
    <w:rsid w:val="003E734F"/>
    <w:rsid w:val="003E74B9"/>
    <w:rsid w:val="003E7A28"/>
    <w:rsid w:val="003E7C8B"/>
    <w:rsid w:val="003F0B61"/>
    <w:rsid w:val="003F0CC9"/>
    <w:rsid w:val="003F12BD"/>
    <w:rsid w:val="003F1649"/>
    <w:rsid w:val="003F1EEC"/>
    <w:rsid w:val="003F2367"/>
    <w:rsid w:val="003F27AA"/>
    <w:rsid w:val="003F2E56"/>
    <w:rsid w:val="003F341E"/>
    <w:rsid w:val="003F3496"/>
    <w:rsid w:val="003F350F"/>
    <w:rsid w:val="003F38AC"/>
    <w:rsid w:val="003F3A90"/>
    <w:rsid w:val="003F3AAC"/>
    <w:rsid w:val="003F40F2"/>
    <w:rsid w:val="003F4140"/>
    <w:rsid w:val="003F4E32"/>
    <w:rsid w:val="003F4E3C"/>
    <w:rsid w:val="003F4FEF"/>
    <w:rsid w:val="003F5393"/>
    <w:rsid w:val="003F57A7"/>
    <w:rsid w:val="003F5A1F"/>
    <w:rsid w:val="003F5E3C"/>
    <w:rsid w:val="003F5F98"/>
    <w:rsid w:val="003F6100"/>
    <w:rsid w:val="003F6181"/>
    <w:rsid w:val="003F71F3"/>
    <w:rsid w:val="003F793F"/>
    <w:rsid w:val="003F7CB8"/>
    <w:rsid w:val="0040032C"/>
    <w:rsid w:val="00400B6F"/>
    <w:rsid w:val="004012CB"/>
    <w:rsid w:val="0040132B"/>
    <w:rsid w:val="0040156F"/>
    <w:rsid w:val="00401590"/>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245"/>
    <w:rsid w:val="004054EF"/>
    <w:rsid w:val="0040551E"/>
    <w:rsid w:val="00405923"/>
    <w:rsid w:val="00405AB3"/>
    <w:rsid w:val="0040681D"/>
    <w:rsid w:val="00406DA0"/>
    <w:rsid w:val="00406FA5"/>
    <w:rsid w:val="00407592"/>
    <w:rsid w:val="00407595"/>
    <w:rsid w:val="004076B6"/>
    <w:rsid w:val="004079C9"/>
    <w:rsid w:val="00407A8A"/>
    <w:rsid w:val="00407A9D"/>
    <w:rsid w:val="00407E12"/>
    <w:rsid w:val="00407E7B"/>
    <w:rsid w:val="00410069"/>
    <w:rsid w:val="004108FF"/>
    <w:rsid w:val="00410D7D"/>
    <w:rsid w:val="00411D18"/>
    <w:rsid w:val="00412181"/>
    <w:rsid w:val="00412324"/>
    <w:rsid w:val="004129D9"/>
    <w:rsid w:val="00412C5B"/>
    <w:rsid w:val="004134B3"/>
    <w:rsid w:val="004137C1"/>
    <w:rsid w:val="00413AC1"/>
    <w:rsid w:val="00413F8A"/>
    <w:rsid w:val="004143C0"/>
    <w:rsid w:val="004149D1"/>
    <w:rsid w:val="00415149"/>
    <w:rsid w:val="0041533A"/>
    <w:rsid w:val="004156EB"/>
    <w:rsid w:val="004157D9"/>
    <w:rsid w:val="00415FAF"/>
    <w:rsid w:val="00416031"/>
    <w:rsid w:val="00416036"/>
    <w:rsid w:val="004163C9"/>
    <w:rsid w:val="00416895"/>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1FF4"/>
    <w:rsid w:val="004222EB"/>
    <w:rsid w:val="004226FB"/>
    <w:rsid w:val="00422BED"/>
    <w:rsid w:val="00423067"/>
    <w:rsid w:val="004233DA"/>
    <w:rsid w:val="00423AF2"/>
    <w:rsid w:val="00424447"/>
    <w:rsid w:val="00424816"/>
    <w:rsid w:val="004248A1"/>
    <w:rsid w:val="00425137"/>
    <w:rsid w:val="00425529"/>
    <w:rsid w:val="00425703"/>
    <w:rsid w:val="004259E7"/>
    <w:rsid w:val="00425FCC"/>
    <w:rsid w:val="00426B52"/>
    <w:rsid w:val="00426C73"/>
    <w:rsid w:val="00426CE4"/>
    <w:rsid w:val="004270C3"/>
    <w:rsid w:val="00427128"/>
    <w:rsid w:val="00427E99"/>
    <w:rsid w:val="004306BC"/>
    <w:rsid w:val="00430DD7"/>
    <w:rsid w:val="0043133C"/>
    <w:rsid w:val="0043164D"/>
    <w:rsid w:val="00431720"/>
    <w:rsid w:val="00431945"/>
    <w:rsid w:val="00431BA1"/>
    <w:rsid w:val="00432644"/>
    <w:rsid w:val="0043275A"/>
    <w:rsid w:val="00432CD4"/>
    <w:rsid w:val="00432F1C"/>
    <w:rsid w:val="004330D7"/>
    <w:rsid w:val="00433362"/>
    <w:rsid w:val="004335DB"/>
    <w:rsid w:val="004336E3"/>
    <w:rsid w:val="00433A93"/>
    <w:rsid w:val="00434236"/>
    <w:rsid w:val="00434780"/>
    <w:rsid w:val="0043485F"/>
    <w:rsid w:val="00434A63"/>
    <w:rsid w:val="00434E42"/>
    <w:rsid w:val="00434FEF"/>
    <w:rsid w:val="00435159"/>
    <w:rsid w:val="00435261"/>
    <w:rsid w:val="00435525"/>
    <w:rsid w:val="00435789"/>
    <w:rsid w:val="004359B1"/>
    <w:rsid w:val="00435E3C"/>
    <w:rsid w:val="00435FBF"/>
    <w:rsid w:val="004364B4"/>
    <w:rsid w:val="00436A7A"/>
    <w:rsid w:val="00436C0E"/>
    <w:rsid w:val="00437381"/>
    <w:rsid w:val="0043769F"/>
    <w:rsid w:val="00440142"/>
    <w:rsid w:val="00440B0B"/>
    <w:rsid w:val="00440E3C"/>
    <w:rsid w:val="004412BB"/>
    <w:rsid w:val="0044180B"/>
    <w:rsid w:val="00442160"/>
    <w:rsid w:val="0044260D"/>
    <w:rsid w:val="00442E90"/>
    <w:rsid w:val="00442EBD"/>
    <w:rsid w:val="00442FFA"/>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3F9"/>
    <w:rsid w:val="004474DB"/>
    <w:rsid w:val="00447840"/>
    <w:rsid w:val="00447FB4"/>
    <w:rsid w:val="004500C1"/>
    <w:rsid w:val="004510BC"/>
    <w:rsid w:val="00451133"/>
    <w:rsid w:val="004511CA"/>
    <w:rsid w:val="00451DEB"/>
    <w:rsid w:val="00451DFB"/>
    <w:rsid w:val="004522BF"/>
    <w:rsid w:val="00452514"/>
    <w:rsid w:val="0045253A"/>
    <w:rsid w:val="00452CC2"/>
    <w:rsid w:val="00452F30"/>
    <w:rsid w:val="00453000"/>
    <w:rsid w:val="00453160"/>
    <w:rsid w:val="0045341F"/>
    <w:rsid w:val="004537A4"/>
    <w:rsid w:val="00453BCF"/>
    <w:rsid w:val="00453CF8"/>
    <w:rsid w:val="00453DD4"/>
    <w:rsid w:val="00454083"/>
    <w:rsid w:val="004540B1"/>
    <w:rsid w:val="004543EB"/>
    <w:rsid w:val="00454604"/>
    <w:rsid w:val="004547B9"/>
    <w:rsid w:val="00454E3A"/>
    <w:rsid w:val="00455442"/>
    <w:rsid w:val="0045564F"/>
    <w:rsid w:val="00455949"/>
    <w:rsid w:val="00455C9F"/>
    <w:rsid w:val="004567F0"/>
    <w:rsid w:val="00456F9E"/>
    <w:rsid w:val="00457032"/>
    <w:rsid w:val="0045710A"/>
    <w:rsid w:val="00460232"/>
    <w:rsid w:val="004604FC"/>
    <w:rsid w:val="004616E6"/>
    <w:rsid w:val="00461714"/>
    <w:rsid w:val="00461AA3"/>
    <w:rsid w:val="00462191"/>
    <w:rsid w:val="004622F9"/>
    <w:rsid w:val="00462C4D"/>
    <w:rsid w:val="00462EA2"/>
    <w:rsid w:val="00463392"/>
    <w:rsid w:val="00463AFE"/>
    <w:rsid w:val="004640AD"/>
    <w:rsid w:val="00464303"/>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2894"/>
    <w:rsid w:val="00473078"/>
    <w:rsid w:val="00473281"/>
    <w:rsid w:val="00473820"/>
    <w:rsid w:val="00473FAC"/>
    <w:rsid w:val="004742DD"/>
    <w:rsid w:val="004744A3"/>
    <w:rsid w:val="00475471"/>
    <w:rsid w:val="00476112"/>
    <w:rsid w:val="00476196"/>
    <w:rsid w:val="0047677C"/>
    <w:rsid w:val="0047752A"/>
    <w:rsid w:val="004779FF"/>
    <w:rsid w:val="00477A1F"/>
    <w:rsid w:val="0048058F"/>
    <w:rsid w:val="004806C2"/>
    <w:rsid w:val="0048079A"/>
    <w:rsid w:val="00480C1F"/>
    <w:rsid w:val="00480DA3"/>
    <w:rsid w:val="00480DC5"/>
    <w:rsid w:val="00480E7E"/>
    <w:rsid w:val="00480E94"/>
    <w:rsid w:val="004812AA"/>
    <w:rsid w:val="004816CD"/>
    <w:rsid w:val="004817CA"/>
    <w:rsid w:val="00481811"/>
    <w:rsid w:val="00481879"/>
    <w:rsid w:val="00481E0D"/>
    <w:rsid w:val="00482922"/>
    <w:rsid w:val="004829E3"/>
    <w:rsid w:val="00482A17"/>
    <w:rsid w:val="004833E9"/>
    <w:rsid w:val="00483693"/>
    <w:rsid w:val="00483AB9"/>
    <w:rsid w:val="00483AF9"/>
    <w:rsid w:val="00483E65"/>
    <w:rsid w:val="00483F85"/>
    <w:rsid w:val="0048503E"/>
    <w:rsid w:val="004851EF"/>
    <w:rsid w:val="004855A5"/>
    <w:rsid w:val="00485999"/>
    <w:rsid w:val="00485A17"/>
    <w:rsid w:val="00485BF9"/>
    <w:rsid w:val="00485C40"/>
    <w:rsid w:val="00485FB2"/>
    <w:rsid w:val="00486939"/>
    <w:rsid w:val="004870BF"/>
    <w:rsid w:val="00487162"/>
    <w:rsid w:val="0048737D"/>
    <w:rsid w:val="00487913"/>
    <w:rsid w:val="00487B24"/>
    <w:rsid w:val="00490279"/>
    <w:rsid w:val="004904EB"/>
    <w:rsid w:val="00490597"/>
    <w:rsid w:val="004909BC"/>
    <w:rsid w:val="00490DD0"/>
    <w:rsid w:val="00491098"/>
    <w:rsid w:val="00491553"/>
    <w:rsid w:val="00491B54"/>
    <w:rsid w:val="004922A3"/>
    <w:rsid w:val="00492311"/>
    <w:rsid w:val="0049249E"/>
    <w:rsid w:val="0049293D"/>
    <w:rsid w:val="00492CC9"/>
    <w:rsid w:val="00492CD5"/>
    <w:rsid w:val="004930B7"/>
    <w:rsid w:val="004930F1"/>
    <w:rsid w:val="0049378D"/>
    <w:rsid w:val="00493C32"/>
    <w:rsid w:val="00494E73"/>
    <w:rsid w:val="00494FFE"/>
    <w:rsid w:val="004954DA"/>
    <w:rsid w:val="0049583B"/>
    <w:rsid w:val="00495AE4"/>
    <w:rsid w:val="00496454"/>
    <w:rsid w:val="0049687E"/>
    <w:rsid w:val="00496B72"/>
    <w:rsid w:val="00496B7D"/>
    <w:rsid w:val="00497B13"/>
    <w:rsid w:val="00497C3D"/>
    <w:rsid w:val="00497C41"/>
    <w:rsid w:val="004A0100"/>
    <w:rsid w:val="004A06C5"/>
    <w:rsid w:val="004A09F8"/>
    <w:rsid w:val="004A0ABA"/>
    <w:rsid w:val="004A0AD2"/>
    <w:rsid w:val="004A0E2A"/>
    <w:rsid w:val="004A10BE"/>
    <w:rsid w:val="004A11B5"/>
    <w:rsid w:val="004A1A71"/>
    <w:rsid w:val="004A1BAA"/>
    <w:rsid w:val="004A2026"/>
    <w:rsid w:val="004A2E12"/>
    <w:rsid w:val="004A31CB"/>
    <w:rsid w:val="004A364D"/>
    <w:rsid w:val="004A3BB1"/>
    <w:rsid w:val="004A3CC0"/>
    <w:rsid w:val="004A4266"/>
    <w:rsid w:val="004A463E"/>
    <w:rsid w:val="004A4F6A"/>
    <w:rsid w:val="004A69F0"/>
    <w:rsid w:val="004A6CC9"/>
    <w:rsid w:val="004A73B1"/>
    <w:rsid w:val="004A76A6"/>
    <w:rsid w:val="004A7D08"/>
    <w:rsid w:val="004A7D48"/>
    <w:rsid w:val="004A7F24"/>
    <w:rsid w:val="004B0D58"/>
    <w:rsid w:val="004B22A9"/>
    <w:rsid w:val="004B240B"/>
    <w:rsid w:val="004B2EE2"/>
    <w:rsid w:val="004B2F3B"/>
    <w:rsid w:val="004B326B"/>
    <w:rsid w:val="004B327F"/>
    <w:rsid w:val="004B3580"/>
    <w:rsid w:val="004B375E"/>
    <w:rsid w:val="004B3C10"/>
    <w:rsid w:val="004B3DFE"/>
    <w:rsid w:val="004B3EE5"/>
    <w:rsid w:val="004B3EFC"/>
    <w:rsid w:val="004B404E"/>
    <w:rsid w:val="004B473B"/>
    <w:rsid w:val="004B51A5"/>
    <w:rsid w:val="004B541A"/>
    <w:rsid w:val="004B557E"/>
    <w:rsid w:val="004B5992"/>
    <w:rsid w:val="004B5BF1"/>
    <w:rsid w:val="004B5CDA"/>
    <w:rsid w:val="004B63A0"/>
    <w:rsid w:val="004B65E5"/>
    <w:rsid w:val="004B6835"/>
    <w:rsid w:val="004B6AC0"/>
    <w:rsid w:val="004B6D1F"/>
    <w:rsid w:val="004B6EBA"/>
    <w:rsid w:val="004B7130"/>
    <w:rsid w:val="004B7637"/>
    <w:rsid w:val="004B7845"/>
    <w:rsid w:val="004B7D5B"/>
    <w:rsid w:val="004B7F8C"/>
    <w:rsid w:val="004C0192"/>
    <w:rsid w:val="004C039E"/>
    <w:rsid w:val="004C06ED"/>
    <w:rsid w:val="004C08B7"/>
    <w:rsid w:val="004C16C7"/>
    <w:rsid w:val="004C1BCA"/>
    <w:rsid w:val="004C1CB8"/>
    <w:rsid w:val="004C1FD0"/>
    <w:rsid w:val="004C243A"/>
    <w:rsid w:val="004C2530"/>
    <w:rsid w:val="004C28BA"/>
    <w:rsid w:val="004C340C"/>
    <w:rsid w:val="004C410E"/>
    <w:rsid w:val="004C4164"/>
    <w:rsid w:val="004C4463"/>
    <w:rsid w:val="004C4579"/>
    <w:rsid w:val="004C47E8"/>
    <w:rsid w:val="004C496A"/>
    <w:rsid w:val="004C4F1B"/>
    <w:rsid w:val="004C5628"/>
    <w:rsid w:val="004C564C"/>
    <w:rsid w:val="004C5C97"/>
    <w:rsid w:val="004C622A"/>
    <w:rsid w:val="004C6378"/>
    <w:rsid w:val="004C648C"/>
    <w:rsid w:val="004C6DDB"/>
    <w:rsid w:val="004C72BD"/>
    <w:rsid w:val="004C7944"/>
    <w:rsid w:val="004D0004"/>
    <w:rsid w:val="004D081B"/>
    <w:rsid w:val="004D0859"/>
    <w:rsid w:val="004D09B9"/>
    <w:rsid w:val="004D0CD6"/>
    <w:rsid w:val="004D0E79"/>
    <w:rsid w:val="004D15A5"/>
    <w:rsid w:val="004D1B7E"/>
    <w:rsid w:val="004D1E3C"/>
    <w:rsid w:val="004D251D"/>
    <w:rsid w:val="004D2950"/>
    <w:rsid w:val="004D2A66"/>
    <w:rsid w:val="004D2AD0"/>
    <w:rsid w:val="004D33ED"/>
    <w:rsid w:val="004D3664"/>
    <w:rsid w:val="004D39AE"/>
    <w:rsid w:val="004D3F1C"/>
    <w:rsid w:val="004D4948"/>
    <w:rsid w:val="004D4B7F"/>
    <w:rsid w:val="004D54A1"/>
    <w:rsid w:val="004D5852"/>
    <w:rsid w:val="004D58DF"/>
    <w:rsid w:val="004D59CC"/>
    <w:rsid w:val="004D5EE7"/>
    <w:rsid w:val="004D6123"/>
    <w:rsid w:val="004D66F3"/>
    <w:rsid w:val="004D6AAE"/>
    <w:rsid w:val="004D74E8"/>
    <w:rsid w:val="004D76AE"/>
    <w:rsid w:val="004D7948"/>
    <w:rsid w:val="004D7B03"/>
    <w:rsid w:val="004D7DF0"/>
    <w:rsid w:val="004E05C6"/>
    <w:rsid w:val="004E0A1C"/>
    <w:rsid w:val="004E1398"/>
    <w:rsid w:val="004E13BB"/>
    <w:rsid w:val="004E13EA"/>
    <w:rsid w:val="004E18BA"/>
    <w:rsid w:val="004E1A97"/>
    <w:rsid w:val="004E1CC0"/>
    <w:rsid w:val="004E1CF4"/>
    <w:rsid w:val="004E34BA"/>
    <w:rsid w:val="004E3C0E"/>
    <w:rsid w:val="004E3FB3"/>
    <w:rsid w:val="004E484C"/>
    <w:rsid w:val="004E4E09"/>
    <w:rsid w:val="004E4EEA"/>
    <w:rsid w:val="004E505D"/>
    <w:rsid w:val="004E5389"/>
    <w:rsid w:val="004E559E"/>
    <w:rsid w:val="004E5946"/>
    <w:rsid w:val="004E625C"/>
    <w:rsid w:val="004E648D"/>
    <w:rsid w:val="004E64BE"/>
    <w:rsid w:val="004E6AA6"/>
    <w:rsid w:val="004E7754"/>
    <w:rsid w:val="004E7E2A"/>
    <w:rsid w:val="004F01CA"/>
    <w:rsid w:val="004F0687"/>
    <w:rsid w:val="004F076A"/>
    <w:rsid w:val="004F18BA"/>
    <w:rsid w:val="004F1A8C"/>
    <w:rsid w:val="004F1C45"/>
    <w:rsid w:val="004F1C71"/>
    <w:rsid w:val="004F2048"/>
    <w:rsid w:val="004F2624"/>
    <w:rsid w:val="004F2DAA"/>
    <w:rsid w:val="004F2E3A"/>
    <w:rsid w:val="004F2F41"/>
    <w:rsid w:val="004F329F"/>
    <w:rsid w:val="004F3324"/>
    <w:rsid w:val="004F3722"/>
    <w:rsid w:val="004F3789"/>
    <w:rsid w:val="004F3905"/>
    <w:rsid w:val="004F3E7F"/>
    <w:rsid w:val="004F3F14"/>
    <w:rsid w:val="004F48EC"/>
    <w:rsid w:val="004F5314"/>
    <w:rsid w:val="004F55F3"/>
    <w:rsid w:val="004F5627"/>
    <w:rsid w:val="004F5D31"/>
    <w:rsid w:val="004F60DC"/>
    <w:rsid w:val="004F63A5"/>
    <w:rsid w:val="004F7255"/>
    <w:rsid w:val="004F779F"/>
    <w:rsid w:val="004F7F67"/>
    <w:rsid w:val="00500462"/>
    <w:rsid w:val="005006F4"/>
    <w:rsid w:val="00500736"/>
    <w:rsid w:val="0050083A"/>
    <w:rsid w:val="005009BD"/>
    <w:rsid w:val="005009F1"/>
    <w:rsid w:val="00500AA5"/>
    <w:rsid w:val="00500FFC"/>
    <w:rsid w:val="0050148A"/>
    <w:rsid w:val="00501FB8"/>
    <w:rsid w:val="0050248F"/>
    <w:rsid w:val="00502AE3"/>
    <w:rsid w:val="00502D54"/>
    <w:rsid w:val="00502DB8"/>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2F6"/>
    <w:rsid w:val="0051172D"/>
    <w:rsid w:val="005123F1"/>
    <w:rsid w:val="00512A02"/>
    <w:rsid w:val="00512E77"/>
    <w:rsid w:val="0051331F"/>
    <w:rsid w:val="00513B57"/>
    <w:rsid w:val="00513D65"/>
    <w:rsid w:val="005143DB"/>
    <w:rsid w:val="005146E0"/>
    <w:rsid w:val="00515073"/>
    <w:rsid w:val="0051526B"/>
    <w:rsid w:val="0051581C"/>
    <w:rsid w:val="005158C5"/>
    <w:rsid w:val="00515D45"/>
    <w:rsid w:val="00516609"/>
    <w:rsid w:val="00516F4F"/>
    <w:rsid w:val="00517293"/>
    <w:rsid w:val="00517450"/>
    <w:rsid w:val="005174CF"/>
    <w:rsid w:val="0052034C"/>
    <w:rsid w:val="005208E8"/>
    <w:rsid w:val="00520A41"/>
    <w:rsid w:val="00520EC5"/>
    <w:rsid w:val="00521EC7"/>
    <w:rsid w:val="0052212B"/>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64"/>
    <w:rsid w:val="00527589"/>
    <w:rsid w:val="00527B5A"/>
    <w:rsid w:val="00527FA1"/>
    <w:rsid w:val="005301F4"/>
    <w:rsid w:val="0053097A"/>
    <w:rsid w:val="00530CBD"/>
    <w:rsid w:val="00530F03"/>
    <w:rsid w:val="00531E88"/>
    <w:rsid w:val="00532062"/>
    <w:rsid w:val="00532507"/>
    <w:rsid w:val="0053276E"/>
    <w:rsid w:val="00532A87"/>
    <w:rsid w:val="00532C29"/>
    <w:rsid w:val="00532D1D"/>
    <w:rsid w:val="00533066"/>
    <w:rsid w:val="00533774"/>
    <w:rsid w:val="00533823"/>
    <w:rsid w:val="00533B62"/>
    <w:rsid w:val="005342C9"/>
    <w:rsid w:val="0053457A"/>
    <w:rsid w:val="005346EF"/>
    <w:rsid w:val="00534777"/>
    <w:rsid w:val="0053489A"/>
    <w:rsid w:val="00534D91"/>
    <w:rsid w:val="00534D9D"/>
    <w:rsid w:val="00535248"/>
    <w:rsid w:val="0053525B"/>
    <w:rsid w:val="00536273"/>
    <w:rsid w:val="00536335"/>
    <w:rsid w:val="0053697A"/>
    <w:rsid w:val="00536D8D"/>
    <w:rsid w:val="00536DD2"/>
    <w:rsid w:val="0053736E"/>
    <w:rsid w:val="005376E9"/>
    <w:rsid w:val="00537C74"/>
    <w:rsid w:val="00537F8C"/>
    <w:rsid w:val="00537FF6"/>
    <w:rsid w:val="005400D6"/>
    <w:rsid w:val="00540207"/>
    <w:rsid w:val="005402DF"/>
    <w:rsid w:val="00540306"/>
    <w:rsid w:val="00540819"/>
    <w:rsid w:val="0054121E"/>
    <w:rsid w:val="00541598"/>
    <w:rsid w:val="00541664"/>
    <w:rsid w:val="005416E4"/>
    <w:rsid w:val="00541A47"/>
    <w:rsid w:val="00541D34"/>
    <w:rsid w:val="005421E4"/>
    <w:rsid w:val="0054268E"/>
    <w:rsid w:val="00542CE4"/>
    <w:rsid w:val="00542E14"/>
    <w:rsid w:val="00543049"/>
    <w:rsid w:val="0054325E"/>
    <w:rsid w:val="0054341B"/>
    <w:rsid w:val="0054355D"/>
    <w:rsid w:val="005435DE"/>
    <w:rsid w:val="005438A6"/>
    <w:rsid w:val="00543B23"/>
    <w:rsid w:val="00543E4A"/>
    <w:rsid w:val="00543F97"/>
    <w:rsid w:val="00543FB0"/>
    <w:rsid w:val="00544323"/>
    <w:rsid w:val="00544E09"/>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052A"/>
    <w:rsid w:val="005514AD"/>
    <w:rsid w:val="0055159E"/>
    <w:rsid w:val="00551E73"/>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147"/>
    <w:rsid w:val="00555450"/>
    <w:rsid w:val="005556AA"/>
    <w:rsid w:val="00555717"/>
    <w:rsid w:val="00555B65"/>
    <w:rsid w:val="00555F88"/>
    <w:rsid w:val="00556054"/>
    <w:rsid w:val="00556B6E"/>
    <w:rsid w:val="0055763B"/>
    <w:rsid w:val="00557E59"/>
    <w:rsid w:val="00557ED4"/>
    <w:rsid w:val="00560322"/>
    <w:rsid w:val="00560C5E"/>
    <w:rsid w:val="00560ECB"/>
    <w:rsid w:val="005618D7"/>
    <w:rsid w:val="00562410"/>
    <w:rsid w:val="00562434"/>
    <w:rsid w:val="00562781"/>
    <w:rsid w:val="00562B40"/>
    <w:rsid w:val="005630AA"/>
    <w:rsid w:val="005636F0"/>
    <w:rsid w:val="0056378C"/>
    <w:rsid w:val="00563798"/>
    <w:rsid w:val="005641BC"/>
    <w:rsid w:val="00564FC2"/>
    <w:rsid w:val="00565265"/>
    <w:rsid w:val="00565290"/>
    <w:rsid w:val="00565C5B"/>
    <w:rsid w:val="00565C75"/>
    <w:rsid w:val="00565E9F"/>
    <w:rsid w:val="00565EEB"/>
    <w:rsid w:val="0056606D"/>
    <w:rsid w:val="00566787"/>
    <w:rsid w:val="00566C57"/>
    <w:rsid w:val="0056793F"/>
    <w:rsid w:val="00570043"/>
    <w:rsid w:val="00570512"/>
    <w:rsid w:val="00571297"/>
    <w:rsid w:val="00571722"/>
    <w:rsid w:val="00571726"/>
    <w:rsid w:val="00571DA7"/>
    <w:rsid w:val="0057215C"/>
    <w:rsid w:val="00572421"/>
    <w:rsid w:val="00572BD4"/>
    <w:rsid w:val="00572D42"/>
    <w:rsid w:val="00572E56"/>
    <w:rsid w:val="00572FC2"/>
    <w:rsid w:val="00573447"/>
    <w:rsid w:val="00573799"/>
    <w:rsid w:val="00573AC6"/>
    <w:rsid w:val="00573C94"/>
    <w:rsid w:val="005745FA"/>
    <w:rsid w:val="0057484A"/>
    <w:rsid w:val="0057488C"/>
    <w:rsid w:val="005748F4"/>
    <w:rsid w:val="00574CA3"/>
    <w:rsid w:val="00574E83"/>
    <w:rsid w:val="00574F85"/>
    <w:rsid w:val="0057528D"/>
    <w:rsid w:val="00575331"/>
    <w:rsid w:val="00575486"/>
    <w:rsid w:val="0057570B"/>
    <w:rsid w:val="00575A4C"/>
    <w:rsid w:val="00575E87"/>
    <w:rsid w:val="00575F17"/>
    <w:rsid w:val="005760F2"/>
    <w:rsid w:val="005762AC"/>
    <w:rsid w:val="005766FB"/>
    <w:rsid w:val="00576B86"/>
    <w:rsid w:val="00576D47"/>
    <w:rsid w:val="00576D74"/>
    <w:rsid w:val="0057749C"/>
    <w:rsid w:val="00577535"/>
    <w:rsid w:val="00577740"/>
    <w:rsid w:val="00577757"/>
    <w:rsid w:val="005778B0"/>
    <w:rsid w:val="00577F50"/>
    <w:rsid w:val="0058048B"/>
    <w:rsid w:val="005804A2"/>
    <w:rsid w:val="005804B1"/>
    <w:rsid w:val="00580722"/>
    <w:rsid w:val="005809AE"/>
    <w:rsid w:val="005809B3"/>
    <w:rsid w:val="00581DA2"/>
    <w:rsid w:val="00581E43"/>
    <w:rsid w:val="005822B3"/>
    <w:rsid w:val="005823A2"/>
    <w:rsid w:val="005824DE"/>
    <w:rsid w:val="00582A7A"/>
    <w:rsid w:val="00582AE6"/>
    <w:rsid w:val="00582E51"/>
    <w:rsid w:val="0058361F"/>
    <w:rsid w:val="00583700"/>
    <w:rsid w:val="00583C31"/>
    <w:rsid w:val="00583E63"/>
    <w:rsid w:val="0058427B"/>
    <w:rsid w:val="005842F1"/>
    <w:rsid w:val="005843E0"/>
    <w:rsid w:val="005846CB"/>
    <w:rsid w:val="005848AE"/>
    <w:rsid w:val="00585100"/>
    <w:rsid w:val="00585628"/>
    <w:rsid w:val="005856D2"/>
    <w:rsid w:val="00585C65"/>
    <w:rsid w:val="00585D01"/>
    <w:rsid w:val="00586008"/>
    <w:rsid w:val="00586DF7"/>
    <w:rsid w:val="00586E9E"/>
    <w:rsid w:val="00587000"/>
    <w:rsid w:val="0058763E"/>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286"/>
    <w:rsid w:val="00594684"/>
    <w:rsid w:val="005946DE"/>
    <w:rsid w:val="00594842"/>
    <w:rsid w:val="0059514C"/>
    <w:rsid w:val="005964CD"/>
    <w:rsid w:val="0059668D"/>
    <w:rsid w:val="00596D9F"/>
    <w:rsid w:val="00596F34"/>
    <w:rsid w:val="005972F9"/>
    <w:rsid w:val="00597926"/>
    <w:rsid w:val="00597F5E"/>
    <w:rsid w:val="005A0004"/>
    <w:rsid w:val="005A06B4"/>
    <w:rsid w:val="005A0D4A"/>
    <w:rsid w:val="005A0E1E"/>
    <w:rsid w:val="005A1A9E"/>
    <w:rsid w:val="005A2650"/>
    <w:rsid w:val="005A291C"/>
    <w:rsid w:val="005A2938"/>
    <w:rsid w:val="005A2B90"/>
    <w:rsid w:val="005A2ECE"/>
    <w:rsid w:val="005A2FB0"/>
    <w:rsid w:val="005A35FA"/>
    <w:rsid w:val="005A3781"/>
    <w:rsid w:val="005A378F"/>
    <w:rsid w:val="005A3895"/>
    <w:rsid w:val="005A38C2"/>
    <w:rsid w:val="005A394E"/>
    <w:rsid w:val="005A3C13"/>
    <w:rsid w:val="005A3E60"/>
    <w:rsid w:val="005A4655"/>
    <w:rsid w:val="005A48E3"/>
    <w:rsid w:val="005A4D66"/>
    <w:rsid w:val="005A54FA"/>
    <w:rsid w:val="005A5537"/>
    <w:rsid w:val="005A5A04"/>
    <w:rsid w:val="005A5B81"/>
    <w:rsid w:val="005A5DF5"/>
    <w:rsid w:val="005A604E"/>
    <w:rsid w:val="005A6748"/>
    <w:rsid w:val="005A69CC"/>
    <w:rsid w:val="005A6B04"/>
    <w:rsid w:val="005A6E48"/>
    <w:rsid w:val="005A6F2C"/>
    <w:rsid w:val="005A7189"/>
    <w:rsid w:val="005A734D"/>
    <w:rsid w:val="005A759D"/>
    <w:rsid w:val="005A76C8"/>
    <w:rsid w:val="005A7B46"/>
    <w:rsid w:val="005B0611"/>
    <w:rsid w:val="005B087C"/>
    <w:rsid w:val="005B08A2"/>
    <w:rsid w:val="005B08B3"/>
    <w:rsid w:val="005B0FF9"/>
    <w:rsid w:val="005B1194"/>
    <w:rsid w:val="005B1340"/>
    <w:rsid w:val="005B1E06"/>
    <w:rsid w:val="005B20DD"/>
    <w:rsid w:val="005B21D6"/>
    <w:rsid w:val="005B2611"/>
    <w:rsid w:val="005B269A"/>
    <w:rsid w:val="005B2A74"/>
    <w:rsid w:val="005B2A8B"/>
    <w:rsid w:val="005B3058"/>
    <w:rsid w:val="005B3497"/>
    <w:rsid w:val="005B3991"/>
    <w:rsid w:val="005B3F34"/>
    <w:rsid w:val="005B4DC2"/>
    <w:rsid w:val="005B50CF"/>
    <w:rsid w:val="005B5191"/>
    <w:rsid w:val="005B523E"/>
    <w:rsid w:val="005B5B2E"/>
    <w:rsid w:val="005B5B31"/>
    <w:rsid w:val="005B5C04"/>
    <w:rsid w:val="005B5CFD"/>
    <w:rsid w:val="005B5E06"/>
    <w:rsid w:val="005B6CB6"/>
    <w:rsid w:val="005B6DA8"/>
    <w:rsid w:val="005B7140"/>
    <w:rsid w:val="005B7830"/>
    <w:rsid w:val="005B7C67"/>
    <w:rsid w:val="005B7C6E"/>
    <w:rsid w:val="005B7C85"/>
    <w:rsid w:val="005B7F52"/>
    <w:rsid w:val="005C0163"/>
    <w:rsid w:val="005C01C4"/>
    <w:rsid w:val="005C0577"/>
    <w:rsid w:val="005C127E"/>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5D6"/>
    <w:rsid w:val="005C5AC1"/>
    <w:rsid w:val="005C5D62"/>
    <w:rsid w:val="005C6980"/>
    <w:rsid w:val="005C6991"/>
    <w:rsid w:val="005C6B9F"/>
    <w:rsid w:val="005C6F58"/>
    <w:rsid w:val="005C7367"/>
    <w:rsid w:val="005C7604"/>
    <w:rsid w:val="005C7690"/>
    <w:rsid w:val="005D0298"/>
    <w:rsid w:val="005D0381"/>
    <w:rsid w:val="005D0517"/>
    <w:rsid w:val="005D08F4"/>
    <w:rsid w:val="005D1036"/>
    <w:rsid w:val="005D1561"/>
    <w:rsid w:val="005D1E1D"/>
    <w:rsid w:val="005D20DC"/>
    <w:rsid w:val="005D23E1"/>
    <w:rsid w:val="005D24F0"/>
    <w:rsid w:val="005D2803"/>
    <w:rsid w:val="005D29E4"/>
    <w:rsid w:val="005D2EA8"/>
    <w:rsid w:val="005D3464"/>
    <w:rsid w:val="005D50F3"/>
    <w:rsid w:val="005D572C"/>
    <w:rsid w:val="005D5AF5"/>
    <w:rsid w:val="005D605A"/>
    <w:rsid w:val="005D63D1"/>
    <w:rsid w:val="005D68D2"/>
    <w:rsid w:val="005D6A75"/>
    <w:rsid w:val="005D6D45"/>
    <w:rsid w:val="005D715E"/>
    <w:rsid w:val="005D71CD"/>
    <w:rsid w:val="005D7721"/>
    <w:rsid w:val="005D7835"/>
    <w:rsid w:val="005D7A37"/>
    <w:rsid w:val="005D7FB8"/>
    <w:rsid w:val="005E044D"/>
    <w:rsid w:val="005E0669"/>
    <w:rsid w:val="005E0B12"/>
    <w:rsid w:val="005E0F92"/>
    <w:rsid w:val="005E17F0"/>
    <w:rsid w:val="005E1B76"/>
    <w:rsid w:val="005E1B8D"/>
    <w:rsid w:val="005E1E48"/>
    <w:rsid w:val="005E1E53"/>
    <w:rsid w:val="005E2149"/>
    <w:rsid w:val="005E23BD"/>
    <w:rsid w:val="005E24C1"/>
    <w:rsid w:val="005E25FC"/>
    <w:rsid w:val="005E299A"/>
    <w:rsid w:val="005E31E6"/>
    <w:rsid w:val="005E395B"/>
    <w:rsid w:val="005E3A0C"/>
    <w:rsid w:val="005E3CA0"/>
    <w:rsid w:val="005E3DD2"/>
    <w:rsid w:val="005E3E31"/>
    <w:rsid w:val="005E4352"/>
    <w:rsid w:val="005E4D05"/>
    <w:rsid w:val="005E56A3"/>
    <w:rsid w:val="005E56CA"/>
    <w:rsid w:val="005E579D"/>
    <w:rsid w:val="005E5881"/>
    <w:rsid w:val="005E5EDE"/>
    <w:rsid w:val="005E65A9"/>
    <w:rsid w:val="005E6615"/>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5C5C"/>
    <w:rsid w:val="005F6908"/>
    <w:rsid w:val="005F6A5F"/>
    <w:rsid w:val="005F6AFE"/>
    <w:rsid w:val="005F6C77"/>
    <w:rsid w:val="005F6CEA"/>
    <w:rsid w:val="005F6DA4"/>
    <w:rsid w:val="005F700E"/>
    <w:rsid w:val="005F7827"/>
    <w:rsid w:val="005F7DEC"/>
    <w:rsid w:val="005F7E16"/>
    <w:rsid w:val="005F7ED4"/>
    <w:rsid w:val="0060027E"/>
    <w:rsid w:val="00600758"/>
    <w:rsid w:val="006009E3"/>
    <w:rsid w:val="00600B9F"/>
    <w:rsid w:val="00600C93"/>
    <w:rsid w:val="00600D4A"/>
    <w:rsid w:val="006017D0"/>
    <w:rsid w:val="0060194A"/>
    <w:rsid w:val="0060241C"/>
    <w:rsid w:val="006024E5"/>
    <w:rsid w:val="00603CBA"/>
    <w:rsid w:val="00604527"/>
    <w:rsid w:val="006046B0"/>
    <w:rsid w:val="00605483"/>
    <w:rsid w:val="006054F3"/>
    <w:rsid w:val="0060554E"/>
    <w:rsid w:val="006055BA"/>
    <w:rsid w:val="00605A82"/>
    <w:rsid w:val="00605EB0"/>
    <w:rsid w:val="006061E8"/>
    <w:rsid w:val="00606ACE"/>
    <w:rsid w:val="00606C1F"/>
    <w:rsid w:val="00606EE8"/>
    <w:rsid w:val="00607A13"/>
    <w:rsid w:val="0061001D"/>
    <w:rsid w:val="00610AA2"/>
    <w:rsid w:val="00610FF9"/>
    <w:rsid w:val="00611549"/>
    <w:rsid w:val="006115B3"/>
    <w:rsid w:val="00611989"/>
    <w:rsid w:val="00611A55"/>
    <w:rsid w:val="00611BE2"/>
    <w:rsid w:val="00611D7F"/>
    <w:rsid w:val="00612197"/>
    <w:rsid w:val="00612D0B"/>
    <w:rsid w:val="00613475"/>
    <w:rsid w:val="006134C7"/>
    <w:rsid w:val="006135DE"/>
    <w:rsid w:val="00613CBC"/>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3B5E"/>
    <w:rsid w:val="00624187"/>
    <w:rsid w:val="0062436D"/>
    <w:rsid w:val="0062445B"/>
    <w:rsid w:val="00624643"/>
    <w:rsid w:val="006246D9"/>
    <w:rsid w:val="00624903"/>
    <w:rsid w:val="00624A11"/>
    <w:rsid w:val="00624A82"/>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64B"/>
    <w:rsid w:val="00632809"/>
    <w:rsid w:val="00632922"/>
    <w:rsid w:val="00633858"/>
    <w:rsid w:val="00633AFA"/>
    <w:rsid w:val="00633CC3"/>
    <w:rsid w:val="00633F49"/>
    <w:rsid w:val="00634029"/>
    <w:rsid w:val="00634126"/>
    <w:rsid w:val="0063420B"/>
    <w:rsid w:val="00634335"/>
    <w:rsid w:val="0063446D"/>
    <w:rsid w:val="00634816"/>
    <w:rsid w:val="006348ED"/>
    <w:rsid w:val="00634B25"/>
    <w:rsid w:val="00634D2B"/>
    <w:rsid w:val="00635314"/>
    <w:rsid w:val="00635484"/>
    <w:rsid w:val="0063568F"/>
    <w:rsid w:val="00635CEC"/>
    <w:rsid w:val="00635D1F"/>
    <w:rsid w:val="00635DEC"/>
    <w:rsid w:val="006367B7"/>
    <w:rsid w:val="0063700A"/>
    <w:rsid w:val="00637219"/>
    <w:rsid w:val="0063758A"/>
    <w:rsid w:val="00637AE8"/>
    <w:rsid w:val="00637B83"/>
    <w:rsid w:val="0064004C"/>
    <w:rsid w:val="00640098"/>
    <w:rsid w:val="00640207"/>
    <w:rsid w:val="0064054B"/>
    <w:rsid w:val="006405A2"/>
    <w:rsid w:val="00640766"/>
    <w:rsid w:val="00640808"/>
    <w:rsid w:val="00641002"/>
    <w:rsid w:val="00642514"/>
    <w:rsid w:val="00643709"/>
    <w:rsid w:val="006443FA"/>
    <w:rsid w:val="0064467D"/>
    <w:rsid w:val="006449AB"/>
    <w:rsid w:val="00644A91"/>
    <w:rsid w:val="00645339"/>
    <w:rsid w:val="00645524"/>
    <w:rsid w:val="00645A73"/>
    <w:rsid w:val="00645EF7"/>
    <w:rsid w:val="00645FAD"/>
    <w:rsid w:val="00646105"/>
    <w:rsid w:val="006467A0"/>
    <w:rsid w:val="00646B59"/>
    <w:rsid w:val="00646CA0"/>
    <w:rsid w:val="00647064"/>
    <w:rsid w:val="00647073"/>
    <w:rsid w:val="006470C1"/>
    <w:rsid w:val="00647124"/>
    <w:rsid w:val="00647198"/>
    <w:rsid w:val="00647276"/>
    <w:rsid w:val="00647553"/>
    <w:rsid w:val="0064789D"/>
    <w:rsid w:val="00647A42"/>
    <w:rsid w:val="00647C98"/>
    <w:rsid w:val="00647E29"/>
    <w:rsid w:val="00650410"/>
    <w:rsid w:val="0065050B"/>
    <w:rsid w:val="006509F0"/>
    <w:rsid w:val="00650B4A"/>
    <w:rsid w:val="00650E56"/>
    <w:rsid w:val="006518A9"/>
    <w:rsid w:val="0065190D"/>
    <w:rsid w:val="00651CBF"/>
    <w:rsid w:val="00652217"/>
    <w:rsid w:val="006524A9"/>
    <w:rsid w:val="006525D6"/>
    <w:rsid w:val="0065265C"/>
    <w:rsid w:val="006529D6"/>
    <w:rsid w:val="006539FA"/>
    <w:rsid w:val="0065491E"/>
    <w:rsid w:val="00654AA0"/>
    <w:rsid w:val="00654AAC"/>
    <w:rsid w:val="00654F73"/>
    <w:rsid w:val="0065510A"/>
    <w:rsid w:val="00655662"/>
    <w:rsid w:val="00655837"/>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7445"/>
    <w:rsid w:val="00667563"/>
    <w:rsid w:val="00670A68"/>
    <w:rsid w:val="00670BAE"/>
    <w:rsid w:val="006711FE"/>
    <w:rsid w:val="00671C48"/>
    <w:rsid w:val="00672564"/>
    <w:rsid w:val="006728CD"/>
    <w:rsid w:val="00672956"/>
    <w:rsid w:val="00672AE9"/>
    <w:rsid w:val="00672DF0"/>
    <w:rsid w:val="00672F3A"/>
    <w:rsid w:val="0067328A"/>
    <w:rsid w:val="006737E7"/>
    <w:rsid w:val="00673879"/>
    <w:rsid w:val="006738E9"/>
    <w:rsid w:val="00673936"/>
    <w:rsid w:val="00673C40"/>
    <w:rsid w:val="00673CBE"/>
    <w:rsid w:val="00674003"/>
    <w:rsid w:val="00674055"/>
    <w:rsid w:val="006740D7"/>
    <w:rsid w:val="0067411D"/>
    <w:rsid w:val="006741B1"/>
    <w:rsid w:val="00674277"/>
    <w:rsid w:val="006742CD"/>
    <w:rsid w:val="006742D5"/>
    <w:rsid w:val="00674B89"/>
    <w:rsid w:val="00674FF3"/>
    <w:rsid w:val="006752B6"/>
    <w:rsid w:val="00675888"/>
    <w:rsid w:val="006758CD"/>
    <w:rsid w:val="00675D51"/>
    <w:rsid w:val="00676E77"/>
    <w:rsid w:val="00677030"/>
    <w:rsid w:val="00677331"/>
    <w:rsid w:val="006775F3"/>
    <w:rsid w:val="00677E75"/>
    <w:rsid w:val="00677F1B"/>
    <w:rsid w:val="00680BFA"/>
    <w:rsid w:val="006811D2"/>
    <w:rsid w:val="006817F1"/>
    <w:rsid w:val="00681C66"/>
    <w:rsid w:val="00681EB1"/>
    <w:rsid w:val="00681FD1"/>
    <w:rsid w:val="0068209B"/>
    <w:rsid w:val="0068268B"/>
    <w:rsid w:val="006828A4"/>
    <w:rsid w:val="00682BFB"/>
    <w:rsid w:val="006835A5"/>
    <w:rsid w:val="00683744"/>
    <w:rsid w:val="0068379C"/>
    <w:rsid w:val="00683B18"/>
    <w:rsid w:val="0068486E"/>
    <w:rsid w:val="00684DB1"/>
    <w:rsid w:val="006852F9"/>
    <w:rsid w:val="00685932"/>
    <w:rsid w:val="00685C60"/>
    <w:rsid w:val="00685F44"/>
    <w:rsid w:val="0068653D"/>
    <w:rsid w:val="00686E19"/>
    <w:rsid w:val="0068747F"/>
    <w:rsid w:val="006874C8"/>
    <w:rsid w:val="006878B2"/>
    <w:rsid w:val="00687BA4"/>
    <w:rsid w:val="006902C7"/>
    <w:rsid w:val="00690553"/>
    <w:rsid w:val="00690AD5"/>
    <w:rsid w:val="00691110"/>
    <w:rsid w:val="0069134A"/>
    <w:rsid w:val="00691655"/>
    <w:rsid w:val="00691900"/>
    <w:rsid w:val="00691D85"/>
    <w:rsid w:val="00692486"/>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5FF1"/>
    <w:rsid w:val="0069657E"/>
    <w:rsid w:val="00696774"/>
    <w:rsid w:val="006968B1"/>
    <w:rsid w:val="00696951"/>
    <w:rsid w:val="006969AA"/>
    <w:rsid w:val="00697004"/>
    <w:rsid w:val="006970FB"/>
    <w:rsid w:val="00697BA5"/>
    <w:rsid w:val="00697C34"/>
    <w:rsid w:val="006A01A9"/>
    <w:rsid w:val="006A0385"/>
    <w:rsid w:val="006A04C4"/>
    <w:rsid w:val="006A07A3"/>
    <w:rsid w:val="006A07A9"/>
    <w:rsid w:val="006A0B83"/>
    <w:rsid w:val="006A0DE5"/>
    <w:rsid w:val="006A0FF8"/>
    <w:rsid w:val="006A12C8"/>
    <w:rsid w:val="006A232F"/>
    <w:rsid w:val="006A25D1"/>
    <w:rsid w:val="006A284B"/>
    <w:rsid w:val="006A28E6"/>
    <w:rsid w:val="006A2CBF"/>
    <w:rsid w:val="006A3048"/>
    <w:rsid w:val="006A3625"/>
    <w:rsid w:val="006A3BC2"/>
    <w:rsid w:val="006A3CD7"/>
    <w:rsid w:val="006A4BB6"/>
    <w:rsid w:val="006A50A8"/>
    <w:rsid w:val="006A52FE"/>
    <w:rsid w:val="006A53D0"/>
    <w:rsid w:val="006A559A"/>
    <w:rsid w:val="006A5CC4"/>
    <w:rsid w:val="006A5CE0"/>
    <w:rsid w:val="006A6298"/>
    <w:rsid w:val="006A66E8"/>
    <w:rsid w:val="006A670F"/>
    <w:rsid w:val="006A707C"/>
    <w:rsid w:val="006A74F6"/>
    <w:rsid w:val="006A7A07"/>
    <w:rsid w:val="006A7E26"/>
    <w:rsid w:val="006B0EDA"/>
    <w:rsid w:val="006B103F"/>
    <w:rsid w:val="006B1403"/>
    <w:rsid w:val="006B141D"/>
    <w:rsid w:val="006B15CA"/>
    <w:rsid w:val="006B196E"/>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A00"/>
    <w:rsid w:val="006B7F2F"/>
    <w:rsid w:val="006B7F79"/>
    <w:rsid w:val="006C00D3"/>
    <w:rsid w:val="006C04A5"/>
    <w:rsid w:val="006C074B"/>
    <w:rsid w:val="006C0948"/>
    <w:rsid w:val="006C10C2"/>
    <w:rsid w:val="006C111F"/>
    <w:rsid w:val="006C118A"/>
    <w:rsid w:val="006C1524"/>
    <w:rsid w:val="006C1744"/>
    <w:rsid w:val="006C18B6"/>
    <w:rsid w:val="006C19FF"/>
    <w:rsid w:val="006C1AE6"/>
    <w:rsid w:val="006C1B09"/>
    <w:rsid w:val="006C1CA4"/>
    <w:rsid w:val="006C22D5"/>
    <w:rsid w:val="006C2E7D"/>
    <w:rsid w:val="006C2EB2"/>
    <w:rsid w:val="006C3A55"/>
    <w:rsid w:val="006C3BE7"/>
    <w:rsid w:val="006C3F83"/>
    <w:rsid w:val="006C469F"/>
    <w:rsid w:val="006C48B3"/>
    <w:rsid w:val="006C4B66"/>
    <w:rsid w:val="006C4E5D"/>
    <w:rsid w:val="006C4FBC"/>
    <w:rsid w:val="006C58A2"/>
    <w:rsid w:val="006C590A"/>
    <w:rsid w:val="006C60F5"/>
    <w:rsid w:val="006C628F"/>
    <w:rsid w:val="006C6453"/>
    <w:rsid w:val="006C6D9D"/>
    <w:rsid w:val="006C6ECA"/>
    <w:rsid w:val="006C7141"/>
    <w:rsid w:val="006C72FA"/>
    <w:rsid w:val="006C76F5"/>
    <w:rsid w:val="006C7D82"/>
    <w:rsid w:val="006C7D83"/>
    <w:rsid w:val="006D08A7"/>
    <w:rsid w:val="006D0B98"/>
    <w:rsid w:val="006D0FCA"/>
    <w:rsid w:val="006D1124"/>
    <w:rsid w:val="006D136F"/>
    <w:rsid w:val="006D163F"/>
    <w:rsid w:val="006D187E"/>
    <w:rsid w:val="006D1993"/>
    <w:rsid w:val="006D1B0F"/>
    <w:rsid w:val="006D1BAD"/>
    <w:rsid w:val="006D1D8F"/>
    <w:rsid w:val="006D1E41"/>
    <w:rsid w:val="006D206D"/>
    <w:rsid w:val="006D21B7"/>
    <w:rsid w:val="006D2E6E"/>
    <w:rsid w:val="006D30F1"/>
    <w:rsid w:val="006D3236"/>
    <w:rsid w:val="006D3503"/>
    <w:rsid w:val="006D355D"/>
    <w:rsid w:val="006D35AD"/>
    <w:rsid w:val="006D37F3"/>
    <w:rsid w:val="006D3ADA"/>
    <w:rsid w:val="006D3D69"/>
    <w:rsid w:val="006D3E45"/>
    <w:rsid w:val="006D450B"/>
    <w:rsid w:val="006D4BDF"/>
    <w:rsid w:val="006D4BE7"/>
    <w:rsid w:val="006D4D7E"/>
    <w:rsid w:val="006D5885"/>
    <w:rsid w:val="006D61CC"/>
    <w:rsid w:val="006D63BC"/>
    <w:rsid w:val="006D666F"/>
    <w:rsid w:val="006D7743"/>
    <w:rsid w:val="006D7B9D"/>
    <w:rsid w:val="006E02FF"/>
    <w:rsid w:val="006E04F2"/>
    <w:rsid w:val="006E0688"/>
    <w:rsid w:val="006E07D1"/>
    <w:rsid w:val="006E07F2"/>
    <w:rsid w:val="006E134A"/>
    <w:rsid w:val="006E22C5"/>
    <w:rsid w:val="006E2C46"/>
    <w:rsid w:val="006E31EE"/>
    <w:rsid w:val="006E38EF"/>
    <w:rsid w:val="006E3AB4"/>
    <w:rsid w:val="006E3FC2"/>
    <w:rsid w:val="006E4210"/>
    <w:rsid w:val="006E48FF"/>
    <w:rsid w:val="006E4C91"/>
    <w:rsid w:val="006E4CCE"/>
    <w:rsid w:val="006E5352"/>
    <w:rsid w:val="006E548D"/>
    <w:rsid w:val="006E54FD"/>
    <w:rsid w:val="006E571D"/>
    <w:rsid w:val="006E5B7D"/>
    <w:rsid w:val="006E5BA6"/>
    <w:rsid w:val="006E5C35"/>
    <w:rsid w:val="006E6048"/>
    <w:rsid w:val="006E64B2"/>
    <w:rsid w:val="006E6BBE"/>
    <w:rsid w:val="006E7054"/>
    <w:rsid w:val="006F0372"/>
    <w:rsid w:val="006F040A"/>
    <w:rsid w:val="006F0551"/>
    <w:rsid w:val="006F0559"/>
    <w:rsid w:val="006F06F5"/>
    <w:rsid w:val="006F0B78"/>
    <w:rsid w:val="006F1247"/>
    <w:rsid w:val="006F12F7"/>
    <w:rsid w:val="006F1392"/>
    <w:rsid w:val="006F1915"/>
    <w:rsid w:val="006F19D3"/>
    <w:rsid w:val="006F1F01"/>
    <w:rsid w:val="006F2746"/>
    <w:rsid w:val="006F2A18"/>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05"/>
    <w:rsid w:val="006F795C"/>
    <w:rsid w:val="006F7A91"/>
    <w:rsid w:val="006F7B53"/>
    <w:rsid w:val="006F7DC4"/>
    <w:rsid w:val="006F7F64"/>
    <w:rsid w:val="00700201"/>
    <w:rsid w:val="007005BE"/>
    <w:rsid w:val="00700A7F"/>
    <w:rsid w:val="00700BA1"/>
    <w:rsid w:val="00700D1F"/>
    <w:rsid w:val="00700D27"/>
    <w:rsid w:val="00700EAC"/>
    <w:rsid w:val="00701182"/>
    <w:rsid w:val="007013B6"/>
    <w:rsid w:val="007013E7"/>
    <w:rsid w:val="007014DF"/>
    <w:rsid w:val="007015DB"/>
    <w:rsid w:val="00701EB6"/>
    <w:rsid w:val="00701F6C"/>
    <w:rsid w:val="00701FFE"/>
    <w:rsid w:val="00702147"/>
    <w:rsid w:val="007033BA"/>
    <w:rsid w:val="007041F1"/>
    <w:rsid w:val="00704560"/>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B33"/>
    <w:rsid w:val="00710F16"/>
    <w:rsid w:val="00710FDC"/>
    <w:rsid w:val="00711257"/>
    <w:rsid w:val="00711679"/>
    <w:rsid w:val="00711EB8"/>
    <w:rsid w:val="00712153"/>
    <w:rsid w:val="00712699"/>
    <w:rsid w:val="007127B5"/>
    <w:rsid w:val="007127CB"/>
    <w:rsid w:val="00712CD4"/>
    <w:rsid w:val="00712FAC"/>
    <w:rsid w:val="00712FC8"/>
    <w:rsid w:val="00713212"/>
    <w:rsid w:val="007135A8"/>
    <w:rsid w:val="0071389A"/>
    <w:rsid w:val="007144DC"/>
    <w:rsid w:val="007146CF"/>
    <w:rsid w:val="00714A46"/>
    <w:rsid w:val="00714ABB"/>
    <w:rsid w:val="00714AD6"/>
    <w:rsid w:val="00714E01"/>
    <w:rsid w:val="007154A9"/>
    <w:rsid w:val="00715732"/>
    <w:rsid w:val="007159CF"/>
    <w:rsid w:val="00715E1F"/>
    <w:rsid w:val="007171D4"/>
    <w:rsid w:val="0071791D"/>
    <w:rsid w:val="00717B14"/>
    <w:rsid w:val="0072028B"/>
    <w:rsid w:val="00720530"/>
    <w:rsid w:val="0072111B"/>
    <w:rsid w:val="00721572"/>
    <w:rsid w:val="007215B4"/>
    <w:rsid w:val="0072169D"/>
    <w:rsid w:val="00721948"/>
    <w:rsid w:val="00721B05"/>
    <w:rsid w:val="00722259"/>
    <w:rsid w:val="00722730"/>
    <w:rsid w:val="00722C27"/>
    <w:rsid w:val="00723110"/>
    <w:rsid w:val="0072332A"/>
    <w:rsid w:val="00723365"/>
    <w:rsid w:val="00723793"/>
    <w:rsid w:val="007239B7"/>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63F"/>
    <w:rsid w:val="0072774B"/>
    <w:rsid w:val="00727814"/>
    <w:rsid w:val="00727A94"/>
    <w:rsid w:val="007309F6"/>
    <w:rsid w:val="00730D7A"/>
    <w:rsid w:val="00731166"/>
    <w:rsid w:val="00731414"/>
    <w:rsid w:val="0073178E"/>
    <w:rsid w:val="007319F2"/>
    <w:rsid w:val="00731BD1"/>
    <w:rsid w:val="00731DD7"/>
    <w:rsid w:val="00732526"/>
    <w:rsid w:val="00732576"/>
    <w:rsid w:val="00732A45"/>
    <w:rsid w:val="00732ED3"/>
    <w:rsid w:val="0073320A"/>
    <w:rsid w:val="00733220"/>
    <w:rsid w:val="0073333D"/>
    <w:rsid w:val="00733500"/>
    <w:rsid w:val="00733B08"/>
    <w:rsid w:val="00734322"/>
    <w:rsid w:val="007345F0"/>
    <w:rsid w:val="00734980"/>
    <w:rsid w:val="007349F1"/>
    <w:rsid w:val="00734AAC"/>
    <w:rsid w:val="00734CB1"/>
    <w:rsid w:val="00735980"/>
    <w:rsid w:val="00735A08"/>
    <w:rsid w:val="00735BAE"/>
    <w:rsid w:val="0073616B"/>
    <w:rsid w:val="0073618D"/>
    <w:rsid w:val="00736238"/>
    <w:rsid w:val="007368DF"/>
    <w:rsid w:val="0073713A"/>
    <w:rsid w:val="00737226"/>
    <w:rsid w:val="007375FD"/>
    <w:rsid w:val="00737C0B"/>
    <w:rsid w:val="00737D95"/>
    <w:rsid w:val="00737DF2"/>
    <w:rsid w:val="00740472"/>
    <w:rsid w:val="007406DB"/>
    <w:rsid w:val="0074074C"/>
    <w:rsid w:val="007409AB"/>
    <w:rsid w:val="0074198F"/>
    <w:rsid w:val="00741EBF"/>
    <w:rsid w:val="007420AC"/>
    <w:rsid w:val="0074242F"/>
    <w:rsid w:val="00742559"/>
    <w:rsid w:val="007425C5"/>
    <w:rsid w:val="00742767"/>
    <w:rsid w:val="00742CF1"/>
    <w:rsid w:val="00743349"/>
    <w:rsid w:val="00743404"/>
    <w:rsid w:val="007434FD"/>
    <w:rsid w:val="0074395A"/>
    <w:rsid w:val="00743AA4"/>
    <w:rsid w:val="00743BAB"/>
    <w:rsid w:val="00743CDB"/>
    <w:rsid w:val="007440BB"/>
    <w:rsid w:val="007441DD"/>
    <w:rsid w:val="0074479C"/>
    <w:rsid w:val="00744B50"/>
    <w:rsid w:val="00744EC9"/>
    <w:rsid w:val="00744FE2"/>
    <w:rsid w:val="00745B01"/>
    <w:rsid w:val="00745FAA"/>
    <w:rsid w:val="007460AC"/>
    <w:rsid w:val="007463E9"/>
    <w:rsid w:val="007465A8"/>
    <w:rsid w:val="00746818"/>
    <w:rsid w:val="00746833"/>
    <w:rsid w:val="00746AA3"/>
    <w:rsid w:val="00746C96"/>
    <w:rsid w:val="00746E2D"/>
    <w:rsid w:val="00747423"/>
    <w:rsid w:val="00747CD0"/>
    <w:rsid w:val="00747F63"/>
    <w:rsid w:val="00750282"/>
    <w:rsid w:val="00750564"/>
    <w:rsid w:val="00750756"/>
    <w:rsid w:val="00750A9C"/>
    <w:rsid w:val="00750E70"/>
    <w:rsid w:val="007515D0"/>
    <w:rsid w:val="007516D1"/>
    <w:rsid w:val="00751B02"/>
    <w:rsid w:val="00752299"/>
    <w:rsid w:val="007522A3"/>
    <w:rsid w:val="00752B56"/>
    <w:rsid w:val="00752CDC"/>
    <w:rsid w:val="007537F7"/>
    <w:rsid w:val="007549A7"/>
    <w:rsid w:val="00754B2E"/>
    <w:rsid w:val="007551AF"/>
    <w:rsid w:val="00755612"/>
    <w:rsid w:val="00755635"/>
    <w:rsid w:val="0075572B"/>
    <w:rsid w:val="007557C0"/>
    <w:rsid w:val="00755A32"/>
    <w:rsid w:val="00755CFD"/>
    <w:rsid w:val="00755D12"/>
    <w:rsid w:val="00755ECE"/>
    <w:rsid w:val="0075603F"/>
    <w:rsid w:val="0075604E"/>
    <w:rsid w:val="00756217"/>
    <w:rsid w:val="0075658D"/>
    <w:rsid w:val="00756F56"/>
    <w:rsid w:val="007574C6"/>
    <w:rsid w:val="007601E6"/>
    <w:rsid w:val="00760403"/>
    <w:rsid w:val="00760822"/>
    <w:rsid w:val="00760906"/>
    <w:rsid w:val="00760EC2"/>
    <w:rsid w:val="00760F20"/>
    <w:rsid w:val="007614C4"/>
    <w:rsid w:val="007617C5"/>
    <w:rsid w:val="00761DF0"/>
    <w:rsid w:val="0076269B"/>
    <w:rsid w:val="00762854"/>
    <w:rsid w:val="00762A97"/>
    <w:rsid w:val="007631CD"/>
    <w:rsid w:val="007635FB"/>
    <w:rsid w:val="00763C1A"/>
    <w:rsid w:val="0076466E"/>
    <w:rsid w:val="00764C3B"/>
    <w:rsid w:val="00764CA6"/>
    <w:rsid w:val="00764DCD"/>
    <w:rsid w:val="0076501D"/>
    <w:rsid w:val="007659A8"/>
    <w:rsid w:val="00765C2A"/>
    <w:rsid w:val="00765C41"/>
    <w:rsid w:val="00766381"/>
    <w:rsid w:val="007663DA"/>
    <w:rsid w:val="00766CC5"/>
    <w:rsid w:val="00767548"/>
    <w:rsid w:val="00767640"/>
    <w:rsid w:val="007677DB"/>
    <w:rsid w:val="007678E5"/>
    <w:rsid w:val="00767C7C"/>
    <w:rsid w:val="00767D42"/>
    <w:rsid w:val="00767F14"/>
    <w:rsid w:val="00770291"/>
    <w:rsid w:val="00770B2D"/>
    <w:rsid w:val="007710C2"/>
    <w:rsid w:val="00771B55"/>
    <w:rsid w:val="00772062"/>
    <w:rsid w:val="00772246"/>
    <w:rsid w:val="00772604"/>
    <w:rsid w:val="00772E2B"/>
    <w:rsid w:val="00772F33"/>
    <w:rsid w:val="00773449"/>
    <w:rsid w:val="00773496"/>
    <w:rsid w:val="0077394D"/>
    <w:rsid w:val="00773BDA"/>
    <w:rsid w:val="007744C6"/>
    <w:rsid w:val="00774552"/>
    <w:rsid w:val="00774775"/>
    <w:rsid w:val="007749EE"/>
    <w:rsid w:val="00775301"/>
    <w:rsid w:val="007754F9"/>
    <w:rsid w:val="0077565E"/>
    <w:rsid w:val="00775F9A"/>
    <w:rsid w:val="0077615F"/>
    <w:rsid w:val="0077625A"/>
    <w:rsid w:val="007766A1"/>
    <w:rsid w:val="00776FE5"/>
    <w:rsid w:val="007770B3"/>
    <w:rsid w:val="00777178"/>
    <w:rsid w:val="007773C1"/>
    <w:rsid w:val="00777FE0"/>
    <w:rsid w:val="007802D2"/>
    <w:rsid w:val="007809AA"/>
    <w:rsid w:val="00780BC9"/>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28B"/>
    <w:rsid w:val="007854BF"/>
    <w:rsid w:val="00785AC7"/>
    <w:rsid w:val="00785AF7"/>
    <w:rsid w:val="0078694E"/>
    <w:rsid w:val="00786A5C"/>
    <w:rsid w:val="00786BBB"/>
    <w:rsid w:val="00786EF7"/>
    <w:rsid w:val="00786FED"/>
    <w:rsid w:val="00787225"/>
    <w:rsid w:val="00787313"/>
    <w:rsid w:val="00787901"/>
    <w:rsid w:val="00787C31"/>
    <w:rsid w:val="00787C58"/>
    <w:rsid w:val="00787EF0"/>
    <w:rsid w:val="0079011D"/>
    <w:rsid w:val="007901C2"/>
    <w:rsid w:val="0079043D"/>
    <w:rsid w:val="007907AC"/>
    <w:rsid w:val="0079103D"/>
    <w:rsid w:val="0079126D"/>
    <w:rsid w:val="007915CD"/>
    <w:rsid w:val="00791988"/>
    <w:rsid w:val="00791D14"/>
    <w:rsid w:val="0079246F"/>
    <w:rsid w:val="00792DFD"/>
    <w:rsid w:val="00793007"/>
    <w:rsid w:val="00793270"/>
    <w:rsid w:val="007933E5"/>
    <w:rsid w:val="007939A8"/>
    <w:rsid w:val="00793E43"/>
    <w:rsid w:val="00794F5B"/>
    <w:rsid w:val="00795153"/>
    <w:rsid w:val="00795718"/>
    <w:rsid w:val="00795B98"/>
    <w:rsid w:val="00796B52"/>
    <w:rsid w:val="00796B73"/>
    <w:rsid w:val="00796DC3"/>
    <w:rsid w:val="00797F18"/>
    <w:rsid w:val="00797FB9"/>
    <w:rsid w:val="007A088C"/>
    <w:rsid w:val="007A0F55"/>
    <w:rsid w:val="007A1385"/>
    <w:rsid w:val="007A1579"/>
    <w:rsid w:val="007A16B3"/>
    <w:rsid w:val="007A1738"/>
    <w:rsid w:val="007A1A4B"/>
    <w:rsid w:val="007A2AC7"/>
    <w:rsid w:val="007A3241"/>
    <w:rsid w:val="007A35BC"/>
    <w:rsid w:val="007A3C31"/>
    <w:rsid w:val="007A405D"/>
    <w:rsid w:val="007A4131"/>
    <w:rsid w:val="007A4D73"/>
    <w:rsid w:val="007A51A2"/>
    <w:rsid w:val="007A609A"/>
    <w:rsid w:val="007A69CF"/>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5F02"/>
    <w:rsid w:val="007B62F4"/>
    <w:rsid w:val="007B64BF"/>
    <w:rsid w:val="007B658F"/>
    <w:rsid w:val="007B666A"/>
    <w:rsid w:val="007B6953"/>
    <w:rsid w:val="007B6D17"/>
    <w:rsid w:val="007B6E4E"/>
    <w:rsid w:val="007B7D81"/>
    <w:rsid w:val="007B7EFD"/>
    <w:rsid w:val="007C0466"/>
    <w:rsid w:val="007C0974"/>
    <w:rsid w:val="007C0F7B"/>
    <w:rsid w:val="007C1373"/>
    <w:rsid w:val="007C1830"/>
    <w:rsid w:val="007C1959"/>
    <w:rsid w:val="007C1F92"/>
    <w:rsid w:val="007C2772"/>
    <w:rsid w:val="007C27FA"/>
    <w:rsid w:val="007C2C7A"/>
    <w:rsid w:val="007C37D6"/>
    <w:rsid w:val="007C3888"/>
    <w:rsid w:val="007C3B2A"/>
    <w:rsid w:val="007C3C41"/>
    <w:rsid w:val="007C3C4B"/>
    <w:rsid w:val="007C4167"/>
    <w:rsid w:val="007C41B5"/>
    <w:rsid w:val="007C4688"/>
    <w:rsid w:val="007C4772"/>
    <w:rsid w:val="007C4985"/>
    <w:rsid w:val="007C4A63"/>
    <w:rsid w:val="007C4ADD"/>
    <w:rsid w:val="007C52C1"/>
    <w:rsid w:val="007C541F"/>
    <w:rsid w:val="007C63C5"/>
    <w:rsid w:val="007C680D"/>
    <w:rsid w:val="007C6C1A"/>
    <w:rsid w:val="007C6CC2"/>
    <w:rsid w:val="007C6DE1"/>
    <w:rsid w:val="007C6E60"/>
    <w:rsid w:val="007C7021"/>
    <w:rsid w:val="007C78B6"/>
    <w:rsid w:val="007C7A98"/>
    <w:rsid w:val="007D0214"/>
    <w:rsid w:val="007D0F70"/>
    <w:rsid w:val="007D1235"/>
    <w:rsid w:val="007D1C32"/>
    <w:rsid w:val="007D241E"/>
    <w:rsid w:val="007D2F42"/>
    <w:rsid w:val="007D3038"/>
    <w:rsid w:val="007D36E0"/>
    <w:rsid w:val="007D3A85"/>
    <w:rsid w:val="007D3FD8"/>
    <w:rsid w:val="007D4457"/>
    <w:rsid w:val="007D49AE"/>
    <w:rsid w:val="007D49FD"/>
    <w:rsid w:val="007D4B84"/>
    <w:rsid w:val="007D52F8"/>
    <w:rsid w:val="007D5AD0"/>
    <w:rsid w:val="007D5C82"/>
    <w:rsid w:val="007D5E7F"/>
    <w:rsid w:val="007D5F7C"/>
    <w:rsid w:val="007D6123"/>
    <w:rsid w:val="007D6670"/>
    <w:rsid w:val="007D68F3"/>
    <w:rsid w:val="007D6A2D"/>
    <w:rsid w:val="007D6AD5"/>
    <w:rsid w:val="007D6FAB"/>
    <w:rsid w:val="007D7172"/>
    <w:rsid w:val="007D7311"/>
    <w:rsid w:val="007D73F9"/>
    <w:rsid w:val="007D7B9E"/>
    <w:rsid w:val="007D7D10"/>
    <w:rsid w:val="007E0013"/>
    <w:rsid w:val="007E008D"/>
    <w:rsid w:val="007E015B"/>
    <w:rsid w:val="007E01F8"/>
    <w:rsid w:val="007E07E1"/>
    <w:rsid w:val="007E0848"/>
    <w:rsid w:val="007E0885"/>
    <w:rsid w:val="007E0908"/>
    <w:rsid w:val="007E11A9"/>
    <w:rsid w:val="007E11DD"/>
    <w:rsid w:val="007E14D2"/>
    <w:rsid w:val="007E17DE"/>
    <w:rsid w:val="007E2684"/>
    <w:rsid w:val="007E2E12"/>
    <w:rsid w:val="007E2E7D"/>
    <w:rsid w:val="007E2EA7"/>
    <w:rsid w:val="007E2FC3"/>
    <w:rsid w:val="007E3497"/>
    <w:rsid w:val="007E35D5"/>
    <w:rsid w:val="007E3CCE"/>
    <w:rsid w:val="007E3D90"/>
    <w:rsid w:val="007E4372"/>
    <w:rsid w:val="007E4863"/>
    <w:rsid w:val="007E48B8"/>
    <w:rsid w:val="007E49A7"/>
    <w:rsid w:val="007E505F"/>
    <w:rsid w:val="007E56F2"/>
    <w:rsid w:val="007E57D5"/>
    <w:rsid w:val="007E5D85"/>
    <w:rsid w:val="007E5F3E"/>
    <w:rsid w:val="007E66D4"/>
    <w:rsid w:val="007E6806"/>
    <w:rsid w:val="007E6A35"/>
    <w:rsid w:val="007E6BD1"/>
    <w:rsid w:val="007E725C"/>
    <w:rsid w:val="007E72B6"/>
    <w:rsid w:val="007E752E"/>
    <w:rsid w:val="007E776F"/>
    <w:rsid w:val="007E7A86"/>
    <w:rsid w:val="007E7DAA"/>
    <w:rsid w:val="007E7DB0"/>
    <w:rsid w:val="007E7F5C"/>
    <w:rsid w:val="007F063F"/>
    <w:rsid w:val="007F0D2F"/>
    <w:rsid w:val="007F0DBD"/>
    <w:rsid w:val="007F15CE"/>
    <w:rsid w:val="007F2531"/>
    <w:rsid w:val="007F25A1"/>
    <w:rsid w:val="007F2C12"/>
    <w:rsid w:val="007F2FEB"/>
    <w:rsid w:val="007F3AFE"/>
    <w:rsid w:val="007F3EF8"/>
    <w:rsid w:val="007F3F49"/>
    <w:rsid w:val="007F3F91"/>
    <w:rsid w:val="007F3FA3"/>
    <w:rsid w:val="007F4721"/>
    <w:rsid w:val="007F47DF"/>
    <w:rsid w:val="007F492B"/>
    <w:rsid w:val="007F5606"/>
    <w:rsid w:val="007F5881"/>
    <w:rsid w:val="007F5C72"/>
    <w:rsid w:val="007F5ED7"/>
    <w:rsid w:val="007F5F63"/>
    <w:rsid w:val="007F6037"/>
    <w:rsid w:val="007F678E"/>
    <w:rsid w:val="007F6D01"/>
    <w:rsid w:val="007F6D1B"/>
    <w:rsid w:val="007F7260"/>
    <w:rsid w:val="007F76EE"/>
    <w:rsid w:val="007F7920"/>
    <w:rsid w:val="007F7B3D"/>
    <w:rsid w:val="007F7C4B"/>
    <w:rsid w:val="0080060A"/>
    <w:rsid w:val="00800691"/>
    <w:rsid w:val="0080069F"/>
    <w:rsid w:val="008010AE"/>
    <w:rsid w:val="008010F0"/>
    <w:rsid w:val="00801163"/>
    <w:rsid w:val="008012E1"/>
    <w:rsid w:val="008015A5"/>
    <w:rsid w:val="008015F0"/>
    <w:rsid w:val="00801602"/>
    <w:rsid w:val="00801671"/>
    <w:rsid w:val="00802083"/>
    <w:rsid w:val="008024FC"/>
    <w:rsid w:val="008025F8"/>
    <w:rsid w:val="008027D3"/>
    <w:rsid w:val="00802C30"/>
    <w:rsid w:val="00802E04"/>
    <w:rsid w:val="0080311A"/>
    <w:rsid w:val="00803223"/>
    <w:rsid w:val="0080369D"/>
    <w:rsid w:val="0080385B"/>
    <w:rsid w:val="00803911"/>
    <w:rsid w:val="00803DC8"/>
    <w:rsid w:val="00803F80"/>
    <w:rsid w:val="00804CFD"/>
    <w:rsid w:val="00805535"/>
    <w:rsid w:val="00805E33"/>
    <w:rsid w:val="00805E3A"/>
    <w:rsid w:val="00806A7F"/>
    <w:rsid w:val="00806CFB"/>
    <w:rsid w:val="00806F5A"/>
    <w:rsid w:val="008073C7"/>
    <w:rsid w:val="00807BDF"/>
    <w:rsid w:val="0081044C"/>
    <w:rsid w:val="00810672"/>
    <w:rsid w:val="008106E2"/>
    <w:rsid w:val="008111FF"/>
    <w:rsid w:val="00811313"/>
    <w:rsid w:val="00811DC6"/>
    <w:rsid w:val="00811E77"/>
    <w:rsid w:val="00811F29"/>
    <w:rsid w:val="0081207D"/>
    <w:rsid w:val="0081258C"/>
    <w:rsid w:val="00812FB7"/>
    <w:rsid w:val="00812FDC"/>
    <w:rsid w:val="008134FD"/>
    <w:rsid w:val="008136E4"/>
    <w:rsid w:val="00813A43"/>
    <w:rsid w:val="00813A5F"/>
    <w:rsid w:val="00813F8E"/>
    <w:rsid w:val="008142DE"/>
    <w:rsid w:val="008159D1"/>
    <w:rsid w:val="00815E17"/>
    <w:rsid w:val="00815E2C"/>
    <w:rsid w:val="008160B8"/>
    <w:rsid w:val="0081636F"/>
    <w:rsid w:val="00816379"/>
    <w:rsid w:val="00816C6A"/>
    <w:rsid w:val="00816F44"/>
    <w:rsid w:val="0081731F"/>
    <w:rsid w:val="00817357"/>
    <w:rsid w:val="00817370"/>
    <w:rsid w:val="00817C68"/>
    <w:rsid w:val="00817D53"/>
    <w:rsid w:val="00817F07"/>
    <w:rsid w:val="00817FEC"/>
    <w:rsid w:val="0082048A"/>
    <w:rsid w:val="00820768"/>
    <w:rsid w:val="008207A9"/>
    <w:rsid w:val="00821CF2"/>
    <w:rsid w:val="0082391D"/>
    <w:rsid w:val="00824079"/>
    <w:rsid w:val="008245E6"/>
    <w:rsid w:val="00824C85"/>
    <w:rsid w:val="00825319"/>
    <w:rsid w:val="0082534A"/>
    <w:rsid w:val="00825844"/>
    <w:rsid w:val="00825C7D"/>
    <w:rsid w:val="00825F3F"/>
    <w:rsid w:val="0082624A"/>
    <w:rsid w:val="00826464"/>
    <w:rsid w:val="0082662D"/>
    <w:rsid w:val="008267C2"/>
    <w:rsid w:val="00826F2A"/>
    <w:rsid w:val="008272C4"/>
    <w:rsid w:val="0082760E"/>
    <w:rsid w:val="008313A9"/>
    <w:rsid w:val="00831865"/>
    <w:rsid w:val="00831A9C"/>
    <w:rsid w:val="00831B24"/>
    <w:rsid w:val="00832288"/>
    <w:rsid w:val="0083265A"/>
    <w:rsid w:val="00832EE1"/>
    <w:rsid w:val="008333A5"/>
    <w:rsid w:val="008334E3"/>
    <w:rsid w:val="008336E0"/>
    <w:rsid w:val="00833B04"/>
    <w:rsid w:val="00833E19"/>
    <w:rsid w:val="00834277"/>
    <w:rsid w:val="00834508"/>
    <w:rsid w:val="0083461A"/>
    <w:rsid w:val="008346D4"/>
    <w:rsid w:val="00834750"/>
    <w:rsid w:val="008349AE"/>
    <w:rsid w:val="00834C28"/>
    <w:rsid w:val="00835942"/>
    <w:rsid w:val="00835BB3"/>
    <w:rsid w:val="00836034"/>
    <w:rsid w:val="0083646B"/>
    <w:rsid w:val="0083652D"/>
    <w:rsid w:val="00836541"/>
    <w:rsid w:val="00836553"/>
    <w:rsid w:val="00836847"/>
    <w:rsid w:val="00836889"/>
    <w:rsid w:val="00836C81"/>
    <w:rsid w:val="00836D01"/>
    <w:rsid w:val="00837B22"/>
    <w:rsid w:val="00837C08"/>
    <w:rsid w:val="0084010C"/>
    <w:rsid w:val="0084095C"/>
    <w:rsid w:val="008409CC"/>
    <w:rsid w:val="00840A1F"/>
    <w:rsid w:val="00841504"/>
    <w:rsid w:val="008415D9"/>
    <w:rsid w:val="00841666"/>
    <w:rsid w:val="00841933"/>
    <w:rsid w:val="00841989"/>
    <w:rsid w:val="00841D58"/>
    <w:rsid w:val="00841DE3"/>
    <w:rsid w:val="00841E6D"/>
    <w:rsid w:val="008422AE"/>
    <w:rsid w:val="008424BD"/>
    <w:rsid w:val="00842BC8"/>
    <w:rsid w:val="00842F8B"/>
    <w:rsid w:val="00843013"/>
    <w:rsid w:val="00843828"/>
    <w:rsid w:val="00843A4F"/>
    <w:rsid w:val="00843B31"/>
    <w:rsid w:val="00843CC1"/>
    <w:rsid w:val="0084408D"/>
    <w:rsid w:val="0084409F"/>
    <w:rsid w:val="008443CC"/>
    <w:rsid w:val="008444A1"/>
    <w:rsid w:val="00844BA7"/>
    <w:rsid w:val="00844E86"/>
    <w:rsid w:val="0084519B"/>
    <w:rsid w:val="008456A2"/>
    <w:rsid w:val="008456C0"/>
    <w:rsid w:val="008458B7"/>
    <w:rsid w:val="0084624B"/>
    <w:rsid w:val="008463C8"/>
    <w:rsid w:val="00846637"/>
    <w:rsid w:val="008466F4"/>
    <w:rsid w:val="008469E9"/>
    <w:rsid w:val="00846A3C"/>
    <w:rsid w:val="00847174"/>
    <w:rsid w:val="0084776E"/>
    <w:rsid w:val="008478C2"/>
    <w:rsid w:val="00847C85"/>
    <w:rsid w:val="00850255"/>
    <w:rsid w:val="00850266"/>
    <w:rsid w:val="00850299"/>
    <w:rsid w:val="00850352"/>
    <w:rsid w:val="008503D5"/>
    <w:rsid w:val="0085046D"/>
    <w:rsid w:val="00850C32"/>
    <w:rsid w:val="00850DBD"/>
    <w:rsid w:val="008512E1"/>
    <w:rsid w:val="008516F4"/>
    <w:rsid w:val="00851A08"/>
    <w:rsid w:val="00851A74"/>
    <w:rsid w:val="008520AC"/>
    <w:rsid w:val="0085241F"/>
    <w:rsid w:val="0085244F"/>
    <w:rsid w:val="008526C1"/>
    <w:rsid w:val="00852A01"/>
    <w:rsid w:val="00852CBA"/>
    <w:rsid w:val="00852D03"/>
    <w:rsid w:val="00852D8E"/>
    <w:rsid w:val="0085319C"/>
    <w:rsid w:val="00853371"/>
    <w:rsid w:val="008534C0"/>
    <w:rsid w:val="008535DB"/>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57F4C"/>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3EFD"/>
    <w:rsid w:val="008644E8"/>
    <w:rsid w:val="0086452E"/>
    <w:rsid w:val="00864878"/>
    <w:rsid w:val="00864CC4"/>
    <w:rsid w:val="00864F1E"/>
    <w:rsid w:val="008650B6"/>
    <w:rsid w:val="00865367"/>
    <w:rsid w:val="0086559B"/>
    <w:rsid w:val="00865923"/>
    <w:rsid w:val="008659D9"/>
    <w:rsid w:val="00866064"/>
    <w:rsid w:val="00866B52"/>
    <w:rsid w:val="0086708C"/>
    <w:rsid w:val="008676B7"/>
    <w:rsid w:val="00867B19"/>
    <w:rsid w:val="00867DC1"/>
    <w:rsid w:val="00870561"/>
    <w:rsid w:val="008705A2"/>
    <w:rsid w:val="00870675"/>
    <w:rsid w:val="0087084C"/>
    <w:rsid w:val="00870A47"/>
    <w:rsid w:val="00870E61"/>
    <w:rsid w:val="008715E8"/>
    <w:rsid w:val="00871700"/>
    <w:rsid w:val="00871B80"/>
    <w:rsid w:val="00871FF8"/>
    <w:rsid w:val="008727EE"/>
    <w:rsid w:val="008729D4"/>
    <w:rsid w:val="00872B9C"/>
    <w:rsid w:val="00872D6E"/>
    <w:rsid w:val="00873211"/>
    <w:rsid w:val="008732A0"/>
    <w:rsid w:val="008733DA"/>
    <w:rsid w:val="00873A02"/>
    <w:rsid w:val="00873B8A"/>
    <w:rsid w:val="00873DF7"/>
    <w:rsid w:val="00873E2E"/>
    <w:rsid w:val="00873EFC"/>
    <w:rsid w:val="00873FC6"/>
    <w:rsid w:val="008741A1"/>
    <w:rsid w:val="0087435B"/>
    <w:rsid w:val="0087576D"/>
    <w:rsid w:val="00875CA7"/>
    <w:rsid w:val="00875DD4"/>
    <w:rsid w:val="0087604D"/>
    <w:rsid w:val="00876233"/>
    <w:rsid w:val="00876679"/>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6B9"/>
    <w:rsid w:val="00882D20"/>
    <w:rsid w:val="008830E0"/>
    <w:rsid w:val="008833DD"/>
    <w:rsid w:val="00883785"/>
    <w:rsid w:val="008839F7"/>
    <w:rsid w:val="00883C8B"/>
    <w:rsid w:val="00883EA6"/>
    <w:rsid w:val="0088418C"/>
    <w:rsid w:val="008848B7"/>
    <w:rsid w:val="008848E2"/>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0F9"/>
    <w:rsid w:val="008905AC"/>
    <w:rsid w:val="0089104E"/>
    <w:rsid w:val="008911E6"/>
    <w:rsid w:val="0089129D"/>
    <w:rsid w:val="008914E0"/>
    <w:rsid w:val="0089177F"/>
    <w:rsid w:val="008919C7"/>
    <w:rsid w:val="00891A6B"/>
    <w:rsid w:val="00891B4E"/>
    <w:rsid w:val="00891C6E"/>
    <w:rsid w:val="008922AD"/>
    <w:rsid w:val="008925FD"/>
    <w:rsid w:val="00892805"/>
    <w:rsid w:val="00892936"/>
    <w:rsid w:val="00892AFA"/>
    <w:rsid w:val="00892D94"/>
    <w:rsid w:val="00893459"/>
    <w:rsid w:val="00893859"/>
    <w:rsid w:val="00893D1A"/>
    <w:rsid w:val="00893F54"/>
    <w:rsid w:val="0089497A"/>
    <w:rsid w:val="00894A0F"/>
    <w:rsid w:val="00894AB9"/>
    <w:rsid w:val="0089513C"/>
    <w:rsid w:val="00895395"/>
    <w:rsid w:val="00895685"/>
    <w:rsid w:val="0089570B"/>
    <w:rsid w:val="00895790"/>
    <w:rsid w:val="008959C1"/>
    <w:rsid w:val="00895B1D"/>
    <w:rsid w:val="00895C82"/>
    <w:rsid w:val="00896288"/>
    <w:rsid w:val="008965DD"/>
    <w:rsid w:val="008968D1"/>
    <w:rsid w:val="00896B51"/>
    <w:rsid w:val="00897565"/>
    <w:rsid w:val="00897954"/>
    <w:rsid w:val="00897B59"/>
    <w:rsid w:val="00897D68"/>
    <w:rsid w:val="00897E42"/>
    <w:rsid w:val="00897F7A"/>
    <w:rsid w:val="00897FAF"/>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3983"/>
    <w:rsid w:val="008B41D7"/>
    <w:rsid w:val="008B4216"/>
    <w:rsid w:val="008B450F"/>
    <w:rsid w:val="008B4C22"/>
    <w:rsid w:val="008B4E09"/>
    <w:rsid w:val="008B4F32"/>
    <w:rsid w:val="008B56B2"/>
    <w:rsid w:val="008B5A81"/>
    <w:rsid w:val="008B609A"/>
    <w:rsid w:val="008B64C0"/>
    <w:rsid w:val="008B662B"/>
    <w:rsid w:val="008B6831"/>
    <w:rsid w:val="008B6873"/>
    <w:rsid w:val="008B739E"/>
    <w:rsid w:val="008B7510"/>
    <w:rsid w:val="008B78C5"/>
    <w:rsid w:val="008B78E3"/>
    <w:rsid w:val="008B7C6B"/>
    <w:rsid w:val="008B7CE4"/>
    <w:rsid w:val="008C012E"/>
    <w:rsid w:val="008C01BB"/>
    <w:rsid w:val="008C0C6E"/>
    <w:rsid w:val="008C0E50"/>
    <w:rsid w:val="008C11EB"/>
    <w:rsid w:val="008C13B3"/>
    <w:rsid w:val="008C1511"/>
    <w:rsid w:val="008C16D9"/>
    <w:rsid w:val="008C17AB"/>
    <w:rsid w:val="008C192B"/>
    <w:rsid w:val="008C1A69"/>
    <w:rsid w:val="008C1AA8"/>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4D73"/>
    <w:rsid w:val="008C570B"/>
    <w:rsid w:val="008C5D8E"/>
    <w:rsid w:val="008C5E67"/>
    <w:rsid w:val="008C6408"/>
    <w:rsid w:val="008C6683"/>
    <w:rsid w:val="008C66E0"/>
    <w:rsid w:val="008C6B02"/>
    <w:rsid w:val="008C72B6"/>
    <w:rsid w:val="008C773E"/>
    <w:rsid w:val="008C7747"/>
    <w:rsid w:val="008C77FB"/>
    <w:rsid w:val="008D0086"/>
    <w:rsid w:val="008D01A5"/>
    <w:rsid w:val="008D0479"/>
    <w:rsid w:val="008D04D1"/>
    <w:rsid w:val="008D064B"/>
    <w:rsid w:val="008D08F7"/>
    <w:rsid w:val="008D1097"/>
    <w:rsid w:val="008D13CC"/>
    <w:rsid w:val="008D1435"/>
    <w:rsid w:val="008D1437"/>
    <w:rsid w:val="008D1712"/>
    <w:rsid w:val="008D1B0C"/>
    <w:rsid w:val="008D1D53"/>
    <w:rsid w:val="008D1F7C"/>
    <w:rsid w:val="008D313A"/>
    <w:rsid w:val="008D3530"/>
    <w:rsid w:val="008D3656"/>
    <w:rsid w:val="008D3CB4"/>
    <w:rsid w:val="008D3E34"/>
    <w:rsid w:val="008D3F08"/>
    <w:rsid w:val="008D418C"/>
    <w:rsid w:val="008D42DF"/>
    <w:rsid w:val="008D46A5"/>
    <w:rsid w:val="008D4A78"/>
    <w:rsid w:val="008D4B5D"/>
    <w:rsid w:val="008D4DDC"/>
    <w:rsid w:val="008D5384"/>
    <w:rsid w:val="008D5549"/>
    <w:rsid w:val="008D6D67"/>
    <w:rsid w:val="008D6E58"/>
    <w:rsid w:val="008D751A"/>
    <w:rsid w:val="008D7539"/>
    <w:rsid w:val="008D7732"/>
    <w:rsid w:val="008D7856"/>
    <w:rsid w:val="008D7A6B"/>
    <w:rsid w:val="008E095F"/>
    <w:rsid w:val="008E0A25"/>
    <w:rsid w:val="008E1017"/>
    <w:rsid w:val="008E10AF"/>
    <w:rsid w:val="008E1160"/>
    <w:rsid w:val="008E11C6"/>
    <w:rsid w:val="008E1551"/>
    <w:rsid w:val="008E19B1"/>
    <w:rsid w:val="008E1F71"/>
    <w:rsid w:val="008E22F1"/>
    <w:rsid w:val="008E2323"/>
    <w:rsid w:val="008E237F"/>
    <w:rsid w:val="008E24B3"/>
    <w:rsid w:val="008E25F8"/>
    <w:rsid w:val="008E2B0D"/>
    <w:rsid w:val="008E2D60"/>
    <w:rsid w:val="008E32A5"/>
    <w:rsid w:val="008E371F"/>
    <w:rsid w:val="008E3854"/>
    <w:rsid w:val="008E3DFA"/>
    <w:rsid w:val="008E5796"/>
    <w:rsid w:val="008E5934"/>
    <w:rsid w:val="008E5AE6"/>
    <w:rsid w:val="008E6435"/>
    <w:rsid w:val="008E64A8"/>
    <w:rsid w:val="008E669B"/>
    <w:rsid w:val="008E6A8A"/>
    <w:rsid w:val="008E6E8A"/>
    <w:rsid w:val="008E7F18"/>
    <w:rsid w:val="008F02AE"/>
    <w:rsid w:val="008F0697"/>
    <w:rsid w:val="008F0FE2"/>
    <w:rsid w:val="008F13E4"/>
    <w:rsid w:val="008F1BEA"/>
    <w:rsid w:val="008F26A1"/>
    <w:rsid w:val="008F2999"/>
    <w:rsid w:val="008F2A41"/>
    <w:rsid w:val="008F2A7D"/>
    <w:rsid w:val="008F2FE1"/>
    <w:rsid w:val="008F3819"/>
    <w:rsid w:val="008F3B9D"/>
    <w:rsid w:val="008F3F39"/>
    <w:rsid w:val="008F4046"/>
    <w:rsid w:val="008F41A8"/>
    <w:rsid w:val="008F425A"/>
    <w:rsid w:val="008F46CA"/>
    <w:rsid w:val="008F52FA"/>
    <w:rsid w:val="008F535F"/>
    <w:rsid w:val="008F54D2"/>
    <w:rsid w:val="008F5610"/>
    <w:rsid w:val="008F59BE"/>
    <w:rsid w:val="008F5DCF"/>
    <w:rsid w:val="008F6185"/>
    <w:rsid w:val="008F6ED7"/>
    <w:rsid w:val="008F71B3"/>
    <w:rsid w:val="008F766B"/>
    <w:rsid w:val="008F7BB2"/>
    <w:rsid w:val="008F7C14"/>
    <w:rsid w:val="0090009E"/>
    <w:rsid w:val="0090073A"/>
    <w:rsid w:val="00900BF1"/>
    <w:rsid w:val="00900EBE"/>
    <w:rsid w:val="00901138"/>
    <w:rsid w:val="009011A5"/>
    <w:rsid w:val="00901373"/>
    <w:rsid w:val="00901709"/>
    <w:rsid w:val="00901B0D"/>
    <w:rsid w:val="00901FB3"/>
    <w:rsid w:val="00901FE6"/>
    <w:rsid w:val="00902575"/>
    <w:rsid w:val="00902609"/>
    <w:rsid w:val="009028C9"/>
    <w:rsid w:val="0090297D"/>
    <w:rsid w:val="00902BB3"/>
    <w:rsid w:val="00902D13"/>
    <w:rsid w:val="0090327F"/>
    <w:rsid w:val="00903378"/>
    <w:rsid w:val="00903B50"/>
    <w:rsid w:val="00904304"/>
    <w:rsid w:val="00904565"/>
    <w:rsid w:val="009045BE"/>
    <w:rsid w:val="00904ED3"/>
    <w:rsid w:val="00905412"/>
    <w:rsid w:val="0090558D"/>
    <w:rsid w:val="009056F4"/>
    <w:rsid w:val="00905766"/>
    <w:rsid w:val="00905C14"/>
    <w:rsid w:val="00905D11"/>
    <w:rsid w:val="0090629D"/>
    <w:rsid w:val="00906C96"/>
    <w:rsid w:val="00906D50"/>
    <w:rsid w:val="00907A9D"/>
    <w:rsid w:val="00907B8D"/>
    <w:rsid w:val="00907E00"/>
    <w:rsid w:val="00910494"/>
    <w:rsid w:val="00910AEB"/>
    <w:rsid w:val="009113CA"/>
    <w:rsid w:val="00911D04"/>
    <w:rsid w:val="00911D96"/>
    <w:rsid w:val="00912401"/>
    <w:rsid w:val="00913111"/>
    <w:rsid w:val="00913168"/>
    <w:rsid w:val="009133D0"/>
    <w:rsid w:val="00913905"/>
    <w:rsid w:val="00913E4E"/>
    <w:rsid w:val="009143EC"/>
    <w:rsid w:val="00915087"/>
    <w:rsid w:val="009156A5"/>
    <w:rsid w:val="00915958"/>
    <w:rsid w:val="00916107"/>
    <w:rsid w:val="00916253"/>
    <w:rsid w:val="00917B72"/>
    <w:rsid w:val="00920019"/>
    <w:rsid w:val="009201FF"/>
    <w:rsid w:val="00920709"/>
    <w:rsid w:val="009208CD"/>
    <w:rsid w:val="009209E7"/>
    <w:rsid w:val="00920D85"/>
    <w:rsid w:val="00920FCE"/>
    <w:rsid w:val="00921048"/>
    <w:rsid w:val="00921481"/>
    <w:rsid w:val="00921556"/>
    <w:rsid w:val="009217E6"/>
    <w:rsid w:val="00921A62"/>
    <w:rsid w:val="00921E01"/>
    <w:rsid w:val="00922687"/>
    <w:rsid w:val="00922806"/>
    <w:rsid w:val="00922A83"/>
    <w:rsid w:val="009235EB"/>
    <w:rsid w:val="00923977"/>
    <w:rsid w:val="00923A87"/>
    <w:rsid w:val="00923C42"/>
    <w:rsid w:val="009241ED"/>
    <w:rsid w:val="009245A9"/>
    <w:rsid w:val="00924980"/>
    <w:rsid w:val="00924C2B"/>
    <w:rsid w:val="009251D2"/>
    <w:rsid w:val="009256D0"/>
    <w:rsid w:val="00925E4B"/>
    <w:rsid w:val="00925E54"/>
    <w:rsid w:val="00925E5B"/>
    <w:rsid w:val="009265FA"/>
    <w:rsid w:val="009266EC"/>
    <w:rsid w:val="00926EEF"/>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EBB"/>
    <w:rsid w:val="00934F0C"/>
    <w:rsid w:val="009353EC"/>
    <w:rsid w:val="009354A9"/>
    <w:rsid w:val="009357CF"/>
    <w:rsid w:val="00935891"/>
    <w:rsid w:val="0093687E"/>
    <w:rsid w:val="009368D9"/>
    <w:rsid w:val="00936E46"/>
    <w:rsid w:val="009372C6"/>
    <w:rsid w:val="009402DC"/>
    <w:rsid w:val="009407E9"/>
    <w:rsid w:val="00940ABB"/>
    <w:rsid w:val="00940AFD"/>
    <w:rsid w:val="00940B46"/>
    <w:rsid w:val="00940E80"/>
    <w:rsid w:val="009412E2"/>
    <w:rsid w:val="00941308"/>
    <w:rsid w:val="0094155A"/>
    <w:rsid w:val="009419EB"/>
    <w:rsid w:val="00941DE1"/>
    <w:rsid w:val="0094211A"/>
    <w:rsid w:val="009425A3"/>
    <w:rsid w:val="009429A4"/>
    <w:rsid w:val="009430A4"/>
    <w:rsid w:val="009430C4"/>
    <w:rsid w:val="00943475"/>
    <w:rsid w:val="0094388F"/>
    <w:rsid w:val="00943E44"/>
    <w:rsid w:val="00943F69"/>
    <w:rsid w:val="00944138"/>
    <w:rsid w:val="009445A2"/>
    <w:rsid w:val="009445B5"/>
    <w:rsid w:val="009447CB"/>
    <w:rsid w:val="00944C23"/>
    <w:rsid w:val="00944E75"/>
    <w:rsid w:val="009452AF"/>
    <w:rsid w:val="009453CC"/>
    <w:rsid w:val="00945546"/>
    <w:rsid w:val="00945794"/>
    <w:rsid w:val="00945807"/>
    <w:rsid w:val="00945CE6"/>
    <w:rsid w:val="00945E51"/>
    <w:rsid w:val="00945F27"/>
    <w:rsid w:val="009464C3"/>
    <w:rsid w:val="009464C9"/>
    <w:rsid w:val="0094678C"/>
    <w:rsid w:val="0094742E"/>
    <w:rsid w:val="0094792B"/>
    <w:rsid w:val="00947A59"/>
    <w:rsid w:val="00947AD0"/>
    <w:rsid w:val="00947C88"/>
    <w:rsid w:val="009507DF"/>
    <w:rsid w:val="00950D33"/>
    <w:rsid w:val="009510DC"/>
    <w:rsid w:val="0095144C"/>
    <w:rsid w:val="00951762"/>
    <w:rsid w:val="00951F82"/>
    <w:rsid w:val="0095308D"/>
    <w:rsid w:val="009540FF"/>
    <w:rsid w:val="009542BB"/>
    <w:rsid w:val="0095470B"/>
    <w:rsid w:val="00954CD1"/>
    <w:rsid w:val="0095522F"/>
    <w:rsid w:val="00955655"/>
    <w:rsid w:val="00955B24"/>
    <w:rsid w:val="00955D4E"/>
    <w:rsid w:val="00955E61"/>
    <w:rsid w:val="009561CD"/>
    <w:rsid w:val="009569A1"/>
    <w:rsid w:val="009569C5"/>
    <w:rsid w:val="0095714A"/>
    <w:rsid w:val="00957472"/>
    <w:rsid w:val="00957EC4"/>
    <w:rsid w:val="00957F2A"/>
    <w:rsid w:val="0096026A"/>
    <w:rsid w:val="00960863"/>
    <w:rsid w:val="00960B50"/>
    <w:rsid w:val="00960DCF"/>
    <w:rsid w:val="00961872"/>
    <w:rsid w:val="009619A3"/>
    <w:rsid w:val="00961CF6"/>
    <w:rsid w:val="00962179"/>
    <w:rsid w:val="00962BE5"/>
    <w:rsid w:val="00962E91"/>
    <w:rsid w:val="00963981"/>
    <w:rsid w:val="00963DCD"/>
    <w:rsid w:val="009643EE"/>
    <w:rsid w:val="00964AC7"/>
    <w:rsid w:val="00964DA4"/>
    <w:rsid w:val="00965464"/>
    <w:rsid w:val="009663F5"/>
    <w:rsid w:val="00966691"/>
    <w:rsid w:val="00966BBC"/>
    <w:rsid w:val="00967005"/>
    <w:rsid w:val="00967139"/>
    <w:rsid w:val="0096727C"/>
    <w:rsid w:val="009679A7"/>
    <w:rsid w:val="00967DDB"/>
    <w:rsid w:val="0097000B"/>
    <w:rsid w:val="00970018"/>
    <w:rsid w:val="009707C4"/>
    <w:rsid w:val="009708A4"/>
    <w:rsid w:val="00970A16"/>
    <w:rsid w:val="00970AAE"/>
    <w:rsid w:val="00971042"/>
    <w:rsid w:val="009713E5"/>
    <w:rsid w:val="009717B6"/>
    <w:rsid w:val="00971915"/>
    <w:rsid w:val="00971B35"/>
    <w:rsid w:val="009724DA"/>
    <w:rsid w:val="00972B18"/>
    <w:rsid w:val="00973369"/>
    <w:rsid w:val="00973EB5"/>
    <w:rsid w:val="00974329"/>
    <w:rsid w:val="00974845"/>
    <w:rsid w:val="00974A7C"/>
    <w:rsid w:val="00974B18"/>
    <w:rsid w:val="00974E56"/>
    <w:rsid w:val="00975050"/>
    <w:rsid w:val="00975421"/>
    <w:rsid w:val="00976A61"/>
    <w:rsid w:val="00977271"/>
    <w:rsid w:val="009776EC"/>
    <w:rsid w:val="00977A6B"/>
    <w:rsid w:val="00977DDE"/>
    <w:rsid w:val="00977F14"/>
    <w:rsid w:val="0098017D"/>
    <w:rsid w:val="009801C2"/>
    <w:rsid w:val="0098056A"/>
    <w:rsid w:val="00980B44"/>
    <w:rsid w:val="00980F6D"/>
    <w:rsid w:val="009814C9"/>
    <w:rsid w:val="00981953"/>
    <w:rsid w:val="00981B20"/>
    <w:rsid w:val="00981BDE"/>
    <w:rsid w:val="0098210C"/>
    <w:rsid w:val="009828BA"/>
    <w:rsid w:val="009828EC"/>
    <w:rsid w:val="00982D73"/>
    <w:rsid w:val="0098325C"/>
    <w:rsid w:val="00983894"/>
    <w:rsid w:val="00983D0A"/>
    <w:rsid w:val="0098478A"/>
    <w:rsid w:val="00984C48"/>
    <w:rsid w:val="00984D41"/>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8B5"/>
    <w:rsid w:val="00987BB6"/>
    <w:rsid w:val="0099062F"/>
    <w:rsid w:val="00990BEE"/>
    <w:rsid w:val="00990DAC"/>
    <w:rsid w:val="0099140F"/>
    <w:rsid w:val="009915BD"/>
    <w:rsid w:val="009919A7"/>
    <w:rsid w:val="00991AD0"/>
    <w:rsid w:val="00991F3F"/>
    <w:rsid w:val="00991F72"/>
    <w:rsid w:val="0099259A"/>
    <w:rsid w:val="009929AE"/>
    <w:rsid w:val="00992B6A"/>
    <w:rsid w:val="00993244"/>
    <w:rsid w:val="00993439"/>
    <w:rsid w:val="00993609"/>
    <w:rsid w:val="009936AB"/>
    <w:rsid w:val="00993DBF"/>
    <w:rsid w:val="00993DEF"/>
    <w:rsid w:val="00993DF9"/>
    <w:rsid w:val="00994196"/>
    <w:rsid w:val="009946B7"/>
    <w:rsid w:val="00994FBB"/>
    <w:rsid w:val="00995882"/>
    <w:rsid w:val="00995B80"/>
    <w:rsid w:val="00996606"/>
    <w:rsid w:val="009968C7"/>
    <w:rsid w:val="009969D5"/>
    <w:rsid w:val="009969EA"/>
    <w:rsid w:val="00996BA1"/>
    <w:rsid w:val="00996BBC"/>
    <w:rsid w:val="00996D10"/>
    <w:rsid w:val="00996D74"/>
    <w:rsid w:val="00996F2C"/>
    <w:rsid w:val="00997A9F"/>
    <w:rsid w:val="009A0731"/>
    <w:rsid w:val="009A09E4"/>
    <w:rsid w:val="009A1122"/>
    <w:rsid w:val="009A13AB"/>
    <w:rsid w:val="009A16E7"/>
    <w:rsid w:val="009A1AE9"/>
    <w:rsid w:val="009A1FAA"/>
    <w:rsid w:val="009A2128"/>
    <w:rsid w:val="009A2752"/>
    <w:rsid w:val="009A2B9F"/>
    <w:rsid w:val="009A4624"/>
    <w:rsid w:val="009A46F9"/>
    <w:rsid w:val="009A4BBC"/>
    <w:rsid w:val="009A4FF4"/>
    <w:rsid w:val="009A6726"/>
    <w:rsid w:val="009A682F"/>
    <w:rsid w:val="009A6A43"/>
    <w:rsid w:val="009A75F9"/>
    <w:rsid w:val="009A7812"/>
    <w:rsid w:val="009A78CA"/>
    <w:rsid w:val="009A79EF"/>
    <w:rsid w:val="009A79FD"/>
    <w:rsid w:val="009A7C1D"/>
    <w:rsid w:val="009A7F05"/>
    <w:rsid w:val="009B03F9"/>
    <w:rsid w:val="009B04DB"/>
    <w:rsid w:val="009B0F6D"/>
    <w:rsid w:val="009B1275"/>
    <w:rsid w:val="009B1751"/>
    <w:rsid w:val="009B178E"/>
    <w:rsid w:val="009B1F56"/>
    <w:rsid w:val="009B233A"/>
    <w:rsid w:val="009B2574"/>
    <w:rsid w:val="009B26AF"/>
    <w:rsid w:val="009B2A3F"/>
    <w:rsid w:val="009B2F98"/>
    <w:rsid w:val="009B3548"/>
    <w:rsid w:val="009B3C47"/>
    <w:rsid w:val="009B4578"/>
    <w:rsid w:val="009B4E75"/>
    <w:rsid w:val="009B4F86"/>
    <w:rsid w:val="009B520E"/>
    <w:rsid w:val="009B5787"/>
    <w:rsid w:val="009B57A2"/>
    <w:rsid w:val="009B62A6"/>
    <w:rsid w:val="009B685E"/>
    <w:rsid w:val="009B6BE4"/>
    <w:rsid w:val="009B7463"/>
    <w:rsid w:val="009B7669"/>
    <w:rsid w:val="009B76EB"/>
    <w:rsid w:val="009B772F"/>
    <w:rsid w:val="009B7F92"/>
    <w:rsid w:val="009C02CB"/>
    <w:rsid w:val="009C061D"/>
    <w:rsid w:val="009C069C"/>
    <w:rsid w:val="009C0CCC"/>
    <w:rsid w:val="009C0D11"/>
    <w:rsid w:val="009C133D"/>
    <w:rsid w:val="009C1393"/>
    <w:rsid w:val="009C1880"/>
    <w:rsid w:val="009C1C01"/>
    <w:rsid w:val="009C21F7"/>
    <w:rsid w:val="009C228E"/>
    <w:rsid w:val="009C276C"/>
    <w:rsid w:val="009C3203"/>
    <w:rsid w:val="009C3706"/>
    <w:rsid w:val="009C472E"/>
    <w:rsid w:val="009C58EB"/>
    <w:rsid w:val="009C5D77"/>
    <w:rsid w:val="009C605C"/>
    <w:rsid w:val="009C676B"/>
    <w:rsid w:val="009C68AC"/>
    <w:rsid w:val="009C6E53"/>
    <w:rsid w:val="009C7022"/>
    <w:rsid w:val="009C7233"/>
    <w:rsid w:val="009C7486"/>
    <w:rsid w:val="009C7650"/>
    <w:rsid w:val="009C76E5"/>
    <w:rsid w:val="009C7846"/>
    <w:rsid w:val="009C7B41"/>
    <w:rsid w:val="009C7CAA"/>
    <w:rsid w:val="009D04CB"/>
    <w:rsid w:val="009D0C32"/>
    <w:rsid w:val="009D10F9"/>
    <w:rsid w:val="009D155E"/>
    <w:rsid w:val="009D191E"/>
    <w:rsid w:val="009D1C7F"/>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544"/>
    <w:rsid w:val="009D4D36"/>
    <w:rsid w:val="009D4DD1"/>
    <w:rsid w:val="009D5605"/>
    <w:rsid w:val="009D5F42"/>
    <w:rsid w:val="009D604F"/>
    <w:rsid w:val="009D616A"/>
    <w:rsid w:val="009D632B"/>
    <w:rsid w:val="009D6BB1"/>
    <w:rsid w:val="009D7603"/>
    <w:rsid w:val="009D77B6"/>
    <w:rsid w:val="009D7C45"/>
    <w:rsid w:val="009D7D15"/>
    <w:rsid w:val="009D7F4B"/>
    <w:rsid w:val="009E0CCC"/>
    <w:rsid w:val="009E128C"/>
    <w:rsid w:val="009E142D"/>
    <w:rsid w:val="009E171A"/>
    <w:rsid w:val="009E1846"/>
    <w:rsid w:val="009E1982"/>
    <w:rsid w:val="009E1A5F"/>
    <w:rsid w:val="009E1F9C"/>
    <w:rsid w:val="009E2567"/>
    <w:rsid w:val="009E29AF"/>
    <w:rsid w:val="009E2CDF"/>
    <w:rsid w:val="009E3AEE"/>
    <w:rsid w:val="009E3D62"/>
    <w:rsid w:val="009E3F71"/>
    <w:rsid w:val="009E3F88"/>
    <w:rsid w:val="009E4134"/>
    <w:rsid w:val="009E4149"/>
    <w:rsid w:val="009E4792"/>
    <w:rsid w:val="009E4B50"/>
    <w:rsid w:val="009E5609"/>
    <w:rsid w:val="009E5A47"/>
    <w:rsid w:val="009E5BD1"/>
    <w:rsid w:val="009E5C7B"/>
    <w:rsid w:val="009E5EAE"/>
    <w:rsid w:val="009E607C"/>
    <w:rsid w:val="009E62FA"/>
    <w:rsid w:val="009E6BE5"/>
    <w:rsid w:val="009E6BF6"/>
    <w:rsid w:val="009E6CDB"/>
    <w:rsid w:val="009E7324"/>
    <w:rsid w:val="009E78F1"/>
    <w:rsid w:val="009E7B23"/>
    <w:rsid w:val="009F0DDC"/>
    <w:rsid w:val="009F14AD"/>
    <w:rsid w:val="009F17DD"/>
    <w:rsid w:val="009F1967"/>
    <w:rsid w:val="009F241D"/>
    <w:rsid w:val="009F24C4"/>
    <w:rsid w:val="009F2507"/>
    <w:rsid w:val="009F2799"/>
    <w:rsid w:val="009F32C9"/>
    <w:rsid w:val="009F332E"/>
    <w:rsid w:val="009F3D6B"/>
    <w:rsid w:val="009F4078"/>
    <w:rsid w:val="009F4276"/>
    <w:rsid w:val="009F4A1F"/>
    <w:rsid w:val="009F4AC4"/>
    <w:rsid w:val="009F53BA"/>
    <w:rsid w:val="009F599F"/>
    <w:rsid w:val="009F5CB9"/>
    <w:rsid w:val="009F609C"/>
    <w:rsid w:val="009F6F45"/>
    <w:rsid w:val="009F6F6E"/>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2CB8"/>
    <w:rsid w:val="00A034C3"/>
    <w:rsid w:val="00A0362A"/>
    <w:rsid w:val="00A03A8C"/>
    <w:rsid w:val="00A03A96"/>
    <w:rsid w:val="00A03C00"/>
    <w:rsid w:val="00A041F0"/>
    <w:rsid w:val="00A0475B"/>
    <w:rsid w:val="00A04A3D"/>
    <w:rsid w:val="00A052B2"/>
    <w:rsid w:val="00A05A47"/>
    <w:rsid w:val="00A05E70"/>
    <w:rsid w:val="00A0628E"/>
    <w:rsid w:val="00A06379"/>
    <w:rsid w:val="00A06613"/>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2C16"/>
    <w:rsid w:val="00A13096"/>
    <w:rsid w:val="00A132A2"/>
    <w:rsid w:val="00A13460"/>
    <w:rsid w:val="00A13B34"/>
    <w:rsid w:val="00A13C16"/>
    <w:rsid w:val="00A13D72"/>
    <w:rsid w:val="00A140A1"/>
    <w:rsid w:val="00A146AA"/>
    <w:rsid w:val="00A14B23"/>
    <w:rsid w:val="00A14F0D"/>
    <w:rsid w:val="00A14F8B"/>
    <w:rsid w:val="00A1509C"/>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850"/>
    <w:rsid w:val="00A21E4C"/>
    <w:rsid w:val="00A22101"/>
    <w:rsid w:val="00A224D0"/>
    <w:rsid w:val="00A2250B"/>
    <w:rsid w:val="00A2274C"/>
    <w:rsid w:val="00A229E8"/>
    <w:rsid w:val="00A22D9D"/>
    <w:rsid w:val="00A23473"/>
    <w:rsid w:val="00A23492"/>
    <w:rsid w:val="00A2399F"/>
    <w:rsid w:val="00A23D9A"/>
    <w:rsid w:val="00A244BB"/>
    <w:rsid w:val="00A24565"/>
    <w:rsid w:val="00A24CFA"/>
    <w:rsid w:val="00A2511D"/>
    <w:rsid w:val="00A25423"/>
    <w:rsid w:val="00A254C7"/>
    <w:rsid w:val="00A254FE"/>
    <w:rsid w:val="00A25650"/>
    <w:rsid w:val="00A25F0C"/>
    <w:rsid w:val="00A26016"/>
    <w:rsid w:val="00A26C9E"/>
    <w:rsid w:val="00A26EDB"/>
    <w:rsid w:val="00A2704F"/>
    <w:rsid w:val="00A273C5"/>
    <w:rsid w:val="00A276DD"/>
    <w:rsid w:val="00A27C50"/>
    <w:rsid w:val="00A30343"/>
    <w:rsid w:val="00A304E9"/>
    <w:rsid w:val="00A30536"/>
    <w:rsid w:val="00A3057B"/>
    <w:rsid w:val="00A308B7"/>
    <w:rsid w:val="00A30924"/>
    <w:rsid w:val="00A30AD5"/>
    <w:rsid w:val="00A30C79"/>
    <w:rsid w:val="00A3164B"/>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539"/>
    <w:rsid w:val="00A357F4"/>
    <w:rsid w:val="00A35FBF"/>
    <w:rsid w:val="00A36268"/>
    <w:rsid w:val="00A362EA"/>
    <w:rsid w:val="00A3648B"/>
    <w:rsid w:val="00A36551"/>
    <w:rsid w:val="00A36ACD"/>
    <w:rsid w:val="00A37EBD"/>
    <w:rsid w:val="00A4024F"/>
    <w:rsid w:val="00A4060A"/>
    <w:rsid w:val="00A4095D"/>
    <w:rsid w:val="00A40B0B"/>
    <w:rsid w:val="00A40CC5"/>
    <w:rsid w:val="00A40DC3"/>
    <w:rsid w:val="00A40E93"/>
    <w:rsid w:val="00A41219"/>
    <w:rsid w:val="00A412C8"/>
    <w:rsid w:val="00A413A4"/>
    <w:rsid w:val="00A41570"/>
    <w:rsid w:val="00A41C2F"/>
    <w:rsid w:val="00A42093"/>
    <w:rsid w:val="00A4297B"/>
    <w:rsid w:val="00A42999"/>
    <w:rsid w:val="00A42ADD"/>
    <w:rsid w:val="00A42EB1"/>
    <w:rsid w:val="00A43054"/>
    <w:rsid w:val="00A4325D"/>
    <w:rsid w:val="00A4360B"/>
    <w:rsid w:val="00A43636"/>
    <w:rsid w:val="00A43726"/>
    <w:rsid w:val="00A442BF"/>
    <w:rsid w:val="00A44441"/>
    <w:rsid w:val="00A44735"/>
    <w:rsid w:val="00A448FD"/>
    <w:rsid w:val="00A44A6C"/>
    <w:rsid w:val="00A44C04"/>
    <w:rsid w:val="00A44E02"/>
    <w:rsid w:val="00A45026"/>
    <w:rsid w:val="00A45186"/>
    <w:rsid w:val="00A45501"/>
    <w:rsid w:val="00A4563C"/>
    <w:rsid w:val="00A45AD1"/>
    <w:rsid w:val="00A45EF2"/>
    <w:rsid w:val="00A460BE"/>
    <w:rsid w:val="00A464D3"/>
    <w:rsid w:val="00A46676"/>
    <w:rsid w:val="00A4674F"/>
    <w:rsid w:val="00A467E1"/>
    <w:rsid w:val="00A46874"/>
    <w:rsid w:val="00A46AF9"/>
    <w:rsid w:val="00A46B85"/>
    <w:rsid w:val="00A46D1E"/>
    <w:rsid w:val="00A4725B"/>
    <w:rsid w:val="00A4771A"/>
    <w:rsid w:val="00A47762"/>
    <w:rsid w:val="00A47E59"/>
    <w:rsid w:val="00A50444"/>
    <w:rsid w:val="00A50539"/>
    <w:rsid w:val="00A50BDA"/>
    <w:rsid w:val="00A5312E"/>
    <w:rsid w:val="00A5328E"/>
    <w:rsid w:val="00A5353A"/>
    <w:rsid w:val="00A5355B"/>
    <w:rsid w:val="00A5394F"/>
    <w:rsid w:val="00A539BA"/>
    <w:rsid w:val="00A539DA"/>
    <w:rsid w:val="00A541F5"/>
    <w:rsid w:val="00A54234"/>
    <w:rsid w:val="00A54849"/>
    <w:rsid w:val="00A549D8"/>
    <w:rsid w:val="00A54A53"/>
    <w:rsid w:val="00A54A9A"/>
    <w:rsid w:val="00A54AAA"/>
    <w:rsid w:val="00A54F2A"/>
    <w:rsid w:val="00A550A5"/>
    <w:rsid w:val="00A55804"/>
    <w:rsid w:val="00A558EE"/>
    <w:rsid w:val="00A55B38"/>
    <w:rsid w:val="00A55EB6"/>
    <w:rsid w:val="00A55FF3"/>
    <w:rsid w:val="00A568C9"/>
    <w:rsid w:val="00A56CEB"/>
    <w:rsid w:val="00A56F29"/>
    <w:rsid w:val="00A56FC1"/>
    <w:rsid w:val="00A57345"/>
    <w:rsid w:val="00A573C0"/>
    <w:rsid w:val="00A601DC"/>
    <w:rsid w:val="00A60484"/>
    <w:rsid w:val="00A606E9"/>
    <w:rsid w:val="00A61172"/>
    <w:rsid w:val="00A612C1"/>
    <w:rsid w:val="00A6151E"/>
    <w:rsid w:val="00A61FF0"/>
    <w:rsid w:val="00A62025"/>
    <w:rsid w:val="00A62055"/>
    <w:rsid w:val="00A62199"/>
    <w:rsid w:val="00A62316"/>
    <w:rsid w:val="00A6278B"/>
    <w:rsid w:val="00A628A7"/>
    <w:rsid w:val="00A62BA7"/>
    <w:rsid w:val="00A6327D"/>
    <w:rsid w:val="00A63400"/>
    <w:rsid w:val="00A634D2"/>
    <w:rsid w:val="00A63B0B"/>
    <w:rsid w:val="00A63E96"/>
    <w:rsid w:val="00A6401D"/>
    <w:rsid w:val="00A64498"/>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67EC2"/>
    <w:rsid w:val="00A700CA"/>
    <w:rsid w:val="00A706AD"/>
    <w:rsid w:val="00A70869"/>
    <w:rsid w:val="00A70EBB"/>
    <w:rsid w:val="00A70FA5"/>
    <w:rsid w:val="00A7116F"/>
    <w:rsid w:val="00A7197A"/>
    <w:rsid w:val="00A71F01"/>
    <w:rsid w:val="00A72383"/>
    <w:rsid w:val="00A72407"/>
    <w:rsid w:val="00A73138"/>
    <w:rsid w:val="00A738DB"/>
    <w:rsid w:val="00A73E2B"/>
    <w:rsid w:val="00A74067"/>
    <w:rsid w:val="00A74674"/>
    <w:rsid w:val="00A746BA"/>
    <w:rsid w:val="00A747B0"/>
    <w:rsid w:val="00A748E5"/>
    <w:rsid w:val="00A7521A"/>
    <w:rsid w:val="00A7574A"/>
    <w:rsid w:val="00A7591B"/>
    <w:rsid w:val="00A75E57"/>
    <w:rsid w:val="00A75EFC"/>
    <w:rsid w:val="00A760C7"/>
    <w:rsid w:val="00A76229"/>
    <w:rsid w:val="00A763C1"/>
    <w:rsid w:val="00A763F7"/>
    <w:rsid w:val="00A76401"/>
    <w:rsid w:val="00A7667C"/>
    <w:rsid w:val="00A76821"/>
    <w:rsid w:val="00A76AF5"/>
    <w:rsid w:val="00A77297"/>
    <w:rsid w:val="00A7759C"/>
    <w:rsid w:val="00A7759F"/>
    <w:rsid w:val="00A801A5"/>
    <w:rsid w:val="00A8085D"/>
    <w:rsid w:val="00A81034"/>
    <w:rsid w:val="00A812A5"/>
    <w:rsid w:val="00A8135B"/>
    <w:rsid w:val="00A816B9"/>
    <w:rsid w:val="00A81EBE"/>
    <w:rsid w:val="00A821F2"/>
    <w:rsid w:val="00A8226B"/>
    <w:rsid w:val="00A82715"/>
    <w:rsid w:val="00A82CCB"/>
    <w:rsid w:val="00A83033"/>
    <w:rsid w:val="00A83216"/>
    <w:rsid w:val="00A83959"/>
    <w:rsid w:val="00A83985"/>
    <w:rsid w:val="00A83F89"/>
    <w:rsid w:val="00A841C2"/>
    <w:rsid w:val="00A842FC"/>
    <w:rsid w:val="00A8435E"/>
    <w:rsid w:val="00A84804"/>
    <w:rsid w:val="00A84939"/>
    <w:rsid w:val="00A84F37"/>
    <w:rsid w:val="00A84F8C"/>
    <w:rsid w:val="00A8517E"/>
    <w:rsid w:val="00A858E5"/>
    <w:rsid w:val="00A85B03"/>
    <w:rsid w:val="00A8614E"/>
    <w:rsid w:val="00A86B27"/>
    <w:rsid w:val="00A86F43"/>
    <w:rsid w:val="00A87124"/>
    <w:rsid w:val="00A872B8"/>
    <w:rsid w:val="00A873C0"/>
    <w:rsid w:val="00A87563"/>
    <w:rsid w:val="00A87833"/>
    <w:rsid w:val="00A900EB"/>
    <w:rsid w:val="00A903CD"/>
    <w:rsid w:val="00A9085C"/>
    <w:rsid w:val="00A909A1"/>
    <w:rsid w:val="00A90E99"/>
    <w:rsid w:val="00A9119D"/>
    <w:rsid w:val="00A912C6"/>
    <w:rsid w:val="00A91C3E"/>
    <w:rsid w:val="00A91FBD"/>
    <w:rsid w:val="00A929F4"/>
    <w:rsid w:val="00A92A13"/>
    <w:rsid w:val="00A932D5"/>
    <w:rsid w:val="00A936BC"/>
    <w:rsid w:val="00A93A57"/>
    <w:rsid w:val="00A941D4"/>
    <w:rsid w:val="00A947A2"/>
    <w:rsid w:val="00A94BD9"/>
    <w:rsid w:val="00A9521E"/>
    <w:rsid w:val="00A955D0"/>
    <w:rsid w:val="00A95765"/>
    <w:rsid w:val="00A95A94"/>
    <w:rsid w:val="00A963E0"/>
    <w:rsid w:val="00A964BF"/>
    <w:rsid w:val="00A965A5"/>
    <w:rsid w:val="00A96B2E"/>
    <w:rsid w:val="00A96BD7"/>
    <w:rsid w:val="00A96C9D"/>
    <w:rsid w:val="00A96E7F"/>
    <w:rsid w:val="00A97144"/>
    <w:rsid w:val="00A9740C"/>
    <w:rsid w:val="00A97839"/>
    <w:rsid w:val="00A97D1B"/>
    <w:rsid w:val="00A97FFD"/>
    <w:rsid w:val="00AA01BE"/>
    <w:rsid w:val="00AA044E"/>
    <w:rsid w:val="00AA0884"/>
    <w:rsid w:val="00AA1120"/>
    <w:rsid w:val="00AA161C"/>
    <w:rsid w:val="00AA1A3F"/>
    <w:rsid w:val="00AA2175"/>
    <w:rsid w:val="00AA23BE"/>
    <w:rsid w:val="00AA27F1"/>
    <w:rsid w:val="00AA2901"/>
    <w:rsid w:val="00AA2A53"/>
    <w:rsid w:val="00AA2B29"/>
    <w:rsid w:val="00AA2C31"/>
    <w:rsid w:val="00AA2EA0"/>
    <w:rsid w:val="00AA3323"/>
    <w:rsid w:val="00AA33E5"/>
    <w:rsid w:val="00AA398D"/>
    <w:rsid w:val="00AA4256"/>
    <w:rsid w:val="00AA4BAC"/>
    <w:rsid w:val="00AA5333"/>
    <w:rsid w:val="00AA5344"/>
    <w:rsid w:val="00AA5BA3"/>
    <w:rsid w:val="00AA62C8"/>
    <w:rsid w:val="00AA668B"/>
    <w:rsid w:val="00AA6D26"/>
    <w:rsid w:val="00AA6DEA"/>
    <w:rsid w:val="00AA77F7"/>
    <w:rsid w:val="00AA78F1"/>
    <w:rsid w:val="00AA7969"/>
    <w:rsid w:val="00AA7A3D"/>
    <w:rsid w:val="00AB0D46"/>
    <w:rsid w:val="00AB0EB1"/>
    <w:rsid w:val="00AB110C"/>
    <w:rsid w:val="00AB1D1E"/>
    <w:rsid w:val="00AB1D2A"/>
    <w:rsid w:val="00AB1DAD"/>
    <w:rsid w:val="00AB23F2"/>
    <w:rsid w:val="00AB2581"/>
    <w:rsid w:val="00AB25A6"/>
    <w:rsid w:val="00AB2713"/>
    <w:rsid w:val="00AB276C"/>
    <w:rsid w:val="00AB29FB"/>
    <w:rsid w:val="00AB362C"/>
    <w:rsid w:val="00AB3A2C"/>
    <w:rsid w:val="00AB3BD1"/>
    <w:rsid w:val="00AB3DA4"/>
    <w:rsid w:val="00AB3DEB"/>
    <w:rsid w:val="00AB4086"/>
    <w:rsid w:val="00AB4957"/>
    <w:rsid w:val="00AB4F0B"/>
    <w:rsid w:val="00AB4FEF"/>
    <w:rsid w:val="00AB5443"/>
    <w:rsid w:val="00AB579E"/>
    <w:rsid w:val="00AB6093"/>
    <w:rsid w:val="00AB6971"/>
    <w:rsid w:val="00AB7366"/>
    <w:rsid w:val="00AB7861"/>
    <w:rsid w:val="00AB787F"/>
    <w:rsid w:val="00AB7E17"/>
    <w:rsid w:val="00AB7E34"/>
    <w:rsid w:val="00AC0055"/>
    <w:rsid w:val="00AC0276"/>
    <w:rsid w:val="00AC06DE"/>
    <w:rsid w:val="00AC0742"/>
    <w:rsid w:val="00AC0A35"/>
    <w:rsid w:val="00AC0C1F"/>
    <w:rsid w:val="00AC11E7"/>
    <w:rsid w:val="00AC12E5"/>
    <w:rsid w:val="00AC1A0E"/>
    <w:rsid w:val="00AC1E12"/>
    <w:rsid w:val="00AC201C"/>
    <w:rsid w:val="00AC2782"/>
    <w:rsid w:val="00AC2B57"/>
    <w:rsid w:val="00AC30EE"/>
    <w:rsid w:val="00AC344D"/>
    <w:rsid w:val="00AC3E61"/>
    <w:rsid w:val="00AC3FC6"/>
    <w:rsid w:val="00AC4209"/>
    <w:rsid w:val="00AC4D8C"/>
    <w:rsid w:val="00AC4F24"/>
    <w:rsid w:val="00AC574D"/>
    <w:rsid w:val="00AC5AC0"/>
    <w:rsid w:val="00AC5C65"/>
    <w:rsid w:val="00AC5D91"/>
    <w:rsid w:val="00AC6BA5"/>
    <w:rsid w:val="00AC6BA9"/>
    <w:rsid w:val="00AC6DC3"/>
    <w:rsid w:val="00AC6E23"/>
    <w:rsid w:val="00AC6E27"/>
    <w:rsid w:val="00AC7B67"/>
    <w:rsid w:val="00AC7C49"/>
    <w:rsid w:val="00AC7D43"/>
    <w:rsid w:val="00AC7DB8"/>
    <w:rsid w:val="00AD017D"/>
    <w:rsid w:val="00AD068D"/>
    <w:rsid w:val="00AD104F"/>
    <w:rsid w:val="00AD1848"/>
    <w:rsid w:val="00AD1A3B"/>
    <w:rsid w:val="00AD239E"/>
    <w:rsid w:val="00AD2753"/>
    <w:rsid w:val="00AD2B65"/>
    <w:rsid w:val="00AD2D9D"/>
    <w:rsid w:val="00AD2FEF"/>
    <w:rsid w:val="00AD30B2"/>
    <w:rsid w:val="00AD3539"/>
    <w:rsid w:val="00AD35EE"/>
    <w:rsid w:val="00AD3F2C"/>
    <w:rsid w:val="00AD4109"/>
    <w:rsid w:val="00AD4635"/>
    <w:rsid w:val="00AD4906"/>
    <w:rsid w:val="00AD49D2"/>
    <w:rsid w:val="00AD4BFD"/>
    <w:rsid w:val="00AD51AD"/>
    <w:rsid w:val="00AD52FF"/>
    <w:rsid w:val="00AD5B41"/>
    <w:rsid w:val="00AD6142"/>
    <w:rsid w:val="00AD6761"/>
    <w:rsid w:val="00AD69BC"/>
    <w:rsid w:val="00AD6B98"/>
    <w:rsid w:val="00AD72F2"/>
    <w:rsid w:val="00AD78F8"/>
    <w:rsid w:val="00AD79E0"/>
    <w:rsid w:val="00AD7EE7"/>
    <w:rsid w:val="00AE0F05"/>
    <w:rsid w:val="00AE128E"/>
    <w:rsid w:val="00AE144C"/>
    <w:rsid w:val="00AE14E0"/>
    <w:rsid w:val="00AE180B"/>
    <w:rsid w:val="00AE1B75"/>
    <w:rsid w:val="00AE1BD6"/>
    <w:rsid w:val="00AE240E"/>
    <w:rsid w:val="00AE24F5"/>
    <w:rsid w:val="00AE2D29"/>
    <w:rsid w:val="00AE37ED"/>
    <w:rsid w:val="00AE398B"/>
    <w:rsid w:val="00AE3C5A"/>
    <w:rsid w:val="00AE3C84"/>
    <w:rsid w:val="00AE4306"/>
    <w:rsid w:val="00AE4D80"/>
    <w:rsid w:val="00AE5139"/>
    <w:rsid w:val="00AE51B3"/>
    <w:rsid w:val="00AE5234"/>
    <w:rsid w:val="00AE5DB0"/>
    <w:rsid w:val="00AE5F2B"/>
    <w:rsid w:val="00AE6080"/>
    <w:rsid w:val="00AE62D4"/>
    <w:rsid w:val="00AE6449"/>
    <w:rsid w:val="00AE69CF"/>
    <w:rsid w:val="00AE71FF"/>
    <w:rsid w:val="00AE79F8"/>
    <w:rsid w:val="00AF093F"/>
    <w:rsid w:val="00AF09B9"/>
    <w:rsid w:val="00AF0D21"/>
    <w:rsid w:val="00AF14C7"/>
    <w:rsid w:val="00AF1635"/>
    <w:rsid w:val="00AF2A54"/>
    <w:rsid w:val="00AF30B9"/>
    <w:rsid w:val="00AF315C"/>
    <w:rsid w:val="00AF31BC"/>
    <w:rsid w:val="00AF36F0"/>
    <w:rsid w:val="00AF3907"/>
    <w:rsid w:val="00AF399F"/>
    <w:rsid w:val="00AF3B0C"/>
    <w:rsid w:val="00AF3CE8"/>
    <w:rsid w:val="00AF3DF2"/>
    <w:rsid w:val="00AF415B"/>
    <w:rsid w:val="00AF417C"/>
    <w:rsid w:val="00AF427F"/>
    <w:rsid w:val="00AF4416"/>
    <w:rsid w:val="00AF48AB"/>
    <w:rsid w:val="00AF4D4C"/>
    <w:rsid w:val="00AF50DE"/>
    <w:rsid w:val="00AF52FC"/>
    <w:rsid w:val="00AF580D"/>
    <w:rsid w:val="00AF59E4"/>
    <w:rsid w:val="00AF5EBF"/>
    <w:rsid w:val="00AF6052"/>
    <w:rsid w:val="00AF61B7"/>
    <w:rsid w:val="00AF68A1"/>
    <w:rsid w:val="00AF6AB2"/>
    <w:rsid w:val="00AF7A8E"/>
    <w:rsid w:val="00AF7E29"/>
    <w:rsid w:val="00B0014C"/>
    <w:rsid w:val="00B0034A"/>
    <w:rsid w:val="00B00BD0"/>
    <w:rsid w:val="00B00D04"/>
    <w:rsid w:val="00B012D8"/>
    <w:rsid w:val="00B01361"/>
    <w:rsid w:val="00B01BCC"/>
    <w:rsid w:val="00B01C57"/>
    <w:rsid w:val="00B020DE"/>
    <w:rsid w:val="00B02B9B"/>
    <w:rsid w:val="00B02D4B"/>
    <w:rsid w:val="00B03419"/>
    <w:rsid w:val="00B03446"/>
    <w:rsid w:val="00B03BAF"/>
    <w:rsid w:val="00B03CC7"/>
    <w:rsid w:val="00B03E55"/>
    <w:rsid w:val="00B042A5"/>
    <w:rsid w:val="00B04727"/>
    <w:rsid w:val="00B0482D"/>
    <w:rsid w:val="00B048D5"/>
    <w:rsid w:val="00B048E4"/>
    <w:rsid w:val="00B04F42"/>
    <w:rsid w:val="00B05130"/>
    <w:rsid w:val="00B05783"/>
    <w:rsid w:val="00B05B95"/>
    <w:rsid w:val="00B060A4"/>
    <w:rsid w:val="00B06116"/>
    <w:rsid w:val="00B06360"/>
    <w:rsid w:val="00B0637A"/>
    <w:rsid w:val="00B0645F"/>
    <w:rsid w:val="00B06596"/>
    <w:rsid w:val="00B0687C"/>
    <w:rsid w:val="00B06B18"/>
    <w:rsid w:val="00B06BB6"/>
    <w:rsid w:val="00B06BCF"/>
    <w:rsid w:val="00B06C16"/>
    <w:rsid w:val="00B06C1E"/>
    <w:rsid w:val="00B06CAD"/>
    <w:rsid w:val="00B06DE1"/>
    <w:rsid w:val="00B06EAD"/>
    <w:rsid w:val="00B0740D"/>
    <w:rsid w:val="00B0748C"/>
    <w:rsid w:val="00B075D4"/>
    <w:rsid w:val="00B0777B"/>
    <w:rsid w:val="00B0798F"/>
    <w:rsid w:val="00B07A81"/>
    <w:rsid w:val="00B07EEA"/>
    <w:rsid w:val="00B102B8"/>
    <w:rsid w:val="00B1036A"/>
    <w:rsid w:val="00B10400"/>
    <w:rsid w:val="00B1049D"/>
    <w:rsid w:val="00B106BD"/>
    <w:rsid w:val="00B1071B"/>
    <w:rsid w:val="00B111A5"/>
    <w:rsid w:val="00B1198B"/>
    <w:rsid w:val="00B11AB7"/>
    <w:rsid w:val="00B11E40"/>
    <w:rsid w:val="00B11E70"/>
    <w:rsid w:val="00B11FFC"/>
    <w:rsid w:val="00B120DA"/>
    <w:rsid w:val="00B124A2"/>
    <w:rsid w:val="00B12916"/>
    <w:rsid w:val="00B12BF7"/>
    <w:rsid w:val="00B12C54"/>
    <w:rsid w:val="00B13158"/>
    <w:rsid w:val="00B132CD"/>
    <w:rsid w:val="00B13381"/>
    <w:rsid w:val="00B134A9"/>
    <w:rsid w:val="00B136F4"/>
    <w:rsid w:val="00B137BD"/>
    <w:rsid w:val="00B13CF4"/>
    <w:rsid w:val="00B14225"/>
    <w:rsid w:val="00B142AE"/>
    <w:rsid w:val="00B147DC"/>
    <w:rsid w:val="00B14824"/>
    <w:rsid w:val="00B149D2"/>
    <w:rsid w:val="00B14C17"/>
    <w:rsid w:val="00B14CF0"/>
    <w:rsid w:val="00B14E4B"/>
    <w:rsid w:val="00B14EC2"/>
    <w:rsid w:val="00B1538D"/>
    <w:rsid w:val="00B15902"/>
    <w:rsid w:val="00B15E69"/>
    <w:rsid w:val="00B16108"/>
    <w:rsid w:val="00B16477"/>
    <w:rsid w:val="00B1685D"/>
    <w:rsid w:val="00B16F1D"/>
    <w:rsid w:val="00B177CB"/>
    <w:rsid w:val="00B17F45"/>
    <w:rsid w:val="00B2015F"/>
    <w:rsid w:val="00B201B3"/>
    <w:rsid w:val="00B20AA7"/>
    <w:rsid w:val="00B20BB8"/>
    <w:rsid w:val="00B20D1C"/>
    <w:rsid w:val="00B20F02"/>
    <w:rsid w:val="00B21092"/>
    <w:rsid w:val="00B21288"/>
    <w:rsid w:val="00B219E4"/>
    <w:rsid w:val="00B21B21"/>
    <w:rsid w:val="00B21BB0"/>
    <w:rsid w:val="00B21DAE"/>
    <w:rsid w:val="00B220B1"/>
    <w:rsid w:val="00B2231B"/>
    <w:rsid w:val="00B22389"/>
    <w:rsid w:val="00B22838"/>
    <w:rsid w:val="00B22C5E"/>
    <w:rsid w:val="00B22E6B"/>
    <w:rsid w:val="00B24BB3"/>
    <w:rsid w:val="00B25058"/>
    <w:rsid w:val="00B255E4"/>
    <w:rsid w:val="00B257BF"/>
    <w:rsid w:val="00B264D7"/>
    <w:rsid w:val="00B2666D"/>
    <w:rsid w:val="00B26B7B"/>
    <w:rsid w:val="00B26BB5"/>
    <w:rsid w:val="00B26CDA"/>
    <w:rsid w:val="00B27247"/>
    <w:rsid w:val="00B279F7"/>
    <w:rsid w:val="00B27BDF"/>
    <w:rsid w:val="00B27EE1"/>
    <w:rsid w:val="00B27F4D"/>
    <w:rsid w:val="00B3038C"/>
    <w:rsid w:val="00B30617"/>
    <w:rsid w:val="00B306C8"/>
    <w:rsid w:val="00B31630"/>
    <w:rsid w:val="00B31F70"/>
    <w:rsid w:val="00B31FDA"/>
    <w:rsid w:val="00B32265"/>
    <w:rsid w:val="00B32864"/>
    <w:rsid w:val="00B32BA1"/>
    <w:rsid w:val="00B32CE7"/>
    <w:rsid w:val="00B3381B"/>
    <w:rsid w:val="00B33FD6"/>
    <w:rsid w:val="00B34073"/>
    <w:rsid w:val="00B341B2"/>
    <w:rsid w:val="00B34DA3"/>
    <w:rsid w:val="00B34DBF"/>
    <w:rsid w:val="00B34EAA"/>
    <w:rsid w:val="00B34F58"/>
    <w:rsid w:val="00B35268"/>
    <w:rsid w:val="00B36A61"/>
    <w:rsid w:val="00B36C08"/>
    <w:rsid w:val="00B36E7B"/>
    <w:rsid w:val="00B36E9A"/>
    <w:rsid w:val="00B37338"/>
    <w:rsid w:val="00B37445"/>
    <w:rsid w:val="00B37A79"/>
    <w:rsid w:val="00B37BC9"/>
    <w:rsid w:val="00B37D2B"/>
    <w:rsid w:val="00B37FB7"/>
    <w:rsid w:val="00B40608"/>
    <w:rsid w:val="00B41557"/>
    <w:rsid w:val="00B41FE2"/>
    <w:rsid w:val="00B421CA"/>
    <w:rsid w:val="00B423B4"/>
    <w:rsid w:val="00B42922"/>
    <w:rsid w:val="00B42D40"/>
    <w:rsid w:val="00B432FF"/>
    <w:rsid w:val="00B43ECA"/>
    <w:rsid w:val="00B44047"/>
    <w:rsid w:val="00B44285"/>
    <w:rsid w:val="00B44967"/>
    <w:rsid w:val="00B44A88"/>
    <w:rsid w:val="00B451E6"/>
    <w:rsid w:val="00B4574C"/>
    <w:rsid w:val="00B45CE2"/>
    <w:rsid w:val="00B4629A"/>
    <w:rsid w:val="00B465D5"/>
    <w:rsid w:val="00B46C96"/>
    <w:rsid w:val="00B46D2B"/>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3CBF"/>
    <w:rsid w:val="00B53E4C"/>
    <w:rsid w:val="00B54C47"/>
    <w:rsid w:val="00B54DFF"/>
    <w:rsid w:val="00B54F68"/>
    <w:rsid w:val="00B55181"/>
    <w:rsid w:val="00B553CE"/>
    <w:rsid w:val="00B55848"/>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8CC"/>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0D7E"/>
    <w:rsid w:val="00B71374"/>
    <w:rsid w:val="00B7139F"/>
    <w:rsid w:val="00B7158C"/>
    <w:rsid w:val="00B71EA0"/>
    <w:rsid w:val="00B71F2F"/>
    <w:rsid w:val="00B72012"/>
    <w:rsid w:val="00B720AB"/>
    <w:rsid w:val="00B723CB"/>
    <w:rsid w:val="00B727C1"/>
    <w:rsid w:val="00B728C9"/>
    <w:rsid w:val="00B72BCB"/>
    <w:rsid w:val="00B733BB"/>
    <w:rsid w:val="00B73436"/>
    <w:rsid w:val="00B734CA"/>
    <w:rsid w:val="00B73B8D"/>
    <w:rsid w:val="00B73EDF"/>
    <w:rsid w:val="00B7469C"/>
    <w:rsid w:val="00B748D9"/>
    <w:rsid w:val="00B74E16"/>
    <w:rsid w:val="00B74F06"/>
    <w:rsid w:val="00B7505C"/>
    <w:rsid w:val="00B75240"/>
    <w:rsid w:val="00B75297"/>
    <w:rsid w:val="00B75338"/>
    <w:rsid w:val="00B7548B"/>
    <w:rsid w:val="00B7578B"/>
    <w:rsid w:val="00B757CB"/>
    <w:rsid w:val="00B7586B"/>
    <w:rsid w:val="00B75B88"/>
    <w:rsid w:val="00B76A93"/>
    <w:rsid w:val="00B76B1F"/>
    <w:rsid w:val="00B76C53"/>
    <w:rsid w:val="00B76D60"/>
    <w:rsid w:val="00B76E40"/>
    <w:rsid w:val="00B76FAA"/>
    <w:rsid w:val="00B77583"/>
    <w:rsid w:val="00B77B87"/>
    <w:rsid w:val="00B77E84"/>
    <w:rsid w:val="00B800CE"/>
    <w:rsid w:val="00B80115"/>
    <w:rsid w:val="00B80301"/>
    <w:rsid w:val="00B80477"/>
    <w:rsid w:val="00B80623"/>
    <w:rsid w:val="00B8099D"/>
    <w:rsid w:val="00B80A86"/>
    <w:rsid w:val="00B811D1"/>
    <w:rsid w:val="00B818F0"/>
    <w:rsid w:val="00B81C9B"/>
    <w:rsid w:val="00B823FB"/>
    <w:rsid w:val="00B8274F"/>
    <w:rsid w:val="00B82D39"/>
    <w:rsid w:val="00B82FDB"/>
    <w:rsid w:val="00B8352F"/>
    <w:rsid w:val="00B8387D"/>
    <w:rsid w:val="00B8397C"/>
    <w:rsid w:val="00B83FAA"/>
    <w:rsid w:val="00B84C90"/>
    <w:rsid w:val="00B84D54"/>
    <w:rsid w:val="00B84F5C"/>
    <w:rsid w:val="00B85BAF"/>
    <w:rsid w:val="00B85D5F"/>
    <w:rsid w:val="00B85E74"/>
    <w:rsid w:val="00B86A7B"/>
    <w:rsid w:val="00B86ABD"/>
    <w:rsid w:val="00B86FF3"/>
    <w:rsid w:val="00B8727F"/>
    <w:rsid w:val="00B879D7"/>
    <w:rsid w:val="00B87CD3"/>
    <w:rsid w:val="00B90434"/>
    <w:rsid w:val="00B91057"/>
    <w:rsid w:val="00B911AA"/>
    <w:rsid w:val="00B9121E"/>
    <w:rsid w:val="00B91E03"/>
    <w:rsid w:val="00B91FCF"/>
    <w:rsid w:val="00B92752"/>
    <w:rsid w:val="00B9303A"/>
    <w:rsid w:val="00B93650"/>
    <w:rsid w:val="00B9371E"/>
    <w:rsid w:val="00B93AC8"/>
    <w:rsid w:val="00B93C64"/>
    <w:rsid w:val="00B93F21"/>
    <w:rsid w:val="00B94162"/>
    <w:rsid w:val="00B95086"/>
    <w:rsid w:val="00B95179"/>
    <w:rsid w:val="00B9586B"/>
    <w:rsid w:val="00B95935"/>
    <w:rsid w:val="00B95956"/>
    <w:rsid w:val="00B95F6F"/>
    <w:rsid w:val="00B9615E"/>
    <w:rsid w:val="00B9660F"/>
    <w:rsid w:val="00B97209"/>
    <w:rsid w:val="00B973A5"/>
    <w:rsid w:val="00B9778A"/>
    <w:rsid w:val="00B97F9E"/>
    <w:rsid w:val="00BA0290"/>
    <w:rsid w:val="00BA0330"/>
    <w:rsid w:val="00BA04D3"/>
    <w:rsid w:val="00BA066A"/>
    <w:rsid w:val="00BA0726"/>
    <w:rsid w:val="00BA078B"/>
    <w:rsid w:val="00BA08CD"/>
    <w:rsid w:val="00BA0C69"/>
    <w:rsid w:val="00BA0EA5"/>
    <w:rsid w:val="00BA0ED3"/>
    <w:rsid w:val="00BA1DE9"/>
    <w:rsid w:val="00BA1FBC"/>
    <w:rsid w:val="00BA1FFC"/>
    <w:rsid w:val="00BA2160"/>
    <w:rsid w:val="00BA22B5"/>
    <w:rsid w:val="00BA2362"/>
    <w:rsid w:val="00BA2657"/>
    <w:rsid w:val="00BA2661"/>
    <w:rsid w:val="00BA2B37"/>
    <w:rsid w:val="00BA2B91"/>
    <w:rsid w:val="00BA2D38"/>
    <w:rsid w:val="00BA2F3E"/>
    <w:rsid w:val="00BA3144"/>
    <w:rsid w:val="00BA3576"/>
    <w:rsid w:val="00BA3880"/>
    <w:rsid w:val="00BA3CA2"/>
    <w:rsid w:val="00BA3CEF"/>
    <w:rsid w:val="00BA3DAD"/>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264"/>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1FB"/>
    <w:rsid w:val="00BB2218"/>
    <w:rsid w:val="00BB2565"/>
    <w:rsid w:val="00BB270E"/>
    <w:rsid w:val="00BB28A6"/>
    <w:rsid w:val="00BB2950"/>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6BC"/>
    <w:rsid w:val="00BB5C4A"/>
    <w:rsid w:val="00BB6C02"/>
    <w:rsid w:val="00BB6FB7"/>
    <w:rsid w:val="00BB7193"/>
    <w:rsid w:val="00BB74CB"/>
    <w:rsid w:val="00BB7816"/>
    <w:rsid w:val="00BC01C9"/>
    <w:rsid w:val="00BC0AB7"/>
    <w:rsid w:val="00BC0CBA"/>
    <w:rsid w:val="00BC12F7"/>
    <w:rsid w:val="00BC1378"/>
    <w:rsid w:val="00BC248F"/>
    <w:rsid w:val="00BC2544"/>
    <w:rsid w:val="00BC26D5"/>
    <w:rsid w:val="00BC2930"/>
    <w:rsid w:val="00BC2C67"/>
    <w:rsid w:val="00BC2EA7"/>
    <w:rsid w:val="00BC3164"/>
    <w:rsid w:val="00BC3792"/>
    <w:rsid w:val="00BC3ADD"/>
    <w:rsid w:val="00BC3E9C"/>
    <w:rsid w:val="00BC3F5E"/>
    <w:rsid w:val="00BC42B6"/>
    <w:rsid w:val="00BC52B4"/>
    <w:rsid w:val="00BC5347"/>
    <w:rsid w:val="00BC541F"/>
    <w:rsid w:val="00BC54C6"/>
    <w:rsid w:val="00BC54E3"/>
    <w:rsid w:val="00BC579F"/>
    <w:rsid w:val="00BC5933"/>
    <w:rsid w:val="00BC5B4C"/>
    <w:rsid w:val="00BC64D2"/>
    <w:rsid w:val="00BC6526"/>
    <w:rsid w:val="00BC653B"/>
    <w:rsid w:val="00BC6C1F"/>
    <w:rsid w:val="00BC736F"/>
    <w:rsid w:val="00BC7547"/>
    <w:rsid w:val="00BC7AF6"/>
    <w:rsid w:val="00BC7C44"/>
    <w:rsid w:val="00BC7FFA"/>
    <w:rsid w:val="00BD0236"/>
    <w:rsid w:val="00BD0237"/>
    <w:rsid w:val="00BD09EF"/>
    <w:rsid w:val="00BD1B9B"/>
    <w:rsid w:val="00BD1CAE"/>
    <w:rsid w:val="00BD213E"/>
    <w:rsid w:val="00BD2941"/>
    <w:rsid w:val="00BD2A94"/>
    <w:rsid w:val="00BD2AC2"/>
    <w:rsid w:val="00BD2CDE"/>
    <w:rsid w:val="00BD2D5E"/>
    <w:rsid w:val="00BD3094"/>
    <w:rsid w:val="00BD34A7"/>
    <w:rsid w:val="00BD3C51"/>
    <w:rsid w:val="00BD3E85"/>
    <w:rsid w:val="00BD41C3"/>
    <w:rsid w:val="00BD5132"/>
    <w:rsid w:val="00BD5B7E"/>
    <w:rsid w:val="00BD5E2C"/>
    <w:rsid w:val="00BD6012"/>
    <w:rsid w:val="00BD613C"/>
    <w:rsid w:val="00BD619C"/>
    <w:rsid w:val="00BD6CDD"/>
    <w:rsid w:val="00BD71D1"/>
    <w:rsid w:val="00BD760E"/>
    <w:rsid w:val="00BD78D3"/>
    <w:rsid w:val="00BD7DE4"/>
    <w:rsid w:val="00BD7E0E"/>
    <w:rsid w:val="00BD7F9E"/>
    <w:rsid w:val="00BE02E1"/>
    <w:rsid w:val="00BE0844"/>
    <w:rsid w:val="00BE0B01"/>
    <w:rsid w:val="00BE16F6"/>
    <w:rsid w:val="00BE18D6"/>
    <w:rsid w:val="00BE19D7"/>
    <w:rsid w:val="00BE1ECC"/>
    <w:rsid w:val="00BE2034"/>
    <w:rsid w:val="00BE2115"/>
    <w:rsid w:val="00BE22A4"/>
    <w:rsid w:val="00BE22D2"/>
    <w:rsid w:val="00BE253C"/>
    <w:rsid w:val="00BE345A"/>
    <w:rsid w:val="00BE38BF"/>
    <w:rsid w:val="00BE3D85"/>
    <w:rsid w:val="00BE4050"/>
    <w:rsid w:val="00BE4583"/>
    <w:rsid w:val="00BE467D"/>
    <w:rsid w:val="00BE49E1"/>
    <w:rsid w:val="00BE4C85"/>
    <w:rsid w:val="00BE4CB6"/>
    <w:rsid w:val="00BE5526"/>
    <w:rsid w:val="00BE556F"/>
    <w:rsid w:val="00BE5AA8"/>
    <w:rsid w:val="00BE624A"/>
    <w:rsid w:val="00BE62BE"/>
    <w:rsid w:val="00BE6576"/>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1DE9"/>
    <w:rsid w:val="00BF224A"/>
    <w:rsid w:val="00BF2848"/>
    <w:rsid w:val="00BF2952"/>
    <w:rsid w:val="00BF2ADA"/>
    <w:rsid w:val="00BF2ECF"/>
    <w:rsid w:val="00BF39FF"/>
    <w:rsid w:val="00BF44FE"/>
    <w:rsid w:val="00BF49F5"/>
    <w:rsid w:val="00BF4B06"/>
    <w:rsid w:val="00BF5021"/>
    <w:rsid w:val="00BF5565"/>
    <w:rsid w:val="00BF563C"/>
    <w:rsid w:val="00BF57FC"/>
    <w:rsid w:val="00BF58AB"/>
    <w:rsid w:val="00BF61EC"/>
    <w:rsid w:val="00BF6303"/>
    <w:rsid w:val="00BF6676"/>
    <w:rsid w:val="00BF6878"/>
    <w:rsid w:val="00BF6B8F"/>
    <w:rsid w:val="00BF6D87"/>
    <w:rsid w:val="00BF6DA5"/>
    <w:rsid w:val="00BF7577"/>
    <w:rsid w:val="00BF75FC"/>
    <w:rsid w:val="00BF7AA8"/>
    <w:rsid w:val="00BF7C41"/>
    <w:rsid w:val="00BF7EF2"/>
    <w:rsid w:val="00C00525"/>
    <w:rsid w:val="00C00A1D"/>
    <w:rsid w:val="00C00DA9"/>
    <w:rsid w:val="00C011D6"/>
    <w:rsid w:val="00C01338"/>
    <w:rsid w:val="00C027DE"/>
    <w:rsid w:val="00C02A11"/>
    <w:rsid w:val="00C0314F"/>
    <w:rsid w:val="00C03878"/>
    <w:rsid w:val="00C03B79"/>
    <w:rsid w:val="00C03D2F"/>
    <w:rsid w:val="00C03FA7"/>
    <w:rsid w:val="00C04039"/>
    <w:rsid w:val="00C042AC"/>
    <w:rsid w:val="00C0444A"/>
    <w:rsid w:val="00C04488"/>
    <w:rsid w:val="00C04F71"/>
    <w:rsid w:val="00C051FE"/>
    <w:rsid w:val="00C058AB"/>
    <w:rsid w:val="00C05C76"/>
    <w:rsid w:val="00C05F42"/>
    <w:rsid w:val="00C0668A"/>
    <w:rsid w:val="00C06B7E"/>
    <w:rsid w:val="00C0728E"/>
    <w:rsid w:val="00C072ED"/>
    <w:rsid w:val="00C073FE"/>
    <w:rsid w:val="00C0774B"/>
    <w:rsid w:val="00C07A23"/>
    <w:rsid w:val="00C07B9A"/>
    <w:rsid w:val="00C07C10"/>
    <w:rsid w:val="00C07D30"/>
    <w:rsid w:val="00C07DA7"/>
    <w:rsid w:val="00C07DAB"/>
    <w:rsid w:val="00C1050B"/>
    <w:rsid w:val="00C10530"/>
    <w:rsid w:val="00C105D1"/>
    <w:rsid w:val="00C10785"/>
    <w:rsid w:val="00C10936"/>
    <w:rsid w:val="00C10BDC"/>
    <w:rsid w:val="00C10CF3"/>
    <w:rsid w:val="00C10DF3"/>
    <w:rsid w:val="00C113A8"/>
    <w:rsid w:val="00C11488"/>
    <w:rsid w:val="00C119D0"/>
    <w:rsid w:val="00C11CA2"/>
    <w:rsid w:val="00C11D85"/>
    <w:rsid w:val="00C11EAD"/>
    <w:rsid w:val="00C11F56"/>
    <w:rsid w:val="00C128D9"/>
    <w:rsid w:val="00C1311D"/>
    <w:rsid w:val="00C13511"/>
    <w:rsid w:val="00C13932"/>
    <w:rsid w:val="00C13AAD"/>
    <w:rsid w:val="00C1446D"/>
    <w:rsid w:val="00C14AA6"/>
    <w:rsid w:val="00C14B6D"/>
    <w:rsid w:val="00C150BB"/>
    <w:rsid w:val="00C15323"/>
    <w:rsid w:val="00C158CE"/>
    <w:rsid w:val="00C15DD4"/>
    <w:rsid w:val="00C16764"/>
    <w:rsid w:val="00C168E3"/>
    <w:rsid w:val="00C16AC6"/>
    <w:rsid w:val="00C176C7"/>
    <w:rsid w:val="00C2024F"/>
    <w:rsid w:val="00C2030C"/>
    <w:rsid w:val="00C2031E"/>
    <w:rsid w:val="00C205A6"/>
    <w:rsid w:val="00C20AF3"/>
    <w:rsid w:val="00C211CF"/>
    <w:rsid w:val="00C21A04"/>
    <w:rsid w:val="00C21CCA"/>
    <w:rsid w:val="00C21F92"/>
    <w:rsid w:val="00C22135"/>
    <w:rsid w:val="00C226A4"/>
    <w:rsid w:val="00C22B7A"/>
    <w:rsid w:val="00C22DD4"/>
    <w:rsid w:val="00C23F0B"/>
    <w:rsid w:val="00C24277"/>
    <w:rsid w:val="00C2435E"/>
    <w:rsid w:val="00C24A26"/>
    <w:rsid w:val="00C24A7E"/>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18A7"/>
    <w:rsid w:val="00C31CBB"/>
    <w:rsid w:val="00C32C67"/>
    <w:rsid w:val="00C3309B"/>
    <w:rsid w:val="00C330DC"/>
    <w:rsid w:val="00C33BC1"/>
    <w:rsid w:val="00C33CCA"/>
    <w:rsid w:val="00C343DD"/>
    <w:rsid w:val="00C3499F"/>
    <w:rsid w:val="00C34DA3"/>
    <w:rsid w:val="00C34F06"/>
    <w:rsid w:val="00C35107"/>
    <w:rsid w:val="00C35559"/>
    <w:rsid w:val="00C355DB"/>
    <w:rsid w:val="00C356BD"/>
    <w:rsid w:val="00C35A22"/>
    <w:rsid w:val="00C362D7"/>
    <w:rsid w:val="00C36D4F"/>
    <w:rsid w:val="00C36DEF"/>
    <w:rsid w:val="00C376E6"/>
    <w:rsid w:val="00C378BD"/>
    <w:rsid w:val="00C37D06"/>
    <w:rsid w:val="00C37D60"/>
    <w:rsid w:val="00C406C7"/>
    <w:rsid w:val="00C40A6C"/>
    <w:rsid w:val="00C40CF3"/>
    <w:rsid w:val="00C40D92"/>
    <w:rsid w:val="00C40DDF"/>
    <w:rsid w:val="00C40FB4"/>
    <w:rsid w:val="00C40FCF"/>
    <w:rsid w:val="00C4100A"/>
    <w:rsid w:val="00C410BC"/>
    <w:rsid w:val="00C411A2"/>
    <w:rsid w:val="00C414EF"/>
    <w:rsid w:val="00C41801"/>
    <w:rsid w:val="00C41A93"/>
    <w:rsid w:val="00C41B37"/>
    <w:rsid w:val="00C41C50"/>
    <w:rsid w:val="00C41E59"/>
    <w:rsid w:val="00C42175"/>
    <w:rsid w:val="00C421E3"/>
    <w:rsid w:val="00C42251"/>
    <w:rsid w:val="00C42309"/>
    <w:rsid w:val="00C43237"/>
    <w:rsid w:val="00C4330F"/>
    <w:rsid w:val="00C433B0"/>
    <w:rsid w:val="00C43583"/>
    <w:rsid w:val="00C44147"/>
    <w:rsid w:val="00C443AC"/>
    <w:rsid w:val="00C4449A"/>
    <w:rsid w:val="00C44897"/>
    <w:rsid w:val="00C449F0"/>
    <w:rsid w:val="00C44AA9"/>
    <w:rsid w:val="00C44BDF"/>
    <w:rsid w:val="00C456FC"/>
    <w:rsid w:val="00C457BF"/>
    <w:rsid w:val="00C45A92"/>
    <w:rsid w:val="00C45C46"/>
    <w:rsid w:val="00C4679E"/>
    <w:rsid w:val="00C46AD6"/>
    <w:rsid w:val="00C46F6A"/>
    <w:rsid w:val="00C4714D"/>
    <w:rsid w:val="00C47217"/>
    <w:rsid w:val="00C477E4"/>
    <w:rsid w:val="00C47E2A"/>
    <w:rsid w:val="00C47FA9"/>
    <w:rsid w:val="00C502ED"/>
    <w:rsid w:val="00C50998"/>
    <w:rsid w:val="00C50B98"/>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ACE"/>
    <w:rsid w:val="00C57C89"/>
    <w:rsid w:val="00C57EB9"/>
    <w:rsid w:val="00C605E2"/>
    <w:rsid w:val="00C60AB1"/>
    <w:rsid w:val="00C60B7B"/>
    <w:rsid w:val="00C60F90"/>
    <w:rsid w:val="00C6115D"/>
    <w:rsid w:val="00C6160F"/>
    <w:rsid w:val="00C61A3A"/>
    <w:rsid w:val="00C61ADF"/>
    <w:rsid w:val="00C62066"/>
    <w:rsid w:val="00C6259F"/>
    <w:rsid w:val="00C62DC0"/>
    <w:rsid w:val="00C63398"/>
    <w:rsid w:val="00C63404"/>
    <w:rsid w:val="00C63829"/>
    <w:rsid w:val="00C638BE"/>
    <w:rsid w:val="00C63AFB"/>
    <w:rsid w:val="00C63DF9"/>
    <w:rsid w:val="00C64799"/>
    <w:rsid w:val="00C6484E"/>
    <w:rsid w:val="00C64907"/>
    <w:rsid w:val="00C64B2B"/>
    <w:rsid w:val="00C64B6D"/>
    <w:rsid w:val="00C64BD9"/>
    <w:rsid w:val="00C65427"/>
    <w:rsid w:val="00C656C2"/>
    <w:rsid w:val="00C65702"/>
    <w:rsid w:val="00C6598E"/>
    <w:rsid w:val="00C65C8F"/>
    <w:rsid w:val="00C65D15"/>
    <w:rsid w:val="00C65EDC"/>
    <w:rsid w:val="00C661E6"/>
    <w:rsid w:val="00C661F7"/>
    <w:rsid w:val="00C66319"/>
    <w:rsid w:val="00C667FA"/>
    <w:rsid w:val="00C66B28"/>
    <w:rsid w:val="00C66B7D"/>
    <w:rsid w:val="00C66DB0"/>
    <w:rsid w:val="00C66F05"/>
    <w:rsid w:val="00C66F4C"/>
    <w:rsid w:val="00C6740E"/>
    <w:rsid w:val="00C6742E"/>
    <w:rsid w:val="00C675A9"/>
    <w:rsid w:val="00C678C7"/>
    <w:rsid w:val="00C67CDB"/>
    <w:rsid w:val="00C67F0F"/>
    <w:rsid w:val="00C70AF1"/>
    <w:rsid w:val="00C71201"/>
    <w:rsid w:val="00C71A66"/>
    <w:rsid w:val="00C71C5D"/>
    <w:rsid w:val="00C7209A"/>
    <w:rsid w:val="00C729F5"/>
    <w:rsid w:val="00C73233"/>
    <w:rsid w:val="00C73271"/>
    <w:rsid w:val="00C733CA"/>
    <w:rsid w:val="00C73ACB"/>
    <w:rsid w:val="00C73AFF"/>
    <w:rsid w:val="00C73D61"/>
    <w:rsid w:val="00C740BF"/>
    <w:rsid w:val="00C746B4"/>
    <w:rsid w:val="00C74B00"/>
    <w:rsid w:val="00C7516B"/>
    <w:rsid w:val="00C759BB"/>
    <w:rsid w:val="00C75C88"/>
    <w:rsid w:val="00C75D45"/>
    <w:rsid w:val="00C761A5"/>
    <w:rsid w:val="00C76C39"/>
    <w:rsid w:val="00C76E0F"/>
    <w:rsid w:val="00C76E84"/>
    <w:rsid w:val="00C77351"/>
    <w:rsid w:val="00C776F0"/>
    <w:rsid w:val="00C77B2D"/>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7A9"/>
    <w:rsid w:val="00C85847"/>
    <w:rsid w:val="00C85DD0"/>
    <w:rsid w:val="00C863C9"/>
    <w:rsid w:val="00C8644C"/>
    <w:rsid w:val="00C87FA9"/>
    <w:rsid w:val="00C9012C"/>
    <w:rsid w:val="00C90340"/>
    <w:rsid w:val="00C90687"/>
    <w:rsid w:val="00C90C93"/>
    <w:rsid w:val="00C90D2E"/>
    <w:rsid w:val="00C911FE"/>
    <w:rsid w:val="00C914AD"/>
    <w:rsid w:val="00C91623"/>
    <w:rsid w:val="00C9191B"/>
    <w:rsid w:val="00C91D14"/>
    <w:rsid w:val="00C91E8F"/>
    <w:rsid w:val="00C92EE1"/>
    <w:rsid w:val="00C9339D"/>
    <w:rsid w:val="00C9344E"/>
    <w:rsid w:val="00C935FA"/>
    <w:rsid w:val="00C93D30"/>
    <w:rsid w:val="00C9415A"/>
    <w:rsid w:val="00C9437D"/>
    <w:rsid w:val="00C94880"/>
    <w:rsid w:val="00C95768"/>
    <w:rsid w:val="00C95B96"/>
    <w:rsid w:val="00C95CD7"/>
    <w:rsid w:val="00C9658D"/>
    <w:rsid w:val="00C969EF"/>
    <w:rsid w:val="00C97152"/>
    <w:rsid w:val="00C97175"/>
    <w:rsid w:val="00C97353"/>
    <w:rsid w:val="00C97871"/>
    <w:rsid w:val="00C97A45"/>
    <w:rsid w:val="00CA03A7"/>
    <w:rsid w:val="00CA0436"/>
    <w:rsid w:val="00CA0626"/>
    <w:rsid w:val="00CA0C10"/>
    <w:rsid w:val="00CA11B3"/>
    <w:rsid w:val="00CA15FF"/>
    <w:rsid w:val="00CA1C66"/>
    <w:rsid w:val="00CA1D47"/>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4AA"/>
    <w:rsid w:val="00CA7720"/>
    <w:rsid w:val="00CA791C"/>
    <w:rsid w:val="00CA7C13"/>
    <w:rsid w:val="00CA7EE4"/>
    <w:rsid w:val="00CA7FFB"/>
    <w:rsid w:val="00CB05CA"/>
    <w:rsid w:val="00CB09B9"/>
    <w:rsid w:val="00CB0EA0"/>
    <w:rsid w:val="00CB2898"/>
    <w:rsid w:val="00CB28B9"/>
    <w:rsid w:val="00CB2AD0"/>
    <w:rsid w:val="00CB2F2B"/>
    <w:rsid w:val="00CB3134"/>
    <w:rsid w:val="00CB3C61"/>
    <w:rsid w:val="00CB3F7D"/>
    <w:rsid w:val="00CB3FC2"/>
    <w:rsid w:val="00CB40DA"/>
    <w:rsid w:val="00CB4F81"/>
    <w:rsid w:val="00CB4FB9"/>
    <w:rsid w:val="00CB5169"/>
    <w:rsid w:val="00CB5484"/>
    <w:rsid w:val="00CB587F"/>
    <w:rsid w:val="00CB5B2B"/>
    <w:rsid w:val="00CB6403"/>
    <w:rsid w:val="00CB64B5"/>
    <w:rsid w:val="00CB670E"/>
    <w:rsid w:val="00CB70DC"/>
    <w:rsid w:val="00CB749E"/>
    <w:rsid w:val="00CB76D2"/>
    <w:rsid w:val="00CB7D31"/>
    <w:rsid w:val="00CB7D80"/>
    <w:rsid w:val="00CB7FFC"/>
    <w:rsid w:val="00CC0089"/>
    <w:rsid w:val="00CC0628"/>
    <w:rsid w:val="00CC068A"/>
    <w:rsid w:val="00CC0810"/>
    <w:rsid w:val="00CC083A"/>
    <w:rsid w:val="00CC0A1E"/>
    <w:rsid w:val="00CC0C5D"/>
    <w:rsid w:val="00CC14A7"/>
    <w:rsid w:val="00CC1B7C"/>
    <w:rsid w:val="00CC2235"/>
    <w:rsid w:val="00CC2A37"/>
    <w:rsid w:val="00CC2A8C"/>
    <w:rsid w:val="00CC2CD6"/>
    <w:rsid w:val="00CC2F98"/>
    <w:rsid w:val="00CC2F9A"/>
    <w:rsid w:val="00CC30C7"/>
    <w:rsid w:val="00CC3953"/>
    <w:rsid w:val="00CC4385"/>
    <w:rsid w:val="00CC4740"/>
    <w:rsid w:val="00CC4DDA"/>
    <w:rsid w:val="00CC4E76"/>
    <w:rsid w:val="00CC4F55"/>
    <w:rsid w:val="00CC5302"/>
    <w:rsid w:val="00CC55B1"/>
    <w:rsid w:val="00CC5A31"/>
    <w:rsid w:val="00CC6338"/>
    <w:rsid w:val="00CC66A1"/>
    <w:rsid w:val="00CC698C"/>
    <w:rsid w:val="00CC6B54"/>
    <w:rsid w:val="00CC74B6"/>
    <w:rsid w:val="00CC7943"/>
    <w:rsid w:val="00CD00EA"/>
    <w:rsid w:val="00CD0347"/>
    <w:rsid w:val="00CD0563"/>
    <w:rsid w:val="00CD09E9"/>
    <w:rsid w:val="00CD14A8"/>
    <w:rsid w:val="00CD15E2"/>
    <w:rsid w:val="00CD1B1A"/>
    <w:rsid w:val="00CD1C94"/>
    <w:rsid w:val="00CD1D9D"/>
    <w:rsid w:val="00CD2034"/>
    <w:rsid w:val="00CD2AC9"/>
    <w:rsid w:val="00CD2BAA"/>
    <w:rsid w:val="00CD2C05"/>
    <w:rsid w:val="00CD2E65"/>
    <w:rsid w:val="00CD37BB"/>
    <w:rsid w:val="00CD3C36"/>
    <w:rsid w:val="00CD3CDF"/>
    <w:rsid w:val="00CD3E61"/>
    <w:rsid w:val="00CD433B"/>
    <w:rsid w:val="00CD4355"/>
    <w:rsid w:val="00CD46CB"/>
    <w:rsid w:val="00CD471B"/>
    <w:rsid w:val="00CD4C32"/>
    <w:rsid w:val="00CD4C63"/>
    <w:rsid w:val="00CD573D"/>
    <w:rsid w:val="00CD5B47"/>
    <w:rsid w:val="00CD61F6"/>
    <w:rsid w:val="00CD63D3"/>
    <w:rsid w:val="00CD67A8"/>
    <w:rsid w:val="00CD6F76"/>
    <w:rsid w:val="00CD73AF"/>
    <w:rsid w:val="00CD75E8"/>
    <w:rsid w:val="00CD7777"/>
    <w:rsid w:val="00CD7A01"/>
    <w:rsid w:val="00CD7CD3"/>
    <w:rsid w:val="00CE02DB"/>
    <w:rsid w:val="00CE02FD"/>
    <w:rsid w:val="00CE03C5"/>
    <w:rsid w:val="00CE0423"/>
    <w:rsid w:val="00CE094B"/>
    <w:rsid w:val="00CE0D7E"/>
    <w:rsid w:val="00CE0ECF"/>
    <w:rsid w:val="00CE0F3F"/>
    <w:rsid w:val="00CE10F4"/>
    <w:rsid w:val="00CE1D98"/>
    <w:rsid w:val="00CE2EF5"/>
    <w:rsid w:val="00CE3039"/>
    <w:rsid w:val="00CE3162"/>
    <w:rsid w:val="00CE327F"/>
    <w:rsid w:val="00CE335E"/>
    <w:rsid w:val="00CE361D"/>
    <w:rsid w:val="00CE38E1"/>
    <w:rsid w:val="00CE4277"/>
    <w:rsid w:val="00CE44FA"/>
    <w:rsid w:val="00CE4793"/>
    <w:rsid w:val="00CE492F"/>
    <w:rsid w:val="00CE4A57"/>
    <w:rsid w:val="00CE4AB0"/>
    <w:rsid w:val="00CE622B"/>
    <w:rsid w:val="00CE63D6"/>
    <w:rsid w:val="00CE6A82"/>
    <w:rsid w:val="00CE6FC7"/>
    <w:rsid w:val="00CE73BB"/>
    <w:rsid w:val="00CE77B9"/>
    <w:rsid w:val="00CE7DF3"/>
    <w:rsid w:val="00CF0236"/>
    <w:rsid w:val="00CF0362"/>
    <w:rsid w:val="00CF0F44"/>
    <w:rsid w:val="00CF16A3"/>
    <w:rsid w:val="00CF1EE4"/>
    <w:rsid w:val="00CF21AB"/>
    <w:rsid w:val="00CF3235"/>
    <w:rsid w:val="00CF3A06"/>
    <w:rsid w:val="00CF3C10"/>
    <w:rsid w:val="00CF3D60"/>
    <w:rsid w:val="00CF4081"/>
    <w:rsid w:val="00CF4126"/>
    <w:rsid w:val="00CF43FF"/>
    <w:rsid w:val="00CF447C"/>
    <w:rsid w:val="00CF53C0"/>
    <w:rsid w:val="00CF542E"/>
    <w:rsid w:val="00CF590F"/>
    <w:rsid w:val="00CF5AA0"/>
    <w:rsid w:val="00CF5D3C"/>
    <w:rsid w:val="00CF5F0B"/>
    <w:rsid w:val="00CF6C73"/>
    <w:rsid w:val="00CF6E05"/>
    <w:rsid w:val="00CF7020"/>
    <w:rsid w:val="00CF703C"/>
    <w:rsid w:val="00CF72A6"/>
    <w:rsid w:val="00CF783D"/>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A0"/>
    <w:rsid w:val="00D043B6"/>
    <w:rsid w:val="00D044A2"/>
    <w:rsid w:val="00D04524"/>
    <w:rsid w:val="00D04688"/>
    <w:rsid w:val="00D05244"/>
    <w:rsid w:val="00D0536D"/>
    <w:rsid w:val="00D053D7"/>
    <w:rsid w:val="00D058E0"/>
    <w:rsid w:val="00D05A72"/>
    <w:rsid w:val="00D05C14"/>
    <w:rsid w:val="00D05DB8"/>
    <w:rsid w:val="00D06713"/>
    <w:rsid w:val="00D06B7F"/>
    <w:rsid w:val="00D07588"/>
    <w:rsid w:val="00D07819"/>
    <w:rsid w:val="00D07E3F"/>
    <w:rsid w:val="00D10803"/>
    <w:rsid w:val="00D10B39"/>
    <w:rsid w:val="00D114C2"/>
    <w:rsid w:val="00D1171C"/>
    <w:rsid w:val="00D11742"/>
    <w:rsid w:val="00D125AA"/>
    <w:rsid w:val="00D12F80"/>
    <w:rsid w:val="00D13624"/>
    <w:rsid w:val="00D138CF"/>
    <w:rsid w:val="00D14238"/>
    <w:rsid w:val="00D1439F"/>
    <w:rsid w:val="00D14592"/>
    <w:rsid w:val="00D14B8B"/>
    <w:rsid w:val="00D14CFD"/>
    <w:rsid w:val="00D14ED1"/>
    <w:rsid w:val="00D14F69"/>
    <w:rsid w:val="00D1560E"/>
    <w:rsid w:val="00D15DD2"/>
    <w:rsid w:val="00D16234"/>
    <w:rsid w:val="00D16287"/>
    <w:rsid w:val="00D16496"/>
    <w:rsid w:val="00D16947"/>
    <w:rsid w:val="00D16C1E"/>
    <w:rsid w:val="00D16CBF"/>
    <w:rsid w:val="00D17152"/>
    <w:rsid w:val="00D178E4"/>
    <w:rsid w:val="00D17D53"/>
    <w:rsid w:val="00D20721"/>
    <w:rsid w:val="00D20B2F"/>
    <w:rsid w:val="00D20E0B"/>
    <w:rsid w:val="00D20E76"/>
    <w:rsid w:val="00D2125D"/>
    <w:rsid w:val="00D213D9"/>
    <w:rsid w:val="00D218CD"/>
    <w:rsid w:val="00D21E3F"/>
    <w:rsid w:val="00D220AB"/>
    <w:rsid w:val="00D222D5"/>
    <w:rsid w:val="00D22B91"/>
    <w:rsid w:val="00D237D6"/>
    <w:rsid w:val="00D23CA1"/>
    <w:rsid w:val="00D23DB9"/>
    <w:rsid w:val="00D23E67"/>
    <w:rsid w:val="00D25124"/>
    <w:rsid w:val="00D2564B"/>
    <w:rsid w:val="00D257C0"/>
    <w:rsid w:val="00D263E0"/>
    <w:rsid w:val="00D266CC"/>
    <w:rsid w:val="00D268AD"/>
    <w:rsid w:val="00D26B08"/>
    <w:rsid w:val="00D2708C"/>
    <w:rsid w:val="00D273F0"/>
    <w:rsid w:val="00D2782A"/>
    <w:rsid w:val="00D30021"/>
    <w:rsid w:val="00D30426"/>
    <w:rsid w:val="00D304B2"/>
    <w:rsid w:val="00D306CA"/>
    <w:rsid w:val="00D30CB0"/>
    <w:rsid w:val="00D30DF3"/>
    <w:rsid w:val="00D318B8"/>
    <w:rsid w:val="00D31B9D"/>
    <w:rsid w:val="00D31D44"/>
    <w:rsid w:val="00D325B8"/>
    <w:rsid w:val="00D32A7D"/>
    <w:rsid w:val="00D333DD"/>
    <w:rsid w:val="00D33B03"/>
    <w:rsid w:val="00D33B7D"/>
    <w:rsid w:val="00D33F1E"/>
    <w:rsid w:val="00D33FC5"/>
    <w:rsid w:val="00D34590"/>
    <w:rsid w:val="00D34696"/>
    <w:rsid w:val="00D348E9"/>
    <w:rsid w:val="00D34FC1"/>
    <w:rsid w:val="00D35765"/>
    <w:rsid w:val="00D35A69"/>
    <w:rsid w:val="00D35ADA"/>
    <w:rsid w:val="00D35AFF"/>
    <w:rsid w:val="00D35E14"/>
    <w:rsid w:val="00D35F03"/>
    <w:rsid w:val="00D3611B"/>
    <w:rsid w:val="00D361EA"/>
    <w:rsid w:val="00D365FC"/>
    <w:rsid w:val="00D369BA"/>
    <w:rsid w:val="00D36C94"/>
    <w:rsid w:val="00D376D0"/>
    <w:rsid w:val="00D37803"/>
    <w:rsid w:val="00D37E04"/>
    <w:rsid w:val="00D405F8"/>
    <w:rsid w:val="00D407D4"/>
    <w:rsid w:val="00D407E8"/>
    <w:rsid w:val="00D40CB6"/>
    <w:rsid w:val="00D40F32"/>
    <w:rsid w:val="00D412FF"/>
    <w:rsid w:val="00D413EB"/>
    <w:rsid w:val="00D41975"/>
    <w:rsid w:val="00D41D37"/>
    <w:rsid w:val="00D424C3"/>
    <w:rsid w:val="00D42A07"/>
    <w:rsid w:val="00D42A99"/>
    <w:rsid w:val="00D42F14"/>
    <w:rsid w:val="00D430A7"/>
    <w:rsid w:val="00D433D6"/>
    <w:rsid w:val="00D433EF"/>
    <w:rsid w:val="00D43A1D"/>
    <w:rsid w:val="00D44230"/>
    <w:rsid w:val="00D45170"/>
    <w:rsid w:val="00D453D8"/>
    <w:rsid w:val="00D459E1"/>
    <w:rsid w:val="00D45DA2"/>
    <w:rsid w:val="00D45DCF"/>
    <w:rsid w:val="00D46677"/>
    <w:rsid w:val="00D46702"/>
    <w:rsid w:val="00D46756"/>
    <w:rsid w:val="00D4693B"/>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2CBE"/>
    <w:rsid w:val="00D537DE"/>
    <w:rsid w:val="00D5442C"/>
    <w:rsid w:val="00D54EBB"/>
    <w:rsid w:val="00D5521E"/>
    <w:rsid w:val="00D5547C"/>
    <w:rsid w:val="00D5555C"/>
    <w:rsid w:val="00D556BD"/>
    <w:rsid w:val="00D55A0F"/>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3F99"/>
    <w:rsid w:val="00D64088"/>
    <w:rsid w:val="00D64286"/>
    <w:rsid w:val="00D64BC3"/>
    <w:rsid w:val="00D65067"/>
    <w:rsid w:val="00D653AF"/>
    <w:rsid w:val="00D657B9"/>
    <w:rsid w:val="00D660B3"/>
    <w:rsid w:val="00D6625D"/>
    <w:rsid w:val="00D662F1"/>
    <w:rsid w:val="00D66C12"/>
    <w:rsid w:val="00D66E5F"/>
    <w:rsid w:val="00D67649"/>
    <w:rsid w:val="00D67EA7"/>
    <w:rsid w:val="00D7020C"/>
    <w:rsid w:val="00D70667"/>
    <w:rsid w:val="00D70C98"/>
    <w:rsid w:val="00D71213"/>
    <w:rsid w:val="00D71367"/>
    <w:rsid w:val="00D71A51"/>
    <w:rsid w:val="00D71D9B"/>
    <w:rsid w:val="00D720A9"/>
    <w:rsid w:val="00D72404"/>
    <w:rsid w:val="00D72455"/>
    <w:rsid w:val="00D72AEA"/>
    <w:rsid w:val="00D72FF0"/>
    <w:rsid w:val="00D735B4"/>
    <w:rsid w:val="00D73C5B"/>
    <w:rsid w:val="00D73D93"/>
    <w:rsid w:val="00D73EBE"/>
    <w:rsid w:val="00D74804"/>
    <w:rsid w:val="00D74A10"/>
    <w:rsid w:val="00D753FD"/>
    <w:rsid w:val="00D7545F"/>
    <w:rsid w:val="00D75849"/>
    <w:rsid w:val="00D75B10"/>
    <w:rsid w:val="00D763AC"/>
    <w:rsid w:val="00D767B8"/>
    <w:rsid w:val="00D76BC6"/>
    <w:rsid w:val="00D76CA2"/>
    <w:rsid w:val="00D7707F"/>
    <w:rsid w:val="00D77244"/>
    <w:rsid w:val="00D77603"/>
    <w:rsid w:val="00D77B08"/>
    <w:rsid w:val="00D77BC3"/>
    <w:rsid w:val="00D77DBE"/>
    <w:rsid w:val="00D77EC1"/>
    <w:rsid w:val="00D8105F"/>
    <w:rsid w:val="00D81816"/>
    <w:rsid w:val="00D8202A"/>
    <w:rsid w:val="00D8258E"/>
    <w:rsid w:val="00D826D8"/>
    <w:rsid w:val="00D82DEC"/>
    <w:rsid w:val="00D83251"/>
    <w:rsid w:val="00D83BAB"/>
    <w:rsid w:val="00D841AD"/>
    <w:rsid w:val="00D842CD"/>
    <w:rsid w:val="00D844E3"/>
    <w:rsid w:val="00D84809"/>
    <w:rsid w:val="00D8491F"/>
    <w:rsid w:val="00D84B19"/>
    <w:rsid w:val="00D84CAC"/>
    <w:rsid w:val="00D85021"/>
    <w:rsid w:val="00D85141"/>
    <w:rsid w:val="00D85586"/>
    <w:rsid w:val="00D85B3A"/>
    <w:rsid w:val="00D85DE1"/>
    <w:rsid w:val="00D85FED"/>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237"/>
    <w:rsid w:val="00D92559"/>
    <w:rsid w:val="00D928AE"/>
    <w:rsid w:val="00D92CC1"/>
    <w:rsid w:val="00D92F1D"/>
    <w:rsid w:val="00D92F90"/>
    <w:rsid w:val="00D92FEB"/>
    <w:rsid w:val="00D9314F"/>
    <w:rsid w:val="00D9339F"/>
    <w:rsid w:val="00D938E7"/>
    <w:rsid w:val="00D93D9D"/>
    <w:rsid w:val="00D93FEB"/>
    <w:rsid w:val="00D93FFE"/>
    <w:rsid w:val="00D94180"/>
    <w:rsid w:val="00D9488E"/>
    <w:rsid w:val="00D94D18"/>
    <w:rsid w:val="00D9544B"/>
    <w:rsid w:val="00D955EB"/>
    <w:rsid w:val="00D95670"/>
    <w:rsid w:val="00D95B81"/>
    <w:rsid w:val="00D95C25"/>
    <w:rsid w:val="00D95F88"/>
    <w:rsid w:val="00D9628A"/>
    <w:rsid w:val="00D96B06"/>
    <w:rsid w:val="00D973CC"/>
    <w:rsid w:val="00D97CB3"/>
    <w:rsid w:val="00DA08A5"/>
    <w:rsid w:val="00DA0AFA"/>
    <w:rsid w:val="00DA0F2E"/>
    <w:rsid w:val="00DA11FD"/>
    <w:rsid w:val="00DA1D72"/>
    <w:rsid w:val="00DA1E7E"/>
    <w:rsid w:val="00DA319C"/>
    <w:rsid w:val="00DA3B8E"/>
    <w:rsid w:val="00DA3F15"/>
    <w:rsid w:val="00DA441C"/>
    <w:rsid w:val="00DA4C37"/>
    <w:rsid w:val="00DA4C62"/>
    <w:rsid w:val="00DA51BB"/>
    <w:rsid w:val="00DA5204"/>
    <w:rsid w:val="00DA5328"/>
    <w:rsid w:val="00DA5761"/>
    <w:rsid w:val="00DA5B2D"/>
    <w:rsid w:val="00DA5C78"/>
    <w:rsid w:val="00DA604C"/>
    <w:rsid w:val="00DA61AD"/>
    <w:rsid w:val="00DA63E5"/>
    <w:rsid w:val="00DA6648"/>
    <w:rsid w:val="00DA69BE"/>
    <w:rsid w:val="00DA6F77"/>
    <w:rsid w:val="00DA737F"/>
    <w:rsid w:val="00DA77A9"/>
    <w:rsid w:val="00DA7DDC"/>
    <w:rsid w:val="00DB01A0"/>
    <w:rsid w:val="00DB0277"/>
    <w:rsid w:val="00DB0D26"/>
    <w:rsid w:val="00DB119E"/>
    <w:rsid w:val="00DB1C18"/>
    <w:rsid w:val="00DB1DB8"/>
    <w:rsid w:val="00DB2133"/>
    <w:rsid w:val="00DB2352"/>
    <w:rsid w:val="00DB2A5D"/>
    <w:rsid w:val="00DB2AEB"/>
    <w:rsid w:val="00DB31E7"/>
    <w:rsid w:val="00DB373D"/>
    <w:rsid w:val="00DB3BF3"/>
    <w:rsid w:val="00DB3DCB"/>
    <w:rsid w:val="00DB3F58"/>
    <w:rsid w:val="00DB4CA8"/>
    <w:rsid w:val="00DB5310"/>
    <w:rsid w:val="00DB59B6"/>
    <w:rsid w:val="00DB5D0C"/>
    <w:rsid w:val="00DB5DE7"/>
    <w:rsid w:val="00DB6508"/>
    <w:rsid w:val="00DB67AE"/>
    <w:rsid w:val="00DB6887"/>
    <w:rsid w:val="00DB6967"/>
    <w:rsid w:val="00DB6CCB"/>
    <w:rsid w:val="00DB71D0"/>
    <w:rsid w:val="00DB737A"/>
    <w:rsid w:val="00DB7632"/>
    <w:rsid w:val="00DB7920"/>
    <w:rsid w:val="00DB7BF6"/>
    <w:rsid w:val="00DB7DDE"/>
    <w:rsid w:val="00DC000A"/>
    <w:rsid w:val="00DC09BD"/>
    <w:rsid w:val="00DC0D6B"/>
    <w:rsid w:val="00DC0F80"/>
    <w:rsid w:val="00DC1228"/>
    <w:rsid w:val="00DC1578"/>
    <w:rsid w:val="00DC16F8"/>
    <w:rsid w:val="00DC1A35"/>
    <w:rsid w:val="00DC1EC6"/>
    <w:rsid w:val="00DC24CE"/>
    <w:rsid w:val="00DC2874"/>
    <w:rsid w:val="00DC2940"/>
    <w:rsid w:val="00DC2967"/>
    <w:rsid w:val="00DC336B"/>
    <w:rsid w:val="00DC3481"/>
    <w:rsid w:val="00DC34B4"/>
    <w:rsid w:val="00DC34B9"/>
    <w:rsid w:val="00DC3605"/>
    <w:rsid w:val="00DC3754"/>
    <w:rsid w:val="00DC377E"/>
    <w:rsid w:val="00DC397F"/>
    <w:rsid w:val="00DC3A26"/>
    <w:rsid w:val="00DC3BA5"/>
    <w:rsid w:val="00DC3C78"/>
    <w:rsid w:val="00DC422F"/>
    <w:rsid w:val="00DC437A"/>
    <w:rsid w:val="00DC44EF"/>
    <w:rsid w:val="00DC456E"/>
    <w:rsid w:val="00DC46F3"/>
    <w:rsid w:val="00DC477F"/>
    <w:rsid w:val="00DC4A32"/>
    <w:rsid w:val="00DC4B6A"/>
    <w:rsid w:val="00DC54E3"/>
    <w:rsid w:val="00DC5FA1"/>
    <w:rsid w:val="00DC68D5"/>
    <w:rsid w:val="00DC6EDE"/>
    <w:rsid w:val="00DC7188"/>
    <w:rsid w:val="00DC751B"/>
    <w:rsid w:val="00DC7677"/>
    <w:rsid w:val="00DC7993"/>
    <w:rsid w:val="00DC7A74"/>
    <w:rsid w:val="00DC7EF7"/>
    <w:rsid w:val="00DC7F62"/>
    <w:rsid w:val="00DD038E"/>
    <w:rsid w:val="00DD0918"/>
    <w:rsid w:val="00DD0BBC"/>
    <w:rsid w:val="00DD0F68"/>
    <w:rsid w:val="00DD0F9B"/>
    <w:rsid w:val="00DD10DD"/>
    <w:rsid w:val="00DD1433"/>
    <w:rsid w:val="00DD1B63"/>
    <w:rsid w:val="00DD24B3"/>
    <w:rsid w:val="00DD2A13"/>
    <w:rsid w:val="00DD2DDB"/>
    <w:rsid w:val="00DD3211"/>
    <w:rsid w:val="00DD36C7"/>
    <w:rsid w:val="00DD3BAC"/>
    <w:rsid w:val="00DD3CB4"/>
    <w:rsid w:val="00DD3D2D"/>
    <w:rsid w:val="00DD4080"/>
    <w:rsid w:val="00DD452E"/>
    <w:rsid w:val="00DD47B4"/>
    <w:rsid w:val="00DD4B9E"/>
    <w:rsid w:val="00DD4C79"/>
    <w:rsid w:val="00DD587B"/>
    <w:rsid w:val="00DD5C45"/>
    <w:rsid w:val="00DD62E4"/>
    <w:rsid w:val="00DD6472"/>
    <w:rsid w:val="00DD65E0"/>
    <w:rsid w:val="00DD6753"/>
    <w:rsid w:val="00DD6B98"/>
    <w:rsid w:val="00DD6BA5"/>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3F3D"/>
    <w:rsid w:val="00DE40FE"/>
    <w:rsid w:val="00DE44C6"/>
    <w:rsid w:val="00DE4794"/>
    <w:rsid w:val="00DE4AD2"/>
    <w:rsid w:val="00DE5099"/>
    <w:rsid w:val="00DE5455"/>
    <w:rsid w:val="00DE5FF6"/>
    <w:rsid w:val="00DE6151"/>
    <w:rsid w:val="00DE6205"/>
    <w:rsid w:val="00DE64E6"/>
    <w:rsid w:val="00DE66A7"/>
    <w:rsid w:val="00DE69AB"/>
    <w:rsid w:val="00DE6CAE"/>
    <w:rsid w:val="00DE7AD6"/>
    <w:rsid w:val="00DE7ADF"/>
    <w:rsid w:val="00DE7CEB"/>
    <w:rsid w:val="00DE7E30"/>
    <w:rsid w:val="00DF0093"/>
    <w:rsid w:val="00DF046D"/>
    <w:rsid w:val="00DF0FB2"/>
    <w:rsid w:val="00DF1199"/>
    <w:rsid w:val="00DF1998"/>
    <w:rsid w:val="00DF1DF8"/>
    <w:rsid w:val="00DF2061"/>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40A"/>
    <w:rsid w:val="00E005D2"/>
    <w:rsid w:val="00E0090E"/>
    <w:rsid w:val="00E00CD0"/>
    <w:rsid w:val="00E011A9"/>
    <w:rsid w:val="00E0121D"/>
    <w:rsid w:val="00E013DE"/>
    <w:rsid w:val="00E01875"/>
    <w:rsid w:val="00E01E30"/>
    <w:rsid w:val="00E02CE7"/>
    <w:rsid w:val="00E031D0"/>
    <w:rsid w:val="00E0355A"/>
    <w:rsid w:val="00E03B90"/>
    <w:rsid w:val="00E03BB5"/>
    <w:rsid w:val="00E03DEC"/>
    <w:rsid w:val="00E044B3"/>
    <w:rsid w:val="00E045C2"/>
    <w:rsid w:val="00E04615"/>
    <w:rsid w:val="00E047CA"/>
    <w:rsid w:val="00E048CC"/>
    <w:rsid w:val="00E04946"/>
    <w:rsid w:val="00E04CAC"/>
    <w:rsid w:val="00E04E63"/>
    <w:rsid w:val="00E05137"/>
    <w:rsid w:val="00E05875"/>
    <w:rsid w:val="00E05BC0"/>
    <w:rsid w:val="00E05C5B"/>
    <w:rsid w:val="00E05C6F"/>
    <w:rsid w:val="00E05EBA"/>
    <w:rsid w:val="00E060E0"/>
    <w:rsid w:val="00E060E7"/>
    <w:rsid w:val="00E066FA"/>
    <w:rsid w:val="00E06C27"/>
    <w:rsid w:val="00E06D10"/>
    <w:rsid w:val="00E07119"/>
    <w:rsid w:val="00E072B6"/>
    <w:rsid w:val="00E07381"/>
    <w:rsid w:val="00E077B9"/>
    <w:rsid w:val="00E101FA"/>
    <w:rsid w:val="00E10215"/>
    <w:rsid w:val="00E102FA"/>
    <w:rsid w:val="00E107B9"/>
    <w:rsid w:val="00E109E6"/>
    <w:rsid w:val="00E1158A"/>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DCF"/>
    <w:rsid w:val="00E14EF4"/>
    <w:rsid w:val="00E1512D"/>
    <w:rsid w:val="00E15F81"/>
    <w:rsid w:val="00E15FCA"/>
    <w:rsid w:val="00E163B7"/>
    <w:rsid w:val="00E16D15"/>
    <w:rsid w:val="00E171D7"/>
    <w:rsid w:val="00E178F2"/>
    <w:rsid w:val="00E17EE0"/>
    <w:rsid w:val="00E17F26"/>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76A"/>
    <w:rsid w:val="00E2392F"/>
    <w:rsid w:val="00E23999"/>
    <w:rsid w:val="00E24869"/>
    <w:rsid w:val="00E24E4F"/>
    <w:rsid w:val="00E254C1"/>
    <w:rsid w:val="00E254CA"/>
    <w:rsid w:val="00E2572B"/>
    <w:rsid w:val="00E25A23"/>
    <w:rsid w:val="00E26B48"/>
    <w:rsid w:val="00E26BF0"/>
    <w:rsid w:val="00E26F42"/>
    <w:rsid w:val="00E271EF"/>
    <w:rsid w:val="00E2733A"/>
    <w:rsid w:val="00E27832"/>
    <w:rsid w:val="00E27A6C"/>
    <w:rsid w:val="00E3001D"/>
    <w:rsid w:val="00E3025D"/>
    <w:rsid w:val="00E30507"/>
    <w:rsid w:val="00E30BB1"/>
    <w:rsid w:val="00E3274F"/>
    <w:rsid w:val="00E327BB"/>
    <w:rsid w:val="00E327DF"/>
    <w:rsid w:val="00E32F9B"/>
    <w:rsid w:val="00E3303B"/>
    <w:rsid w:val="00E33056"/>
    <w:rsid w:val="00E33215"/>
    <w:rsid w:val="00E332BA"/>
    <w:rsid w:val="00E3334E"/>
    <w:rsid w:val="00E333EB"/>
    <w:rsid w:val="00E344ED"/>
    <w:rsid w:val="00E34A74"/>
    <w:rsid w:val="00E34A9C"/>
    <w:rsid w:val="00E34B01"/>
    <w:rsid w:val="00E353E2"/>
    <w:rsid w:val="00E356CB"/>
    <w:rsid w:val="00E359C7"/>
    <w:rsid w:val="00E35E74"/>
    <w:rsid w:val="00E35F8D"/>
    <w:rsid w:val="00E36E7C"/>
    <w:rsid w:val="00E36E9F"/>
    <w:rsid w:val="00E37336"/>
    <w:rsid w:val="00E37401"/>
    <w:rsid w:val="00E37496"/>
    <w:rsid w:val="00E403CB"/>
    <w:rsid w:val="00E4136D"/>
    <w:rsid w:val="00E41563"/>
    <w:rsid w:val="00E41F9E"/>
    <w:rsid w:val="00E42758"/>
    <w:rsid w:val="00E43AA2"/>
    <w:rsid w:val="00E43AC0"/>
    <w:rsid w:val="00E43B55"/>
    <w:rsid w:val="00E43C2F"/>
    <w:rsid w:val="00E44569"/>
    <w:rsid w:val="00E447C0"/>
    <w:rsid w:val="00E44E4E"/>
    <w:rsid w:val="00E44F08"/>
    <w:rsid w:val="00E44F4F"/>
    <w:rsid w:val="00E45148"/>
    <w:rsid w:val="00E4530B"/>
    <w:rsid w:val="00E455D9"/>
    <w:rsid w:val="00E459E5"/>
    <w:rsid w:val="00E461B9"/>
    <w:rsid w:val="00E46282"/>
    <w:rsid w:val="00E4688D"/>
    <w:rsid w:val="00E468CC"/>
    <w:rsid w:val="00E46BA1"/>
    <w:rsid w:val="00E46CF1"/>
    <w:rsid w:val="00E46E6E"/>
    <w:rsid w:val="00E47262"/>
    <w:rsid w:val="00E500DD"/>
    <w:rsid w:val="00E501E2"/>
    <w:rsid w:val="00E50322"/>
    <w:rsid w:val="00E5076B"/>
    <w:rsid w:val="00E50C24"/>
    <w:rsid w:val="00E50D83"/>
    <w:rsid w:val="00E51298"/>
    <w:rsid w:val="00E5135A"/>
    <w:rsid w:val="00E518BB"/>
    <w:rsid w:val="00E52110"/>
    <w:rsid w:val="00E5260C"/>
    <w:rsid w:val="00E53284"/>
    <w:rsid w:val="00E537F9"/>
    <w:rsid w:val="00E53938"/>
    <w:rsid w:val="00E546CB"/>
    <w:rsid w:val="00E5485A"/>
    <w:rsid w:val="00E54B3F"/>
    <w:rsid w:val="00E54E6A"/>
    <w:rsid w:val="00E54F34"/>
    <w:rsid w:val="00E5506B"/>
    <w:rsid w:val="00E553C9"/>
    <w:rsid w:val="00E553DA"/>
    <w:rsid w:val="00E554BD"/>
    <w:rsid w:val="00E555F2"/>
    <w:rsid w:val="00E55D0E"/>
    <w:rsid w:val="00E56060"/>
    <w:rsid w:val="00E56371"/>
    <w:rsid w:val="00E565B0"/>
    <w:rsid w:val="00E57A18"/>
    <w:rsid w:val="00E57BA8"/>
    <w:rsid w:val="00E57FB8"/>
    <w:rsid w:val="00E60069"/>
    <w:rsid w:val="00E60834"/>
    <w:rsid w:val="00E60E2C"/>
    <w:rsid w:val="00E60F6B"/>
    <w:rsid w:val="00E6163A"/>
    <w:rsid w:val="00E61655"/>
    <w:rsid w:val="00E6183B"/>
    <w:rsid w:val="00E618F9"/>
    <w:rsid w:val="00E61BEF"/>
    <w:rsid w:val="00E61C3E"/>
    <w:rsid w:val="00E61ED7"/>
    <w:rsid w:val="00E6226D"/>
    <w:rsid w:val="00E62B5D"/>
    <w:rsid w:val="00E63EBA"/>
    <w:rsid w:val="00E64142"/>
    <w:rsid w:val="00E643F1"/>
    <w:rsid w:val="00E64480"/>
    <w:rsid w:val="00E644F6"/>
    <w:rsid w:val="00E64850"/>
    <w:rsid w:val="00E64CF5"/>
    <w:rsid w:val="00E64E56"/>
    <w:rsid w:val="00E65579"/>
    <w:rsid w:val="00E65F90"/>
    <w:rsid w:val="00E6677C"/>
    <w:rsid w:val="00E66FFC"/>
    <w:rsid w:val="00E67E59"/>
    <w:rsid w:val="00E70852"/>
    <w:rsid w:val="00E708D2"/>
    <w:rsid w:val="00E71212"/>
    <w:rsid w:val="00E72414"/>
    <w:rsid w:val="00E727A1"/>
    <w:rsid w:val="00E74A1F"/>
    <w:rsid w:val="00E74D1C"/>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B90"/>
    <w:rsid w:val="00E81D0F"/>
    <w:rsid w:val="00E81F24"/>
    <w:rsid w:val="00E8207E"/>
    <w:rsid w:val="00E82186"/>
    <w:rsid w:val="00E822AA"/>
    <w:rsid w:val="00E82364"/>
    <w:rsid w:val="00E82907"/>
    <w:rsid w:val="00E833FF"/>
    <w:rsid w:val="00E83682"/>
    <w:rsid w:val="00E83A17"/>
    <w:rsid w:val="00E8417D"/>
    <w:rsid w:val="00E847E0"/>
    <w:rsid w:val="00E8484B"/>
    <w:rsid w:val="00E84F77"/>
    <w:rsid w:val="00E85283"/>
    <w:rsid w:val="00E852E7"/>
    <w:rsid w:val="00E8531E"/>
    <w:rsid w:val="00E8600B"/>
    <w:rsid w:val="00E863DA"/>
    <w:rsid w:val="00E86954"/>
    <w:rsid w:val="00E86CC6"/>
    <w:rsid w:val="00E870B2"/>
    <w:rsid w:val="00E871A9"/>
    <w:rsid w:val="00E8753C"/>
    <w:rsid w:val="00E877D9"/>
    <w:rsid w:val="00E87A81"/>
    <w:rsid w:val="00E87BC1"/>
    <w:rsid w:val="00E87DC0"/>
    <w:rsid w:val="00E90606"/>
    <w:rsid w:val="00E908FF"/>
    <w:rsid w:val="00E90B42"/>
    <w:rsid w:val="00E916A1"/>
    <w:rsid w:val="00E916DA"/>
    <w:rsid w:val="00E9227D"/>
    <w:rsid w:val="00E92683"/>
    <w:rsid w:val="00E929A8"/>
    <w:rsid w:val="00E93836"/>
    <w:rsid w:val="00E93A44"/>
    <w:rsid w:val="00E94083"/>
    <w:rsid w:val="00E944A3"/>
    <w:rsid w:val="00E94D42"/>
    <w:rsid w:val="00E94D64"/>
    <w:rsid w:val="00E950E3"/>
    <w:rsid w:val="00E9563E"/>
    <w:rsid w:val="00E95802"/>
    <w:rsid w:val="00E95988"/>
    <w:rsid w:val="00E95C50"/>
    <w:rsid w:val="00E96352"/>
    <w:rsid w:val="00E964D2"/>
    <w:rsid w:val="00E96554"/>
    <w:rsid w:val="00E96777"/>
    <w:rsid w:val="00E96C4D"/>
    <w:rsid w:val="00E96DF9"/>
    <w:rsid w:val="00E972A5"/>
    <w:rsid w:val="00E97460"/>
    <w:rsid w:val="00E977CC"/>
    <w:rsid w:val="00E97D3B"/>
    <w:rsid w:val="00E97DB7"/>
    <w:rsid w:val="00E97DEA"/>
    <w:rsid w:val="00EA0113"/>
    <w:rsid w:val="00EA030F"/>
    <w:rsid w:val="00EA04E4"/>
    <w:rsid w:val="00EA07EF"/>
    <w:rsid w:val="00EA1376"/>
    <w:rsid w:val="00EA1B6F"/>
    <w:rsid w:val="00EA1C3B"/>
    <w:rsid w:val="00EA23FA"/>
    <w:rsid w:val="00EA272F"/>
    <w:rsid w:val="00EA3042"/>
    <w:rsid w:val="00EA3506"/>
    <w:rsid w:val="00EA3AAF"/>
    <w:rsid w:val="00EA3DB5"/>
    <w:rsid w:val="00EA53D8"/>
    <w:rsid w:val="00EA590B"/>
    <w:rsid w:val="00EA5C30"/>
    <w:rsid w:val="00EA6A56"/>
    <w:rsid w:val="00EA6B30"/>
    <w:rsid w:val="00EA6CD1"/>
    <w:rsid w:val="00EA6EF1"/>
    <w:rsid w:val="00EA6EFE"/>
    <w:rsid w:val="00EA7084"/>
    <w:rsid w:val="00EA752B"/>
    <w:rsid w:val="00EA7673"/>
    <w:rsid w:val="00EA76D1"/>
    <w:rsid w:val="00EA7B9E"/>
    <w:rsid w:val="00EA7D7A"/>
    <w:rsid w:val="00EA7E42"/>
    <w:rsid w:val="00EB0516"/>
    <w:rsid w:val="00EB07B7"/>
    <w:rsid w:val="00EB0E2C"/>
    <w:rsid w:val="00EB145F"/>
    <w:rsid w:val="00EB1A04"/>
    <w:rsid w:val="00EB1F89"/>
    <w:rsid w:val="00EB22BF"/>
    <w:rsid w:val="00EB3135"/>
    <w:rsid w:val="00EB34AF"/>
    <w:rsid w:val="00EB468E"/>
    <w:rsid w:val="00EB4E21"/>
    <w:rsid w:val="00EB56AF"/>
    <w:rsid w:val="00EB5967"/>
    <w:rsid w:val="00EB59AB"/>
    <w:rsid w:val="00EB5A25"/>
    <w:rsid w:val="00EB5C67"/>
    <w:rsid w:val="00EB685D"/>
    <w:rsid w:val="00EB6D4E"/>
    <w:rsid w:val="00EB6E79"/>
    <w:rsid w:val="00EB71EE"/>
    <w:rsid w:val="00EB7975"/>
    <w:rsid w:val="00EB7C7A"/>
    <w:rsid w:val="00EC0F86"/>
    <w:rsid w:val="00EC1099"/>
    <w:rsid w:val="00EC1303"/>
    <w:rsid w:val="00EC1E5F"/>
    <w:rsid w:val="00EC206D"/>
    <w:rsid w:val="00EC24AA"/>
    <w:rsid w:val="00EC2B98"/>
    <w:rsid w:val="00EC2BDC"/>
    <w:rsid w:val="00EC2F96"/>
    <w:rsid w:val="00EC35AB"/>
    <w:rsid w:val="00EC3BF1"/>
    <w:rsid w:val="00EC3D81"/>
    <w:rsid w:val="00EC4956"/>
    <w:rsid w:val="00EC4B2C"/>
    <w:rsid w:val="00EC5692"/>
    <w:rsid w:val="00EC611A"/>
    <w:rsid w:val="00EC6223"/>
    <w:rsid w:val="00EC63E5"/>
    <w:rsid w:val="00EC6A13"/>
    <w:rsid w:val="00EC6B29"/>
    <w:rsid w:val="00EC6DE4"/>
    <w:rsid w:val="00EC6E42"/>
    <w:rsid w:val="00EC72EA"/>
    <w:rsid w:val="00EC76D7"/>
    <w:rsid w:val="00EC7829"/>
    <w:rsid w:val="00EC7B5F"/>
    <w:rsid w:val="00EC7BCB"/>
    <w:rsid w:val="00EC7CD2"/>
    <w:rsid w:val="00ED046E"/>
    <w:rsid w:val="00ED08E6"/>
    <w:rsid w:val="00ED0B03"/>
    <w:rsid w:val="00ED0B94"/>
    <w:rsid w:val="00ED0F28"/>
    <w:rsid w:val="00ED1A1D"/>
    <w:rsid w:val="00ED1E08"/>
    <w:rsid w:val="00ED203B"/>
    <w:rsid w:val="00ED21B6"/>
    <w:rsid w:val="00ED2844"/>
    <w:rsid w:val="00ED2908"/>
    <w:rsid w:val="00ED2AB7"/>
    <w:rsid w:val="00ED302D"/>
    <w:rsid w:val="00ED3485"/>
    <w:rsid w:val="00ED38AF"/>
    <w:rsid w:val="00ED42C9"/>
    <w:rsid w:val="00ED4820"/>
    <w:rsid w:val="00ED4C67"/>
    <w:rsid w:val="00ED55E9"/>
    <w:rsid w:val="00ED5672"/>
    <w:rsid w:val="00ED5D38"/>
    <w:rsid w:val="00ED6737"/>
    <w:rsid w:val="00ED6800"/>
    <w:rsid w:val="00ED6FC6"/>
    <w:rsid w:val="00ED702C"/>
    <w:rsid w:val="00ED734C"/>
    <w:rsid w:val="00ED7573"/>
    <w:rsid w:val="00ED7D2D"/>
    <w:rsid w:val="00EE008B"/>
    <w:rsid w:val="00EE0464"/>
    <w:rsid w:val="00EE0B6D"/>
    <w:rsid w:val="00EE1542"/>
    <w:rsid w:val="00EE16B0"/>
    <w:rsid w:val="00EE184C"/>
    <w:rsid w:val="00EE1B7A"/>
    <w:rsid w:val="00EE1C1D"/>
    <w:rsid w:val="00EE1DB0"/>
    <w:rsid w:val="00EE20A0"/>
    <w:rsid w:val="00EE22C6"/>
    <w:rsid w:val="00EE230C"/>
    <w:rsid w:val="00EE2A54"/>
    <w:rsid w:val="00EE308A"/>
    <w:rsid w:val="00EE314F"/>
    <w:rsid w:val="00EE3397"/>
    <w:rsid w:val="00EE3805"/>
    <w:rsid w:val="00EE3D06"/>
    <w:rsid w:val="00EE3D75"/>
    <w:rsid w:val="00EE4770"/>
    <w:rsid w:val="00EE4951"/>
    <w:rsid w:val="00EE5432"/>
    <w:rsid w:val="00EE56B4"/>
    <w:rsid w:val="00EE577B"/>
    <w:rsid w:val="00EE57D4"/>
    <w:rsid w:val="00EE5F78"/>
    <w:rsid w:val="00EE615E"/>
    <w:rsid w:val="00EE65D1"/>
    <w:rsid w:val="00EE696D"/>
    <w:rsid w:val="00EE6AA4"/>
    <w:rsid w:val="00EE6BF2"/>
    <w:rsid w:val="00EE7293"/>
    <w:rsid w:val="00EE776B"/>
    <w:rsid w:val="00EE7BEA"/>
    <w:rsid w:val="00EF006A"/>
    <w:rsid w:val="00EF0344"/>
    <w:rsid w:val="00EF05E1"/>
    <w:rsid w:val="00EF0634"/>
    <w:rsid w:val="00EF0893"/>
    <w:rsid w:val="00EF0AD7"/>
    <w:rsid w:val="00EF0D14"/>
    <w:rsid w:val="00EF1B8B"/>
    <w:rsid w:val="00EF1BD4"/>
    <w:rsid w:val="00EF1D0E"/>
    <w:rsid w:val="00EF2022"/>
    <w:rsid w:val="00EF2789"/>
    <w:rsid w:val="00EF2C43"/>
    <w:rsid w:val="00EF2FB5"/>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BB4"/>
    <w:rsid w:val="00EF6D71"/>
    <w:rsid w:val="00EF7110"/>
    <w:rsid w:val="00EF7295"/>
    <w:rsid w:val="00EF72CF"/>
    <w:rsid w:val="00EF7312"/>
    <w:rsid w:val="00EF7B85"/>
    <w:rsid w:val="00F00236"/>
    <w:rsid w:val="00F002BC"/>
    <w:rsid w:val="00F003EA"/>
    <w:rsid w:val="00F00469"/>
    <w:rsid w:val="00F00BD9"/>
    <w:rsid w:val="00F00C51"/>
    <w:rsid w:val="00F00D59"/>
    <w:rsid w:val="00F010C6"/>
    <w:rsid w:val="00F01596"/>
    <w:rsid w:val="00F025CA"/>
    <w:rsid w:val="00F02709"/>
    <w:rsid w:val="00F02713"/>
    <w:rsid w:val="00F02862"/>
    <w:rsid w:val="00F02DF0"/>
    <w:rsid w:val="00F0301B"/>
    <w:rsid w:val="00F03495"/>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07B0B"/>
    <w:rsid w:val="00F1070C"/>
    <w:rsid w:val="00F10A1A"/>
    <w:rsid w:val="00F10E0F"/>
    <w:rsid w:val="00F1120A"/>
    <w:rsid w:val="00F11943"/>
    <w:rsid w:val="00F119D2"/>
    <w:rsid w:val="00F11CE8"/>
    <w:rsid w:val="00F11DD8"/>
    <w:rsid w:val="00F11F08"/>
    <w:rsid w:val="00F12A29"/>
    <w:rsid w:val="00F135F8"/>
    <w:rsid w:val="00F138DA"/>
    <w:rsid w:val="00F139B5"/>
    <w:rsid w:val="00F14632"/>
    <w:rsid w:val="00F149A3"/>
    <w:rsid w:val="00F14F9B"/>
    <w:rsid w:val="00F15472"/>
    <w:rsid w:val="00F154A3"/>
    <w:rsid w:val="00F163CB"/>
    <w:rsid w:val="00F16406"/>
    <w:rsid w:val="00F17208"/>
    <w:rsid w:val="00F175ED"/>
    <w:rsid w:val="00F17B5F"/>
    <w:rsid w:val="00F203B0"/>
    <w:rsid w:val="00F20858"/>
    <w:rsid w:val="00F20C10"/>
    <w:rsid w:val="00F211C0"/>
    <w:rsid w:val="00F2154E"/>
    <w:rsid w:val="00F218C2"/>
    <w:rsid w:val="00F21984"/>
    <w:rsid w:val="00F21F55"/>
    <w:rsid w:val="00F21F7B"/>
    <w:rsid w:val="00F21FA5"/>
    <w:rsid w:val="00F22B03"/>
    <w:rsid w:val="00F22BCB"/>
    <w:rsid w:val="00F22CEF"/>
    <w:rsid w:val="00F22F0A"/>
    <w:rsid w:val="00F230B1"/>
    <w:rsid w:val="00F23430"/>
    <w:rsid w:val="00F23713"/>
    <w:rsid w:val="00F23872"/>
    <w:rsid w:val="00F23B55"/>
    <w:rsid w:val="00F24AFA"/>
    <w:rsid w:val="00F2507A"/>
    <w:rsid w:val="00F254D9"/>
    <w:rsid w:val="00F2558D"/>
    <w:rsid w:val="00F264F2"/>
    <w:rsid w:val="00F2758C"/>
    <w:rsid w:val="00F27B56"/>
    <w:rsid w:val="00F27BED"/>
    <w:rsid w:val="00F27CD6"/>
    <w:rsid w:val="00F30250"/>
    <w:rsid w:val="00F30B8B"/>
    <w:rsid w:val="00F30E11"/>
    <w:rsid w:val="00F31366"/>
    <w:rsid w:val="00F315B1"/>
    <w:rsid w:val="00F31E07"/>
    <w:rsid w:val="00F320D3"/>
    <w:rsid w:val="00F322EE"/>
    <w:rsid w:val="00F32407"/>
    <w:rsid w:val="00F32493"/>
    <w:rsid w:val="00F32A68"/>
    <w:rsid w:val="00F32B41"/>
    <w:rsid w:val="00F32E15"/>
    <w:rsid w:val="00F33171"/>
    <w:rsid w:val="00F3343A"/>
    <w:rsid w:val="00F338E2"/>
    <w:rsid w:val="00F33B74"/>
    <w:rsid w:val="00F33DA1"/>
    <w:rsid w:val="00F34A7F"/>
    <w:rsid w:val="00F34BA4"/>
    <w:rsid w:val="00F34EE8"/>
    <w:rsid w:val="00F35008"/>
    <w:rsid w:val="00F3519C"/>
    <w:rsid w:val="00F352D8"/>
    <w:rsid w:val="00F35529"/>
    <w:rsid w:val="00F35606"/>
    <w:rsid w:val="00F36623"/>
    <w:rsid w:val="00F36C44"/>
    <w:rsid w:val="00F36FDB"/>
    <w:rsid w:val="00F37774"/>
    <w:rsid w:val="00F37985"/>
    <w:rsid w:val="00F37B47"/>
    <w:rsid w:val="00F37B9D"/>
    <w:rsid w:val="00F37D39"/>
    <w:rsid w:val="00F37F3D"/>
    <w:rsid w:val="00F37FEA"/>
    <w:rsid w:val="00F400EB"/>
    <w:rsid w:val="00F40483"/>
    <w:rsid w:val="00F409BD"/>
    <w:rsid w:val="00F409EC"/>
    <w:rsid w:val="00F40ACF"/>
    <w:rsid w:val="00F414E2"/>
    <w:rsid w:val="00F416A3"/>
    <w:rsid w:val="00F4177E"/>
    <w:rsid w:val="00F419F3"/>
    <w:rsid w:val="00F41A9C"/>
    <w:rsid w:val="00F41E0B"/>
    <w:rsid w:val="00F4224F"/>
    <w:rsid w:val="00F4266E"/>
    <w:rsid w:val="00F42812"/>
    <w:rsid w:val="00F433D0"/>
    <w:rsid w:val="00F44393"/>
    <w:rsid w:val="00F443D3"/>
    <w:rsid w:val="00F44965"/>
    <w:rsid w:val="00F4511C"/>
    <w:rsid w:val="00F45DA6"/>
    <w:rsid w:val="00F46197"/>
    <w:rsid w:val="00F4632B"/>
    <w:rsid w:val="00F4679E"/>
    <w:rsid w:val="00F46BF6"/>
    <w:rsid w:val="00F46DF7"/>
    <w:rsid w:val="00F470BF"/>
    <w:rsid w:val="00F47443"/>
    <w:rsid w:val="00F47624"/>
    <w:rsid w:val="00F477DA"/>
    <w:rsid w:val="00F47887"/>
    <w:rsid w:val="00F501E7"/>
    <w:rsid w:val="00F50576"/>
    <w:rsid w:val="00F507EC"/>
    <w:rsid w:val="00F51469"/>
    <w:rsid w:val="00F516F5"/>
    <w:rsid w:val="00F51F66"/>
    <w:rsid w:val="00F51F7C"/>
    <w:rsid w:val="00F51FE2"/>
    <w:rsid w:val="00F52110"/>
    <w:rsid w:val="00F52299"/>
    <w:rsid w:val="00F524FB"/>
    <w:rsid w:val="00F52A8A"/>
    <w:rsid w:val="00F52BDE"/>
    <w:rsid w:val="00F53163"/>
    <w:rsid w:val="00F531C1"/>
    <w:rsid w:val="00F53214"/>
    <w:rsid w:val="00F532F0"/>
    <w:rsid w:val="00F536EE"/>
    <w:rsid w:val="00F5399C"/>
    <w:rsid w:val="00F539FB"/>
    <w:rsid w:val="00F54131"/>
    <w:rsid w:val="00F54180"/>
    <w:rsid w:val="00F5418A"/>
    <w:rsid w:val="00F54627"/>
    <w:rsid w:val="00F5476F"/>
    <w:rsid w:val="00F5494E"/>
    <w:rsid w:val="00F556DD"/>
    <w:rsid w:val="00F56271"/>
    <w:rsid w:val="00F56D26"/>
    <w:rsid w:val="00F57438"/>
    <w:rsid w:val="00F57914"/>
    <w:rsid w:val="00F57B59"/>
    <w:rsid w:val="00F60140"/>
    <w:rsid w:val="00F60377"/>
    <w:rsid w:val="00F60A4A"/>
    <w:rsid w:val="00F60D42"/>
    <w:rsid w:val="00F60DDE"/>
    <w:rsid w:val="00F61327"/>
    <w:rsid w:val="00F613EC"/>
    <w:rsid w:val="00F6241F"/>
    <w:rsid w:val="00F62A96"/>
    <w:rsid w:val="00F630EC"/>
    <w:rsid w:val="00F63B82"/>
    <w:rsid w:val="00F63D84"/>
    <w:rsid w:val="00F63DAB"/>
    <w:rsid w:val="00F64377"/>
    <w:rsid w:val="00F64683"/>
    <w:rsid w:val="00F6473E"/>
    <w:rsid w:val="00F64F51"/>
    <w:rsid w:val="00F650CE"/>
    <w:rsid w:val="00F6661D"/>
    <w:rsid w:val="00F66B02"/>
    <w:rsid w:val="00F66BBF"/>
    <w:rsid w:val="00F676BD"/>
    <w:rsid w:val="00F6787A"/>
    <w:rsid w:val="00F6787D"/>
    <w:rsid w:val="00F679FE"/>
    <w:rsid w:val="00F67E56"/>
    <w:rsid w:val="00F67FD6"/>
    <w:rsid w:val="00F70094"/>
    <w:rsid w:val="00F7089E"/>
    <w:rsid w:val="00F71DCB"/>
    <w:rsid w:val="00F71FA7"/>
    <w:rsid w:val="00F723EB"/>
    <w:rsid w:val="00F725FF"/>
    <w:rsid w:val="00F733F3"/>
    <w:rsid w:val="00F73A3C"/>
    <w:rsid w:val="00F73B44"/>
    <w:rsid w:val="00F73C89"/>
    <w:rsid w:val="00F73DD7"/>
    <w:rsid w:val="00F73E42"/>
    <w:rsid w:val="00F74401"/>
    <w:rsid w:val="00F749AC"/>
    <w:rsid w:val="00F75234"/>
    <w:rsid w:val="00F757FF"/>
    <w:rsid w:val="00F76C94"/>
    <w:rsid w:val="00F7730A"/>
    <w:rsid w:val="00F77481"/>
    <w:rsid w:val="00F8076A"/>
    <w:rsid w:val="00F81102"/>
    <w:rsid w:val="00F817DD"/>
    <w:rsid w:val="00F819C4"/>
    <w:rsid w:val="00F82293"/>
    <w:rsid w:val="00F826E8"/>
    <w:rsid w:val="00F82AD5"/>
    <w:rsid w:val="00F82E94"/>
    <w:rsid w:val="00F82F37"/>
    <w:rsid w:val="00F830E6"/>
    <w:rsid w:val="00F834A3"/>
    <w:rsid w:val="00F837ED"/>
    <w:rsid w:val="00F83DC9"/>
    <w:rsid w:val="00F84999"/>
    <w:rsid w:val="00F84C01"/>
    <w:rsid w:val="00F8637A"/>
    <w:rsid w:val="00F86853"/>
    <w:rsid w:val="00F86A24"/>
    <w:rsid w:val="00F86D1B"/>
    <w:rsid w:val="00F8790E"/>
    <w:rsid w:val="00F8798E"/>
    <w:rsid w:val="00F90117"/>
    <w:rsid w:val="00F912F8"/>
    <w:rsid w:val="00F91662"/>
    <w:rsid w:val="00F92180"/>
    <w:rsid w:val="00F925E9"/>
    <w:rsid w:val="00F92B4A"/>
    <w:rsid w:val="00F92EB5"/>
    <w:rsid w:val="00F9373E"/>
    <w:rsid w:val="00F93F44"/>
    <w:rsid w:val="00F941AF"/>
    <w:rsid w:val="00F943C1"/>
    <w:rsid w:val="00F94635"/>
    <w:rsid w:val="00F9489B"/>
    <w:rsid w:val="00F949A2"/>
    <w:rsid w:val="00F94A70"/>
    <w:rsid w:val="00F94BFA"/>
    <w:rsid w:val="00F94E0B"/>
    <w:rsid w:val="00F94ED4"/>
    <w:rsid w:val="00F94F1E"/>
    <w:rsid w:val="00F95143"/>
    <w:rsid w:val="00F95328"/>
    <w:rsid w:val="00F9539A"/>
    <w:rsid w:val="00F95427"/>
    <w:rsid w:val="00F95456"/>
    <w:rsid w:val="00F95BE7"/>
    <w:rsid w:val="00F95CD8"/>
    <w:rsid w:val="00F963E1"/>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599"/>
    <w:rsid w:val="00FA3865"/>
    <w:rsid w:val="00FA4B09"/>
    <w:rsid w:val="00FA4DA6"/>
    <w:rsid w:val="00FA52CF"/>
    <w:rsid w:val="00FA54D3"/>
    <w:rsid w:val="00FA5EFE"/>
    <w:rsid w:val="00FA6180"/>
    <w:rsid w:val="00FA6824"/>
    <w:rsid w:val="00FA6955"/>
    <w:rsid w:val="00FA699B"/>
    <w:rsid w:val="00FA7380"/>
    <w:rsid w:val="00FA7676"/>
    <w:rsid w:val="00FA7739"/>
    <w:rsid w:val="00FA7A82"/>
    <w:rsid w:val="00FA7E26"/>
    <w:rsid w:val="00FB0792"/>
    <w:rsid w:val="00FB090D"/>
    <w:rsid w:val="00FB09E9"/>
    <w:rsid w:val="00FB0EB0"/>
    <w:rsid w:val="00FB0F3D"/>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4D27"/>
    <w:rsid w:val="00FB5DCC"/>
    <w:rsid w:val="00FB5E9D"/>
    <w:rsid w:val="00FB6021"/>
    <w:rsid w:val="00FB6180"/>
    <w:rsid w:val="00FB62E5"/>
    <w:rsid w:val="00FB6A1C"/>
    <w:rsid w:val="00FB6D33"/>
    <w:rsid w:val="00FB6D9B"/>
    <w:rsid w:val="00FB6EFA"/>
    <w:rsid w:val="00FB7166"/>
    <w:rsid w:val="00FB72C7"/>
    <w:rsid w:val="00FB7370"/>
    <w:rsid w:val="00FB73DD"/>
    <w:rsid w:val="00FB74DE"/>
    <w:rsid w:val="00FB77DF"/>
    <w:rsid w:val="00FC00C1"/>
    <w:rsid w:val="00FC01A1"/>
    <w:rsid w:val="00FC0624"/>
    <w:rsid w:val="00FC09BC"/>
    <w:rsid w:val="00FC0A32"/>
    <w:rsid w:val="00FC0B8B"/>
    <w:rsid w:val="00FC0BDE"/>
    <w:rsid w:val="00FC0C41"/>
    <w:rsid w:val="00FC0CA0"/>
    <w:rsid w:val="00FC0CDE"/>
    <w:rsid w:val="00FC11E0"/>
    <w:rsid w:val="00FC14BB"/>
    <w:rsid w:val="00FC1506"/>
    <w:rsid w:val="00FC234A"/>
    <w:rsid w:val="00FC2572"/>
    <w:rsid w:val="00FC267D"/>
    <w:rsid w:val="00FC2BC5"/>
    <w:rsid w:val="00FC3578"/>
    <w:rsid w:val="00FC391C"/>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0A60"/>
    <w:rsid w:val="00FD177E"/>
    <w:rsid w:val="00FD2270"/>
    <w:rsid w:val="00FD2E5F"/>
    <w:rsid w:val="00FD32FC"/>
    <w:rsid w:val="00FD366C"/>
    <w:rsid w:val="00FD3856"/>
    <w:rsid w:val="00FD3B86"/>
    <w:rsid w:val="00FD3CA6"/>
    <w:rsid w:val="00FD400E"/>
    <w:rsid w:val="00FD4492"/>
    <w:rsid w:val="00FD44F3"/>
    <w:rsid w:val="00FD456D"/>
    <w:rsid w:val="00FD5456"/>
    <w:rsid w:val="00FD5583"/>
    <w:rsid w:val="00FD6120"/>
    <w:rsid w:val="00FD6385"/>
    <w:rsid w:val="00FD6D08"/>
    <w:rsid w:val="00FD716A"/>
    <w:rsid w:val="00FD7456"/>
    <w:rsid w:val="00FD78A4"/>
    <w:rsid w:val="00FD79FC"/>
    <w:rsid w:val="00FD7C77"/>
    <w:rsid w:val="00FE0389"/>
    <w:rsid w:val="00FE0791"/>
    <w:rsid w:val="00FE0EC3"/>
    <w:rsid w:val="00FE10B3"/>
    <w:rsid w:val="00FE14DE"/>
    <w:rsid w:val="00FE1BF9"/>
    <w:rsid w:val="00FE1C1E"/>
    <w:rsid w:val="00FE2134"/>
    <w:rsid w:val="00FE222A"/>
    <w:rsid w:val="00FE2B23"/>
    <w:rsid w:val="00FE30A1"/>
    <w:rsid w:val="00FE3145"/>
    <w:rsid w:val="00FE34D9"/>
    <w:rsid w:val="00FE36E6"/>
    <w:rsid w:val="00FE3AFC"/>
    <w:rsid w:val="00FE408B"/>
    <w:rsid w:val="00FE43E5"/>
    <w:rsid w:val="00FE4688"/>
    <w:rsid w:val="00FE475A"/>
    <w:rsid w:val="00FE480F"/>
    <w:rsid w:val="00FE4B9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681"/>
    <w:rsid w:val="00FF3B6D"/>
    <w:rsid w:val="00FF3DEA"/>
    <w:rsid w:val="00FF4203"/>
    <w:rsid w:val="00FF435B"/>
    <w:rsid w:val="00FF4462"/>
    <w:rsid w:val="00FF4D23"/>
    <w:rsid w:val="00FF5357"/>
    <w:rsid w:val="00FF55B4"/>
    <w:rsid w:val="00FF584B"/>
    <w:rsid w:val="00FF58E5"/>
    <w:rsid w:val="00FF5C4E"/>
    <w:rsid w:val="00FF5D22"/>
    <w:rsid w:val="00FF5D2B"/>
    <w:rsid w:val="00FF5E75"/>
    <w:rsid w:val="00FF6071"/>
    <w:rsid w:val="00FF663E"/>
    <w:rsid w:val="00FF685D"/>
    <w:rsid w:val="00FF6A0F"/>
    <w:rsid w:val="00FF6A10"/>
    <w:rsid w:val="00FF6D32"/>
    <w:rsid w:val="00FF6E2E"/>
    <w:rsid w:val="00FF7154"/>
    <w:rsid w:val="00FF71EE"/>
    <w:rsid w:val="00FF737E"/>
    <w:rsid w:val="00FF748B"/>
    <w:rsid w:val="00FF76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73F"/>
    <w:rPr>
      <w:sz w:val="28"/>
      <w:szCs w:val="28"/>
      <w:lang w:val="uk-UA"/>
    </w:rPr>
  </w:style>
  <w:style w:type="paragraph" w:styleId="Heading1">
    <w:name w:val="heading 1"/>
    <w:basedOn w:val="Normal"/>
    <w:next w:val="Normal"/>
    <w:link w:val="Heading1Char"/>
    <w:uiPriority w:val="99"/>
    <w:qFormat/>
    <w:rsid w:val="00C2573F"/>
    <w:pPr>
      <w:keepNext/>
      <w:jc w:val="center"/>
      <w:outlineLvl w:val="0"/>
    </w:pPr>
    <w:rPr>
      <w:sz w:val="36"/>
      <w:szCs w:val="36"/>
    </w:rPr>
  </w:style>
  <w:style w:type="paragraph" w:styleId="Heading2">
    <w:name w:val="heading 2"/>
    <w:basedOn w:val="Normal"/>
    <w:next w:val="Normal"/>
    <w:link w:val="Heading2Char"/>
    <w:uiPriority w:val="99"/>
    <w:qFormat/>
    <w:rsid w:val="00C2573F"/>
    <w:pPr>
      <w:keepNext/>
      <w:autoSpaceDE w:val="0"/>
      <w:autoSpaceDN w:val="0"/>
      <w:adjustRightInd w:val="0"/>
      <w:outlineLvl w:val="1"/>
    </w:pPr>
    <w:rPr>
      <w:b/>
      <w:bCs/>
    </w:rPr>
  </w:style>
  <w:style w:type="paragraph" w:styleId="Heading3">
    <w:name w:val="heading 3"/>
    <w:basedOn w:val="Normal"/>
    <w:next w:val="Normal"/>
    <w:link w:val="Heading3Char"/>
    <w:uiPriority w:val="99"/>
    <w:qFormat/>
    <w:rsid w:val="00C2573F"/>
    <w:pPr>
      <w:keepNext/>
      <w:autoSpaceDE w:val="0"/>
      <w:autoSpaceDN w:val="0"/>
      <w:adjustRightInd w:val="0"/>
      <w:ind w:firstLine="4620"/>
      <w:outlineLvl w:val="2"/>
    </w:pPr>
    <w:rPr>
      <w:b/>
      <w:bCs/>
    </w:rPr>
  </w:style>
  <w:style w:type="paragraph" w:styleId="Heading4">
    <w:name w:val="heading 4"/>
    <w:basedOn w:val="Normal"/>
    <w:next w:val="Normal"/>
    <w:link w:val="Heading4Char"/>
    <w:uiPriority w:val="99"/>
    <w:qFormat/>
    <w:rsid w:val="00C2573F"/>
    <w:pPr>
      <w:keepNext/>
      <w:spacing w:before="240" w:after="60"/>
      <w:outlineLvl w:val="3"/>
    </w:pPr>
    <w:rPr>
      <w:b/>
      <w:bCs/>
    </w:rPr>
  </w:style>
  <w:style w:type="paragraph" w:styleId="Heading5">
    <w:name w:val="heading 5"/>
    <w:basedOn w:val="Normal"/>
    <w:next w:val="Normal"/>
    <w:link w:val="Heading5Char"/>
    <w:uiPriority w:val="99"/>
    <w:qFormat/>
    <w:rsid w:val="00927CDE"/>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17B72"/>
    <w:rPr>
      <w:rFonts w:ascii="Cambria" w:hAnsi="Cambria" w:cs="Cambria"/>
      <w:b/>
      <w:bCs/>
      <w:kern w:val="32"/>
      <w:sz w:val="32"/>
      <w:szCs w:val="32"/>
      <w:lang w:val="uk-UA"/>
    </w:rPr>
  </w:style>
  <w:style w:type="character" w:customStyle="1" w:styleId="Heading2Char">
    <w:name w:val="Heading 2 Char"/>
    <w:basedOn w:val="DefaultParagraphFont"/>
    <w:link w:val="Heading2"/>
    <w:uiPriority w:val="99"/>
    <w:semiHidden/>
    <w:locked/>
    <w:rsid w:val="00917B72"/>
    <w:rPr>
      <w:rFonts w:ascii="Cambria" w:hAnsi="Cambria" w:cs="Cambria"/>
      <w:b/>
      <w:bCs/>
      <w:i/>
      <w:iCs/>
      <w:sz w:val="28"/>
      <w:szCs w:val="28"/>
      <w:lang w:val="uk-UA"/>
    </w:rPr>
  </w:style>
  <w:style w:type="character" w:customStyle="1" w:styleId="Heading3Char">
    <w:name w:val="Heading 3 Char"/>
    <w:basedOn w:val="DefaultParagraphFont"/>
    <w:link w:val="Heading3"/>
    <w:uiPriority w:val="99"/>
    <w:semiHidden/>
    <w:locked/>
    <w:rsid w:val="00917B72"/>
    <w:rPr>
      <w:rFonts w:ascii="Cambria" w:hAnsi="Cambria" w:cs="Cambria"/>
      <w:b/>
      <w:bCs/>
      <w:sz w:val="26"/>
      <w:szCs w:val="26"/>
      <w:lang w:val="uk-UA"/>
    </w:rPr>
  </w:style>
  <w:style w:type="character" w:customStyle="1" w:styleId="Heading4Char">
    <w:name w:val="Heading 4 Char"/>
    <w:basedOn w:val="DefaultParagraphFont"/>
    <w:link w:val="Heading4"/>
    <w:uiPriority w:val="99"/>
    <w:semiHidden/>
    <w:locked/>
    <w:rsid w:val="00917B72"/>
    <w:rPr>
      <w:rFonts w:ascii="Calibri" w:hAnsi="Calibri" w:cs="Calibri"/>
      <w:b/>
      <w:bCs/>
      <w:sz w:val="28"/>
      <w:szCs w:val="28"/>
      <w:lang w:val="uk-UA"/>
    </w:rPr>
  </w:style>
  <w:style w:type="character" w:customStyle="1" w:styleId="Heading5Char">
    <w:name w:val="Heading 5 Char"/>
    <w:basedOn w:val="DefaultParagraphFont"/>
    <w:link w:val="Heading5"/>
    <w:uiPriority w:val="99"/>
    <w:semiHidden/>
    <w:locked/>
    <w:rsid w:val="00917B72"/>
    <w:rPr>
      <w:rFonts w:ascii="Calibri" w:hAnsi="Calibri" w:cs="Calibri"/>
      <w:b/>
      <w:bCs/>
      <w:i/>
      <w:iCs/>
      <w:sz w:val="26"/>
      <w:szCs w:val="26"/>
      <w:lang w:val="uk-UA"/>
    </w:rPr>
  </w:style>
  <w:style w:type="character" w:styleId="FootnoteReference">
    <w:name w:val="footnote reference"/>
    <w:basedOn w:val="DefaultParagraphFont"/>
    <w:uiPriority w:val="99"/>
    <w:semiHidden/>
    <w:rsid w:val="00C2573F"/>
    <w:rPr>
      <w:rFonts w:cs="Times New Roman"/>
      <w:vertAlign w:val="superscript"/>
    </w:rPr>
  </w:style>
  <w:style w:type="paragraph" w:styleId="FootnoteText">
    <w:name w:val="footnote text"/>
    <w:basedOn w:val="Normal"/>
    <w:link w:val="FootnoteTextChar"/>
    <w:uiPriority w:val="99"/>
    <w:semiHidden/>
    <w:rsid w:val="00C2573F"/>
    <w:rPr>
      <w:sz w:val="20"/>
      <w:szCs w:val="20"/>
      <w:lang w:val="ru-RU" w:eastAsia="en-US"/>
    </w:rPr>
  </w:style>
  <w:style w:type="character" w:customStyle="1" w:styleId="FootnoteTextChar">
    <w:name w:val="Footnote Text Char"/>
    <w:basedOn w:val="DefaultParagraphFont"/>
    <w:link w:val="FootnoteText"/>
    <w:uiPriority w:val="99"/>
    <w:semiHidden/>
    <w:locked/>
    <w:rsid w:val="00917B72"/>
    <w:rPr>
      <w:rFonts w:cs="Times New Roman"/>
      <w:sz w:val="20"/>
      <w:szCs w:val="20"/>
      <w:lang w:val="uk-UA"/>
    </w:rPr>
  </w:style>
  <w:style w:type="paragraph" w:styleId="BodyText">
    <w:name w:val="Body Text"/>
    <w:basedOn w:val="Normal"/>
    <w:link w:val="BodyTextChar"/>
    <w:uiPriority w:val="99"/>
    <w:rsid w:val="00C2573F"/>
    <w:pPr>
      <w:jc w:val="both"/>
    </w:pPr>
  </w:style>
  <w:style w:type="character" w:customStyle="1" w:styleId="BodyTextChar">
    <w:name w:val="Body Text Char"/>
    <w:basedOn w:val="DefaultParagraphFont"/>
    <w:link w:val="BodyText"/>
    <w:uiPriority w:val="99"/>
    <w:semiHidden/>
    <w:locked/>
    <w:rsid w:val="00917B72"/>
    <w:rPr>
      <w:rFonts w:cs="Times New Roman"/>
      <w:sz w:val="28"/>
      <w:szCs w:val="28"/>
      <w:lang w:val="uk-UA"/>
    </w:rPr>
  </w:style>
  <w:style w:type="paragraph" w:styleId="Header">
    <w:name w:val="header"/>
    <w:basedOn w:val="Normal"/>
    <w:link w:val="HeaderChar"/>
    <w:uiPriority w:val="99"/>
    <w:rsid w:val="00C2573F"/>
    <w:pPr>
      <w:tabs>
        <w:tab w:val="center" w:pos="4677"/>
        <w:tab w:val="right" w:pos="9355"/>
      </w:tabs>
    </w:pPr>
  </w:style>
  <w:style w:type="character" w:customStyle="1" w:styleId="HeaderChar">
    <w:name w:val="Header Char"/>
    <w:basedOn w:val="DefaultParagraphFont"/>
    <w:link w:val="Header"/>
    <w:uiPriority w:val="99"/>
    <w:semiHidden/>
    <w:locked/>
    <w:rsid w:val="00917B72"/>
    <w:rPr>
      <w:rFonts w:cs="Times New Roman"/>
      <w:sz w:val="28"/>
      <w:szCs w:val="28"/>
      <w:lang w:val="uk-UA"/>
    </w:rPr>
  </w:style>
  <w:style w:type="character" w:styleId="PageNumber">
    <w:name w:val="page number"/>
    <w:basedOn w:val="DefaultParagraphFont"/>
    <w:uiPriority w:val="99"/>
    <w:rsid w:val="00C2573F"/>
    <w:rPr>
      <w:rFonts w:cs="Times New Roman"/>
    </w:rPr>
  </w:style>
  <w:style w:type="paragraph" w:styleId="BodyTextIndent">
    <w:name w:val="Body Text Indent"/>
    <w:basedOn w:val="Normal"/>
    <w:link w:val="BodyTextIndentChar"/>
    <w:uiPriority w:val="99"/>
    <w:rsid w:val="00C2573F"/>
    <w:pPr>
      <w:ind w:firstLine="720"/>
      <w:jc w:val="both"/>
    </w:pPr>
  </w:style>
  <w:style w:type="character" w:customStyle="1" w:styleId="BodyTextIndentChar">
    <w:name w:val="Body Text Indent Char"/>
    <w:basedOn w:val="DefaultParagraphFont"/>
    <w:link w:val="BodyTextIndent"/>
    <w:uiPriority w:val="99"/>
    <w:semiHidden/>
    <w:locked/>
    <w:rsid w:val="00917B72"/>
    <w:rPr>
      <w:rFonts w:cs="Times New Roman"/>
      <w:sz w:val="28"/>
      <w:szCs w:val="28"/>
      <w:lang w:val="uk-UA"/>
    </w:rPr>
  </w:style>
  <w:style w:type="paragraph" w:styleId="BodyText2">
    <w:name w:val="Body Text 2"/>
    <w:basedOn w:val="Normal"/>
    <w:link w:val="BodyText2Char"/>
    <w:uiPriority w:val="99"/>
    <w:rsid w:val="00631A96"/>
    <w:pPr>
      <w:spacing w:after="120" w:line="480" w:lineRule="auto"/>
    </w:pPr>
  </w:style>
  <w:style w:type="character" w:customStyle="1" w:styleId="BodyText2Char">
    <w:name w:val="Body Text 2 Char"/>
    <w:basedOn w:val="DefaultParagraphFont"/>
    <w:link w:val="BodyText2"/>
    <w:uiPriority w:val="99"/>
    <w:semiHidden/>
    <w:locked/>
    <w:rsid w:val="00917B72"/>
    <w:rPr>
      <w:rFonts w:cs="Times New Roman"/>
      <w:sz w:val="28"/>
      <w:szCs w:val="28"/>
      <w:lang w:val="uk-UA"/>
    </w:rPr>
  </w:style>
  <w:style w:type="paragraph" w:customStyle="1" w:styleId="a">
    <w:name w:val="Знак Знак Знак Знак"/>
    <w:basedOn w:val="Normal"/>
    <w:uiPriority w:val="99"/>
    <w:rsid w:val="00694E30"/>
    <w:rPr>
      <w:rFonts w:ascii="Verdana" w:eastAsia="PMingLiU" w:hAnsi="Verdana" w:cs="Verdana"/>
      <w:sz w:val="20"/>
      <w:szCs w:val="20"/>
      <w:lang w:val="en-US" w:eastAsia="en-US"/>
    </w:rPr>
  </w:style>
  <w:style w:type="paragraph" w:customStyle="1" w:styleId="1">
    <w:name w:val="Знак Знак Знак Знак1"/>
    <w:basedOn w:val="Normal"/>
    <w:uiPriority w:val="99"/>
    <w:rsid w:val="003B0177"/>
    <w:rPr>
      <w:rFonts w:ascii="Verdana" w:eastAsia="PMingLiU" w:hAnsi="Verdana" w:cs="Verdana"/>
      <w:sz w:val="20"/>
      <w:szCs w:val="20"/>
      <w:lang w:val="en-US" w:eastAsia="en-US"/>
    </w:rPr>
  </w:style>
  <w:style w:type="paragraph" w:customStyle="1" w:styleId="10">
    <w:name w:val="Стиль1"/>
    <w:basedOn w:val="Normal"/>
    <w:uiPriority w:val="99"/>
    <w:rsid w:val="003A1431"/>
    <w:pPr>
      <w:jc w:val="both"/>
    </w:pPr>
  </w:style>
  <w:style w:type="paragraph" w:styleId="Footer">
    <w:name w:val="footer"/>
    <w:basedOn w:val="Normal"/>
    <w:link w:val="FooterChar"/>
    <w:uiPriority w:val="99"/>
    <w:rsid w:val="00DB6967"/>
    <w:pPr>
      <w:tabs>
        <w:tab w:val="center" w:pos="4677"/>
        <w:tab w:val="right" w:pos="9355"/>
      </w:tabs>
    </w:pPr>
  </w:style>
  <w:style w:type="character" w:customStyle="1" w:styleId="FooterChar">
    <w:name w:val="Footer Char"/>
    <w:basedOn w:val="DefaultParagraphFont"/>
    <w:link w:val="Footer"/>
    <w:uiPriority w:val="99"/>
    <w:semiHidden/>
    <w:locked/>
    <w:rsid w:val="00917B72"/>
    <w:rPr>
      <w:rFonts w:cs="Times New Roman"/>
      <w:sz w:val="28"/>
      <w:szCs w:val="28"/>
      <w:lang w:val="uk-UA"/>
    </w:rPr>
  </w:style>
  <w:style w:type="paragraph" w:styleId="BodyTextIndent3">
    <w:name w:val="Body Text Indent 3"/>
    <w:basedOn w:val="Normal"/>
    <w:link w:val="BodyTextIndent3Char"/>
    <w:uiPriority w:val="99"/>
    <w:rsid w:val="00112C7A"/>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077472"/>
    <w:rPr>
      <w:rFonts w:cs="Times New Roman"/>
      <w:sz w:val="16"/>
      <w:szCs w:val="16"/>
      <w:lang w:eastAsia="ru-RU"/>
    </w:rPr>
  </w:style>
  <w:style w:type="paragraph" w:styleId="BalloonText">
    <w:name w:val="Balloon Text"/>
    <w:basedOn w:val="Normal"/>
    <w:link w:val="BalloonTextChar"/>
    <w:uiPriority w:val="99"/>
    <w:semiHidden/>
    <w:rsid w:val="00A254C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17B72"/>
    <w:rPr>
      <w:rFonts w:cs="Times New Roman"/>
      <w:sz w:val="2"/>
      <w:szCs w:val="2"/>
      <w:lang w:val="uk-UA"/>
    </w:rPr>
  </w:style>
  <w:style w:type="table" w:styleId="TableGrid">
    <w:name w:val="Table Grid"/>
    <w:basedOn w:val="TableNormal"/>
    <w:uiPriority w:val="99"/>
    <w:rsid w:val="00421DF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Знак Знак Знак Знак2"/>
    <w:basedOn w:val="Normal"/>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DefaultParagraphFont"/>
    <w:uiPriority w:val="99"/>
    <w:rsid w:val="00FF3B6D"/>
    <w:rPr>
      <w:rFonts w:cs="Times New Roman"/>
    </w:rPr>
  </w:style>
  <w:style w:type="paragraph" w:styleId="Subtitle">
    <w:name w:val="Subtitle"/>
    <w:basedOn w:val="Normal"/>
    <w:link w:val="SubtitleChar"/>
    <w:uiPriority w:val="99"/>
    <w:qFormat/>
    <w:rsid w:val="00B71EA0"/>
    <w:pPr>
      <w:jc w:val="center"/>
    </w:pPr>
    <w:rPr>
      <w:b/>
      <w:bCs/>
    </w:rPr>
  </w:style>
  <w:style w:type="character" w:customStyle="1" w:styleId="SubtitleChar">
    <w:name w:val="Subtitle Char"/>
    <w:basedOn w:val="DefaultParagraphFont"/>
    <w:link w:val="Subtitle"/>
    <w:uiPriority w:val="99"/>
    <w:locked/>
    <w:rsid w:val="00917B72"/>
    <w:rPr>
      <w:rFonts w:ascii="Cambria" w:hAnsi="Cambria" w:cs="Cambria"/>
      <w:sz w:val="24"/>
      <w:szCs w:val="24"/>
      <w:lang w:val="uk-UA"/>
    </w:rPr>
  </w:style>
  <w:style w:type="paragraph" w:customStyle="1" w:styleId="a0">
    <w:name w:val="Стиль"/>
    <w:basedOn w:val="Normal"/>
    <w:uiPriority w:val="99"/>
    <w:rsid w:val="00F27BED"/>
    <w:rPr>
      <w:rFonts w:ascii="Verdana" w:eastAsia="PMingLiU" w:hAnsi="Verdana" w:cs="Verdana"/>
      <w:sz w:val="20"/>
      <w:szCs w:val="20"/>
      <w:lang w:val="en-US" w:eastAsia="en-US"/>
    </w:rPr>
  </w:style>
  <w:style w:type="paragraph" w:customStyle="1" w:styleId="a1">
    <w:name w:val="Знак Знак"/>
    <w:basedOn w:val="Normal"/>
    <w:uiPriority w:val="99"/>
    <w:rsid w:val="00211C7D"/>
    <w:rPr>
      <w:rFonts w:ascii="Verdana" w:eastAsia="PMingLiU" w:hAnsi="Verdana" w:cs="Verdana"/>
      <w:sz w:val="20"/>
      <w:szCs w:val="20"/>
      <w:lang w:val="en-US" w:eastAsia="en-US"/>
    </w:rPr>
  </w:style>
  <w:style w:type="paragraph" w:customStyle="1" w:styleId="11">
    <w:name w:val="Знак Знак Знак Знак11"/>
    <w:basedOn w:val="Normal"/>
    <w:uiPriority w:val="99"/>
    <w:rsid w:val="00755612"/>
    <w:rPr>
      <w:rFonts w:ascii="Verdana" w:eastAsia="PMingLiU" w:hAnsi="Verdana" w:cs="Verdana"/>
      <w:sz w:val="20"/>
      <w:szCs w:val="20"/>
      <w:lang w:val="en-US" w:eastAsia="en-US"/>
    </w:rPr>
  </w:style>
  <w:style w:type="paragraph" w:styleId="ListParagraph">
    <w:name w:val="List Paragraph"/>
    <w:basedOn w:val="Normal"/>
    <w:uiPriority w:val="99"/>
    <w:qFormat/>
    <w:rsid w:val="00F73B44"/>
    <w:pPr>
      <w:keepNext/>
      <w:widowControl w:val="0"/>
      <w:spacing w:after="160"/>
      <w:ind w:left="720"/>
    </w:pPr>
    <w:rPr>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divs>
    <w:div w:id="1348404641">
      <w:marLeft w:val="0"/>
      <w:marRight w:val="0"/>
      <w:marTop w:val="0"/>
      <w:marBottom w:val="0"/>
      <w:divBdr>
        <w:top w:val="none" w:sz="0" w:space="0" w:color="auto"/>
        <w:left w:val="none" w:sz="0" w:space="0" w:color="auto"/>
        <w:bottom w:val="none" w:sz="0" w:space="0" w:color="auto"/>
        <w:right w:val="none" w:sz="0" w:space="0" w:color="auto"/>
      </w:divBdr>
    </w:div>
    <w:div w:id="1348404642">
      <w:marLeft w:val="0"/>
      <w:marRight w:val="0"/>
      <w:marTop w:val="0"/>
      <w:marBottom w:val="0"/>
      <w:divBdr>
        <w:top w:val="none" w:sz="0" w:space="0" w:color="auto"/>
        <w:left w:val="none" w:sz="0" w:space="0" w:color="auto"/>
        <w:bottom w:val="none" w:sz="0" w:space="0" w:color="auto"/>
        <w:right w:val="none" w:sz="0" w:space="0" w:color="auto"/>
      </w:divBdr>
    </w:div>
    <w:div w:id="13484046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7</Pages>
  <Words>2647</Words>
  <Characters>15094</Characters>
  <Application>Microsoft Office Outlook</Application>
  <DocSecurity>0</DocSecurity>
  <Lines>0</Lines>
  <Paragraphs>0</Paragraphs>
  <ScaleCrop>false</ScaleCrop>
  <Company>XTreme.ws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Tonya</cp:lastModifiedBy>
  <cp:revision>5</cp:revision>
  <cp:lastPrinted>2020-01-13T10:26:00Z</cp:lastPrinted>
  <dcterms:created xsi:type="dcterms:W3CDTF">2020-02-19T16:54:00Z</dcterms:created>
  <dcterms:modified xsi:type="dcterms:W3CDTF">2020-02-24T08:17:00Z</dcterms:modified>
</cp:coreProperties>
</file>