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22C" w:rsidRDefault="00F5222C" w:rsidP="007F2021">
      <w:pPr>
        <w:pStyle w:val="Heading3"/>
        <w:widowControl w:val="0"/>
        <w:jc w:val="center"/>
      </w:pPr>
    </w:p>
    <w:p w:rsidR="00F5222C" w:rsidRPr="00BB28DF" w:rsidRDefault="00F5222C" w:rsidP="007F2021">
      <w:pPr>
        <w:pStyle w:val="Heading3"/>
        <w:widowControl w:val="0"/>
        <w:jc w:val="center"/>
        <w:rPr>
          <w:lang w:val="ru-RU"/>
        </w:rPr>
      </w:pPr>
      <w:r w:rsidRPr="00CA7F65">
        <w:t xml:space="preserve">Доповнення </w:t>
      </w:r>
      <w:r>
        <w:t>2</w:t>
      </w:r>
    </w:p>
    <w:p w:rsidR="00F5222C" w:rsidRDefault="00F5222C" w:rsidP="007F2021">
      <w:pPr>
        <w:pStyle w:val="Heading3"/>
        <w:widowControl w:val="0"/>
        <w:jc w:val="center"/>
      </w:pPr>
      <w:r w:rsidRPr="00CA7F65">
        <w:t>до проекту рі</w:t>
      </w:r>
      <w:r>
        <w:t>шення виконавчого комітету на 10.09.2019</w:t>
      </w:r>
      <w:r w:rsidRPr="00CA7F65">
        <w:t xml:space="preserve"> р. </w:t>
      </w:r>
    </w:p>
    <w:p w:rsidR="00F5222C" w:rsidRPr="00CA7F65" w:rsidRDefault="00F5222C" w:rsidP="007F2021">
      <w:pPr>
        <w:pStyle w:val="Heading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F5222C" w:rsidRPr="0046716C" w:rsidRDefault="00F5222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F5222C" w:rsidRDefault="00F5222C" w:rsidP="00731179">
      <w:pPr>
        <w:widowControl w:val="0"/>
        <w:tabs>
          <w:tab w:val="left" w:pos="1800"/>
        </w:tabs>
        <w:spacing w:after="120"/>
        <w:ind w:firstLine="720"/>
        <w:jc w:val="both"/>
        <w:rPr>
          <w:sz w:val="28"/>
          <w:szCs w:val="28"/>
        </w:rPr>
      </w:pPr>
    </w:p>
    <w:p w:rsidR="00F5222C" w:rsidRPr="00731179" w:rsidRDefault="00F5222C" w:rsidP="008752A8">
      <w:pPr>
        <w:widowControl w:val="0"/>
        <w:tabs>
          <w:tab w:val="left" w:pos="1800"/>
        </w:tabs>
        <w:ind w:firstLine="720"/>
        <w:jc w:val="both"/>
        <w:rPr>
          <w:sz w:val="28"/>
          <w:szCs w:val="28"/>
        </w:rPr>
      </w:pPr>
      <w:r w:rsidRPr="00731179">
        <w:rPr>
          <w:sz w:val="28"/>
          <w:szCs w:val="28"/>
        </w:rPr>
        <w:t>Відповідно до частини 8 статті 23 Бюджетного кодексу України, рішення міської ради VII скликання від 20.12.2018 р. № 1567 “Про міський бюджет на 2019 рік”, враховуючи звернення департаменту житлово-комунального господарства міської ради</w:t>
      </w:r>
      <w:bookmarkStart w:id="0" w:name="_GoBack"/>
      <w:bookmarkEnd w:id="0"/>
    </w:p>
    <w:p w:rsidR="00F5222C" w:rsidRDefault="00F5222C" w:rsidP="008752A8">
      <w:pPr>
        <w:widowControl w:val="0"/>
        <w:tabs>
          <w:tab w:val="left" w:pos="1276"/>
        </w:tabs>
        <w:ind w:firstLine="709"/>
        <w:jc w:val="both"/>
        <w:rPr>
          <w:rStyle w:val="rvts0"/>
          <w:b/>
          <w:sz w:val="28"/>
          <w:szCs w:val="28"/>
        </w:rPr>
      </w:pPr>
    </w:p>
    <w:p w:rsidR="00F5222C" w:rsidRPr="00782833" w:rsidRDefault="00F5222C" w:rsidP="008752A8">
      <w:pPr>
        <w:widowControl w:val="0"/>
        <w:tabs>
          <w:tab w:val="left" w:pos="1276"/>
        </w:tabs>
        <w:ind w:firstLine="709"/>
        <w:jc w:val="both"/>
        <w:rPr>
          <w:rStyle w:val="rvts0"/>
          <w:sz w:val="28"/>
          <w:szCs w:val="28"/>
        </w:rPr>
      </w:pPr>
      <w:r w:rsidRPr="008752A8">
        <w:rPr>
          <w:rStyle w:val="rvts0"/>
          <w:b/>
          <w:sz w:val="28"/>
          <w:szCs w:val="28"/>
        </w:rPr>
        <w:t>1.</w:t>
      </w:r>
      <w:r>
        <w:rPr>
          <w:rStyle w:val="rvts0"/>
          <w:sz w:val="28"/>
          <w:szCs w:val="28"/>
        </w:rPr>
        <w:t xml:space="preserve"> Внести зміни до </w:t>
      </w:r>
      <w:r w:rsidRPr="00782833">
        <w:rPr>
          <w:rStyle w:val="rvts0"/>
          <w:sz w:val="28"/>
          <w:szCs w:val="28"/>
        </w:rPr>
        <w:t>проект</w:t>
      </w:r>
      <w:r>
        <w:rPr>
          <w:rStyle w:val="rvts0"/>
          <w:sz w:val="28"/>
          <w:szCs w:val="28"/>
        </w:rPr>
        <w:t>у</w:t>
      </w:r>
      <w:r w:rsidRPr="00782833">
        <w:rPr>
          <w:rStyle w:val="rvts0"/>
          <w:sz w:val="28"/>
          <w:szCs w:val="28"/>
        </w:rPr>
        <w:t xml:space="preserve"> рішення</w:t>
      </w:r>
      <w:r>
        <w:rPr>
          <w:rStyle w:val="rvts0"/>
          <w:sz w:val="28"/>
          <w:szCs w:val="28"/>
        </w:rPr>
        <w:t xml:space="preserve"> щодо перерозподілу видатків по департаменту житлово-комунального господарства міської ради:</w:t>
      </w:r>
    </w:p>
    <w:p w:rsidR="00F5222C" w:rsidRPr="00731179" w:rsidRDefault="00F5222C" w:rsidP="00731179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F5222C" w:rsidRPr="00731179" w:rsidRDefault="00F5222C" w:rsidP="008752A8">
      <w:pPr>
        <w:widowControl w:val="0"/>
        <w:ind w:firstLine="720"/>
        <w:jc w:val="both"/>
        <w:rPr>
          <w:sz w:val="28"/>
          <w:szCs w:val="28"/>
        </w:rPr>
      </w:pPr>
      <w:r w:rsidRPr="008752A8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731179">
        <w:rPr>
          <w:sz w:val="28"/>
          <w:szCs w:val="28"/>
        </w:rPr>
        <w:t>Здійснити у межах загального обсягу бюджетних призначень за спеціальним фондом міського бюджету (бюджет</w:t>
      </w:r>
      <w:r>
        <w:rPr>
          <w:sz w:val="28"/>
          <w:szCs w:val="28"/>
        </w:rPr>
        <w:t>ом</w:t>
      </w:r>
      <w:r w:rsidRPr="00731179">
        <w:rPr>
          <w:sz w:val="28"/>
          <w:szCs w:val="28"/>
        </w:rPr>
        <w:t xml:space="preserve"> розвитку) перерозподіл видатків за бюджетними програмами:</w:t>
      </w:r>
    </w:p>
    <w:p w:rsidR="00F5222C" w:rsidRPr="00731179" w:rsidRDefault="00F5222C" w:rsidP="00731179">
      <w:pPr>
        <w:widowControl w:val="0"/>
        <w:tabs>
          <w:tab w:val="left" w:pos="708"/>
        </w:tabs>
        <w:jc w:val="both"/>
        <w:rPr>
          <w:sz w:val="28"/>
          <w:szCs w:val="28"/>
        </w:rPr>
      </w:pPr>
      <w:r w:rsidRPr="00731179">
        <w:rPr>
          <w:sz w:val="28"/>
          <w:szCs w:val="28"/>
        </w:rPr>
        <w:tab/>
      </w:r>
    </w:p>
    <w:p w:rsidR="00F5222C" w:rsidRPr="008752A8" w:rsidRDefault="00F5222C" w:rsidP="00731179">
      <w:pPr>
        <w:widowControl w:val="0"/>
        <w:tabs>
          <w:tab w:val="left" w:pos="708"/>
        </w:tabs>
        <w:jc w:val="both"/>
        <w:rPr>
          <w:sz w:val="28"/>
        </w:rPr>
      </w:pPr>
      <w:r w:rsidRPr="00731179">
        <w:rPr>
          <w:sz w:val="28"/>
          <w:szCs w:val="28"/>
        </w:rPr>
        <w:tab/>
      </w:r>
      <w:r w:rsidRPr="008752A8">
        <w:rPr>
          <w:b/>
          <w:sz w:val="28"/>
          <w:szCs w:val="28"/>
        </w:rPr>
        <w:t>1.1.1</w:t>
      </w:r>
      <w:r>
        <w:rPr>
          <w:b/>
          <w:sz w:val="28"/>
          <w:szCs w:val="28"/>
        </w:rPr>
        <w:t>.</w:t>
      </w:r>
      <w:r w:rsidRPr="008752A8">
        <w:rPr>
          <w:sz w:val="28"/>
          <w:szCs w:val="28"/>
        </w:rPr>
        <w:t xml:space="preserve"> Зменшити видатки </w:t>
      </w:r>
      <w:r w:rsidRPr="008752A8">
        <w:rPr>
          <w:sz w:val="28"/>
        </w:rPr>
        <w:t xml:space="preserve">за КПКВК 1216030 </w:t>
      </w:r>
      <w:r>
        <w:rPr>
          <w:sz w:val="28"/>
        </w:rPr>
        <w:t>«</w:t>
      </w:r>
      <w:r w:rsidRPr="008752A8">
        <w:rPr>
          <w:sz w:val="28"/>
        </w:rPr>
        <w:t>Організація благоустрою населених пунктів</w:t>
      </w:r>
      <w:r>
        <w:rPr>
          <w:sz w:val="28"/>
        </w:rPr>
        <w:t>»</w:t>
      </w:r>
      <w:r w:rsidRPr="00731179">
        <w:rPr>
          <w:rFonts w:ascii="Calibri" w:hAnsi="Calibri"/>
          <w:b/>
          <w:sz w:val="28"/>
        </w:rPr>
        <w:t xml:space="preserve"> </w:t>
      </w:r>
      <w:r w:rsidRPr="008752A8">
        <w:rPr>
          <w:sz w:val="28"/>
        </w:rPr>
        <w:t xml:space="preserve">на </w:t>
      </w:r>
      <w:r>
        <w:rPr>
          <w:sz w:val="28"/>
        </w:rPr>
        <w:t xml:space="preserve">5674200 </w:t>
      </w:r>
      <w:r w:rsidRPr="008752A8">
        <w:rPr>
          <w:sz w:val="28"/>
        </w:rPr>
        <w:t xml:space="preserve">грн.  </w:t>
      </w:r>
    </w:p>
    <w:p w:rsidR="00F5222C" w:rsidRPr="00731179" w:rsidRDefault="00F5222C" w:rsidP="00731179">
      <w:pPr>
        <w:tabs>
          <w:tab w:val="left" w:pos="708"/>
          <w:tab w:val="center" w:pos="4153"/>
          <w:tab w:val="right" w:pos="8306"/>
        </w:tabs>
        <w:jc w:val="both"/>
        <w:rPr>
          <w:sz w:val="28"/>
        </w:rPr>
      </w:pPr>
      <w:r w:rsidRPr="00731179">
        <w:rPr>
          <w:sz w:val="28"/>
        </w:rPr>
        <w:tab/>
      </w:r>
    </w:p>
    <w:p w:rsidR="00F5222C" w:rsidRPr="008752A8" w:rsidRDefault="00F5222C" w:rsidP="00731179">
      <w:pPr>
        <w:tabs>
          <w:tab w:val="left" w:pos="708"/>
          <w:tab w:val="center" w:pos="4153"/>
          <w:tab w:val="right" w:pos="8306"/>
        </w:tabs>
        <w:jc w:val="both"/>
        <w:rPr>
          <w:sz w:val="28"/>
        </w:rPr>
      </w:pPr>
      <w:r w:rsidRPr="00731179">
        <w:rPr>
          <w:sz w:val="28"/>
        </w:rPr>
        <w:tab/>
      </w:r>
      <w:r w:rsidRPr="00731179">
        <w:rPr>
          <w:b/>
          <w:sz w:val="28"/>
        </w:rPr>
        <w:t>1.</w:t>
      </w:r>
      <w:r>
        <w:rPr>
          <w:b/>
          <w:sz w:val="28"/>
        </w:rPr>
        <w:t>1.</w:t>
      </w:r>
      <w:r w:rsidRPr="00731179">
        <w:rPr>
          <w:b/>
          <w:sz w:val="28"/>
        </w:rPr>
        <w:t>2.</w:t>
      </w:r>
      <w:r>
        <w:rPr>
          <w:b/>
          <w:sz w:val="28"/>
        </w:rPr>
        <w:t xml:space="preserve"> </w:t>
      </w:r>
      <w:r w:rsidRPr="008752A8">
        <w:rPr>
          <w:sz w:val="28"/>
        </w:rPr>
        <w:t>Збільшити видатки</w:t>
      </w:r>
      <w:r>
        <w:rPr>
          <w:sz w:val="28"/>
        </w:rPr>
        <w:t xml:space="preserve"> за</w:t>
      </w:r>
      <w:r w:rsidRPr="008752A8">
        <w:rPr>
          <w:sz w:val="28"/>
        </w:rPr>
        <w:t>:</w:t>
      </w:r>
    </w:p>
    <w:p w:rsidR="00F5222C" w:rsidRPr="00731179" w:rsidRDefault="00F5222C" w:rsidP="00731179">
      <w:pPr>
        <w:tabs>
          <w:tab w:val="left" w:pos="708"/>
          <w:tab w:val="center" w:pos="4153"/>
          <w:tab w:val="right" w:pos="8306"/>
        </w:tabs>
        <w:jc w:val="both"/>
        <w:rPr>
          <w:b/>
          <w:sz w:val="28"/>
        </w:rPr>
      </w:pPr>
    </w:p>
    <w:p w:rsidR="00F5222C" w:rsidRPr="00F35791" w:rsidRDefault="00F5222C" w:rsidP="008752A8">
      <w:pPr>
        <w:tabs>
          <w:tab w:val="right" w:pos="0"/>
        </w:tabs>
        <w:ind w:firstLine="720"/>
        <w:contextualSpacing/>
        <w:jc w:val="both"/>
        <w:rPr>
          <w:sz w:val="28"/>
          <w:szCs w:val="28"/>
        </w:rPr>
      </w:pPr>
      <w:r w:rsidRPr="008752A8">
        <w:rPr>
          <w:b/>
          <w:sz w:val="28"/>
        </w:rPr>
        <w:t>1.1.2.1.</w:t>
      </w:r>
      <w:r>
        <w:rPr>
          <w:sz w:val="28"/>
        </w:rPr>
        <w:t xml:space="preserve"> </w:t>
      </w:r>
      <w:r w:rsidRPr="00731179">
        <w:rPr>
          <w:sz w:val="28"/>
        </w:rPr>
        <w:t xml:space="preserve">КПКВК 1217670 </w:t>
      </w:r>
      <w:r>
        <w:rPr>
          <w:sz w:val="28"/>
        </w:rPr>
        <w:t>«</w:t>
      </w:r>
      <w:r w:rsidRPr="00731179">
        <w:rPr>
          <w:sz w:val="28"/>
        </w:rPr>
        <w:t>Внески до статутного капіталу суб'єктів господарювання</w:t>
      </w:r>
      <w:r>
        <w:rPr>
          <w:sz w:val="28"/>
        </w:rPr>
        <w:t xml:space="preserve">» </w:t>
      </w:r>
      <w:r w:rsidRPr="00F35791">
        <w:rPr>
          <w:sz w:val="28"/>
          <w:szCs w:val="28"/>
        </w:rPr>
        <w:t xml:space="preserve">(внески органів місцевого самоврядування у статутний капітал КП «Чернівціводоканал») на 4974200 грн. </w:t>
      </w:r>
    </w:p>
    <w:p w:rsidR="00F5222C" w:rsidRPr="00731179" w:rsidRDefault="00F5222C" w:rsidP="00731179">
      <w:pPr>
        <w:tabs>
          <w:tab w:val="right" w:pos="0"/>
        </w:tabs>
        <w:jc w:val="both"/>
        <w:rPr>
          <w:sz w:val="28"/>
        </w:rPr>
      </w:pPr>
      <w:r w:rsidRPr="00731179">
        <w:rPr>
          <w:sz w:val="28"/>
        </w:rPr>
        <w:tab/>
      </w:r>
    </w:p>
    <w:p w:rsidR="00F5222C" w:rsidRPr="008752A8" w:rsidRDefault="00F5222C" w:rsidP="008752A8">
      <w:pPr>
        <w:tabs>
          <w:tab w:val="right" w:pos="0"/>
        </w:tabs>
        <w:jc w:val="both"/>
        <w:rPr>
          <w:sz w:val="28"/>
          <w:szCs w:val="28"/>
        </w:rPr>
      </w:pPr>
      <w:r w:rsidRPr="00731179">
        <w:rPr>
          <w:sz w:val="28"/>
        </w:rPr>
        <w:tab/>
      </w:r>
      <w:r w:rsidRPr="00731179">
        <w:rPr>
          <w:b/>
          <w:sz w:val="28"/>
        </w:rPr>
        <w:t>1.</w:t>
      </w:r>
      <w:r>
        <w:rPr>
          <w:b/>
          <w:sz w:val="28"/>
        </w:rPr>
        <w:t>1.</w:t>
      </w:r>
      <w:r w:rsidRPr="00731179">
        <w:rPr>
          <w:b/>
          <w:sz w:val="28"/>
        </w:rPr>
        <w:t>2.2.</w:t>
      </w:r>
      <w:r>
        <w:rPr>
          <w:sz w:val="28"/>
        </w:rPr>
        <w:t xml:space="preserve"> КПКВК 1217310 «</w:t>
      </w:r>
      <w:r w:rsidRPr="00731179">
        <w:rPr>
          <w:sz w:val="28"/>
        </w:rPr>
        <w:t xml:space="preserve">Будівництво об’єктів житлово-комунального господарства» </w:t>
      </w:r>
      <w:r w:rsidRPr="008752A8">
        <w:rPr>
          <w:sz w:val="28"/>
        </w:rPr>
        <w:t>на</w:t>
      </w:r>
      <w:r w:rsidRPr="008752A8">
        <w:rPr>
          <w:sz w:val="28"/>
          <w:szCs w:val="28"/>
        </w:rPr>
        <w:t xml:space="preserve"> 700000 грн.  </w:t>
      </w:r>
    </w:p>
    <w:p w:rsidR="00F5222C" w:rsidRDefault="00F5222C" w:rsidP="008752A8">
      <w:pPr>
        <w:tabs>
          <w:tab w:val="left" w:pos="708"/>
          <w:tab w:val="center" w:pos="1620"/>
          <w:tab w:val="right" w:pos="8306"/>
        </w:tabs>
        <w:ind w:left="816"/>
        <w:contextualSpacing/>
        <w:jc w:val="both"/>
        <w:rPr>
          <w:sz w:val="28"/>
          <w:szCs w:val="28"/>
        </w:rPr>
      </w:pPr>
    </w:p>
    <w:p w:rsidR="00F5222C" w:rsidRDefault="00F5222C" w:rsidP="00731179">
      <w:pPr>
        <w:tabs>
          <w:tab w:val="left" w:pos="708"/>
          <w:tab w:val="center" w:pos="4153"/>
          <w:tab w:val="right" w:pos="8306"/>
        </w:tabs>
        <w:jc w:val="both"/>
        <w:rPr>
          <w:sz w:val="28"/>
          <w:szCs w:val="28"/>
        </w:rPr>
      </w:pPr>
      <w:r w:rsidRPr="00731179">
        <w:rPr>
          <w:sz w:val="28"/>
          <w:szCs w:val="28"/>
        </w:rPr>
        <w:tab/>
      </w:r>
      <w:r w:rsidRPr="0073117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Фінансовому управлінню міської ради в</w:t>
      </w:r>
      <w:r w:rsidRPr="00E15AAA">
        <w:rPr>
          <w:sz w:val="28"/>
          <w:szCs w:val="28"/>
        </w:rPr>
        <w:t>нести відповідні зміни в проект рішення.</w:t>
      </w: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F5222C" w:rsidRDefault="00F5222C" w:rsidP="00DB4DB3">
      <w:pPr>
        <w:pStyle w:val="BodyTextIndent2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tbl>
      <w:tblPr>
        <w:tblW w:w="9648" w:type="dxa"/>
        <w:tblLook w:val="00A0"/>
      </w:tblPr>
      <w:tblGrid>
        <w:gridCol w:w="6948"/>
        <w:gridCol w:w="2700"/>
      </w:tblGrid>
      <w:tr w:rsidR="00F5222C" w:rsidRPr="002D1185">
        <w:trPr>
          <w:trHeight w:val="331"/>
        </w:trPr>
        <w:tc>
          <w:tcPr>
            <w:tcW w:w="6948" w:type="dxa"/>
          </w:tcPr>
          <w:p w:rsidR="00F5222C" w:rsidRPr="007738F4" w:rsidRDefault="00F5222C" w:rsidP="005D4D11">
            <w:pPr>
              <w:widowControl w:val="0"/>
              <w:rPr>
                <w:b/>
                <w:sz w:val="24"/>
              </w:rPr>
            </w:pPr>
            <w:r w:rsidRPr="007738F4">
              <w:rPr>
                <w:b/>
                <w:sz w:val="24"/>
              </w:rPr>
              <w:t>Виконав</w:t>
            </w:r>
            <w:r>
              <w:rPr>
                <w:b/>
                <w:sz w:val="24"/>
              </w:rPr>
              <w:t>ці</w:t>
            </w:r>
            <w:r w:rsidRPr="007738F4">
              <w:rPr>
                <w:b/>
                <w:sz w:val="24"/>
              </w:rPr>
              <w:t>:</w:t>
            </w:r>
          </w:p>
          <w:p w:rsidR="00F5222C" w:rsidRDefault="00F5222C" w:rsidP="00BB2F5F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>Заступник начальника, начальник</w:t>
            </w:r>
          </w:p>
          <w:p w:rsidR="00F5222C" w:rsidRDefault="00F5222C" w:rsidP="00BB2F5F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бюджетного відділу </w:t>
            </w:r>
            <w:r w:rsidRPr="00EF432F">
              <w:rPr>
                <w:sz w:val="24"/>
              </w:rPr>
              <w:t xml:space="preserve">фінансового </w:t>
            </w:r>
          </w:p>
          <w:p w:rsidR="00F5222C" w:rsidRDefault="00F5222C" w:rsidP="00BB2F5F">
            <w:pPr>
              <w:rPr>
                <w:sz w:val="24"/>
                <w:szCs w:val="24"/>
              </w:rPr>
            </w:pPr>
            <w:r w:rsidRPr="00EF432F">
              <w:rPr>
                <w:sz w:val="24"/>
              </w:rPr>
              <w:t>управління</w:t>
            </w:r>
            <w:r>
              <w:rPr>
                <w:sz w:val="24"/>
              </w:rPr>
              <w:t xml:space="preserve"> </w:t>
            </w:r>
            <w:r w:rsidRPr="00EF432F">
              <w:rPr>
                <w:sz w:val="24"/>
              </w:rPr>
              <w:t>міської ради</w:t>
            </w:r>
          </w:p>
          <w:p w:rsidR="00F5222C" w:rsidRDefault="00F5222C" w:rsidP="005D4D11">
            <w:pPr>
              <w:pStyle w:val="FootnoteText"/>
              <w:widowControl w:val="0"/>
              <w:rPr>
                <w:sz w:val="24"/>
                <w:szCs w:val="24"/>
              </w:rPr>
            </w:pPr>
          </w:p>
          <w:p w:rsidR="00F5222C" w:rsidRDefault="00F5222C" w:rsidP="005D4D11">
            <w:pPr>
              <w:pStyle w:val="FootnoteText"/>
              <w:widowControl w:val="0"/>
              <w:rPr>
                <w:sz w:val="24"/>
                <w:szCs w:val="24"/>
              </w:rPr>
            </w:pPr>
          </w:p>
          <w:p w:rsidR="00F5222C" w:rsidRDefault="00F5222C" w:rsidP="005D4D11">
            <w:pPr>
              <w:pStyle w:val="FootnoteText"/>
              <w:widowControl w:val="0"/>
              <w:rPr>
                <w:sz w:val="24"/>
                <w:szCs w:val="24"/>
              </w:rPr>
            </w:pPr>
          </w:p>
          <w:p w:rsidR="00F5222C" w:rsidRDefault="00F5222C" w:rsidP="001A5C7F">
            <w:pPr>
              <w:tabs>
                <w:tab w:val="left" w:pos="1560"/>
              </w:tabs>
              <w:rPr>
                <w:sz w:val="24"/>
                <w:szCs w:val="24"/>
              </w:rPr>
            </w:pPr>
            <w:r w:rsidRPr="001A5C7F">
              <w:rPr>
                <w:sz w:val="24"/>
                <w:szCs w:val="24"/>
              </w:rPr>
              <w:t xml:space="preserve">Директор департаменту житлово-комунального </w:t>
            </w:r>
          </w:p>
          <w:p w:rsidR="00F5222C" w:rsidRPr="001A5C7F" w:rsidRDefault="00F5222C" w:rsidP="001A5C7F">
            <w:pPr>
              <w:tabs>
                <w:tab w:val="left" w:pos="1560"/>
              </w:tabs>
              <w:rPr>
                <w:sz w:val="24"/>
                <w:szCs w:val="24"/>
              </w:rPr>
            </w:pPr>
            <w:r w:rsidRPr="001A5C7F">
              <w:rPr>
                <w:sz w:val="24"/>
                <w:szCs w:val="24"/>
              </w:rPr>
              <w:t>господарства міської ради</w:t>
            </w:r>
          </w:p>
          <w:p w:rsidR="00F5222C" w:rsidRPr="007738F4" w:rsidRDefault="00F5222C" w:rsidP="005D4D11">
            <w:pPr>
              <w:pStyle w:val="FootnoteText"/>
              <w:widowContro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F5222C" w:rsidRPr="007738F4" w:rsidRDefault="00F5222C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F5222C" w:rsidRDefault="00F5222C" w:rsidP="005D4D11">
            <w:pPr>
              <w:widowControl w:val="0"/>
              <w:tabs>
                <w:tab w:val="left" w:pos="3279"/>
              </w:tabs>
              <w:rPr>
                <w:sz w:val="24"/>
                <w:lang w:val="ru-RU"/>
              </w:rPr>
            </w:pPr>
          </w:p>
          <w:p w:rsidR="00F5222C" w:rsidRPr="007738F4" w:rsidRDefault="00F5222C" w:rsidP="005D4D11">
            <w:pPr>
              <w:widowControl w:val="0"/>
              <w:tabs>
                <w:tab w:val="left" w:pos="3279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Т. Цимбалюк</w:t>
            </w:r>
          </w:p>
          <w:p w:rsidR="00F5222C" w:rsidRDefault="00F5222C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_________2019</w:t>
            </w:r>
          </w:p>
          <w:p w:rsidR="00F5222C" w:rsidRDefault="00F5222C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F5222C" w:rsidRPr="003E3457" w:rsidRDefault="00F5222C" w:rsidP="003E3457">
            <w:pPr>
              <w:rPr>
                <w:sz w:val="24"/>
              </w:rPr>
            </w:pPr>
          </w:p>
          <w:p w:rsidR="00F5222C" w:rsidRPr="003E3457" w:rsidRDefault="00F5222C" w:rsidP="003E3457">
            <w:pPr>
              <w:rPr>
                <w:sz w:val="24"/>
              </w:rPr>
            </w:pPr>
          </w:p>
          <w:p w:rsidR="00F5222C" w:rsidRDefault="00F5222C" w:rsidP="003E3457">
            <w:pPr>
              <w:rPr>
                <w:sz w:val="24"/>
              </w:rPr>
            </w:pPr>
          </w:p>
          <w:p w:rsidR="00F5222C" w:rsidRPr="009A3CC7" w:rsidRDefault="00F5222C" w:rsidP="003E3457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A3CC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Бешлей</w:t>
            </w:r>
          </w:p>
          <w:p w:rsidR="00F5222C" w:rsidRPr="009A3CC7" w:rsidRDefault="00F5222C" w:rsidP="003E3457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 w:rsidRPr="009A3CC7">
              <w:rPr>
                <w:sz w:val="24"/>
                <w:szCs w:val="24"/>
              </w:rPr>
              <w:t>_________2019</w:t>
            </w:r>
          </w:p>
          <w:p w:rsidR="00F5222C" w:rsidRPr="003E3457" w:rsidRDefault="00F5222C" w:rsidP="003E3457">
            <w:pPr>
              <w:rPr>
                <w:sz w:val="24"/>
              </w:rPr>
            </w:pPr>
          </w:p>
        </w:tc>
      </w:tr>
      <w:tr w:rsidR="00F5222C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F5222C" w:rsidRDefault="00F5222C" w:rsidP="000927C1">
            <w:pPr>
              <w:rPr>
                <w:b/>
                <w:sz w:val="24"/>
                <w:szCs w:val="24"/>
              </w:rPr>
            </w:pPr>
          </w:p>
          <w:p w:rsidR="00F5222C" w:rsidRPr="002C073A" w:rsidRDefault="00F5222C" w:rsidP="000927C1">
            <w:pPr>
              <w:rPr>
                <w:b/>
                <w:sz w:val="24"/>
                <w:szCs w:val="24"/>
              </w:rPr>
            </w:pPr>
            <w:r w:rsidRPr="002C073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F5222C" w:rsidRPr="002C073A" w:rsidRDefault="00F5222C" w:rsidP="000927C1">
            <w:pPr>
              <w:rPr>
                <w:sz w:val="24"/>
                <w:szCs w:val="24"/>
              </w:rPr>
            </w:pPr>
          </w:p>
        </w:tc>
      </w:tr>
      <w:tr w:rsidR="00F5222C" w:rsidRPr="00EF432F">
        <w:trPr>
          <w:trHeight w:val="511"/>
        </w:trPr>
        <w:tc>
          <w:tcPr>
            <w:tcW w:w="6948" w:type="dxa"/>
          </w:tcPr>
          <w:p w:rsidR="00F5222C" w:rsidRDefault="00F5222C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Секретар виконавчого комітету </w:t>
            </w:r>
          </w:p>
          <w:p w:rsidR="00F5222C" w:rsidRDefault="00F5222C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міської ради </w:t>
            </w:r>
          </w:p>
          <w:p w:rsidR="00F5222C" w:rsidRDefault="00F5222C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</w:p>
          <w:p w:rsidR="00F5222C" w:rsidRPr="00EF432F" w:rsidRDefault="00F5222C" w:rsidP="005D4D11">
            <w:pPr>
              <w:widowControl w:val="0"/>
              <w:tabs>
                <w:tab w:val="left" w:pos="7088"/>
              </w:tabs>
            </w:pPr>
          </w:p>
        </w:tc>
        <w:tc>
          <w:tcPr>
            <w:tcW w:w="2700" w:type="dxa"/>
          </w:tcPr>
          <w:p w:rsidR="00F5222C" w:rsidRPr="00EF432F" w:rsidRDefault="00F5222C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А.Бабюк</w:t>
            </w:r>
          </w:p>
          <w:p w:rsidR="00F5222C" w:rsidRPr="00EF432F" w:rsidRDefault="00F5222C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 w:rsidRPr="00EF432F">
              <w:rPr>
                <w:sz w:val="24"/>
              </w:rPr>
              <w:t>________201</w:t>
            </w:r>
            <w:r>
              <w:rPr>
                <w:sz w:val="24"/>
              </w:rPr>
              <w:t>9</w:t>
            </w:r>
          </w:p>
          <w:p w:rsidR="00F5222C" w:rsidRDefault="00F5222C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F5222C" w:rsidRPr="00EF432F" w:rsidRDefault="00F5222C" w:rsidP="005B7E73">
            <w:pPr>
              <w:widowControl w:val="0"/>
              <w:tabs>
                <w:tab w:val="left" w:pos="3279"/>
              </w:tabs>
            </w:pPr>
          </w:p>
        </w:tc>
      </w:tr>
      <w:tr w:rsidR="00F5222C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F5222C" w:rsidRDefault="00F5222C" w:rsidP="00C20A32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Начальник </w:t>
            </w:r>
            <w:r w:rsidRPr="00EF432F">
              <w:rPr>
                <w:sz w:val="24"/>
              </w:rPr>
              <w:t xml:space="preserve">фінансового </w:t>
            </w:r>
          </w:p>
          <w:p w:rsidR="00F5222C" w:rsidRDefault="00F5222C" w:rsidP="00C20A32">
            <w:pPr>
              <w:rPr>
                <w:sz w:val="24"/>
                <w:szCs w:val="24"/>
              </w:rPr>
            </w:pPr>
            <w:r>
              <w:rPr>
                <w:sz w:val="24"/>
              </w:rPr>
              <w:t>у</w:t>
            </w:r>
            <w:r w:rsidRPr="00EF432F">
              <w:rPr>
                <w:sz w:val="24"/>
              </w:rPr>
              <w:t>правління</w:t>
            </w:r>
            <w:r>
              <w:rPr>
                <w:sz w:val="24"/>
              </w:rPr>
              <w:t xml:space="preserve"> </w:t>
            </w:r>
            <w:r w:rsidRPr="00EF432F">
              <w:rPr>
                <w:sz w:val="24"/>
              </w:rPr>
              <w:t>міської ради</w:t>
            </w:r>
          </w:p>
          <w:p w:rsidR="00F5222C" w:rsidRDefault="00F5222C" w:rsidP="000927C1">
            <w:pPr>
              <w:rPr>
                <w:sz w:val="24"/>
                <w:szCs w:val="24"/>
              </w:rPr>
            </w:pPr>
          </w:p>
          <w:p w:rsidR="00F5222C" w:rsidRDefault="00F5222C" w:rsidP="000927C1">
            <w:pPr>
              <w:rPr>
                <w:sz w:val="24"/>
                <w:szCs w:val="24"/>
              </w:rPr>
            </w:pPr>
          </w:p>
          <w:p w:rsidR="00F5222C" w:rsidRPr="002C073A" w:rsidRDefault="00F5222C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Начальник юридичного </w:t>
            </w:r>
          </w:p>
          <w:p w:rsidR="00F5222C" w:rsidRPr="002C073A" w:rsidRDefault="00F5222C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управління міської ради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F5222C" w:rsidRDefault="00F5222C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Бамбуляк</w:t>
            </w:r>
          </w:p>
          <w:p w:rsidR="00F5222C" w:rsidRDefault="00F5222C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_________2019</w:t>
            </w:r>
          </w:p>
          <w:p w:rsidR="00F5222C" w:rsidRDefault="00F5222C" w:rsidP="000927C1">
            <w:pPr>
              <w:rPr>
                <w:sz w:val="24"/>
                <w:szCs w:val="24"/>
              </w:rPr>
            </w:pPr>
          </w:p>
          <w:p w:rsidR="00F5222C" w:rsidRDefault="00F5222C" w:rsidP="000927C1">
            <w:pPr>
              <w:rPr>
                <w:sz w:val="24"/>
                <w:szCs w:val="24"/>
              </w:rPr>
            </w:pPr>
          </w:p>
          <w:p w:rsidR="00F5222C" w:rsidRPr="002C073A" w:rsidRDefault="00F5222C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О.Шиба</w:t>
            </w:r>
          </w:p>
          <w:p w:rsidR="00F5222C" w:rsidRPr="002C073A" w:rsidRDefault="00F5222C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_________2019</w:t>
            </w:r>
          </w:p>
          <w:p w:rsidR="00F5222C" w:rsidRPr="002C073A" w:rsidRDefault="00F5222C" w:rsidP="000927C1">
            <w:pPr>
              <w:rPr>
                <w:sz w:val="24"/>
                <w:szCs w:val="24"/>
              </w:rPr>
            </w:pPr>
          </w:p>
        </w:tc>
      </w:tr>
      <w:tr w:rsidR="00F5222C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F5222C" w:rsidRDefault="00F5222C" w:rsidP="000927C1">
            <w:pPr>
              <w:widowControl w:val="0"/>
              <w:rPr>
                <w:sz w:val="24"/>
                <w:szCs w:val="24"/>
              </w:rPr>
            </w:pPr>
          </w:p>
          <w:p w:rsidR="00F5222C" w:rsidRPr="002C073A" w:rsidRDefault="00F5222C" w:rsidP="000927C1">
            <w:pPr>
              <w:widowControl w:val="0"/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Голова постійної комісії міської ради з                       </w:t>
            </w:r>
          </w:p>
          <w:p w:rsidR="00F5222C" w:rsidRPr="002C073A" w:rsidRDefault="00F5222C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питань бюджету і фінансів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F5222C" w:rsidRPr="002C073A" w:rsidRDefault="00F5222C" w:rsidP="000927C1">
            <w:pPr>
              <w:rPr>
                <w:sz w:val="24"/>
                <w:szCs w:val="24"/>
              </w:rPr>
            </w:pPr>
          </w:p>
          <w:p w:rsidR="00F5222C" w:rsidRDefault="00F5222C" w:rsidP="000927C1">
            <w:pPr>
              <w:rPr>
                <w:sz w:val="24"/>
                <w:szCs w:val="24"/>
              </w:rPr>
            </w:pPr>
          </w:p>
          <w:p w:rsidR="00F5222C" w:rsidRPr="002C073A" w:rsidRDefault="00F5222C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_________2</w:t>
            </w:r>
            <w:r>
              <w:rPr>
                <w:sz w:val="24"/>
                <w:szCs w:val="24"/>
              </w:rPr>
              <w:t>019</w:t>
            </w:r>
          </w:p>
          <w:p w:rsidR="00F5222C" w:rsidRPr="002C073A" w:rsidRDefault="00F5222C" w:rsidP="000927C1">
            <w:pPr>
              <w:rPr>
                <w:sz w:val="24"/>
                <w:szCs w:val="24"/>
              </w:rPr>
            </w:pPr>
          </w:p>
        </w:tc>
      </w:tr>
    </w:tbl>
    <w:p w:rsidR="00F5222C" w:rsidRPr="002C073A" w:rsidRDefault="00F5222C" w:rsidP="00E937F2">
      <w:pPr>
        <w:pStyle w:val="BodyText"/>
        <w:widowControl w:val="0"/>
        <w:rPr>
          <w:rFonts w:ascii="Times New Roman" w:hAnsi="Times New Roman"/>
          <w:b/>
          <w:sz w:val="24"/>
          <w:szCs w:val="24"/>
        </w:rPr>
      </w:pPr>
    </w:p>
    <w:p w:rsidR="00F5222C" w:rsidRPr="002C073A" w:rsidRDefault="00F5222C" w:rsidP="00E937F2">
      <w:pPr>
        <w:pStyle w:val="BodyText"/>
        <w:widowControl w:val="0"/>
        <w:rPr>
          <w:rFonts w:ascii="Times New Roman" w:hAnsi="Times New Roman"/>
          <w:b/>
          <w:sz w:val="24"/>
          <w:szCs w:val="24"/>
        </w:rPr>
      </w:pPr>
    </w:p>
    <w:p w:rsidR="00F5222C" w:rsidRPr="00EF432F" w:rsidRDefault="00F5222C" w:rsidP="00E937F2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5222C" w:rsidRPr="00EF432F" w:rsidRDefault="00F5222C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F5222C" w:rsidRPr="00EF432F" w:rsidRDefault="00F5222C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F5222C" w:rsidRPr="00EF432F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22C" w:rsidRDefault="00F5222C">
      <w:r>
        <w:separator/>
      </w:r>
    </w:p>
  </w:endnote>
  <w:endnote w:type="continuationSeparator" w:id="0">
    <w:p w:rsidR="00F5222C" w:rsidRDefault="00F52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22C" w:rsidRDefault="00F5222C">
      <w:r>
        <w:separator/>
      </w:r>
    </w:p>
  </w:footnote>
  <w:footnote w:type="continuationSeparator" w:id="0">
    <w:p w:rsidR="00F5222C" w:rsidRDefault="00F52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22C" w:rsidRDefault="00F5222C" w:rsidP="00D57F9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222C" w:rsidRDefault="00F522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22C" w:rsidRDefault="00F5222C" w:rsidP="00DD4BA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5222C" w:rsidRDefault="00F522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 w:hint="default"/>
      </w:rPr>
    </w:lvl>
  </w:abstractNum>
  <w:abstractNum w:abstractNumId="2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8723182"/>
    <w:multiLevelType w:val="multilevel"/>
    <w:tmpl w:val="2CDED02A"/>
    <w:lvl w:ilvl="0">
      <w:start w:val="1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5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cs="Times New Roman" w:hint="default"/>
      </w:rPr>
    </w:lvl>
  </w:abstractNum>
  <w:abstractNum w:abstractNumId="4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cs="Times New Roman"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7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cs="Times New Roman" w:hint="default"/>
      </w:rPr>
    </w:lvl>
  </w:abstractNum>
  <w:abstractNum w:abstractNumId="9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cs="Times New Roman" w:hint="default"/>
      </w:rPr>
    </w:lvl>
  </w:abstractNum>
  <w:abstractNum w:abstractNumId="11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2">
    <w:nsid w:val="69A53840"/>
    <w:multiLevelType w:val="hybridMultilevel"/>
    <w:tmpl w:val="30F200C8"/>
    <w:lvl w:ilvl="0" w:tplc="457056EC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6A9111BC"/>
    <w:multiLevelType w:val="multilevel"/>
    <w:tmpl w:val="23943054"/>
    <w:lvl w:ilvl="0">
      <w:start w:val="1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cs="Times New Roman" w:hint="default"/>
      </w:rPr>
    </w:lvl>
  </w:abstractNum>
  <w:abstractNum w:abstractNumId="14">
    <w:nsid w:val="7D3B10D8"/>
    <w:multiLevelType w:val="hybridMultilevel"/>
    <w:tmpl w:val="2C622418"/>
    <w:lvl w:ilvl="0" w:tplc="FEDABE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7"/>
  </w:num>
  <w:num w:numId="5">
    <w:abstractNumId w:val="9"/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1"/>
  </w:num>
  <w:num w:numId="11">
    <w:abstractNumId w:val="4"/>
  </w:num>
  <w:num w:numId="12">
    <w:abstractNumId w:val="6"/>
  </w:num>
  <w:num w:numId="13">
    <w:abstractNumId w:val="12"/>
  </w:num>
  <w:num w:numId="14">
    <w:abstractNumId w:val="14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65AF4"/>
    <w:rsid w:val="000727C0"/>
    <w:rsid w:val="00082A59"/>
    <w:rsid w:val="000927C1"/>
    <w:rsid w:val="000A1689"/>
    <w:rsid w:val="000A5C10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B55"/>
    <w:rsid w:val="001A5C7F"/>
    <w:rsid w:val="001B2A33"/>
    <w:rsid w:val="001B7F8D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6DD0"/>
    <w:rsid w:val="002656EB"/>
    <w:rsid w:val="00295F3B"/>
    <w:rsid w:val="002A59B0"/>
    <w:rsid w:val="002B0C6E"/>
    <w:rsid w:val="002B2304"/>
    <w:rsid w:val="002B6DD4"/>
    <w:rsid w:val="002C073A"/>
    <w:rsid w:val="002C1A0A"/>
    <w:rsid w:val="002D1185"/>
    <w:rsid w:val="002D557B"/>
    <w:rsid w:val="002E536E"/>
    <w:rsid w:val="002E5790"/>
    <w:rsid w:val="002F0AD5"/>
    <w:rsid w:val="00304B65"/>
    <w:rsid w:val="00317594"/>
    <w:rsid w:val="003228AB"/>
    <w:rsid w:val="0032366A"/>
    <w:rsid w:val="00325D8F"/>
    <w:rsid w:val="0032779C"/>
    <w:rsid w:val="0033616F"/>
    <w:rsid w:val="003453F4"/>
    <w:rsid w:val="00372012"/>
    <w:rsid w:val="00385A93"/>
    <w:rsid w:val="003A10E7"/>
    <w:rsid w:val="003C3AE8"/>
    <w:rsid w:val="003E11DA"/>
    <w:rsid w:val="003E3457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1FE2"/>
    <w:rsid w:val="00523BBE"/>
    <w:rsid w:val="00525CB9"/>
    <w:rsid w:val="00531254"/>
    <w:rsid w:val="00533628"/>
    <w:rsid w:val="0053730B"/>
    <w:rsid w:val="00552FE5"/>
    <w:rsid w:val="00557DD2"/>
    <w:rsid w:val="00562076"/>
    <w:rsid w:val="005620D5"/>
    <w:rsid w:val="0056242F"/>
    <w:rsid w:val="00563139"/>
    <w:rsid w:val="00563D96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76D5E"/>
    <w:rsid w:val="00677D71"/>
    <w:rsid w:val="00681B62"/>
    <w:rsid w:val="006C006E"/>
    <w:rsid w:val="006C432D"/>
    <w:rsid w:val="006C7AFE"/>
    <w:rsid w:val="006D4EA2"/>
    <w:rsid w:val="006E0F11"/>
    <w:rsid w:val="006F5FD5"/>
    <w:rsid w:val="00727789"/>
    <w:rsid w:val="00731179"/>
    <w:rsid w:val="007352BE"/>
    <w:rsid w:val="00735829"/>
    <w:rsid w:val="0073740B"/>
    <w:rsid w:val="00741D5C"/>
    <w:rsid w:val="0074679D"/>
    <w:rsid w:val="00747982"/>
    <w:rsid w:val="00753BB3"/>
    <w:rsid w:val="00766970"/>
    <w:rsid w:val="00767488"/>
    <w:rsid w:val="0077003C"/>
    <w:rsid w:val="007704CB"/>
    <w:rsid w:val="00772F27"/>
    <w:rsid w:val="007738F4"/>
    <w:rsid w:val="00780F9F"/>
    <w:rsid w:val="00782833"/>
    <w:rsid w:val="00787A51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71F8"/>
    <w:rsid w:val="00853507"/>
    <w:rsid w:val="00857ADD"/>
    <w:rsid w:val="00863A01"/>
    <w:rsid w:val="00873672"/>
    <w:rsid w:val="008752A8"/>
    <w:rsid w:val="0088188B"/>
    <w:rsid w:val="008858C0"/>
    <w:rsid w:val="00886A6C"/>
    <w:rsid w:val="00890079"/>
    <w:rsid w:val="008A022E"/>
    <w:rsid w:val="008A5FD0"/>
    <w:rsid w:val="008B23DF"/>
    <w:rsid w:val="008B27E7"/>
    <w:rsid w:val="008B6B44"/>
    <w:rsid w:val="008D01D5"/>
    <w:rsid w:val="008D195F"/>
    <w:rsid w:val="008D5562"/>
    <w:rsid w:val="008E1ED3"/>
    <w:rsid w:val="008E3357"/>
    <w:rsid w:val="008E58CA"/>
    <w:rsid w:val="008F29B0"/>
    <w:rsid w:val="00902635"/>
    <w:rsid w:val="0092212B"/>
    <w:rsid w:val="00926D55"/>
    <w:rsid w:val="00927285"/>
    <w:rsid w:val="00930A82"/>
    <w:rsid w:val="00934267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83947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4C14"/>
    <w:rsid w:val="00A133D6"/>
    <w:rsid w:val="00A160A9"/>
    <w:rsid w:val="00A2118E"/>
    <w:rsid w:val="00A3291B"/>
    <w:rsid w:val="00A37396"/>
    <w:rsid w:val="00A377DE"/>
    <w:rsid w:val="00A5052B"/>
    <w:rsid w:val="00A6087C"/>
    <w:rsid w:val="00A633F4"/>
    <w:rsid w:val="00A75CF8"/>
    <w:rsid w:val="00A852BF"/>
    <w:rsid w:val="00A92AFF"/>
    <w:rsid w:val="00A96FAF"/>
    <w:rsid w:val="00AA0A74"/>
    <w:rsid w:val="00AA517F"/>
    <w:rsid w:val="00AA58D7"/>
    <w:rsid w:val="00AB3DBF"/>
    <w:rsid w:val="00AC1FDD"/>
    <w:rsid w:val="00AC3071"/>
    <w:rsid w:val="00AD0EA5"/>
    <w:rsid w:val="00AD1478"/>
    <w:rsid w:val="00AF29DB"/>
    <w:rsid w:val="00B00D07"/>
    <w:rsid w:val="00B02E63"/>
    <w:rsid w:val="00B04EAB"/>
    <w:rsid w:val="00B07AB2"/>
    <w:rsid w:val="00B13321"/>
    <w:rsid w:val="00B141BA"/>
    <w:rsid w:val="00B153E6"/>
    <w:rsid w:val="00B16F0D"/>
    <w:rsid w:val="00B23C6F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E7B13"/>
    <w:rsid w:val="00BF08F7"/>
    <w:rsid w:val="00BF704F"/>
    <w:rsid w:val="00C05DC3"/>
    <w:rsid w:val="00C20A32"/>
    <w:rsid w:val="00C245D8"/>
    <w:rsid w:val="00C263E0"/>
    <w:rsid w:val="00C32DCD"/>
    <w:rsid w:val="00C34F57"/>
    <w:rsid w:val="00C36060"/>
    <w:rsid w:val="00C47B4D"/>
    <w:rsid w:val="00C47D43"/>
    <w:rsid w:val="00C62073"/>
    <w:rsid w:val="00C67F1B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A7F65"/>
    <w:rsid w:val="00CB259C"/>
    <w:rsid w:val="00CB4E0F"/>
    <w:rsid w:val="00CB7619"/>
    <w:rsid w:val="00CC2FAD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206FB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6071"/>
    <w:rsid w:val="00D906DC"/>
    <w:rsid w:val="00D95045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10B6"/>
    <w:rsid w:val="00E068BF"/>
    <w:rsid w:val="00E07805"/>
    <w:rsid w:val="00E10249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60D00"/>
    <w:rsid w:val="00E76C26"/>
    <w:rsid w:val="00E81ED4"/>
    <w:rsid w:val="00E937F2"/>
    <w:rsid w:val="00EA07FC"/>
    <w:rsid w:val="00EA258D"/>
    <w:rsid w:val="00EB5143"/>
    <w:rsid w:val="00EB6FEB"/>
    <w:rsid w:val="00EC123A"/>
    <w:rsid w:val="00ED356D"/>
    <w:rsid w:val="00EF3C34"/>
    <w:rsid w:val="00EF432F"/>
    <w:rsid w:val="00F13413"/>
    <w:rsid w:val="00F17860"/>
    <w:rsid w:val="00F35791"/>
    <w:rsid w:val="00F35E2D"/>
    <w:rsid w:val="00F36DB3"/>
    <w:rsid w:val="00F407E9"/>
    <w:rsid w:val="00F41946"/>
    <w:rsid w:val="00F5222C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97241"/>
    <w:rsid w:val="00FA3CF4"/>
    <w:rsid w:val="00FB3480"/>
    <w:rsid w:val="00FB506E"/>
    <w:rsid w:val="00FC10F4"/>
    <w:rsid w:val="00FC2BC0"/>
    <w:rsid w:val="00FF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F1B"/>
    <w:rPr>
      <w:sz w:val="20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67F1B"/>
    <w:pPr>
      <w:ind w:firstLine="830"/>
      <w:jc w:val="both"/>
    </w:pPr>
    <w:rPr>
      <w:sz w:val="28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  <w:lang w:val="uk-UA"/>
    </w:rPr>
  </w:style>
  <w:style w:type="paragraph" w:styleId="Caption">
    <w:name w:val="caption"/>
    <w:basedOn w:val="Normal"/>
    <w:uiPriority w:val="99"/>
    <w:qFormat/>
    <w:rsid w:val="00C67F1B"/>
    <w:pPr>
      <w:jc w:val="center"/>
    </w:pPr>
    <w:rPr>
      <w:b/>
      <w:sz w:val="28"/>
    </w:rPr>
  </w:style>
  <w:style w:type="paragraph" w:styleId="BodyText">
    <w:name w:val="Body Text"/>
    <w:basedOn w:val="Normal"/>
    <w:link w:val="BodyTextChar"/>
    <w:uiPriority w:val="99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67F1B"/>
    <w:pPr>
      <w:spacing w:after="120" w:line="480" w:lineRule="auto"/>
      <w:ind w:left="283"/>
    </w:pPr>
    <w:rPr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A58D7"/>
    <w:rPr>
      <w:rFonts w:cs="Times New Roman"/>
      <w:lang w:eastAsia="ru-RU"/>
    </w:rPr>
  </w:style>
  <w:style w:type="character" w:customStyle="1" w:styleId="rvts0">
    <w:name w:val="rvts0"/>
    <w:basedOn w:val="DefaultParagraphFont"/>
    <w:uiPriority w:val="99"/>
    <w:rsid w:val="00C67F1B"/>
    <w:rPr>
      <w:rFonts w:cs="Times New Roman"/>
    </w:rPr>
  </w:style>
  <w:style w:type="paragraph" w:customStyle="1" w:styleId="a">
    <w:name w:val="Знак"/>
    <w:basedOn w:val="Normal"/>
    <w:uiPriority w:val="99"/>
    <w:rsid w:val="00A633F4"/>
    <w:rPr>
      <w:rFonts w:ascii="Verdana" w:hAnsi="Verdana" w:cs="Verdana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25CB9"/>
    <w:rPr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E3457"/>
    <w:rPr>
      <w:rFonts w:cs="Times New Roman"/>
      <w:lang w:eastAsia="en-US"/>
    </w:rPr>
  </w:style>
  <w:style w:type="paragraph" w:styleId="Header">
    <w:name w:val="header"/>
    <w:basedOn w:val="Normal"/>
    <w:link w:val="HeaderChar"/>
    <w:uiPriority w:val="99"/>
    <w:rsid w:val="00F7739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F7739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E11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uk-UA"/>
    </w:rPr>
  </w:style>
  <w:style w:type="paragraph" w:customStyle="1" w:styleId="1">
    <w:name w:val="Абзац списка1"/>
    <w:basedOn w:val="Normal"/>
    <w:uiPriority w:val="99"/>
    <w:rsid w:val="00D56E12"/>
    <w:pPr>
      <w:ind w:left="720"/>
      <w:contextualSpacing/>
    </w:pPr>
    <w:rPr>
      <w:sz w:val="28"/>
      <w:szCs w:val="24"/>
    </w:rPr>
  </w:style>
  <w:style w:type="paragraph" w:customStyle="1" w:styleId="2">
    <w:name w:val="Абзац списка2"/>
    <w:basedOn w:val="Normal"/>
    <w:uiPriority w:val="99"/>
    <w:rsid w:val="00A37396"/>
    <w:pPr>
      <w:ind w:left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1122</Words>
  <Characters>640</Characters>
  <Application>Microsoft Office Outlook</Application>
  <DocSecurity>0</DocSecurity>
  <Lines>0</Lines>
  <Paragraphs>0</Paragraphs>
  <ScaleCrop>false</ScaleCrop>
  <Company>MFU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dc:description/>
  <cp:lastModifiedBy>Chelpan</cp:lastModifiedBy>
  <cp:revision>6</cp:revision>
  <cp:lastPrinted>2019-09-09T13:50:00Z</cp:lastPrinted>
  <dcterms:created xsi:type="dcterms:W3CDTF">2019-09-09T13:40:00Z</dcterms:created>
  <dcterms:modified xsi:type="dcterms:W3CDTF">2019-09-09T13:57:00Z</dcterms:modified>
</cp:coreProperties>
</file>