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3CC" w:rsidRDefault="009613CC" w:rsidP="00F07FD0">
      <w:pPr>
        <w:autoSpaceDE w:val="0"/>
        <w:autoSpaceDN w:val="0"/>
        <w:adjustRightInd w:val="0"/>
      </w:pPr>
      <w:r>
        <w:t xml:space="preserve">                                                    </w:t>
      </w:r>
      <w:r w:rsidRPr="006424E6">
        <w:rPr>
          <w:lang w:val="ru-RU"/>
        </w:rPr>
        <w:t xml:space="preserve"> </w:t>
      </w:r>
    </w:p>
    <w:p w:rsidR="009613CC" w:rsidRPr="00E83DDB" w:rsidRDefault="009613CC" w:rsidP="001431F8">
      <w:pPr>
        <w:autoSpaceDE w:val="0"/>
        <w:autoSpaceDN w:val="0"/>
        <w:adjustRightInd w:val="0"/>
        <w:jc w:val="center"/>
      </w:pPr>
      <w:r w:rsidRPr="00D40A4E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4pt;visibility:visible">
            <v:imagedata r:id="rId7" o:title=""/>
          </v:shape>
        </w:pict>
      </w:r>
    </w:p>
    <w:p w:rsidR="009613CC" w:rsidRPr="00E83DDB" w:rsidRDefault="009613CC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9613CC" w:rsidRPr="00E83DDB" w:rsidRDefault="009613CC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9613CC" w:rsidRPr="00E83DDB" w:rsidRDefault="009613CC">
      <w:pPr>
        <w:pStyle w:val="Heading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9613CC" w:rsidRPr="00D51933" w:rsidRDefault="009613CC">
      <w:pPr>
        <w:pStyle w:val="Heading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9613CC" w:rsidRDefault="009613CC">
      <w:pPr>
        <w:rPr>
          <w:szCs w:val="28"/>
          <w:u w:val="single"/>
        </w:rPr>
      </w:pPr>
    </w:p>
    <w:p w:rsidR="009613CC" w:rsidRPr="00781857" w:rsidRDefault="009613CC">
      <w:pPr>
        <w:rPr>
          <w:szCs w:val="28"/>
        </w:rPr>
      </w:pPr>
      <w:r w:rsidRPr="000D6D09">
        <w:rPr>
          <w:szCs w:val="28"/>
          <w:u w:val="single"/>
        </w:rPr>
        <w:t>25.02.2020</w:t>
      </w:r>
      <w:r>
        <w:rPr>
          <w:szCs w:val="28"/>
        </w:rPr>
        <w:t xml:space="preserve"> </w:t>
      </w:r>
      <w:r w:rsidRPr="00BA67E7">
        <w:rPr>
          <w:szCs w:val="28"/>
        </w:rPr>
        <w:t xml:space="preserve">№ </w:t>
      </w:r>
      <w:r w:rsidRPr="000D6D09">
        <w:rPr>
          <w:szCs w:val="28"/>
          <w:u w:val="single"/>
          <w:lang w:val="ru-RU"/>
        </w:rPr>
        <w:t>113/5</w:t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>
        <w:rPr>
          <w:szCs w:val="28"/>
        </w:rPr>
        <w:t xml:space="preserve">            </w:t>
      </w:r>
      <w:r w:rsidRPr="00781857">
        <w:rPr>
          <w:szCs w:val="28"/>
        </w:rPr>
        <w:t xml:space="preserve"> м. Чернівці</w:t>
      </w:r>
    </w:p>
    <w:p w:rsidR="009613CC" w:rsidRDefault="009613CC">
      <w:pPr>
        <w:rPr>
          <w:szCs w:val="28"/>
          <w:lang w:val="ru-RU"/>
        </w:rPr>
      </w:pPr>
    </w:p>
    <w:p w:rsidR="009613CC" w:rsidRDefault="009613CC">
      <w:pPr>
        <w:rPr>
          <w:sz w:val="16"/>
          <w:szCs w:val="16"/>
          <w:lang w:val="ru-RU"/>
        </w:rPr>
      </w:pPr>
    </w:p>
    <w:p w:rsidR="009613CC" w:rsidRPr="008D0494" w:rsidRDefault="009613CC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</w:tblGrid>
      <w:tr w:rsidR="009613CC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9613CC" w:rsidRPr="00F75B9C" w:rsidRDefault="009613CC" w:rsidP="00064BC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Pr="00F75B9C">
              <w:rPr>
                <w:b/>
                <w:szCs w:val="28"/>
              </w:rPr>
              <w:t xml:space="preserve"> списання</w:t>
            </w:r>
            <w:r>
              <w:rPr>
                <w:b/>
                <w:szCs w:val="28"/>
              </w:rPr>
              <w:t xml:space="preserve"> осн</w:t>
            </w:r>
            <w:r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9613CC" w:rsidRDefault="009613CC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9613CC" w:rsidRPr="00375AF5" w:rsidRDefault="009613CC" w:rsidP="00DB540E">
      <w:pPr>
        <w:tabs>
          <w:tab w:val="left" w:pos="1134"/>
          <w:tab w:val="left" w:pos="2268"/>
        </w:tabs>
        <w:ind w:firstLine="708"/>
        <w:jc w:val="both"/>
        <w:rPr>
          <w:sz w:val="20"/>
          <w:szCs w:val="20"/>
        </w:rPr>
      </w:pPr>
    </w:p>
    <w:p w:rsidR="009613CC" w:rsidRPr="00C40060" w:rsidRDefault="009613CC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29, 59, 60</w:t>
      </w:r>
      <w:r w:rsidRPr="007A4B84">
        <w:rPr>
          <w:color w:val="C00000"/>
          <w:szCs w:val="28"/>
        </w:rPr>
        <w:t xml:space="preserve"> </w:t>
      </w:r>
      <w:r>
        <w:rPr>
          <w:szCs w:val="28"/>
        </w:rPr>
        <w:t>Закону України</w:t>
      </w:r>
      <w:r w:rsidRPr="00021000">
        <w:rPr>
          <w:szCs w:val="28"/>
        </w:rPr>
        <w:t xml:space="preserve"> «Про місцеве самоврядування в Україні», </w:t>
      </w:r>
      <w:r>
        <w:rPr>
          <w:szCs w:val="28"/>
        </w:rPr>
        <w:t xml:space="preserve">розділу 2 </w:t>
      </w:r>
      <w:r w:rsidRPr="00021000">
        <w:rPr>
          <w:szCs w:val="28"/>
        </w:rPr>
        <w:t>Положення про порядок списання майна, що є комунальною власністю територіальної громади м.Чернівців, затвердженого рішенням міської ради</w:t>
      </w:r>
      <w:r w:rsidRPr="000057DB">
        <w:rPr>
          <w:szCs w:val="28"/>
        </w:rPr>
        <w:t xml:space="preserve">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27.03.2014р. №1155, зі змінами,</w:t>
      </w:r>
      <w:r w:rsidRPr="00181440">
        <w:rPr>
          <w:szCs w:val="28"/>
        </w:rPr>
        <w:t xml:space="preserve"> </w:t>
      </w:r>
      <w:r>
        <w:rPr>
          <w:szCs w:val="28"/>
        </w:rPr>
        <w:t xml:space="preserve">внесеними </w:t>
      </w:r>
      <w:r w:rsidRPr="005A3E71">
        <w:rPr>
          <w:szCs w:val="28"/>
        </w:rPr>
        <w:t>ріш</w:t>
      </w:r>
      <w:r>
        <w:rPr>
          <w:szCs w:val="28"/>
        </w:rPr>
        <w:t xml:space="preserve">енням міської ради </w:t>
      </w:r>
      <w:r w:rsidRPr="00021000">
        <w:rPr>
          <w:szCs w:val="28"/>
          <w:lang w:val="en-US"/>
        </w:rPr>
        <w:t>VI</w:t>
      </w:r>
      <w:r>
        <w:rPr>
          <w:szCs w:val="28"/>
        </w:rPr>
        <w:t>І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11.04.2019р. №1705,</w:t>
      </w:r>
      <w:r w:rsidRPr="00021000">
        <w:rPr>
          <w:szCs w:val="28"/>
        </w:rPr>
        <w:t xml:space="preserve"> розглянувши звернення </w:t>
      </w:r>
      <w:r>
        <w:rPr>
          <w:szCs w:val="28"/>
        </w:rPr>
        <w:t xml:space="preserve">комунальної медичної установи «Міська стоматологічна поліклініка», </w:t>
      </w:r>
      <w:r>
        <w:rPr>
          <w:color w:val="000000"/>
          <w:szCs w:val="28"/>
        </w:rPr>
        <w:t>виконавчий комітет Чернівецької</w:t>
      </w:r>
      <w:r w:rsidRPr="00021000">
        <w:rPr>
          <w:color w:val="000000"/>
          <w:szCs w:val="28"/>
        </w:rPr>
        <w:t xml:space="preserve"> міської ради</w:t>
      </w:r>
    </w:p>
    <w:p w:rsidR="009613CC" w:rsidRDefault="009613CC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  <w:r>
        <w:rPr>
          <w:b/>
          <w:szCs w:val="28"/>
        </w:rPr>
        <w:t xml:space="preserve"> </w:t>
      </w:r>
      <w:r w:rsidRPr="00BE71BB">
        <w:rPr>
          <w:b/>
          <w:sz w:val="16"/>
          <w:szCs w:val="16"/>
        </w:rPr>
        <w:t xml:space="preserve">                                    </w:t>
      </w:r>
      <w:r>
        <w:rPr>
          <w:b/>
          <w:sz w:val="16"/>
          <w:szCs w:val="16"/>
        </w:rPr>
        <w:t xml:space="preserve">                               </w:t>
      </w:r>
    </w:p>
    <w:p w:rsidR="009613CC" w:rsidRPr="00BE71BB" w:rsidRDefault="009613CC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</w:p>
    <w:p w:rsidR="009613CC" w:rsidRDefault="009613CC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9613CC" w:rsidRDefault="009613CC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9613CC" w:rsidRPr="00993D8F" w:rsidRDefault="009613CC" w:rsidP="00BA2D70">
      <w:pPr>
        <w:tabs>
          <w:tab w:val="left" w:pos="0"/>
          <w:tab w:val="left" w:pos="4928"/>
        </w:tabs>
        <w:ind w:right="-2" w:firstLine="700"/>
        <w:jc w:val="both"/>
        <w:rPr>
          <w:szCs w:val="28"/>
        </w:rPr>
      </w:pPr>
      <w:r>
        <w:rPr>
          <w:b/>
          <w:szCs w:val="28"/>
        </w:rPr>
        <w:t>1</w:t>
      </w:r>
      <w:r w:rsidRPr="00993D8F">
        <w:rPr>
          <w:b/>
          <w:szCs w:val="28"/>
        </w:rPr>
        <w:t xml:space="preserve">. </w:t>
      </w:r>
      <w:r>
        <w:rPr>
          <w:szCs w:val="28"/>
        </w:rPr>
        <w:t xml:space="preserve">Надати згоду на списання </w:t>
      </w:r>
      <w:r w:rsidRPr="00993D8F">
        <w:rPr>
          <w:szCs w:val="28"/>
        </w:rPr>
        <w:t>з балансу</w:t>
      </w:r>
      <w:r>
        <w:rPr>
          <w:szCs w:val="28"/>
        </w:rPr>
        <w:t xml:space="preserve"> комунальної медичної установи «Міська стоматологічна поліклініка» основних засобів</w:t>
      </w:r>
      <w:r w:rsidRPr="00993D8F">
        <w:rPr>
          <w:szCs w:val="28"/>
        </w:rPr>
        <w:t xml:space="preserve">, які є власністю територіальної громади </w:t>
      </w:r>
      <w:r>
        <w:rPr>
          <w:szCs w:val="28"/>
        </w:rPr>
        <w:t>м.Чернівців, згідно з додатком</w:t>
      </w:r>
      <w:r w:rsidRPr="00993D8F">
        <w:rPr>
          <w:szCs w:val="28"/>
        </w:rPr>
        <w:t>.</w:t>
      </w:r>
    </w:p>
    <w:p w:rsidR="009613CC" w:rsidRPr="00404D84" w:rsidRDefault="009613CC" w:rsidP="00413EBD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09"/>
        <w:jc w:val="both"/>
        <w:rPr>
          <w:sz w:val="20"/>
          <w:szCs w:val="20"/>
        </w:rPr>
      </w:pPr>
    </w:p>
    <w:p w:rsidR="009613CC" w:rsidRDefault="009613CC" w:rsidP="008D0494">
      <w:pPr>
        <w:pStyle w:val="BodyTextIndent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EF781E">
        <w:rPr>
          <w:b/>
          <w:szCs w:val="28"/>
        </w:rPr>
        <w:t>.</w:t>
      </w:r>
      <w:r>
        <w:rPr>
          <w:szCs w:val="28"/>
        </w:rPr>
        <w:t xml:space="preserve"> Комунальній медичній установі «Міська стоматологічна поліклініка»</w:t>
      </w:r>
      <w:r w:rsidRPr="007B7E8C">
        <w:rPr>
          <w:szCs w:val="28"/>
        </w:rPr>
        <w:t xml:space="preserve"> </w:t>
      </w:r>
      <w:r w:rsidRPr="00021000">
        <w:rPr>
          <w:szCs w:val="28"/>
        </w:rPr>
        <w:t>після п</w:t>
      </w:r>
      <w:r>
        <w:rPr>
          <w:szCs w:val="28"/>
        </w:rPr>
        <w:t xml:space="preserve">рийняття рішення: </w:t>
      </w:r>
    </w:p>
    <w:p w:rsidR="009613CC" w:rsidRDefault="009613CC" w:rsidP="005C0784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.1.</w:t>
      </w:r>
      <w:r>
        <w:rPr>
          <w:szCs w:val="28"/>
        </w:rPr>
        <w:t xml:space="preserve"> Основні засоби, які підлягають списанню, розібрати, матеріали придатні для подальшого використання оприбуткувати та використовувати в господарських цілях, деталі та вузли, непридатні для подальшого використання, які містять дорогоцінні метали -</w:t>
      </w:r>
      <w:r w:rsidRPr="00021000">
        <w:rPr>
          <w:szCs w:val="28"/>
        </w:rPr>
        <w:t xml:space="preserve"> здати с</w:t>
      </w:r>
      <w:r>
        <w:rPr>
          <w:szCs w:val="28"/>
        </w:rPr>
        <w:t>пеціалізованому підприємству, що</w:t>
      </w:r>
      <w:r w:rsidRPr="00021000">
        <w:rPr>
          <w:szCs w:val="28"/>
        </w:rPr>
        <w:t xml:space="preserve"> здійснює їх приймання та переробку</w:t>
      </w:r>
      <w:r>
        <w:rPr>
          <w:szCs w:val="28"/>
        </w:rPr>
        <w:t>,</w:t>
      </w:r>
      <w:r w:rsidRPr="00311467">
        <w:rPr>
          <w:szCs w:val="28"/>
        </w:rPr>
        <w:t xml:space="preserve"> </w:t>
      </w:r>
      <w:r>
        <w:rPr>
          <w:szCs w:val="28"/>
        </w:rPr>
        <w:t>металеві продати в металобрухт,</w:t>
      </w:r>
      <w:r w:rsidRPr="005C0784">
        <w:rPr>
          <w:szCs w:val="28"/>
        </w:rPr>
        <w:t xml:space="preserve"> </w:t>
      </w:r>
      <w:r w:rsidRPr="00021000">
        <w:rPr>
          <w:szCs w:val="28"/>
        </w:rPr>
        <w:t>інші – утилізувати.</w:t>
      </w:r>
    </w:p>
    <w:p w:rsidR="009613CC" w:rsidRPr="00404D84" w:rsidRDefault="009613CC" w:rsidP="005C0784">
      <w:pPr>
        <w:tabs>
          <w:tab w:val="left" w:pos="0"/>
        </w:tabs>
        <w:ind w:right="-2" w:firstLine="720"/>
        <w:jc w:val="both"/>
        <w:rPr>
          <w:sz w:val="20"/>
          <w:szCs w:val="20"/>
        </w:rPr>
      </w:pPr>
    </w:p>
    <w:p w:rsidR="009613CC" w:rsidRDefault="009613CC" w:rsidP="008D0494">
      <w:pPr>
        <w:tabs>
          <w:tab w:val="left" w:pos="0"/>
        </w:tabs>
        <w:spacing w:after="240"/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Надати </w:t>
      </w:r>
      <w:r>
        <w:rPr>
          <w:szCs w:val="28"/>
        </w:rPr>
        <w:t>департаменту розвитку міської ради:</w:t>
      </w:r>
    </w:p>
    <w:p w:rsidR="009613CC" w:rsidRDefault="009613CC" w:rsidP="008D0494">
      <w:pPr>
        <w:tabs>
          <w:tab w:val="left" w:pos="0"/>
        </w:tabs>
        <w:spacing w:after="240"/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Pr="00F90939">
        <w:rPr>
          <w:b/>
          <w:szCs w:val="28"/>
        </w:rPr>
        <w:t>.2.1.</w:t>
      </w:r>
      <w:r>
        <w:rPr>
          <w:szCs w:val="28"/>
        </w:rPr>
        <w:t xml:space="preserve"> В місячний термін після прийняття цього рішення інформацію щодо списання основних засобів.</w:t>
      </w:r>
    </w:p>
    <w:p w:rsidR="009613CC" w:rsidRDefault="009613CC" w:rsidP="008D0494">
      <w:pPr>
        <w:tabs>
          <w:tab w:val="left" w:pos="0"/>
        </w:tabs>
        <w:spacing w:after="240"/>
        <w:ind w:firstLine="709"/>
        <w:jc w:val="both"/>
        <w:rPr>
          <w:sz w:val="16"/>
          <w:szCs w:val="16"/>
        </w:rPr>
      </w:pPr>
      <w:r>
        <w:rPr>
          <w:b/>
          <w:szCs w:val="28"/>
        </w:rPr>
        <w:t>2</w:t>
      </w:r>
      <w:r w:rsidRPr="00F90939">
        <w:rPr>
          <w:b/>
          <w:szCs w:val="28"/>
        </w:rPr>
        <w:t>.2.2.</w:t>
      </w:r>
      <w:r>
        <w:rPr>
          <w:szCs w:val="28"/>
        </w:rPr>
        <w:t xml:space="preserve"> Звіт про списання майна комунальної власності,</w:t>
      </w:r>
      <w:r w:rsidRPr="00162AAA">
        <w:rPr>
          <w:szCs w:val="28"/>
        </w:rPr>
        <w:t xml:space="preserve"> належним</w:t>
      </w:r>
      <w:r w:rsidRPr="00A23D36">
        <w:rPr>
          <w:szCs w:val="28"/>
        </w:rPr>
        <w:t xml:space="preserve"> </w:t>
      </w:r>
      <w:r>
        <w:rPr>
          <w:szCs w:val="28"/>
        </w:rPr>
        <w:t>чином завірені</w:t>
      </w:r>
      <w:r w:rsidRPr="003B59F7">
        <w:rPr>
          <w:szCs w:val="28"/>
        </w:rPr>
        <w:t xml:space="preserve"> </w:t>
      </w:r>
      <w:r>
        <w:rPr>
          <w:szCs w:val="28"/>
        </w:rPr>
        <w:t xml:space="preserve">копії документів про </w:t>
      </w:r>
      <w:r w:rsidRPr="00162AAA">
        <w:rPr>
          <w:szCs w:val="28"/>
        </w:rPr>
        <w:t>оприбутк</w:t>
      </w:r>
      <w:r>
        <w:rPr>
          <w:szCs w:val="28"/>
        </w:rPr>
        <w:t>ування придатних матеріалів, продажу металевих і дорогоцінних металів та платіжних доручень про зарахування  коштів від продажу металевих і дорогоцінних металів на розрахунковий рахунок установи.</w:t>
      </w:r>
    </w:p>
    <w:p w:rsidR="009613CC" w:rsidRDefault="009613CC" w:rsidP="008D0494">
      <w:pPr>
        <w:pStyle w:val="BodyTextIndent"/>
        <w:tabs>
          <w:tab w:val="left" w:pos="0"/>
          <w:tab w:val="left" w:pos="720"/>
        </w:tabs>
        <w:spacing w:after="240"/>
        <w:ind w:left="0" w:right="-96" w:firstLine="709"/>
        <w:jc w:val="both"/>
        <w:rPr>
          <w:sz w:val="16"/>
          <w:szCs w:val="16"/>
        </w:rPr>
      </w:pPr>
      <w:r>
        <w:rPr>
          <w:b/>
          <w:szCs w:val="28"/>
        </w:rPr>
        <w:t>3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r w:rsidRPr="00021000">
        <w:rPr>
          <w:szCs w:val="28"/>
        </w:rPr>
        <w:t>вебпорталі Чернівецької міської ради.</w:t>
      </w:r>
    </w:p>
    <w:p w:rsidR="009613CC" w:rsidRDefault="009613CC" w:rsidP="008D0494">
      <w:pPr>
        <w:pStyle w:val="BodyTextIndent"/>
        <w:tabs>
          <w:tab w:val="left" w:pos="0"/>
          <w:tab w:val="left" w:pos="567"/>
        </w:tabs>
        <w:spacing w:after="240"/>
        <w:ind w:left="0"/>
        <w:jc w:val="both"/>
      </w:pPr>
      <w:r w:rsidRPr="00021000">
        <w:rPr>
          <w:b/>
        </w:rPr>
        <w:tab/>
      </w:r>
      <w:r>
        <w:rPr>
          <w:b/>
        </w:rPr>
        <w:t xml:space="preserve">  4</w:t>
      </w:r>
      <w:r w:rsidRPr="00021000">
        <w:rPr>
          <w:b/>
        </w:rPr>
        <w:t xml:space="preserve">. </w:t>
      </w:r>
      <w:r w:rsidRPr="00021000">
        <w:t>Контроль за виконанням рішення покласти на</w:t>
      </w:r>
      <w:r>
        <w:t xml:space="preserve"> департамент  розвитку міської ради та управління забезпечення медичного обслуговування охорони здоров</w:t>
      </w:r>
      <w:r w:rsidRPr="00A52335">
        <w:rPr>
          <w:lang w:val="ru-RU"/>
        </w:rPr>
        <w:t>’</w:t>
      </w:r>
      <w:r>
        <w:t>я Чернівецької міської ради.</w:t>
      </w:r>
      <w:r w:rsidRPr="00021000">
        <w:t xml:space="preserve"> </w:t>
      </w:r>
    </w:p>
    <w:p w:rsidR="009613CC" w:rsidRDefault="009613CC" w:rsidP="00F97BDF">
      <w:pPr>
        <w:pStyle w:val="BodyTextIndent"/>
        <w:tabs>
          <w:tab w:val="left" w:pos="0"/>
          <w:tab w:val="left" w:pos="567"/>
        </w:tabs>
        <w:spacing w:before="120" w:after="0"/>
        <w:ind w:left="0"/>
        <w:jc w:val="both"/>
      </w:pPr>
    </w:p>
    <w:p w:rsidR="009613CC" w:rsidRDefault="009613CC" w:rsidP="00F97BDF">
      <w:pPr>
        <w:pStyle w:val="BodyTextIndent"/>
        <w:tabs>
          <w:tab w:val="left" w:pos="0"/>
          <w:tab w:val="left" w:pos="567"/>
        </w:tabs>
        <w:spacing w:before="120" w:after="0"/>
        <w:ind w:left="0"/>
        <w:jc w:val="both"/>
      </w:pPr>
    </w:p>
    <w:p w:rsidR="009613CC" w:rsidRPr="00BC6D4B" w:rsidRDefault="009613CC" w:rsidP="00F97BDF">
      <w:pPr>
        <w:spacing w:before="120"/>
        <w:ind w:right="-87"/>
        <w:jc w:val="both"/>
        <w:rPr>
          <w:b/>
          <w:lang w:val="ru-RU"/>
        </w:rPr>
      </w:pPr>
      <w:r>
        <w:rPr>
          <w:b/>
        </w:rPr>
        <w:t xml:space="preserve">Чернівецький міський голова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           О.Каспрук</w:t>
      </w:r>
    </w:p>
    <w:p w:rsidR="009613CC" w:rsidRDefault="009613CC" w:rsidP="00F97BDF">
      <w:pPr>
        <w:spacing w:before="120"/>
        <w:ind w:right="-87"/>
        <w:jc w:val="both"/>
        <w:rPr>
          <w:b/>
          <w:sz w:val="24"/>
        </w:rPr>
      </w:pPr>
    </w:p>
    <w:p w:rsidR="009613CC" w:rsidRDefault="009613CC" w:rsidP="00F97BDF">
      <w:pPr>
        <w:spacing w:before="120"/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D20528">
      <w:pPr>
        <w:ind w:right="-87"/>
        <w:jc w:val="both"/>
        <w:rPr>
          <w:b/>
          <w:sz w:val="24"/>
        </w:rPr>
      </w:pPr>
    </w:p>
    <w:p w:rsidR="009613CC" w:rsidRDefault="009613CC" w:rsidP="00A02305">
      <w:pPr>
        <w:ind w:right="-87"/>
        <w:jc w:val="both"/>
        <w:rPr>
          <w:b/>
          <w:sz w:val="24"/>
        </w:rPr>
      </w:pPr>
    </w:p>
    <w:p w:rsidR="009613CC" w:rsidRPr="00544F23" w:rsidRDefault="009613CC" w:rsidP="007505AF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Додаток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          </w:t>
      </w:r>
      <w:r w:rsidRPr="00544F23">
        <w:rPr>
          <w:b/>
          <w:szCs w:val="28"/>
        </w:rPr>
        <w:t xml:space="preserve">до рішення </w:t>
      </w:r>
      <w:r>
        <w:rPr>
          <w:b/>
          <w:szCs w:val="28"/>
        </w:rPr>
        <w:t xml:space="preserve">виконавчого </w:t>
      </w:r>
    </w:p>
    <w:p w:rsidR="009613CC" w:rsidRPr="00544F23" w:rsidRDefault="009613CC" w:rsidP="007505AF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  <w:r>
        <w:rPr>
          <w:b/>
          <w:szCs w:val="28"/>
        </w:rPr>
        <w:tab/>
        <w:t xml:space="preserve">         </w:t>
      </w:r>
      <w:r w:rsidRPr="00544F23">
        <w:rPr>
          <w:b/>
          <w:szCs w:val="28"/>
        </w:rPr>
        <w:t xml:space="preserve">комітету  міської ради </w:t>
      </w:r>
    </w:p>
    <w:p w:rsidR="009613CC" w:rsidRPr="007505AF" w:rsidRDefault="009613CC" w:rsidP="007505AF">
      <w:pPr>
        <w:ind w:right="-87"/>
        <w:rPr>
          <w:szCs w:val="28"/>
        </w:rPr>
      </w:pPr>
      <w:r>
        <w:rPr>
          <w:b/>
          <w:szCs w:val="28"/>
        </w:rPr>
        <w:t xml:space="preserve">                                                                            </w:t>
      </w:r>
      <w:r>
        <w:rPr>
          <w:b/>
          <w:szCs w:val="28"/>
        </w:rPr>
        <w:tab/>
        <w:t xml:space="preserve">         </w:t>
      </w:r>
      <w:r w:rsidRPr="000D6D09">
        <w:rPr>
          <w:b/>
          <w:szCs w:val="28"/>
          <w:u w:val="single"/>
        </w:rPr>
        <w:t>25.02.2020</w:t>
      </w:r>
      <w:r w:rsidRPr="00544F23">
        <w:rPr>
          <w:b/>
          <w:szCs w:val="28"/>
        </w:rPr>
        <w:t xml:space="preserve"> № </w:t>
      </w:r>
      <w:r w:rsidRPr="000D6D09">
        <w:rPr>
          <w:b/>
          <w:szCs w:val="28"/>
          <w:u w:val="single"/>
        </w:rPr>
        <w:t>113/5</w:t>
      </w:r>
      <w:r w:rsidRPr="007505AF">
        <w:rPr>
          <w:szCs w:val="28"/>
          <w:u w:val="single"/>
        </w:rPr>
        <w:t xml:space="preserve"> </w:t>
      </w:r>
    </w:p>
    <w:p w:rsidR="009613CC" w:rsidRDefault="009613CC" w:rsidP="009377B3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9613CC" w:rsidRDefault="009613CC" w:rsidP="009377B3">
      <w:pPr>
        <w:ind w:right="-87"/>
        <w:rPr>
          <w:b/>
          <w:szCs w:val="28"/>
        </w:rPr>
      </w:pPr>
    </w:p>
    <w:p w:rsidR="009613CC" w:rsidRPr="009377B3" w:rsidRDefault="009613CC" w:rsidP="009377B3">
      <w:pPr>
        <w:ind w:right="-87"/>
        <w:rPr>
          <w:b/>
          <w:sz w:val="16"/>
          <w:szCs w:val="16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                       </w:t>
      </w:r>
    </w:p>
    <w:p w:rsidR="009613CC" w:rsidRDefault="009613CC" w:rsidP="007505AF">
      <w:pPr>
        <w:ind w:right="-87"/>
        <w:jc w:val="center"/>
        <w:rPr>
          <w:szCs w:val="28"/>
        </w:rPr>
      </w:pPr>
      <w:r w:rsidRPr="00383CF3">
        <w:rPr>
          <w:szCs w:val="28"/>
        </w:rPr>
        <w:t>Перелік</w:t>
      </w:r>
    </w:p>
    <w:p w:rsidR="009613CC" w:rsidRPr="00383CF3" w:rsidRDefault="009613CC" w:rsidP="007505AF">
      <w:pPr>
        <w:ind w:right="-87"/>
        <w:jc w:val="center"/>
      </w:pPr>
      <w:r w:rsidRPr="00383CF3">
        <w:rPr>
          <w:szCs w:val="28"/>
        </w:rPr>
        <w:t xml:space="preserve"> </w:t>
      </w:r>
      <w:r>
        <w:rPr>
          <w:szCs w:val="28"/>
        </w:rPr>
        <w:t>основних засобів, що є власністю територіальної громади м.Чернівців, як</w:t>
      </w:r>
      <w:r w:rsidRPr="009B66F8">
        <w:rPr>
          <w:szCs w:val="28"/>
        </w:rPr>
        <w:t xml:space="preserve">і </w:t>
      </w:r>
      <w:r>
        <w:rPr>
          <w:szCs w:val="28"/>
        </w:rPr>
        <w:t>списуються з балансу комунальної медичної установи                                          «Міська стоматологічна поліклініка</w:t>
      </w:r>
      <w:r w:rsidRPr="009B66F8">
        <w:rPr>
          <w:szCs w:val="28"/>
        </w:rPr>
        <w:t>»</w:t>
      </w:r>
    </w:p>
    <w:p w:rsidR="009613CC" w:rsidRDefault="009613CC" w:rsidP="007505AF">
      <w:pPr>
        <w:rPr>
          <w:sz w:val="16"/>
          <w:szCs w:val="16"/>
        </w:rPr>
      </w:pPr>
    </w:p>
    <w:p w:rsidR="009613CC" w:rsidRPr="009377B3" w:rsidRDefault="009613CC" w:rsidP="007505AF">
      <w:pPr>
        <w:rPr>
          <w:sz w:val="16"/>
          <w:szCs w:val="16"/>
        </w:rPr>
      </w:pPr>
    </w:p>
    <w:tbl>
      <w:tblPr>
        <w:tblW w:w="10780" w:type="dxa"/>
        <w:tblInd w:w="-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2660"/>
        <w:gridCol w:w="1680"/>
        <w:gridCol w:w="1260"/>
        <w:gridCol w:w="1540"/>
        <w:gridCol w:w="1540"/>
        <w:gridCol w:w="1540"/>
      </w:tblGrid>
      <w:tr w:rsidR="009613CC" w:rsidRPr="009715CE" w:rsidTr="006C46D2">
        <w:tc>
          <w:tcPr>
            <w:tcW w:w="560" w:type="dxa"/>
            <w:vAlign w:val="center"/>
          </w:tcPr>
          <w:p w:rsidR="009613CC" w:rsidRPr="009715CE" w:rsidRDefault="009613CC" w:rsidP="0045069F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№</w:t>
            </w:r>
          </w:p>
          <w:p w:rsidR="009613CC" w:rsidRPr="009715CE" w:rsidRDefault="009613CC" w:rsidP="0045069F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з/п</w:t>
            </w:r>
          </w:p>
        </w:tc>
        <w:tc>
          <w:tcPr>
            <w:tcW w:w="2660" w:type="dxa"/>
            <w:vAlign w:val="center"/>
          </w:tcPr>
          <w:p w:rsidR="009613CC" w:rsidRPr="009715CE" w:rsidRDefault="009613CC" w:rsidP="0045069F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Найменування</w:t>
            </w:r>
          </w:p>
        </w:tc>
        <w:tc>
          <w:tcPr>
            <w:tcW w:w="1680" w:type="dxa"/>
            <w:vAlign w:val="center"/>
          </w:tcPr>
          <w:p w:rsidR="009613CC" w:rsidRPr="009715CE" w:rsidRDefault="009613CC" w:rsidP="0045069F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Інвентарний номер</w:t>
            </w:r>
          </w:p>
        </w:tc>
        <w:tc>
          <w:tcPr>
            <w:tcW w:w="1260" w:type="dxa"/>
            <w:vAlign w:val="center"/>
          </w:tcPr>
          <w:p w:rsidR="009613CC" w:rsidRPr="009715CE" w:rsidRDefault="009613CC" w:rsidP="0045069F">
            <w:pPr>
              <w:jc w:val="center"/>
              <w:rPr>
                <w:b/>
                <w:sz w:val="24"/>
              </w:rPr>
            </w:pPr>
            <w:r w:rsidRPr="006D30E6">
              <w:rPr>
                <w:b/>
                <w:sz w:val="24"/>
              </w:rPr>
              <w:t>Рік введення в експлуа-тацію</w:t>
            </w:r>
          </w:p>
        </w:tc>
        <w:tc>
          <w:tcPr>
            <w:tcW w:w="1540" w:type="dxa"/>
            <w:vAlign w:val="center"/>
          </w:tcPr>
          <w:p w:rsidR="009613CC" w:rsidRPr="009715CE" w:rsidRDefault="009613CC" w:rsidP="00E43D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Первісна</w:t>
            </w:r>
            <w:r w:rsidRPr="009715CE">
              <w:rPr>
                <w:b/>
                <w:sz w:val="24"/>
              </w:rPr>
              <w:t xml:space="preserve"> вартість</w:t>
            </w:r>
          </w:p>
          <w:p w:rsidR="009613CC" w:rsidRPr="009715CE" w:rsidRDefault="009613CC" w:rsidP="00E43D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(грн.)</w:t>
            </w:r>
          </w:p>
        </w:tc>
        <w:tc>
          <w:tcPr>
            <w:tcW w:w="1540" w:type="dxa"/>
            <w:vAlign w:val="center"/>
          </w:tcPr>
          <w:p w:rsidR="009613CC" w:rsidRPr="009715CE" w:rsidRDefault="009613CC" w:rsidP="00E43D7D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Знос</w:t>
            </w:r>
            <w:r>
              <w:rPr>
                <w:b/>
                <w:sz w:val="24"/>
              </w:rPr>
              <w:t xml:space="preserve"> станом на 01.10.2019р</w:t>
            </w:r>
          </w:p>
          <w:p w:rsidR="009613CC" w:rsidRPr="009715CE" w:rsidRDefault="009613CC" w:rsidP="00E43D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(грн.)</w:t>
            </w:r>
          </w:p>
        </w:tc>
        <w:tc>
          <w:tcPr>
            <w:tcW w:w="1540" w:type="dxa"/>
            <w:vAlign w:val="center"/>
          </w:tcPr>
          <w:p w:rsidR="009613CC" w:rsidRPr="009715CE" w:rsidRDefault="009613CC" w:rsidP="00E43D7D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Залишкова</w:t>
            </w:r>
          </w:p>
          <w:p w:rsidR="009613CC" w:rsidRPr="009715CE" w:rsidRDefault="009613CC" w:rsidP="00E43D7D">
            <w:pPr>
              <w:jc w:val="center"/>
              <w:rPr>
                <w:b/>
                <w:sz w:val="24"/>
              </w:rPr>
            </w:pPr>
            <w:r w:rsidRPr="009715CE">
              <w:rPr>
                <w:b/>
                <w:sz w:val="24"/>
              </w:rPr>
              <w:t>вартість</w:t>
            </w:r>
          </w:p>
          <w:p w:rsidR="009613CC" w:rsidRPr="009715CE" w:rsidRDefault="009613CC" w:rsidP="00E43D7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(грн.)</w:t>
            </w:r>
          </w:p>
        </w:tc>
      </w:tr>
      <w:tr w:rsidR="009613CC" w:rsidRPr="009715CE" w:rsidTr="006C46D2">
        <w:tc>
          <w:tcPr>
            <w:tcW w:w="560" w:type="dxa"/>
          </w:tcPr>
          <w:p w:rsidR="009613CC" w:rsidRPr="009715CE" w:rsidRDefault="009613CC" w:rsidP="009377B3">
            <w:pPr>
              <w:rPr>
                <w:sz w:val="24"/>
              </w:rPr>
            </w:pPr>
            <w:r w:rsidRPr="009715CE">
              <w:rPr>
                <w:sz w:val="24"/>
              </w:rPr>
              <w:t>1.</w:t>
            </w:r>
          </w:p>
        </w:tc>
        <w:tc>
          <w:tcPr>
            <w:tcW w:w="2660" w:type="dxa"/>
          </w:tcPr>
          <w:p w:rsidR="009613CC" w:rsidRPr="00730892" w:rsidRDefault="009613CC" w:rsidP="009377B3">
            <w:pPr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sz w:val="22"/>
                <w:szCs w:val="22"/>
              </w:rPr>
              <w:t xml:space="preserve">Система цифрової обробки зображення </w:t>
            </w:r>
            <w:r>
              <w:rPr>
                <w:sz w:val="22"/>
                <w:szCs w:val="22"/>
                <w:lang w:val="en-US"/>
              </w:rPr>
              <w:t>Planme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1680" w:type="dxa"/>
          </w:tcPr>
          <w:p w:rsidR="009613CC" w:rsidRPr="00730892" w:rsidRDefault="009613CC" w:rsidP="009377B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101470629</w:t>
            </w:r>
          </w:p>
        </w:tc>
        <w:tc>
          <w:tcPr>
            <w:tcW w:w="1260" w:type="dxa"/>
          </w:tcPr>
          <w:p w:rsidR="009613CC" w:rsidRPr="00785D17" w:rsidRDefault="009613CC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>11</w:t>
            </w:r>
          </w:p>
        </w:tc>
        <w:tc>
          <w:tcPr>
            <w:tcW w:w="1540" w:type="dxa"/>
          </w:tcPr>
          <w:p w:rsidR="009613CC" w:rsidRPr="00730892" w:rsidRDefault="009613CC" w:rsidP="009377B3">
            <w:pPr>
              <w:jc w:val="center"/>
            </w:pPr>
            <w:r>
              <w:rPr>
                <w:sz w:val="22"/>
                <w:szCs w:val="22"/>
                <w:lang w:val="en-US"/>
              </w:rPr>
              <w:t>46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200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4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35 420,00</w:t>
            </w:r>
          </w:p>
        </w:tc>
        <w:tc>
          <w:tcPr>
            <w:tcW w:w="154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10 780,00</w:t>
            </w:r>
          </w:p>
        </w:tc>
      </w:tr>
      <w:tr w:rsidR="009613CC" w:rsidRPr="009715CE" w:rsidTr="006C46D2">
        <w:tc>
          <w:tcPr>
            <w:tcW w:w="560" w:type="dxa"/>
          </w:tcPr>
          <w:p w:rsidR="009613CC" w:rsidRPr="009715CE" w:rsidRDefault="009613CC" w:rsidP="009377B3">
            <w:pPr>
              <w:rPr>
                <w:sz w:val="24"/>
              </w:rPr>
            </w:pPr>
            <w:r w:rsidRPr="009715CE">
              <w:rPr>
                <w:sz w:val="24"/>
              </w:rPr>
              <w:t>2.</w:t>
            </w:r>
          </w:p>
        </w:tc>
        <w:tc>
          <w:tcPr>
            <w:tcW w:w="2660" w:type="dxa"/>
          </w:tcPr>
          <w:p w:rsidR="009613CC" w:rsidRPr="00235060" w:rsidRDefault="009613CC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Шафа ШСТ ГП-80-410</w:t>
            </w:r>
          </w:p>
        </w:tc>
        <w:tc>
          <w:tcPr>
            <w:tcW w:w="168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101498476</w:t>
            </w:r>
          </w:p>
        </w:tc>
        <w:tc>
          <w:tcPr>
            <w:tcW w:w="1260" w:type="dxa"/>
          </w:tcPr>
          <w:p w:rsidR="009613CC" w:rsidRPr="00177D1F" w:rsidRDefault="009613CC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154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5 150,00</w:t>
            </w:r>
          </w:p>
        </w:tc>
        <w:tc>
          <w:tcPr>
            <w:tcW w:w="154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4 248,00</w:t>
            </w:r>
          </w:p>
        </w:tc>
        <w:tc>
          <w:tcPr>
            <w:tcW w:w="1540" w:type="dxa"/>
          </w:tcPr>
          <w:p w:rsidR="009613CC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902,00</w:t>
            </w:r>
          </w:p>
        </w:tc>
      </w:tr>
      <w:tr w:rsidR="009613CC" w:rsidRPr="009715CE" w:rsidTr="006C46D2">
        <w:tc>
          <w:tcPr>
            <w:tcW w:w="560" w:type="dxa"/>
          </w:tcPr>
          <w:p w:rsidR="009613CC" w:rsidRPr="009715CE" w:rsidRDefault="009613CC" w:rsidP="009377B3">
            <w:pPr>
              <w:rPr>
                <w:sz w:val="24"/>
              </w:rPr>
            </w:pPr>
            <w:r w:rsidRPr="009715CE">
              <w:rPr>
                <w:sz w:val="24"/>
              </w:rPr>
              <w:t>3.</w:t>
            </w:r>
          </w:p>
        </w:tc>
        <w:tc>
          <w:tcPr>
            <w:tcW w:w="2660" w:type="dxa"/>
          </w:tcPr>
          <w:p w:rsidR="009613CC" w:rsidRPr="00235060" w:rsidRDefault="009613CC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Скалер Амдент</w:t>
            </w:r>
          </w:p>
        </w:tc>
        <w:tc>
          <w:tcPr>
            <w:tcW w:w="168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101498404</w:t>
            </w:r>
          </w:p>
        </w:tc>
        <w:tc>
          <w:tcPr>
            <w:tcW w:w="1260" w:type="dxa"/>
          </w:tcPr>
          <w:p w:rsidR="009613CC" w:rsidRPr="00177D1F" w:rsidRDefault="009613CC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154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7 245,00</w:t>
            </w:r>
          </w:p>
        </w:tc>
        <w:tc>
          <w:tcPr>
            <w:tcW w:w="154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6 880,00</w:t>
            </w:r>
          </w:p>
        </w:tc>
        <w:tc>
          <w:tcPr>
            <w:tcW w:w="1540" w:type="dxa"/>
          </w:tcPr>
          <w:p w:rsidR="009613CC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365,00</w:t>
            </w:r>
          </w:p>
        </w:tc>
      </w:tr>
      <w:tr w:rsidR="009613CC" w:rsidRPr="009715CE" w:rsidTr="006C46D2">
        <w:tc>
          <w:tcPr>
            <w:tcW w:w="560" w:type="dxa"/>
          </w:tcPr>
          <w:p w:rsidR="009613CC" w:rsidRPr="009715CE" w:rsidRDefault="009613CC" w:rsidP="009377B3">
            <w:pPr>
              <w:rPr>
                <w:sz w:val="24"/>
              </w:rPr>
            </w:pPr>
            <w:r w:rsidRPr="009715CE">
              <w:rPr>
                <w:sz w:val="24"/>
              </w:rPr>
              <w:t>4.</w:t>
            </w:r>
          </w:p>
        </w:tc>
        <w:tc>
          <w:tcPr>
            <w:tcW w:w="2660" w:type="dxa"/>
          </w:tcPr>
          <w:p w:rsidR="009613CC" w:rsidRPr="00235060" w:rsidRDefault="009613CC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Дарсенваль «Ультрарадар»</w:t>
            </w:r>
          </w:p>
        </w:tc>
        <w:tc>
          <w:tcPr>
            <w:tcW w:w="168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101498433</w:t>
            </w:r>
          </w:p>
        </w:tc>
        <w:tc>
          <w:tcPr>
            <w:tcW w:w="1260" w:type="dxa"/>
          </w:tcPr>
          <w:p w:rsidR="009613CC" w:rsidRPr="00177D1F" w:rsidRDefault="009613CC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154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9 800,00</w:t>
            </w:r>
          </w:p>
        </w:tc>
        <w:tc>
          <w:tcPr>
            <w:tcW w:w="154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8 901,00</w:t>
            </w:r>
          </w:p>
        </w:tc>
        <w:tc>
          <w:tcPr>
            <w:tcW w:w="1540" w:type="dxa"/>
          </w:tcPr>
          <w:p w:rsidR="009613CC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899,00</w:t>
            </w:r>
          </w:p>
        </w:tc>
      </w:tr>
      <w:tr w:rsidR="009613CC" w:rsidRPr="009715CE" w:rsidTr="006C46D2">
        <w:tc>
          <w:tcPr>
            <w:tcW w:w="560" w:type="dxa"/>
          </w:tcPr>
          <w:p w:rsidR="009613CC" w:rsidRPr="009715CE" w:rsidRDefault="009613CC" w:rsidP="009377B3">
            <w:pPr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60" w:type="dxa"/>
          </w:tcPr>
          <w:p w:rsidR="009613CC" w:rsidRPr="00235060" w:rsidRDefault="009613CC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Фотополімерна лампа «</w:t>
            </w:r>
            <w:r>
              <w:rPr>
                <w:sz w:val="22"/>
                <w:szCs w:val="22"/>
                <w:lang w:val="en-US"/>
              </w:rPr>
              <w:t>Lumeon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80" w:type="dxa"/>
          </w:tcPr>
          <w:p w:rsidR="009613CC" w:rsidRPr="00131ACB" w:rsidRDefault="009613CC" w:rsidP="009377B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101470715</w:t>
            </w:r>
          </w:p>
        </w:tc>
        <w:tc>
          <w:tcPr>
            <w:tcW w:w="1260" w:type="dxa"/>
          </w:tcPr>
          <w:p w:rsidR="009613CC" w:rsidRPr="00131ACB" w:rsidRDefault="009613CC" w:rsidP="009377B3">
            <w:pPr>
              <w:ind w:right="148" w:firstLine="45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2014</w:t>
            </w:r>
          </w:p>
        </w:tc>
        <w:tc>
          <w:tcPr>
            <w:tcW w:w="1540" w:type="dxa"/>
          </w:tcPr>
          <w:p w:rsidR="009613CC" w:rsidRPr="00131ACB" w:rsidRDefault="009613CC" w:rsidP="009377B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200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4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1 360,00</w:t>
            </w:r>
          </w:p>
        </w:tc>
        <w:tc>
          <w:tcPr>
            <w:tcW w:w="1540" w:type="dxa"/>
          </w:tcPr>
          <w:p w:rsidR="009613CC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1 840,00</w:t>
            </w:r>
          </w:p>
        </w:tc>
      </w:tr>
      <w:tr w:rsidR="009613CC" w:rsidRPr="009715CE" w:rsidTr="006C46D2">
        <w:tc>
          <w:tcPr>
            <w:tcW w:w="560" w:type="dxa"/>
          </w:tcPr>
          <w:p w:rsidR="009613CC" w:rsidRPr="009715CE" w:rsidRDefault="009613CC" w:rsidP="009377B3">
            <w:pPr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60" w:type="dxa"/>
          </w:tcPr>
          <w:p w:rsidR="009613CC" w:rsidRPr="00235060" w:rsidRDefault="009613CC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Фотополімерна лампа «</w:t>
            </w:r>
            <w:r>
              <w:rPr>
                <w:sz w:val="22"/>
                <w:szCs w:val="22"/>
                <w:lang w:val="en-US"/>
              </w:rPr>
              <w:t>Lumeon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8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101470719</w:t>
            </w:r>
          </w:p>
        </w:tc>
        <w:tc>
          <w:tcPr>
            <w:tcW w:w="1260" w:type="dxa"/>
          </w:tcPr>
          <w:p w:rsidR="009613CC" w:rsidRPr="00177D1F" w:rsidRDefault="009613CC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2015</w:t>
            </w:r>
          </w:p>
        </w:tc>
        <w:tc>
          <w:tcPr>
            <w:tcW w:w="154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3 700,00</w:t>
            </w:r>
          </w:p>
        </w:tc>
        <w:tc>
          <w:tcPr>
            <w:tcW w:w="154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1 418,33</w:t>
            </w:r>
          </w:p>
        </w:tc>
        <w:tc>
          <w:tcPr>
            <w:tcW w:w="1540" w:type="dxa"/>
          </w:tcPr>
          <w:p w:rsidR="009613CC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2 281,67</w:t>
            </w:r>
          </w:p>
        </w:tc>
      </w:tr>
      <w:tr w:rsidR="009613CC" w:rsidRPr="009715CE" w:rsidTr="006C46D2">
        <w:tc>
          <w:tcPr>
            <w:tcW w:w="560" w:type="dxa"/>
          </w:tcPr>
          <w:p w:rsidR="009613CC" w:rsidRDefault="009613CC" w:rsidP="009377B3">
            <w:pPr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60" w:type="dxa"/>
          </w:tcPr>
          <w:p w:rsidR="009613CC" w:rsidRPr="00235060" w:rsidRDefault="009613CC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Установка ФД-7000 С2</w:t>
            </w:r>
          </w:p>
        </w:tc>
        <w:tc>
          <w:tcPr>
            <w:tcW w:w="168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101470547</w:t>
            </w:r>
          </w:p>
        </w:tc>
        <w:tc>
          <w:tcPr>
            <w:tcW w:w="1260" w:type="dxa"/>
          </w:tcPr>
          <w:p w:rsidR="009613CC" w:rsidRPr="00177D1F" w:rsidRDefault="009613CC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1996</w:t>
            </w:r>
          </w:p>
        </w:tc>
        <w:tc>
          <w:tcPr>
            <w:tcW w:w="1540" w:type="dxa"/>
          </w:tcPr>
          <w:p w:rsidR="009613CC" w:rsidRPr="006B43AE" w:rsidRDefault="009613CC" w:rsidP="009377B3">
            <w:pPr>
              <w:jc w:val="center"/>
              <w:rPr>
                <w:highlight w:val="yellow"/>
              </w:rPr>
            </w:pPr>
            <w:r w:rsidRPr="0052744B">
              <w:rPr>
                <w:sz w:val="22"/>
                <w:szCs w:val="22"/>
              </w:rPr>
              <w:t>12 160,44</w:t>
            </w:r>
          </w:p>
        </w:tc>
        <w:tc>
          <w:tcPr>
            <w:tcW w:w="1540" w:type="dxa"/>
          </w:tcPr>
          <w:p w:rsidR="009613CC" w:rsidRPr="0052744B" w:rsidRDefault="009613CC" w:rsidP="009377B3">
            <w:pPr>
              <w:jc w:val="center"/>
            </w:pPr>
            <w:r w:rsidRPr="0052744B">
              <w:rPr>
                <w:sz w:val="22"/>
                <w:szCs w:val="22"/>
              </w:rPr>
              <w:t>11 922,00</w:t>
            </w:r>
          </w:p>
        </w:tc>
        <w:tc>
          <w:tcPr>
            <w:tcW w:w="1540" w:type="dxa"/>
          </w:tcPr>
          <w:p w:rsidR="009613CC" w:rsidRPr="0052744B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23</w:t>
            </w:r>
            <w:r w:rsidRPr="0052744B">
              <w:rPr>
                <w:sz w:val="22"/>
                <w:szCs w:val="22"/>
              </w:rPr>
              <w:t>8,4</w:t>
            </w:r>
            <w:r>
              <w:rPr>
                <w:sz w:val="22"/>
                <w:szCs w:val="22"/>
              </w:rPr>
              <w:t>4</w:t>
            </w:r>
          </w:p>
        </w:tc>
      </w:tr>
      <w:tr w:rsidR="009613CC" w:rsidRPr="009715CE" w:rsidTr="006C46D2">
        <w:tc>
          <w:tcPr>
            <w:tcW w:w="560" w:type="dxa"/>
          </w:tcPr>
          <w:p w:rsidR="009613CC" w:rsidRDefault="009613CC" w:rsidP="009377B3">
            <w:pPr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60" w:type="dxa"/>
          </w:tcPr>
          <w:p w:rsidR="009613CC" w:rsidRPr="00235060" w:rsidRDefault="009613CC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Утилізатор голок</w:t>
            </w:r>
          </w:p>
        </w:tc>
        <w:tc>
          <w:tcPr>
            <w:tcW w:w="168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101470665</w:t>
            </w:r>
          </w:p>
        </w:tc>
        <w:tc>
          <w:tcPr>
            <w:tcW w:w="1260" w:type="dxa"/>
          </w:tcPr>
          <w:p w:rsidR="009613CC" w:rsidRPr="00177D1F" w:rsidRDefault="009613CC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154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1 625,00</w:t>
            </w:r>
          </w:p>
        </w:tc>
        <w:tc>
          <w:tcPr>
            <w:tcW w:w="154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1 068,00</w:t>
            </w:r>
          </w:p>
        </w:tc>
        <w:tc>
          <w:tcPr>
            <w:tcW w:w="1540" w:type="dxa"/>
          </w:tcPr>
          <w:p w:rsidR="009613CC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557,00</w:t>
            </w:r>
          </w:p>
        </w:tc>
      </w:tr>
      <w:tr w:rsidR="009613CC" w:rsidRPr="009715CE" w:rsidTr="006C46D2">
        <w:tc>
          <w:tcPr>
            <w:tcW w:w="560" w:type="dxa"/>
          </w:tcPr>
          <w:p w:rsidR="009613CC" w:rsidRDefault="009613CC" w:rsidP="009377B3">
            <w:pPr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60" w:type="dxa"/>
          </w:tcPr>
          <w:p w:rsidR="009613CC" w:rsidRPr="00235060" w:rsidRDefault="009613CC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Мікромотор «</w:t>
            </w:r>
            <w:r>
              <w:rPr>
                <w:sz w:val="22"/>
                <w:szCs w:val="22"/>
                <w:lang w:val="en-US"/>
              </w:rPr>
              <w:t>Bein Air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80" w:type="dxa"/>
          </w:tcPr>
          <w:p w:rsidR="009613CC" w:rsidRPr="00EA46AB" w:rsidRDefault="009613CC" w:rsidP="009377B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101470646</w:t>
            </w:r>
          </w:p>
        </w:tc>
        <w:tc>
          <w:tcPr>
            <w:tcW w:w="1260" w:type="dxa"/>
          </w:tcPr>
          <w:p w:rsidR="009613CC" w:rsidRPr="00052454" w:rsidRDefault="009613CC" w:rsidP="009377B3">
            <w:pPr>
              <w:ind w:right="148" w:firstLine="45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2011</w:t>
            </w:r>
          </w:p>
        </w:tc>
        <w:tc>
          <w:tcPr>
            <w:tcW w:w="1540" w:type="dxa"/>
          </w:tcPr>
          <w:p w:rsidR="009613CC" w:rsidRPr="00052454" w:rsidRDefault="009613CC" w:rsidP="009377B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4 920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4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3 690,00</w:t>
            </w:r>
          </w:p>
        </w:tc>
        <w:tc>
          <w:tcPr>
            <w:tcW w:w="1540" w:type="dxa"/>
          </w:tcPr>
          <w:p w:rsidR="009613CC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1 230,00</w:t>
            </w:r>
          </w:p>
        </w:tc>
      </w:tr>
      <w:tr w:rsidR="009613CC" w:rsidRPr="009715CE" w:rsidTr="006C46D2">
        <w:tc>
          <w:tcPr>
            <w:tcW w:w="560" w:type="dxa"/>
          </w:tcPr>
          <w:p w:rsidR="009613CC" w:rsidRDefault="009613CC" w:rsidP="009377B3">
            <w:pPr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60" w:type="dxa"/>
          </w:tcPr>
          <w:p w:rsidR="009613CC" w:rsidRPr="00235060" w:rsidRDefault="009613CC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Мікромотор «</w:t>
            </w:r>
            <w:r>
              <w:rPr>
                <w:sz w:val="22"/>
                <w:szCs w:val="22"/>
                <w:lang w:val="en-US"/>
              </w:rPr>
              <w:t>Bein Air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80" w:type="dxa"/>
          </w:tcPr>
          <w:p w:rsidR="009613CC" w:rsidRPr="006418F2" w:rsidRDefault="009613CC" w:rsidP="009377B3">
            <w:pPr>
              <w:jc w:val="center"/>
            </w:pPr>
            <w:r>
              <w:rPr>
                <w:sz w:val="22"/>
                <w:szCs w:val="22"/>
                <w:lang w:val="en-US"/>
              </w:rPr>
              <w:t>10147064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60" w:type="dxa"/>
          </w:tcPr>
          <w:p w:rsidR="009613CC" w:rsidRPr="00052454" w:rsidRDefault="009613CC" w:rsidP="009377B3">
            <w:pPr>
              <w:ind w:right="148" w:firstLine="45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2011</w:t>
            </w:r>
          </w:p>
        </w:tc>
        <w:tc>
          <w:tcPr>
            <w:tcW w:w="1540" w:type="dxa"/>
          </w:tcPr>
          <w:p w:rsidR="009613CC" w:rsidRPr="00052454" w:rsidRDefault="009613CC" w:rsidP="009377B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4 920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4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3 690,00</w:t>
            </w:r>
          </w:p>
        </w:tc>
        <w:tc>
          <w:tcPr>
            <w:tcW w:w="1540" w:type="dxa"/>
          </w:tcPr>
          <w:p w:rsidR="009613CC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1 230,00</w:t>
            </w:r>
          </w:p>
        </w:tc>
      </w:tr>
      <w:tr w:rsidR="009613CC" w:rsidRPr="009715CE" w:rsidTr="006C46D2">
        <w:tc>
          <w:tcPr>
            <w:tcW w:w="560" w:type="dxa"/>
          </w:tcPr>
          <w:p w:rsidR="009613CC" w:rsidRDefault="009613CC" w:rsidP="009377B3">
            <w:pPr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60" w:type="dxa"/>
          </w:tcPr>
          <w:p w:rsidR="009613CC" w:rsidRPr="00235060" w:rsidRDefault="009613CC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Мікромотор «</w:t>
            </w:r>
            <w:r>
              <w:rPr>
                <w:sz w:val="22"/>
                <w:szCs w:val="22"/>
                <w:lang w:val="en-US"/>
              </w:rPr>
              <w:t>Bein Air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680" w:type="dxa"/>
          </w:tcPr>
          <w:p w:rsidR="009613CC" w:rsidRPr="00083FE1" w:rsidRDefault="009613CC" w:rsidP="009377B3">
            <w:pPr>
              <w:jc w:val="center"/>
            </w:pPr>
            <w:r>
              <w:rPr>
                <w:sz w:val="22"/>
                <w:szCs w:val="22"/>
                <w:lang w:val="en-US"/>
              </w:rPr>
              <w:t>1014706</w:t>
            </w:r>
            <w:r>
              <w:rPr>
                <w:sz w:val="22"/>
                <w:szCs w:val="22"/>
              </w:rPr>
              <w:t>69</w:t>
            </w:r>
          </w:p>
        </w:tc>
        <w:tc>
          <w:tcPr>
            <w:tcW w:w="1260" w:type="dxa"/>
          </w:tcPr>
          <w:p w:rsidR="009613CC" w:rsidRPr="00083FE1" w:rsidRDefault="009613CC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  <w:lang w:val="en-US"/>
              </w:rPr>
              <w:t>201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540" w:type="dxa"/>
          </w:tcPr>
          <w:p w:rsidR="009613CC" w:rsidRPr="00052454" w:rsidRDefault="009613CC" w:rsidP="009377B3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3 622,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4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2 202,80</w:t>
            </w:r>
          </w:p>
        </w:tc>
        <w:tc>
          <w:tcPr>
            <w:tcW w:w="1540" w:type="dxa"/>
          </w:tcPr>
          <w:p w:rsidR="009613CC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1 419,20</w:t>
            </w:r>
          </w:p>
        </w:tc>
      </w:tr>
      <w:tr w:rsidR="009613CC" w:rsidRPr="009715CE" w:rsidTr="006C46D2">
        <w:tc>
          <w:tcPr>
            <w:tcW w:w="560" w:type="dxa"/>
          </w:tcPr>
          <w:p w:rsidR="009613CC" w:rsidRDefault="009613CC" w:rsidP="009377B3">
            <w:pPr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60" w:type="dxa"/>
          </w:tcPr>
          <w:p w:rsidR="009613CC" w:rsidRPr="006050B8" w:rsidRDefault="009613CC" w:rsidP="009377B3">
            <w:pPr>
              <w:tabs>
                <w:tab w:val="left" w:pos="0"/>
              </w:tabs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Скалер </w:t>
            </w:r>
            <w:r>
              <w:rPr>
                <w:sz w:val="22"/>
                <w:szCs w:val="22"/>
                <w:lang w:val="en-US"/>
              </w:rPr>
              <w:t>Satelec</w:t>
            </w:r>
          </w:p>
        </w:tc>
        <w:tc>
          <w:tcPr>
            <w:tcW w:w="168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101470704</w:t>
            </w:r>
          </w:p>
        </w:tc>
        <w:tc>
          <w:tcPr>
            <w:tcW w:w="1260" w:type="dxa"/>
          </w:tcPr>
          <w:p w:rsidR="009613CC" w:rsidRPr="00177D1F" w:rsidRDefault="009613CC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2013</w:t>
            </w:r>
          </w:p>
        </w:tc>
        <w:tc>
          <w:tcPr>
            <w:tcW w:w="154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5 670,00</w:t>
            </w:r>
          </w:p>
        </w:tc>
        <w:tc>
          <w:tcPr>
            <w:tcW w:w="154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3 024,00</w:t>
            </w:r>
          </w:p>
        </w:tc>
        <w:tc>
          <w:tcPr>
            <w:tcW w:w="1540" w:type="dxa"/>
          </w:tcPr>
          <w:p w:rsidR="009613CC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2 646,00</w:t>
            </w:r>
          </w:p>
        </w:tc>
      </w:tr>
      <w:tr w:rsidR="009613CC" w:rsidRPr="009715CE" w:rsidTr="006C46D2">
        <w:tc>
          <w:tcPr>
            <w:tcW w:w="560" w:type="dxa"/>
          </w:tcPr>
          <w:p w:rsidR="009613CC" w:rsidRDefault="009613CC" w:rsidP="009377B3">
            <w:pPr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60" w:type="dxa"/>
          </w:tcPr>
          <w:p w:rsidR="009613CC" w:rsidRPr="00235060" w:rsidRDefault="009613CC" w:rsidP="009377B3">
            <w:pPr>
              <w:tabs>
                <w:tab w:val="left" w:pos="0"/>
              </w:tabs>
              <w:jc w:val="center"/>
            </w:pPr>
            <w:r>
              <w:rPr>
                <w:sz w:val="22"/>
                <w:szCs w:val="22"/>
              </w:rPr>
              <w:t>Апарат для електрополіровки</w:t>
            </w:r>
          </w:p>
        </w:tc>
        <w:tc>
          <w:tcPr>
            <w:tcW w:w="168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101498420</w:t>
            </w:r>
          </w:p>
        </w:tc>
        <w:tc>
          <w:tcPr>
            <w:tcW w:w="1260" w:type="dxa"/>
          </w:tcPr>
          <w:p w:rsidR="009613CC" w:rsidRPr="00177D1F" w:rsidRDefault="009613CC" w:rsidP="009377B3">
            <w:pPr>
              <w:ind w:right="148" w:firstLine="45"/>
              <w:jc w:val="center"/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154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8 275,00</w:t>
            </w:r>
          </w:p>
        </w:tc>
        <w:tc>
          <w:tcPr>
            <w:tcW w:w="1540" w:type="dxa"/>
          </w:tcPr>
          <w:p w:rsidR="009613CC" w:rsidRPr="00177D1F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7 651,00</w:t>
            </w:r>
          </w:p>
        </w:tc>
        <w:tc>
          <w:tcPr>
            <w:tcW w:w="1540" w:type="dxa"/>
          </w:tcPr>
          <w:p w:rsidR="009613CC" w:rsidRDefault="009613CC" w:rsidP="009377B3">
            <w:pPr>
              <w:jc w:val="center"/>
            </w:pPr>
            <w:r>
              <w:rPr>
                <w:sz w:val="22"/>
                <w:szCs w:val="22"/>
              </w:rPr>
              <w:t>624,00</w:t>
            </w:r>
          </w:p>
        </w:tc>
      </w:tr>
    </w:tbl>
    <w:p w:rsidR="009613CC" w:rsidRDefault="009613CC" w:rsidP="007505AF"/>
    <w:p w:rsidR="009613CC" w:rsidRPr="005C163C" w:rsidRDefault="009613CC" w:rsidP="007505AF"/>
    <w:p w:rsidR="009613CC" w:rsidRDefault="009613CC" w:rsidP="007505AF">
      <w:pPr>
        <w:tabs>
          <w:tab w:val="left" w:pos="7780"/>
        </w:tabs>
        <w:rPr>
          <w:b/>
          <w:sz w:val="10"/>
          <w:szCs w:val="10"/>
        </w:rPr>
      </w:pPr>
    </w:p>
    <w:p w:rsidR="009613CC" w:rsidRDefault="009613CC" w:rsidP="007505AF">
      <w:pPr>
        <w:tabs>
          <w:tab w:val="left" w:pos="7780"/>
        </w:tabs>
        <w:rPr>
          <w:b/>
          <w:sz w:val="10"/>
          <w:szCs w:val="10"/>
        </w:rPr>
      </w:pPr>
    </w:p>
    <w:p w:rsidR="009613CC" w:rsidRDefault="009613CC" w:rsidP="007505AF">
      <w:pPr>
        <w:tabs>
          <w:tab w:val="left" w:pos="7780"/>
        </w:tabs>
        <w:rPr>
          <w:b/>
          <w:sz w:val="10"/>
          <w:szCs w:val="10"/>
        </w:rPr>
      </w:pPr>
    </w:p>
    <w:p w:rsidR="009613CC" w:rsidRDefault="009613CC" w:rsidP="007505AF">
      <w:pPr>
        <w:tabs>
          <w:tab w:val="left" w:pos="7780"/>
        </w:tabs>
        <w:rPr>
          <w:b/>
        </w:rPr>
      </w:pPr>
      <w:r w:rsidRPr="005C163C">
        <w:rPr>
          <w:b/>
        </w:rPr>
        <w:t>Секретар виконавчого комітету</w:t>
      </w:r>
      <w:r w:rsidRPr="005C163C">
        <w:rPr>
          <w:b/>
        </w:rPr>
        <w:tab/>
      </w:r>
    </w:p>
    <w:p w:rsidR="009613CC" w:rsidRPr="00607879" w:rsidRDefault="009613CC" w:rsidP="007505AF">
      <w:pPr>
        <w:rPr>
          <w:b/>
        </w:rPr>
      </w:pPr>
      <w:r w:rsidRPr="00607879">
        <w:rPr>
          <w:b/>
        </w:rPr>
        <w:t>Чернівецької міської ради</w:t>
      </w:r>
      <w:r>
        <w:rPr>
          <w:b/>
        </w:rPr>
        <w:t xml:space="preserve">                                                                     </w:t>
      </w:r>
      <w:r w:rsidRPr="005C163C">
        <w:rPr>
          <w:b/>
        </w:rPr>
        <w:t>А.Бабюк</w:t>
      </w:r>
    </w:p>
    <w:sectPr w:rsidR="009613CC" w:rsidRPr="00607879" w:rsidSect="008D0494">
      <w:headerReference w:type="even" r:id="rId8"/>
      <w:headerReference w:type="default" r:id="rId9"/>
      <w:pgSz w:w="11906" w:h="16838"/>
      <w:pgMar w:top="567" w:right="850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3CC" w:rsidRDefault="009613CC">
      <w:r>
        <w:separator/>
      </w:r>
    </w:p>
  </w:endnote>
  <w:endnote w:type="continuationSeparator" w:id="0">
    <w:p w:rsidR="009613CC" w:rsidRDefault="00961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3CC" w:rsidRDefault="009613CC">
      <w:r>
        <w:separator/>
      </w:r>
    </w:p>
  </w:footnote>
  <w:footnote w:type="continuationSeparator" w:id="0">
    <w:p w:rsidR="009613CC" w:rsidRDefault="009613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3CC" w:rsidRDefault="009613CC" w:rsidP="003D365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13CC" w:rsidRDefault="009613CC" w:rsidP="007C3EF6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3CC" w:rsidRDefault="009613CC" w:rsidP="00E265F9">
    <w:pPr>
      <w:pStyle w:val="Header"/>
      <w:framePr w:wrap="around" w:vAnchor="text" w:hAnchor="page" w:x="1711" w:y="1"/>
      <w:jc w:val="center"/>
      <w:rPr>
        <w:rStyle w:val="PageNumber"/>
      </w:rPr>
    </w:pPr>
  </w:p>
  <w:p w:rsidR="009613CC" w:rsidRPr="00A3056D" w:rsidRDefault="009613CC" w:rsidP="00E265F9">
    <w:pPr>
      <w:pStyle w:val="Header"/>
      <w:framePr w:wrap="around" w:vAnchor="text" w:hAnchor="page" w:x="1711" w:y="1"/>
      <w:ind w:right="360"/>
      <w:rPr>
        <w:rStyle w:val="PageNumber"/>
        <w:lang w:val="en-US"/>
      </w:rPr>
    </w:pPr>
  </w:p>
  <w:p w:rsidR="009613CC" w:rsidRDefault="009613CC" w:rsidP="001022E9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354A"/>
    <w:rsid w:val="00004342"/>
    <w:rsid w:val="000057DB"/>
    <w:rsid w:val="00005EF3"/>
    <w:rsid w:val="0000620C"/>
    <w:rsid w:val="00006CD8"/>
    <w:rsid w:val="00007451"/>
    <w:rsid w:val="000075C0"/>
    <w:rsid w:val="0001116F"/>
    <w:rsid w:val="000133B3"/>
    <w:rsid w:val="000141A6"/>
    <w:rsid w:val="000153A8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2CE1"/>
    <w:rsid w:val="0002309E"/>
    <w:rsid w:val="00023E1B"/>
    <w:rsid w:val="00024E98"/>
    <w:rsid w:val="000256E3"/>
    <w:rsid w:val="00025A96"/>
    <w:rsid w:val="000264D1"/>
    <w:rsid w:val="000276C5"/>
    <w:rsid w:val="00027778"/>
    <w:rsid w:val="00027F62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68EB"/>
    <w:rsid w:val="00036B31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B3A"/>
    <w:rsid w:val="00051C88"/>
    <w:rsid w:val="00052454"/>
    <w:rsid w:val="0005277F"/>
    <w:rsid w:val="00053CBE"/>
    <w:rsid w:val="00053EF0"/>
    <w:rsid w:val="00056DDF"/>
    <w:rsid w:val="00057C0B"/>
    <w:rsid w:val="00060459"/>
    <w:rsid w:val="00060DD4"/>
    <w:rsid w:val="00061389"/>
    <w:rsid w:val="00062901"/>
    <w:rsid w:val="00062E67"/>
    <w:rsid w:val="000637B1"/>
    <w:rsid w:val="00063A7E"/>
    <w:rsid w:val="00064BC6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547B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FE1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1C1C"/>
    <w:rsid w:val="000921B4"/>
    <w:rsid w:val="00092675"/>
    <w:rsid w:val="00092F48"/>
    <w:rsid w:val="0009377D"/>
    <w:rsid w:val="00093AC4"/>
    <w:rsid w:val="00093B87"/>
    <w:rsid w:val="000942BC"/>
    <w:rsid w:val="00094FA7"/>
    <w:rsid w:val="00095673"/>
    <w:rsid w:val="00095D73"/>
    <w:rsid w:val="00096E8F"/>
    <w:rsid w:val="000A05F9"/>
    <w:rsid w:val="000A1448"/>
    <w:rsid w:val="000A1B3F"/>
    <w:rsid w:val="000A2443"/>
    <w:rsid w:val="000A2E73"/>
    <w:rsid w:val="000A3B9C"/>
    <w:rsid w:val="000A4094"/>
    <w:rsid w:val="000A4273"/>
    <w:rsid w:val="000A4292"/>
    <w:rsid w:val="000A49EA"/>
    <w:rsid w:val="000A79CE"/>
    <w:rsid w:val="000B0084"/>
    <w:rsid w:val="000B0144"/>
    <w:rsid w:val="000B0321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09B"/>
    <w:rsid w:val="000D45F3"/>
    <w:rsid w:val="000D4D1C"/>
    <w:rsid w:val="000D53EC"/>
    <w:rsid w:val="000D58B7"/>
    <w:rsid w:val="000D6D09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5A5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0458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8B"/>
    <w:rsid w:val="001302F2"/>
    <w:rsid w:val="001304FB"/>
    <w:rsid w:val="00131522"/>
    <w:rsid w:val="00131A0F"/>
    <w:rsid w:val="00131ACB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1F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310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76D"/>
    <w:rsid w:val="00177D1F"/>
    <w:rsid w:val="00177D35"/>
    <w:rsid w:val="00177D78"/>
    <w:rsid w:val="00181440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0E67"/>
    <w:rsid w:val="001C2965"/>
    <w:rsid w:val="001C31B2"/>
    <w:rsid w:val="001C3925"/>
    <w:rsid w:val="001C3E78"/>
    <w:rsid w:val="001C547B"/>
    <w:rsid w:val="001C5F5E"/>
    <w:rsid w:val="001C64C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1E04"/>
    <w:rsid w:val="001E24A1"/>
    <w:rsid w:val="001E3417"/>
    <w:rsid w:val="001E3596"/>
    <w:rsid w:val="001E3DF0"/>
    <w:rsid w:val="001E41D8"/>
    <w:rsid w:val="001E487C"/>
    <w:rsid w:val="001E4910"/>
    <w:rsid w:val="001E5A53"/>
    <w:rsid w:val="001E5FAE"/>
    <w:rsid w:val="001E6009"/>
    <w:rsid w:val="001E631C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1EA7"/>
    <w:rsid w:val="00203707"/>
    <w:rsid w:val="0020382A"/>
    <w:rsid w:val="002038B6"/>
    <w:rsid w:val="00204BEF"/>
    <w:rsid w:val="00204F75"/>
    <w:rsid w:val="002056BD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9A"/>
    <w:rsid w:val="002213A0"/>
    <w:rsid w:val="0022175A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384A"/>
    <w:rsid w:val="00234F2D"/>
    <w:rsid w:val="00235060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01C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771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2C4"/>
    <w:rsid w:val="002867A6"/>
    <w:rsid w:val="00287097"/>
    <w:rsid w:val="00287518"/>
    <w:rsid w:val="00287969"/>
    <w:rsid w:val="00290F3C"/>
    <w:rsid w:val="002915A9"/>
    <w:rsid w:val="00291D35"/>
    <w:rsid w:val="00292AE3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2A11"/>
    <w:rsid w:val="002C3184"/>
    <w:rsid w:val="002C407F"/>
    <w:rsid w:val="002C42F0"/>
    <w:rsid w:val="002C5924"/>
    <w:rsid w:val="002C5BE5"/>
    <w:rsid w:val="002C66BA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1DB5"/>
    <w:rsid w:val="002F2517"/>
    <w:rsid w:val="002F2B0E"/>
    <w:rsid w:val="002F2EAD"/>
    <w:rsid w:val="002F3822"/>
    <w:rsid w:val="002F482A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467"/>
    <w:rsid w:val="00312479"/>
    <w:rsid w:val="00313445"/>
    <w:rsid w:val="00313505"/>
    <w:rsid w:val="003137FC"/>
    <w:rsid w:val="00314F6B"/>
    <w:rsid w:val="00315C14"/>
    <w:rsid w:val="0031618B"/>
    <w:rsid w:val="0031657D"/>
    <w:rsid w:val="0031699F"/>
    <w:rsid w:val="00317586"/>
    <w:rsid w:val="00317A7A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BDC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3EBA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81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BB8"/>
    <w:rsid w:val="00372DA5"/>
    <w:rsid w:val="00372FAF"/>
    <w:rsid w:val="00375A77"/>
    <w:rsid w:val="00375AF5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3D60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59F7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3CF5"/>
    <w:rsid w:val="003C4001"/>
    <w:rsid w:val="003C4F9E"/>
    <w:rsid w:val="003C616D"/>
    <w:rsid w:val="003C62F5"/>
    <w:rsid w:val="003C675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431E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4D84"/>
    <w:rsid w:val="00405740"/>
    <w:rsid w:val="00405EB9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3EBD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245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9F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289E"/>
    <w:rsid w:val="00463089"/>
    <w:rsid w:val="00463B38"/>
    <w:rsid w:val="004643BF"/>
    <w:rsid w:val="00464849"/>
    <w:rsid w:val="0046553F"/>
    <w:rsid w:val="00465807"/>
    <w:rsid w:val="00465CEA"/>
    <w:rsid w:val="00466FE3"/>
    <w:rsid w:val="00467238"/>
    <w:rsid w:val="004678C5"/>
    <w:rsid w:val="00470658"/>
    <w:rsid w:val="00471EF4"/>
    <w:rsid w:val="00472C7A"/>
    <w:rsid w:val="00474E42"/>
    <w:rsid w:val="00474FDB"/>
    <w:rsid w:val="004756C9"/>
    <w:rsid w:val="00475914"/>
    <w:rsid w:val="004764CA"/>
    <w:rsid w:val="0047657F"/>
    <w:rsid w:val="004766FF"/>
    <w:rsid w:val="00476DDE"/>
    <w:rsid w:val="00476DF2"/>
    <w:rsid w:val="00477067"/>
    <w:rsid w:val="0047742A"/>
    <w:rsid w:val="0048096E"/>
    <w:rsid w:val="0048164B"/>
    <w:rsid w:val="004830B9"/>
    <w:rsid w:val="0048473E"/>
    <w:rsid w:val="0048561C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65E8"/>
    <w:rsid w:val="004A71B7"/>
    <w:rsid w:val="004A78FC"/>
    <w:rsid w:val="004B0404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C7D"/>
    <w:rsid w:val="004C2EBE"/>
    <w:rsid w:val="004C322F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A91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44B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4F23"/>
    <w:rsid w:val="0054541B"/>
    <w:rsid w:val="005456B2"/>
    <w:rsid w:val="00547820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492"/>
    <w:rsid w:val="005645FA"/>
    <w:rsid w:val="00564B8D"/>
    <w:rsid w:val="00564E4B"/>
    <w:rsid w:val="00565507"/>
    <w:rsid w:val="00566C8F"/>
    <w:rsid w:val="0056729A"/>
    <w:rsid w:val="00567A3E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86D92"/>
    <w:rsid w:val="005912DD"/>
    <w:rsid w:val="00592445"/>
    <w:rsid w:val="00592B42"/>
    <w:rsid w:val="00593991"/>
    <w:rsid w:val="005948E7"/>
    <w:rsid w:val="00594CD0"/>
    <w:rsid w:val="0059589A"/>
    <w:rsid w:val="0059610C"/>
    <w:rsid w:val="00596508"/>
    <w:rsid w:val="005967E2"/>
    <w:rsid w:val="00597D81"/>
    <w:rsid w:val="005A204A"/>
    <w:rsid w:val="005A2C71"/>
    <w:rsid w:val="005A2ED1"/>
    <w:rsid w:val="005A33AE"/>
    <w:rsid w:val="005A3E71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784"/>
    <w:rsid w:val="005C0A53"/>
    <w:rsid w:val="005C0D7D"/>
    <w:rsid w:val="005C10D5"/>
    <w:rsid w:val="005C15CC"/>
    <w:rsid w:val="005C163C"/>
    <w:rsid w:val="005C20FF"/>
    <w:rsid w:val="005C23B4"/>
    <w:rsid w:val="005C2B0A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5DAB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0B8"/>
    <w:rsid w:val="006056DC"/>
    <w:rsid w:val="00606523"/>
    <w:rsid w:val="00607879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5D92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5D7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0E72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18F2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D7A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4807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1A4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6B11"/>
    <w:rsid w:val="006A788F"/>
    <w:rsid w:val="006B0CF2"/>
    <w:rsid w:val="006B11FB"/>
    <w:rsid w:val="006B1A53"/>
    <w:rsid w:val="006B212F"/>
    <w:rsid w:val="006B2279"/>
    <w:rsid w:val="006B38BC"/>
    <w:rsid w:val="006B43AE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46D2"/>
    <w:rsid w:val="006C563C"/>
    <w:rsid w:val="006C596F"/>
    <w:rsid w:val="006D10C3"/>
    <w:rsid w:val="006D124C"/>
    <w:rsid w:val="006D1B73"/>
    <w:rsid w:val="006D28B5"/>
    <w:rsid w:val="006D30E6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0C63"/>
    <w:rsid w:val="006F20EF"/>
    <w:rsid w:val="006F22C0"/>
    <w:rsid w:val="006F256E"/>
    <w:rsid w:val="006F2BE8"/>
    <w:rsid w:val="006F2F66"/>
    <w:rsid w:val="006F3C1B"/>
    <w:rsid w:val="006F41F4"/>
    <w:rsid w:val="006F4529"/>
    <w:rsid w:val="006F47AA"/>
    <w:rsid w:val="006F5E4F"/>
    <w:rsid w:val="006F67AA"/>
    <w:rsid w:val="006F70D0"/>
    <w:rsid w:val="006F777E"/>
    <w:rsid w:val="006F77B6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0892"/>
    <w:rsid w:val="007315A7"/>
    <w:rsid w:val="00731823"/>
    <w:rsid w:val="00731E4B"/>
    <w:rsid w:val="00732622"/>
    <w:rsid w:val="00732D61"/>
    <w:rsid w:val="00732DF4"/>
    <w:rsid w:val="0073419F"/>
    <w:rsid w:val="007343AB"/>
    <w:rsid w:val="00734798"/>
    <w:rsid w:val="007350FE"/>
    <w:rsid w:val="00735826"/>
    <w:rsid w:val="00735BB3"/>
    <w:rsid w:val="00736B9D"/>
    <w:rsid w:val="00737098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5AF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20E"/>
    <w:rsid w:val="0078239E"/>
    <w:rsid w:val="00782D1E"/>
    <w:rsid w:val="00783539"/>
    <w:rsid w:val="007836E4"/>
    <w:rsid w:val="00783722"/>
    <w:rsid w:val="00785831"/>
    <w:rsid w:val="00785D17"/>
    <w:rsid w:val="00785DA4"/>
    <w:rsid w:val="00785F19"/>
    <w:rsid w:val="007866ED"/>
    <w:rsid w:val="00787D15"/>
    <w:rsid w:val="00790692"/>
    <w:rsid w:val="00791355"/>
    <w:rsid w:val="00791F47"/>
    <w:rsid w:val="00792D3E"/>
    <w:rsid w:val="00795D83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E8C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CC5"/>
    <w:rsid w:val="007C4E7E"/>
    <w:rsid w:val="007C58FD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4B7"/>
    <w:rsid w:val="007E070C"/>
    <w:rsid w:val="007E0EE5"/>
    <w:rsid w:val="007E0F0E"/>
    <w:rsid w:val="007E0F83"/>
    <w:rsid w:val="007E1098"/>
    <w:rsid w:val="007E1572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C33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3467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27CC1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292"/>
    <w:rsid w:val="00834599"/>
    <w:rsid w:val="00834B3F"/>
    <w:rsid w:val="008351FC"/>
    <w:rsid w:val="00837268"/>
    <w:rsid w:val="00837D40"/>
    <w:rsid w:val="00840328"/>
    <w:rsid w:val="0084094E"/>
    <w:rsid w:val="00841152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116"/>
    <w:rsid w:val="00863D79"/>
    <w:rsid w:val="00863EFF"/>
    <w:rsid w:val="008648B6"/>
    <w:rsid w:val="00864950"/>
    <w:rsid w:val="0086635A"/>
    <w:rsid w:val="008664EA"/>
    <w:rsid w:val="00867969"/>
    <w:rsid w:val="00870058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0E5"/>
    <w:rsid w:val="008833BF"/>
    <w:rsid w:val="00883764"/>
    <w:rsid w:val="00884166"/>
    <w:rsid w:val="00884507"/>
    <w:rsid w:val="00884BCE"/>
    <w:rsid w:val="008867DC"/>
    <w:rsid w:val="008868F2"/>
    <w:rsid w:val="0088744D"/>
    <w:rsid w:val="008875C5"/>
    <w:rsid w:val="00887EDE"/>
    <w:rsid w:val="00887F4F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494"/>
    <w:rsid w:val="008D0D48"/>
    <w:rsid w:val="008D16BE"/>
    <w:rsid w:val="008D1DBB"/>
    <w:rsid w:val="008D2108"/>
    <w:rsid w:val="008D2912"/>
    <w:rsid w:val="008D2E63"/>
    <w:rsid w:val="008D31CF"/>
    <w:rsid w:val="008D39E2"/>
    <w:rsid w:val="008D4165"/>
    <w:rsid w:val="008D559A"/>
    <w:rsid w:val="008D5DE6"/>
    <w:rsid w:val="008D5ED5"/>
    <w:rsid w:val="008D619E"/>
    <w:rsid w:val="008D6B04"/>
    <w:rsid w:val="008D7601"/>
    <w:rsid w:val="008D77CD"/>
    <w:rsid w:val="008E0EC4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377B3"/>
    <w:rsid w:val="0094180C"/>
    <w:rsid w:val="00943169"/>
    <w:rsid w:val="009433EA"/>
    <w:rsid w:val="00943793"/>
    <w:rsid w:val="009443BE"/>
    <w:rsid w:val="00944606"/>
    <w:rsid w:val="00944C32"/>
    <w:rsid w:val="009459F1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55E17"/>
    <w:rsid w:val="00960521"/>
    <w:rsid w:val="009613CC"/>
    <w:rsid w:val="00962709"/>
    <w:rsid w:val="00962824"/>
    <w:rsid w:val="00963EC6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15CE"/>
    <w:rsid w:val="00972356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4767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015"/>
    <w:rsid w:val="009A0965"/>
    <w:rsid w:val="009A1163"/>
    <w:rsid w:val="009A1DF0"/>
    <w:rsid w:val="009A3973"/>
    <w:rsid w:val="009A4569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66F8"/>
    <w:rsid w:val="009B7970"/>
    <w:rsid w:val="009B7F09"/>
    <w:rsid w:val="009C058F"/>
    <w:rsid w:val="009C1473"/>
    <w:rsid w:val="009C2825"/>
    <w:rsid w:val="009C3BFB"/>
    <w:rsid w:val="009C44B7"/>
    <w:rsid w:val="009C4623"/>
    <w:rsid w:val="009C565F"/>
    <w:rsid w:val="009C57DC"/>
    <w:rsid w:val="009C69EE"/>
    <w:rsid w:val="009D02CB"/>
    <w:rsid w:val="009D0681"/>
    <w:rsid w:val="009D088E"/>
    <w:rsid w:val="009D2188"/>
    <w:rsid w:val="009D34A0"/>
    <w:rsid w:val="009D4F37"/>
    <w:rsid w:val="009D6619"/>
    <w:rsid w:val="009D6703"/>
    <w:rsid w:val="009D69A7"/>
    <w:rsid w:val="009D6D1B"/>
    <w:rsid w:val="009D70B8"/>
    <w:rsid w:val="009D7CBC"/>
    <w:rsid w:val="009E03E5"/>
    <w:rsid w:val="009E0739"/>
    <w:rsid w:val="009E1092"/>
    <w:rsid w:val="009E1A08"/>
    <w:rsid w:val="009E3629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2305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3D36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6EC"/>
    <w:rsid w:val="00A51E56"/>
    <w:rsid w:val="00A51F5F"/>
    <w:rsid w:val="00A52335"/>
    <w:rsid w:val="00A53CD5"/>
    <w:rsid w:val="00A54CC3"/>
    <w:rsid w:val="00A562B0"/>
    <w:rsid w:val="00A56775"/>
    <w:rsid w:val="00A5683D"/>
    <w:rsid w:val="00A56A9C"/>
    <w:rsid w:val="00A56CC2"/>
    <w:rsid w:val="00A57B39"/>
    <w:rsid w:val="00A57E08"/>
    <w:rsid w:val="00A60462"/>
    <w:rsid w:val="00A61599"/>
    <w:rsid w:val="00A62A0D"/>
    <w:rsid w:val="00A62DBB"/>
    <w:rsid w:val="00A63A5F"/>
    <w:rsid w:val="00A646BB"/>
    <w:rsid w:val="00A64C66"/>
    <w:rsid w:val="00A65FCB"/>
    <w:rsid w:val="00A6614A"/>
    <w:rsid w:val="00A70021"/>
    <w:rsid w:val="00A7071E"/>
    <w:rsid w:val="00A70A05"/>
    <w:rsid w:val="00A70EA5"/>
    <w:rsid w:val="00A7173B"/>
    <w:rsid w:val="00A719C9"/>
    <w:rsid w:val="00A72623"/>
    <w:rsid w:val="00A74D66"/>
    <w:rsid w:val="00A752FA"/>
    <w:rsid w:val="00A757DF"/>
    <w:rsid w:val="00A75877"/>
    <w:rsid w:val="00A75E59"/>
    <w:rsid w:val="00A80439"/>
    <w:rsid w:val="00A809F5"/>
    <w:rsid w:val="00A80F16"/>
    <w:rsid w:val="00A81833"/>
    <w:rsid w:val="00A81E56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4A27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D47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03D"/>
    <w:rsid w:val="00AD6C57"/>
    <w:rsid w:val="00AD76D4"/>
    <w:rsid w:val="00AE0881"/>
    <w:rsid w:val="00AE0B94"/>
    <w:rsid w:val="00AE1CA6"/>
    <w:rsid w:val="00AE2A9D"/>
    <w:rsid w:val="00AE3050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251F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0B0A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579DF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1AE5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70"/>
    <w:rsid w:val="00BA2D81"/>
    <w:rsid w:val="00BA3960"/>
    <w:rsid w:val="00BA50FE"/>
    <w:rsid w:val="00BA67E7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2EF"/>
    <w:rsid w:val="00BD18AC"/>
    <w:rsid w:val="00BD2603"/>
    <w:rsid w:val="00BD31AB"/>
    <w:rsid w:val="00BD31BA"/>
    <w:rsid w:val="00BD3FF8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5800"/>
    <w:rsid w:val="00BE6006"/>
    <w:rsid w:val="00BE71BB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4B07"/>
    <w:rsid w:val="00C05381"/>
    <w:rsid w:val="00C05C0E"/>
    <w:rsid w:val="00C060DE"/>
    <w:rsid w:val="00C06A06"/>
    <w:rsid w:val="00C06D6A"/>
    <w:rsid w:val="00C07166"/>
    <w:rsid w:val="00C07691"/>
    <w:rsid w:val="00C079D2"/>
    <w:rsid w:val="00C07A91"/>
    <w:rsid w:val="00C07D51"/>
    <w:rsid w:val="00C1035C"/>
    <w:rsid w:val="00C1045D"/>
    <w:rsid w:val="00C12A21"/>
    <w:rsid w:val="00C12A51"/>
    <w:rsid w:val="00C12DE4"/>
    <w:rsid w:val="00C131CD"/>
    <w:rsid w:val="00C134C9"/>
    <w:rsid w:val="00C148C8"/>
    <w:rsid w:val="00C156F5"/>
    <w:rsid w:val="00C15A60"/>
    <w:rsid w:val="00C1787B"/>
    <w:rsid w:val="00C20810"/>
    <w:rsid w:val="00C21B0F"/>
    <w:rsid w:val="00C231BA"/>
    <w:rsid w:val="00C23E5A"/>
    <w:rsid w:val="00C24C81"/>
    <w:rsid w:val="00C25091"/>
    <w:rsid w:val="00C25EE2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082"/>
    <w:rsid w:val="00C33B79"/>
    <w:rsid w:val="00C34513"/>
    <w:rsid w:val="00C34FA6"/>
    <w:rsid w:val="00C34FFA"/>
    <w:rsid w:val="00C352BA"/>
    <w:rsid w:val="00C357BF"/>
    <w:rsid w:val="00C358F8"/>
    <w:rsid w:val="00C36661"/>
    <w:rsid w:val="00C368C2"/>
    <w:rsid w:val="00C37167"/>
    <w:rsid w:val="00C40060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436A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9BC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77C9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8A"/>
    <w:rsid w:val="00C85AFD"/>
    <w:rsid w:val="00C85F24"/>
    <w:rsid w:val="00C87F30"/>
    <w:rsid w:val="00C90E95"/>
    <w:rsid w:val="00C91FF4"/>
    <w:rsid w:val="00C926C7"/>
    <w:rsid w:val="00C92759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5C"/>
    <w:rsid w:val="00CA5B73"/>
    <w:rsid w:val="00CA61A5"/>
    <w:rsid w:val="00CA73D1"/>
    <w:rsid w:val="00CB1BBD"/>
    <w:rsid w:val="00CB1EFA"/>
    <w:rsid w:val="00CB2719"/>
    <w:rsid w:val="00CB2D7C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2B48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8F1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0A4E"/>
    <w:rsid w:val="00D414E5"/>
    <w:rsid w:val="00D423A6"/>
    <w:rsid w:val="00D42418"/>
    <w:rsid w:val="00D42B5D"/>
    <w:rsid w:val="00D4324B"/>
    <w:rsid w:val="00D43D93"/>
    <w:rsid w:val="00D43E09"/>
    <w:rsid w:val="00D4402B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2FA9"/>
    <w:rsid w:val="00D540DC"/>
    <w:rsid w:val="00D542EC"/>
    <w:rsid w:val="00D558BC"/>
    <w:rsid w:val="00D558EC"/>
    <w:rsid w:val="00D56227"/>
    <w:rsid w:val="00D57475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3C7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8B0"/>
    <w:rsid w:val="00D92A07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B7D58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04BF"/>
    <w:rsid w:val="00DD130B"/>
    <w:rsid w:val="00DD21B2"/>
    <w:rsid w:val="00DD2A19"/>
    <w:rsid w:val="00DD3260"/>
    <w:rsid w:val="00DD3FFB"/>
    <w:rsid w:val="00DD489D"/>
    <w:rsid w:val="00DD4A2C"/>
    <w:rsid w:val="00DD50F3"/>
    <w:rsid w:val="00DD6626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B57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613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3759F"/>
    <w:rsid w:val="00E40A35"/>
    <w:rsid w:val="00E41CFD"/>
    <w:rsid w:val="00E420DA"/>
    <w:rsid w:val="00E43810"/>
    <w:rsid w:val="00E43861"/>
    <w:rsid w:val="00E43D7D"/>
    <w:rsid w:val="00E44778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AA3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6AB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2CF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BFD"/>
    <w:rsid w:val="00ED0EB2"/>
    <w:rsid w:val="00ED0F66"/>
    <w:rsid w:val="00ED11F5"/>
    <w:rsid w:val="00ED1DCD"/>
    <w:rsid w:val="00ED1FD0"/>
    <w:rsid w:val="00ED2CE0"/>
    <w:rsid w:val="00ED3562"/>
    <w:rsid w:val="00ED452F"/>
    <w:rsid w:val="00ED4E29"/>
    <w:rsid w:val="00ED6A21"/>
    <w:rsid w:val="00ED727A"/>
    <w:rsid w:val="00ED7B1F"/>
    <w:rsid w:val="00ED7D45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A1D"/>
    <w:rsid w:val="00EF4408"/>
    <w:rsid w:val="00EF4D8B"/>
    <w:rsid w:val="00EF50F6"/>
    <w:rsid w:val="00EF6B3B"/>
    <w:rsid w:val="00EF7456"/>
    <w:rsid w:val="00EF781E"/>
    <w:rsid w:val="00F006CD"/>
    <w:rsid w:val="00F00FA6"/>
    <w:rsid w:val="00F0102A"/>
    <w:rsid w:val="00F014AE"/>
    <w:rsid w:val="00F01AF1"/>
    <w:rsid w:val="00F02D28"/>
    <w:rsid w:val="00F031C5"/>
    <w:rsid w:val="00F0356F"/>
    <w:rsid w:val="00F03701"/>
    <w:rsid w:val="00F045C6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624"/>
    <w:rsid w:val="00F14799"/>
    <w:rsid w:val="00F15BFC"/>
    <w:rsid w:val="00F16282"/>
    <w:rsid w:val="00F16E5D"/>
    <w:rsid w:val="00F177E1"/>
    <w:rsid w:val="00F202FF"/>
    <w:rsid w:val="00F20876"/>
    <w:rsid w:val="00F20E65"/>
    <w:rsid w:val="00F213C5"/>
    <w:rsid w:val="00F227D2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2191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67DF6"/>
    <w:rsid w:val="00F70278"/>
    <w:rsid w:val="00F70CFC"/>
    <w:rsid w:val="00F71BC1"/>
    <w:rsid w:val="00F72701"/>
    <w:rsid w:val="00F72961"/>
    <w:rsid w:val="00F74CD2"/>
    <w:rsid w:val="00F75757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2BF6"/>
    <w:rsid w:val="00F83D43"/>
    <w:rsid w:val="00F8408D"/>
    <w:rsid w:val="00F8421E"/>
    <w:rsid w:val="00F853E6"/>
    <w:rsid w:val="00F85B36"/>
    <w:rsid w:val="00F85B9D"/>
    <w:rsid w:val="00F86D93"/>
    <w:rsid w:val="00F874B4"/>
    <w:rsid w:val="00F90939"/>
    <w:rsid w:val="00F91135"/>
    <w:rsid w:val="00F912FD"/>
    <w:rsid w:val="00F92006"/>
    <w:rsid w:val="00F92433"/>
    <w:rsid w:val="00F932D7"/>
    <w:rsid w:val="00F933B7"/>
    <w:rsid w:val="00F94EDE"/>
    <w:rsid w:val="00F96287"/>
    <w:rsid w:val="00F96908"/>
    <w:rsid w:val="00F976E1"/>
    <w:rsid w:val="00F979FD"/>
    <w:rsid w:val="00F97BDF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5AE"/>
    <w:rsid w:val="00FA6727"/>
    <w:rsid w:val="00FA672A"/>
    <w:rsid w:val="00FA69F8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03"/>
    <w:rsid w:val="00FD085B"/>
    <w:rsid w:val="00FD11AD"/>
    <w:rsid w:val="00FD1373"/>
    <w:rsid w:val="00FD1DEC"/>
    <w:rsid w:val="00FD28A4"/>
    <w:rsid w:val="00FD3554"/>
    <w:rsid w:val="00FD3615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0BD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A5E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088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E0881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E0881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E0881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E0881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FootnoteReference">
    <w:name w:val="footnote reference"/>
    <w:basedOn w:val="DefaultParagraphFont"/>
    <w:uiPriority w:val="99"/>
    <w:semiHidden/>
    <w:rsid w:val="006A4A5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E0881"/>
    <w:rPr>
      <w:rFonts w:cs="Times New Roman"/>
      <w:sz w:val="20"/>
      <w:szCs w:val="20"/>
      <w:lang w:val="uk-UA"/>
    </w:rPr>
  </w:style>
  <w:style w:type="paragraph" w:styleId="BodyText">
    <w:name w:val="Body Text"/>
    <w:basedOn w:val="Normal"/>
    <w:link w:val="BodyTextChar1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Header">
    <w:name w:val="header"/>
    <w:basedOn w:val="Normal"/>
    <w:link w:val="HeaderChar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character" w:styleId="PageNumber">
    <w:name w:val="page number"/>
    <w:basedOn w:val="DefaultParagraphFont"/>
    <w:uiPriority w:val="99"/>
    <w:rsid w:val="006A4A5E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0E2DE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D6229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TableGrid">
    <w:name w:val="Table Grid"/>
    <w:basedOn w:val="TableNormal"/>
    <w:uiPriority w:val="99"/>
    <w:rsid w:val="00F56D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0881"/>
    <w:rPr>
      <w:rFonts w:cs="Times New Roman"/>
      <w:sz w:val="2"/>
      <w:lang w:val="uk-UA"/>
    </w:rPr>
  </w:style>
  <w:style w:type="paragraph" w:styleId="ListParagraph">
    <w:name w:val="List Paragraph"/>
    <w:basedOn w:val="Normal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Normal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Normal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">
    <w:name w:val="Знак Знак"/>
    <w:basedOn w:val="DefaultParagraphFont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65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1701</TotalTime>
  <Pages>3</Pages>
  <Words>613</Words>
  <Characters>3496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Ira</cp:lastModifiedBy>
  <cp:revision>120</cp:revision>
  <cp:lastPrinted>2019-12-13T12:20:00Z</cp:lastPrinted>
  <dcterms:created xsi:type="dcterms:W3CDTF">2018-09-14T08:05:00Z</dcterms:created>
  <dcterms:modified xsi:type="dcterms:W3CDTF">2020-03-02T13:45:00Z</dcterms:modified>
</cp:coreProperties>
</file>