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F7F" w:rsidRDefault="00432F7F" w:rsidP="009F60A6">
      <w:pPr>
        <w:jc w:val="center"/>
        <w:rPr>
          <w:b/>
          <w:bCs/>
          <w:sz w:val="36"/>
          <w:szCs w:val="36"/>
        </w:rPr>
      </w:pPr>
      <w:r>
        <w:rPr>
          <w:noProof/>
          <w:lang w:val="ru-RU"/>
        </w:rPr>
        <w:t xml:space="preserve">  </w:t>
      </w:r>
      <w:r w:rsidRPr="00327F70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432F7F" w:rsidRPr="00D269BE" w:rsidRDefault="00432F7F" w:rsidP="002417D8">
      <w:pPr>
        <w:jc w:val="center"/>
        <w:outlineLvl w:val="0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У К Р А Ї Н А</w:t>
      </w:r>
    </w:p>
    <w:p w:rsidR="00432F7F" w:rsidRPr="00D269BE" w:rsidRDefault="00432F7F" w:rsidP="002417D8">
      <w:pPr>
        <w:jc w:val="center"/>
        <w:outlineLvl w:val="0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Чернівецька міська рада</w:t>
      </w:r>
    </w:p>
    <w:p w:rsidR="00432F7F" w:rsidRPr="009D2A09" w:rsidRDefault="00432F7F" w:rsidP="002417D8">
      <w:pPr>
        <w:jc w:val="center"/>
        <w:outlineLvl w:val="0"/>
        <w:rPr>
          <w:b/>
          <w:bCs/>
          <w:sz w:val="36"/>
          <w:szCs w:val="36"/>
        </w:rPr>
      </w:pPr>
      <w:r w:rsidRPr="009D2A09">
        <w:rPr>
          <w:b/>
          <w:bCs/>
          <w:sz w:val="36"/>
          <w:szCs w:val="36"/>
        </w:rPr>
        <w:t>Виконавчий комітет</w:t>
      </w:r>
    </w:p>
    <w:p w:rsidR="00432F7F" w:rsidRDefault="00432F7F" w:rsidP="002417D8">
      <w:pPr>
        <w:jc w:val="center"/>
        <w:outlineLvl w:val="0"/>
        <w:rPr>
          <w:b/>
          <w:bCs/>
          <w:sz w:val="36"/>
          <w:szCs w:val="36"/>
        </w:rPr>
      </w:pPr>
      <w:r w:rsidRPr="005F0038">
        <w:rPr>
          <w:b/>
          <w:bCs/>
          <w:sz w:val="36"/>
          <w:szCs w:val="36"/>
        </w:rPr>
        <w:t>Р  І  Ш  Е  Н  Н  Я</w:t>
      </w:r>
    </w:p>
    <w:p w:rsidR="00432F7F" w:rsidRDefault="00432F7F" w:rsidP="002417D8">
      <w:pPr>
        <w:jc w:val="center"/>
        <w:outlineLvl w:val="0"/>
        <w:rPr>
          <w:b/>
          <w:bCs/>
          <w:sz w:val="36"/>
          <w:szCs w:val="36"/>
        </w:rPr>
      </w:pPr>
    </w:p>
    <w:tbl>
      <w:tblPr>
        <w:tblW w:w="998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80"/>
      </w:tblGrid>
      <w:tr w:rsidR="00432F7F" w:rsidRPr="00A01644">
        <w:trPr>
          <w:trHeight w:val="11696"/>
        </w:trPr>
        <w:tc>
          <w:tcPr>
            <w:tcW w:w="9980" w:type="dxa"/>
          </w:tcPr>
          <w:p w:rsidR="00432F7F" w:rsidRPr="003004FA" w:rsidRDefault="00432F7F" w:rsidP="003004FA">
            <w:pPr>
              <w:ind w:right="-284"/>
            </w:pPr>
            <w:r w:rsidRPr="000B0D8A">
              <w:t xml:space="preserve"> </w:t>
            </w:r>
            <w:r w:rsidRPr="000B0D8A">
              <w:rPr>
                <w:u w:val="single"/>
                <w:lang w:val="en-US"/>
              </w:rPr>
              <w:t>19</w:t>
            </w:r>
            <w:r w:rsidRPr="000B0D8A">
              <w:rPr>
                <w:u w:val="single"/>
              </w:rPr>
              <w:t>.</w:t>
            </w:r>
            <w:r w:rsidRPr="000B0D8A">
              <w:rPr>
                <w:u w:val="single"/>
                <w:lang w:val="en-US"/>
              </w:rPr>
              <w:t>11</w:t>
            </w:r>
            <w:r w:rsidRPr="000B0D8A">
              <w:rPr>
                <w:u w:val="single"/>
              </w:rPr>
              <w:t>.2020</w:t>
            </w:r>
            <w:r w:rsidRPr="000E7835">
              <w:t xml:space="preserve">  №</w:t>
            </w:r>
            <w:r w:rsidRPr="000E7835">
              <w:rPr>
                <w:b/>
                <w:bCs/>
              </w:rPr>
              <w:t xml:space="preserve"> </w:t>
            </w:r>
            <w:r w:rsidRPr="000E7835">
              <w:rPr>
                <w:b/>
                <w:bCs/>
                <w:lang w:val="ru-RU"/>
              </w:rPr>
              <w:t xml:space="preserve">  </w:t>
            </w:r>
            <w:r w:rsidRPr="000B0D8A">
              <w:rPr>
                <w:u w:val="single"/>
                <w:lang w:val="ru-RU"/>
              </w:rPr>
              <w:t>519/24</w:t>
            </w:r>
            <w:r w:rsidRPr="000B0D8A">
              <w:rPr>
                <w:lang w:val="ru-RU"/>
              </w:rPr>
              <w:t xml:space="preserve">                                                                              </w:t>
            </w:r>
            <w:r w:rsidRPr="001B6C2D">
              <w:t>м. Чернівці</w:t>
            </w:r>
          </w:p>
          <w:p w:rsidR="00432F7F" w:rsidRDefault="00432F7F" w:rsidP="00DD2938">
            <w:pPr>
              <w:ind w:firstLine="567"/>
              <w:jc w:val="center"/>
              <w:rPr>
                <w:b/>
                <w:bCs/>
              </w:rPr>
            </w:pPr>
          </w:p>
          <w:p w:rsidR="00432F7F" w:rsidRDefault="00432F7F" w:rsidP="00DD2938">
            <w:pPr>
              <w:ind w:firstLine="567"/>
              <w:jc w:val="center"/>
              <w:rPr>
                <w:b/>
                <w:bCs/>
              </w:rPr>
            </w:pPr>
            <w:r w:rsidRPr="0071350F">
              <w:rPr>
                <w:b/>
                <w:bCs/>
              </w:rPr>
              <w:t>Про передачу на баланс завершен</w:t>
            </w:r>
            <w:r>
              <w:rPr>
                <w:b/>
                <w:bCs/>
                <w:lang w:val="ru-RU"/>
              </w:rPr>
              <w:t>их</w:t>
            </w:r>
            <w:r>
              <w:rPr>
                <w:b/>
                <w:bCs/>
              </w:rPr>
              <w:t xml:space="preserve"> </w:t>
            </w:r>
            <w:r w:rsidRPr="0071350F">
              <w:rPr>
                <w:b/>
                <w:bCs/>
              </w:rPr>
              <w:t xml:space="preserve"> будівництвом об’єкт</w:t>
            </w:r>
            <w:r>
              <w:rPr>
                <w:b/>
                <w:bCs/>
                <w:lang w:val="ru-RU"/>
              </w:rPr>
              <w:t>ів</w:t>
            </w:r>
            <w:r>
              <w:rPr>
                <w:b/>
                <w:bCs/>
              </w:rPr>
              <w:t xml:space="preserve">                               міста</w:t>
            </w:r>
            <w:r w:rsidRPr="0071350F">
              <w:rPr>
                <w:b/>
                <w:bCs/>
              </w:rPr>
              <w:t xml:space="preserve"> Чернівців</w:t>
            </w:r>
          </w:p>
          <w:p w:rsidR="00432F7F" w:rsidRPr="0071350F" w:rsidRDefault="00432F7F" w:rsidP="00DD2938">
            <w:pPr>
              <w:ind w:firstLine="567"/>
              <w:jc w:val="center"/>
              <w:rPr>
                <w:b/>
                <w:bCs/>
              </w:rPr>
            </w:pPr>
          </w:p>
          <w:p w:rsidR="00432F7F" w:rsidRPr="008F358C" w:rsidRDefault="00432F7F" w:rsidP="00DD2938">
            <w:pPr>
              <w:ind w:firstLine="567"/>
              <w:jc w:val="center"/>
              <w:rPr>
                <w:sz w:val="12"/>
                <w:szCs w:val="12"/>
              </w:rPr>
            </w:pPr>
          </w:p>
          <w:p w:rsidR="00432F7F" w:rsidRDefault="00432F7F" w:rsidP="00A82D61">
            <w:pPr>
              <w:ind w:firstLine="709"/>
              <w:jc w:val="both"/>
            </w:pPr>
            <w:r w:rsidRPr="00A01644">
              <w:t>Відповідно до стат</w:t>
            </w:r>
            <w:r>
              <w:t>ей</w:t>
            </w:r>
            <w:r w:rsidRPr="00A01644">
              <w:t xml:space="preserve"> 31</w:t>
            </w:r>
            <w:r>
              <w:t>, 59, 60 Законів</w:t>
            </w:r>
            <w:r w:rsidRPr="00A01644">
              <w:t xml:space="preserve"> України “Про місцеве самоврядування в Україні”, </w:t>
            </w:r>
            <w:r>
              <w:t xml:space="preserve">«Про особливості здійснення права власності у багатоквартирному будинку», зі змінами, наказу Міністерства регіонального розвитку, будівництва та житлово-комунального господарства України               від 27.07.2018р. №190 «Про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      </w:r>
            <w:r w:rsidRPr="00880572">
              <w:t xml:space="preserve"> </w:t>
            </w:r>
            <w:r w:rsidRPr="00A01644">
              <w:t>роз</w:t>
            </w:r>
            <w:r>
              <w:t>глянувши пропозиції департаменту</w:t>
            </w:r>
            <w:r w:rsidRPr="00A01644">
              <w:t xml:space="preserve"> містобудівного комплексу та земель</w:t>
            </w:r>
            <w:r>
              <w:t xml:space="preserve">них відносин міської ради і департаменту житлово-комунального господарства міської ради </w:t>
            </w:r>
            <w:r w:rsidRPr="00A01644">
              <w:t xml:space="preserve">щодо передачі </w:t>
            </w:r>
            <w:r>
              <w:t xml:space="preserve">на баланс </w:t>
            </w:r>
            <w:r w:rsidRPr="00A01644">
              <w:t>завершен</w:t>
            </w:r>
            <w:r>
              <w:t xml:space="preserve">их </w:t>
            </w:r>
            <w:r w:rsidRPr="00A01644">
              <w:t>будівництвом об’єк</w:t>
            </w:r>
            <w:r>
              <w:t xml:space="preserve">тів </w:t>
            </w:r>
            <w:r w:rsidRPr="00A01644">
              <w:t>в</w:t>
            </w:r>
            <w:r w:rsidRPr="00A01644">
              <w:rPr>
                <w:b/>
                <w:bCs/>
              </w:rPr>
              <w:t xml:space="preserve"> </w:t>
            </w:r>
            <w:r w:rsidRPr="00A01644">
              <w:t>м.</w:t>
            </w:r>
            <w:r>
              <w:t xml:space="preserve"> </w:t>
            </w:r>
            <w:r w:rsidRPr="00A01644">
              <w:t>Чернівцях,</w:t>
            </w:r>
            <w:r>
              <w:t xml:space="preserve"> </w:t>
            </w:r>
            <w:r w:rsidRPr="00A01644">
              <w:t>виконавчий комітет Чернівецької міської ради</w:t>
            </w:r>
          </w:p>
          <w:p w:rsidR="00432F7F" w:rsidRPr="00EA08C1" w:rsidRDefault="00432F7F" w:rsidP="00DD2938">
            <w:pPr>
              <w:ind w:firstLine="709"/>
              <w:jc w:val="both"/>
              <w:rPr>
                <w:sz w:val="16"/>
                <w:szCs w:val="16"/>
              </w:rPr>
            </w:pPr>
          </w:p>
          <w:p w:rsidR="00432F7F" w:rsidRDefault="00432F7F" w:rsidP="00DD2938">
            <w:pPr>
              <w:ind w:firstLine="709"/>
              <w:jc w:val="center"/>
              <w:rPr>
                <w:b/>
                <w:bCs/>
              </w:rPr>
            </w:pPr>
            <w:r w:rsidRPr="00A01644">
              <w:rPr>
                <w:b/>
                <w:bCs/>
              </w:rPr>
              <w:t>В И Р І Ш И В:</w:t>
            </w:r>
          </w:p>
          <w:p w:rsidR="00432F7F" w:rsidRPr="00DB198D" w:rsidRDefault="00432F7F" w:rsidP="00DD2938">
            <w:pPr>
              <w:ind w:firstLine="709"/>
              <w:jc w:val="center"/>
              <w:rPr>
                <w:b/>
                <w:bCs/>
                <w:lang w:val="ru-RU"/>
              </w:rPr>
            </w:pPr>
          </w:p>
          <w:p w:rsidR="00432F7F" w:rsidRDefault="00432F7F" w:rsidP="00EE3110">
            <w:pPr>
              <w:ind w:firstLine="709"/>
              <w:jc w:val="both"/>
            </w:pPr>
            <w:r w:rsidRPr="00251C88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 w:rsidRPr="001B0B44">
              <w:t>Дозволити департаменту містобудівного комплексу та земельних відносин міської ради передати</w:t>
            </w:r>
            <w:r>
              <w:t xml:space="preserve"> на баланс:</w:t>
            </w:r>
          </w:p>
          <w:p w:rsidR="00432F7F" w:rsidRDefault="00432F7F" w:rsidP="00EE3110">
            <w:pPr>
              <w:ind w:firstLine="709"/>
              <w:jc w:val="both"/>
            </w:pPr>
          </w:p>
          <w:p w:rsidR="00432F7F" w:rsidRDefault="00432F7F" w:rsidP="009F33AC">
            <w:pPr>
              <w:tabs>
                <w:tab w:val="left" w:pos="1335"/>
              </w:tabs>
              <w:ind w:right="120"/>
              <w:jc w:val="both"/>
              <w:rPr>
                <w:b/>
                <w:bCs/>
              </w:rPr>
            </w:pPr>
            <w:r w:rsidRPr="009F33AC">
              <w:rPr>
                <w:b/>
                <w:bCs/>
                <w:lang w:val="ru-RU"/>
              </w:rPr>
              <w:t xml:space="preserve">          </w:t>
            </w:r>
            <w:r w:rsidRPr="005A406D">
              <w:rPr>
                <w:b/>
                <w:bCs/>
              </w:rPr>
              <w:t>1.1.</w:t>
            </w:r>
            <w:r>
              <w:t xml:space="preserve"> ОСББ «</w:t>
            </w:r>
            <w:r w:rsidRPr="00A82D61">
              <w:rPr>
                <w:color w:val="000000"/>
              </w:rPr>
              <w:t>Рябінова,9»</w:t>
            </w:r>
            <w:r>
              <w:t xml:space="preserve"> завершений будівництвом об’єкт «Улаштування</w:t>
            </w:r>
            <w:r>
              <w:rPr>
                <w:lang w:val="ru-RU"/>
              </w:rPr>
              <w:t xml:space="preserve"> </w:t>
            </w:r>
            <w:r w:rsidRPr="000D59CD">
              <w:t>дит</w:t>
            </w:r>
            <w:r>
              <w:t>ячого майданчика «Буковинський» на</w:t>
            </w:r>
            <w:r>
              <w:rPr>
                <w:lang w:val="ru-RU"/>
              </w:rPr>
              <w:t xml:space="preserve"> вул.</w:t>
            </w:r>
            <w:r w:rsidRPr="000D59CD">
              <w:t xml:space="preserve">Горобиновій,9 </w:t>
            </w:r>
            <w:r>
              <w:t xml:space="preserve">в                  </w:t>
            </w:r>
            <w:r w:rsidRPr="00E044D3">
              <w:rPr>
                <w:lang w:val="ru-RU"/>
              </w:rPr>
              <w:t xml:space="preserve">             </w:t>
            </w:r>
            <w:r>
              <w:t xml:space="preserve">м. Чернівцях» на суму  </w:t>
            </w:r>
            <w:r>
              <w:rPr>
                <w:b/>
                <w:bCs/>
              </w:rPr>
              <w:t xml:space="preserve">247 767,67 </w:t>
            </w:r>
            <w:r w:rsidRPr="00C10D8C">
              <w:rPr>
                <w:b/>
                <w:bCs/>
              </w:rPr>
              <w:t>грн</w:t>
            </w:r>
            <w:r>
              <w:t>.</w:t>
            </w:r>
            <w:r w:rsidRPr="00880572">
              <w:t xml:space="preserve"> </w:t>
            </w:r>
            <w:r>
              <w:rPr>
                <w:b/>
                <w:bCs/>
              </w:rPr>
              <w:t>(двісті сорок сім тисяч сімсот шістдесят сім гривень, 67 копійок).</w:t>
            </w:r>
          </w:p>
          <w:p w:rsidR="00432F7F" w:rsidRDefault="00432F7F" w:rsidP="005A406D">
            <w:pPr>
              <w:tabs>
                <w:tab w:val="left" w:pos="1335"/>
              </w:tabs>
              <w:ind w:left="747" w:right="120"/>
              <w:jc w:val="both"/>
              <w:rPr>
                <w:b/>
                <w:bCs/>
              </w:rPr>
            </w:pPr>
          </w:p>
          <w:p w:rsidR="00432F7F" w:rsidRDefault="00432F7F" w:rsidP="009F33AC">
            <w:pPr>
              <w:ind w:right="120"/>
              <w:jc w:val="both"/>
              <w:rPr>
                <w:b/>
                <w:bCs/>
              </w:rPr>
            </w:pPr>
            <w:r w:rsidRPr="00F710C7"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1.2. </w:t>
            </w:r>
            <w:r w:rsidRPr="005A406D">
              <w:t>ОСББ «Заводська,58-З»</w:t>
            </w:r>
            <w:r>
              <w:rPr>
                <w:b/>
                <w:bCs/>
              </w:rPr>
              <w:t xml:space="preserve"> </w:t>
            </w:r>
            <w:r>
              <w:t>завершений будівництвом об’єкт «</w:t>
            </w:r>
            <w:r w:rsidRPr="006B7AC2">
              <w:t>Улаштування дитячого</w:t>
            </w:r>
            <w:r>
              <w:t xml:space="preserve"> спортивного </w:t>
            </w:r>
            <w:r w:rsidRPr="006B7AC2">
              <w:t>майданчика «</w:t>
            </w:r>
            <w:r>
              <w:t>Сонечко</w:t>
            </w:r>
            <w:r w:rsidRPr="006B7AC2">
              <w:t xml:space="preserve">» </w:t>
            </w:r>
            <w:r>
              <w:t>на</w:t>
            </w:r>
            <w:r w:rsidRPr="006B7AC2">
              <w:t xml:space="preserve"> </w:t>
            </w:r>
            <w:r w:rsidRPr="009F33AC">
              <w:t xml:space="preserve">            </w:t>
            </w:r>
            <w:r w:rsidRPr="003004FA">
              <w:t xml:space="preserve">           </w:t>
            </w:r>
            <w:r>
              <w:t>вул.</w:t>
            </w:r>
            <w:r w:rsidRPr="006B7AC2">
              <w:t xml:space="preserve"> </w:t>
            </w:r>
            <w:r>
              <w:t>Заводській,</w:t>
            </w:r>
            <w:r w:rsidRPr="003460D3">
              <w:t xml:space="preserve"> </w:t>
            </w:r>
            <w:r>
              <w:t>58</w:t>
            </w:r>
            <w:r w:rsidRPr="003460D3">
              <w:t>-З</w:t>
            </w:r>
            <w:r w:rsidRPr="006B7AC2">
              <w:t xml:space="preserve"> </w:t>
            </w:r>
            <w:r>
              <w:t xml:space="preserve">в м. Чернівцях» на суму </w:t>
            </w:r>
            <w:r w:rsidRPr="00C21E38">
              <w:rPr>
                <w:b/>
                <w:bCs/>
              </w:rPr>
              <w:t>287 561,00</w:t>
            </w:r>
            <w:r w:rsidRPr="00C10D8C">
              <w:rPr>
                <w:b/>
                <w:bCs/>
              </w:rPr>
              <w:t xml:space="preserve"> грн</w:t>
            </w:r>
            <w:r>
              <w:t>.</w:t>
            </w:r>
            <w:r>
              <w:rPr>
                <w:b/>
                <w:bCs/>
              </w:rPr>
              <w:t xml:space="preserve"> (двісті вісімдесят сім тисяч п’ятсот шістдесят одна гривн</w:t>
            </w:r>
            <w:r w:rsidRPr="0021239B">
              <w:rPr>
                <w:b/>
                <w:bCs/>
              </w:rPr>
              <w:t>я</w:t>
            </w:r>
            <w:r>
              <w:rPr>
                <w:b/>
                <w:bCs/>
              </w:rPr>
              <w:t>, 00</w:t>
            </w:r>
            <w:r w:rsidRPr="00880572">
              <w:rPr>
                <w:b/>
                <w:bCs/>
              </w:rPr>
              <w:t xml:space="preserve"> к</w:t>
            </w:r>
            <w:r>
              <w:rPr>
                <w:b/>
                <w:bCs/>
              </w:rPr>
              <w:t>опійок).</w:t>
            </w:r>
          </w:p>
          <w:p w:rsidR="00432F7F" w:rsidRDefault="00432F7F" w:rsidP="005A406D">
            <w:pPr>
              <w:ind w:left="747" w:right="120"/>
              <w:jc w:val="both"/>
              <w:rPr>
                <w:b/>
                <w:bCs/>
              </w:rPr>
            </w:pPr>
          </w:p>
          <w:p w:rsidR="00432F7F" w:rsidRDefault="00432F7F" w:rsidP="00CE20D5">
            <w:pPr>
              <w:ind w:right="-70" w:firstLine="74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1.3.   </w:t>
            </w:r>
            <w:r w:rsidRPr="005A406D">
              <w:t>ОСББ «Руська,223-Д»</w:t>
            </w:r>
            <w:r>
              <w:t xml:space="preserve"> завершений будівництвом об’єкт «</w:t>
            </w:r>
            <w:r w:rsidRPr="006B7AC2">
              <w:t>Улаштування</w:t>
            </w:r>
            <w:r>
              <w:t xml:space="preserve"> </w:t>
            </w:r>
            <w:r w:rsidRPr="006B7AC2">
              <w:t>дитячо</w:t>
            </w:r>
            <w:r>
              <w:rPr>
                <w:lang w:val="ru-RU"/>
              </w:rPr>
              <w:t xml:space="preserve"> – </w:t>
            </w:r>
            <w:r>
              <w:t xml:space="preserve">спортивного </w:t>
            </w:r>
            <w:r w:rsidRPr="006B7AC2">
              <w:t xml:space="preserve">майданчика </w:t>
            </w:r>
            <w:r>
              <w:t xml:space="preserve">на   вул. Руській,223-Д в м. Чернівцях» на суму </w:t>
            </w:r>
            <w:r>
              <w:rPr>
                <w:b/>
                <w:bCs/>
              </w:rPr>
              <w:t>283</w:t>
            </w:r>
            <w:r w:rsidRPr="00C21E3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242,00</w:t>
            </w:r>
            <w:r w:rsidRPr="00C10D8C">
              <w:rPr>
                <w:b/>
                <w:bCs/>
              </w:rPr>
              <w:t xml:space="preserve"> грн</w:t>
            </w:r>
            <w:r>
              <w:t>.</w:t>
            </w:r>
            <w:r w:rsidRPr="00A8516B">
              <w:t xml:space="preserve"> </w:t>
            </w:r>
            <w:r>
              <w:rPr>
                <w:b/>
                <w:bCs/>
              </w:rPr>
              <w:t>(двісті вісімдесят три тисячі двісті сорок дві гривні,                  00 копійок).</w:t>
            </w:r>
          </w:p>
          <w:p w:rsidR="00432F7F" w:rsidRPr="005A406D" w:rsidRDefault="00432F7F" w:rsidP="005A406D">
            <w:pPr>
              <w:ind w:left="747" w:right="120"/>
              <w:jc w:val="both"/>
            </w:pPr>
          </w:p>
          <w:p w:rsidR="00432F7F" w:rsidRDefault="00432F7F" w:rsidP="00EE3110">
            <w:pPr>
              <w:ind w:firstLine="709"/>
              <w:jc w:val="both"/>
            </w:pPr>
            <w:r w:rsidRPr="00251C88">
              <w:rPr>
                <w:b/>
                <w:bCs/>
              </w:rPr>
              <w:t>2.</w:t>
            </w:r>
            <w:r>
              <w:t xml:space="preserve"> </w:t>
            </w:r>
            <w:r w:rsidRPr="007F67CE">
              <w:t>Департаменту містобудівного комплексу та земельних відносин</w:t>
            </w:r>
            <w:r>
              <w:t xml:space="preserve"> міської ради та ОСББ «Рябінова</w:t>
            </w:r>
            <w:r w:rsidRPr="00A82D61">
              <w:rPr>
                <w:color w:val="000000"/>
              </w:rPr>
              <w:t>,9</w:t>
            </w:r>
            <w:r>
              <w:t xml:space="preserve">», </w:t>
            </w:r>
            <w:r w:rsidRPr="005A406D">
              <w:t>ОСББ «Заводська,58-З»</w:t>
            </w:r>
            <w:r>
              <w:t xml:space="preserve"> та </w:t>
            </w:r>
            <w:r w:rsidRPr="005A406D">
              <w:t>ОСББ «Руська,223-Д»</w:t>
            </w:r>
            <w:r>
              <w:t xml:space="preserve"> в</w:t>
            </w:r>
            <w:r w:rsidRPr="007F67CE">
              <w:t xml:space="preserve"> місячний термін після прийняття рішення</w:t>
            </w:r>
            <w:r>
              <w:t xml:space="preserve"> оформити приймання-</w:t>
            </w:r>
            <w:r w:rsidRPr="007F67CE">
              <w:t>передавання майна відповідним актом</w:t>
            </w:r>
            <w:r>
              <w:t>.</w:t>
            </w:r>
          </w:p>
          <w:p w:rsidR="00432F7F" w:rsidRDefault="00432F7F" w:rsidP="00EE3110">
            <w:pPr>
              <w:ind w:firstLine="709"/>
              <w:jc w:val="both"/>
            </w:pPr>
          </w:p>
          <w:p w:rsidR="00432F7F" w:rsidRDefault="00432F7F" w:rsidP="00EB0471">
            <w:pPr>
              <w:pStyle w:val="BodyText3"/>
              <w:spacing w:after="0"/>
              <w:ind w:firstLine="567"/>
              <w:jc w:val="both"/>
              <w:rPr>
                <w:sz w:val="28"/>
                <w:szCs w:val="28"/>
              </w:rPr>
            </w:pPr>
            <w:r w:rsidRPr="00EB0471">
              <w:rPr>
                <w:b/>
                <w:bCs/>
                <w:sz w:val="28"/>
                <w:szCs w:val="28"/>
              </w:rPr>
              <w:t xml:space="preserve">   3</w:t>
            </w:r>
            <w:r w:rsidRPr="00EB0471">
              <w:rPr>
                <w:sz w:val="28"/>
                <w:szCs w:val="28"/>
              </w:rPr>
              <w:t>. Визнати таким, що втратило чинність</w:t>
            </w:r>
            <w:r>
              <w:rPr>
                <w:sz w:val="28"/>
                <w:szCs w:val="28"/>
              </w:rPr>
              <w:t>,</w:t>
            </w:r>
            <w:r w:rsidRPr="00EB0471">
              <w:rPr>
                <w:sz w:val="28"/>
                <w:szCs w:val="28"/>
              </w:rPr>
              <w:t xml:space="preserve"> рішення виконавч</w:t>
            </w:r>
            <w:r>
              <w:rPr>
                <w:sz w:val="28"/>
                <w:szCs w:val="28"/>
              </w:rPr>
              <w:t>ого комітету міської ради від 08.09.2020р. №</w:t>
            </w:r>
            <w:r w:rsidRPr="00EB047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22/20</w:t>
            </w:r>
            <w:r w:rsidRPr="00EB0471">
              <w:rPr>
                <w:sz w:val="28"/>
                <w:szCs w:val="28"/>
              </w:rPr>
              <w:t xml:space="preserve"> «Пр</w:t>
            </w:r>
            <w:r>
              <w:rPr>
                <w:sz w:val="28"/>
                <w:szCs w:val="28"/>
              </w:rPr>
              <w:t>о передачу на баланс завершених будівництвом об’єктів</w:t>
            </w:r>
            <w:r w:rsidRPr="00EB0471">
              <w:rPr>
                <w:sz w:val="28"/>
                <w:szCs w:val="28"/>
              </w:rPr>
              <w:t xml:space="preserve"> міста Чернівців».</w:t>
            </w:r>
          </w:p>
          <w:p w:rsidR="00432F7F" w:rsidRPr="00EB0471" w:rsidRDefault="00432F7F" w:rsidP="00EB0471">
            <w:pPr>
              <w:pStyle w:val="BodyText3"/>
              <w:spacing w:after="0"/>
              <w:ind w:firstLine="567"/>
              <w:jc w:val="both"/>
              <w:rPr>
                <w:sz w:val="28"/>
                <w:szCs w:val="28"/>
              </w:rPr>
            </w:pPr>
          </w:p>
          <w:p w:rsidR="00432F7F" w:rsidRDefault="00432F7F" w:rsidP="00EE3110">
            <w:pPr>
              <w:ind w:firstLine="709"/>
              <w:jc w:val="both"/>
            </w:pPr>
            <w:r>
              <w:rPr>
                <w:b/>
                <w:bCs/>
              </w:rPr>
              <w:t xml:space="preserve"> 4</w:t>
            </w:r>
            <w:r w:rsidRPr="00251C88">
              <w:rPr>
                <w:b/>
                <w:bCs/>
              </w:rPr>
              <w:t>.</w:t>
            </w:r>
            <w:r w:rsidRPr="00A01644">
              <w:t xml:space="preserve"> Рішення набирає чинності з дня </w:t>
            </w:r>
            <w:r>
              <w:t>його</w:t>
            </w:r>
            <w:r w:rsidRPr="00A01644">
              <w:t xml:space="preserve"> оприлюдненн</w:t>
            </w:r>
            <w:r>
              <w:t>я</w:t>
            </w:r>
            <w:r w:rsidRPr="00A01644">
              <w:t xml:space="preserve"> на офіційному </w:t>
            </w:r>
            <w:r>
              <w:t xml:space="preserve">      веб</w:t>
            </w:r>
            <w:r w:rsidRPr="00A01644">
              <w:t xml:space="preserve">порталі </w:t>
            </w:r>
            <w:r>
              <w:t xml:space="preserve">Чернівецької </w:t>
            </w:r>
            <w:r w:rsidRPr="00A01644">
              <w:t>міської ради</w:t>
            </w:r>
            <w:r>
              <w:t>.</w:t>
            </w:r>
          </w:p>
          <w:p w:rsidR="00432F7F" w:rsidRPr="00EE3110" w:rsidRDefault="00432F7F" w:rsidP="00EE3110">
            <w:pPr>
              <w:ind w:firstLine="709"/>
              <w:jc w:val="both"/>
            </w:pPr>
          </w:p>
          <w:p w:rsidR="00432F7F" w:rsidRDefault="00432F7F" w:rsidP="00EB0471">
            <w:pPr>
              <w:pStyle w:val="BodyText3"/>
              <w:spacing w:after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5</w:t>
            </w:r>
            <w:r w:rsidRPr="00CE3EFA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Організацію виконання рішення </w:t>
            </w:r>
            <w:r w:rsidRPr="00CE3EFA">
              <w:rPr>
                <w:sz w:val="28"/>
                <w:szCs w:val="28"/>
              </w:rPr>
              <w:t>покласти на департамент містобудівного комплексу та земельних відносин міської ради.</w:t>
            </w:r>
          </w:p>
          <w:p w:rsidR="00432F7F" w:rsidRDefault="00432F7F" w:rsidP="00EB0471">
            <w:pPr>
              <w:pStyle w:val="BodyText3"/>
              <w:spacing w:after="0"/>
              <w:ind w:firstLine="567"/>
              <w:jc w:val="both"/>
              <w:rPr>
                <w:sz w:val="28"/>
                <w:szCs w:val="28"/>
              </w:rPr>
            </w:pPr>
          </w:p>
          <w:p w:rsidR="00432F7F" w:rsidRDefault="00432F7F" w:rsidP="00EB0471">
            <w:pPr>
              <w:pStyle w:val="BodyText3"/>
              <w:spacing w:after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 xml:space="preserve"> 6</w:t>
            </w:r>
            <w:r w:rsidRPr="00CE3EFA">
              <w:rPr>
                <w:b/>
                <w:bCs/>
                <w:sz w:val="28"/>
                <w:szCs w:val="28"/>
              </w:rPr>
              <w:t>.</w:t>
            </w:r>
            <w:r w:rsidRPr="00CE3EFA">
              <w:rPr>
                <w:sz w:val="28"/>
                <w:szCs w:val="28"/>
              </w:rPr>
              <w:t xml:space="preserve">  Контроль за виконанням цього рішення покласти на заступника міського голови з питань діяльності</w:t>
            </w:r>
            <w:r>
              <w:rPr>
                <w:sz w:val="28"/>
                <w:szCs w:val="28"/>
              </w:rPr>
              <w:t xml:space="preserve"> виконавчих органів міської ради Бурегу Ю.І.</w:t>
            </w:r>
          </w:p>
          <w:p w:rsidR="00432F7F" w:rsidRDefault="00432F7F" w:rsidP="00DD2938">
            <w:pPr>
              <w:pStyle w:val="BodyText3"/>
              <w:spacing w:after="0"/>
              <w:ind w:firstLine="567"/>
              <w:jc w:val="both"/>
              <w:rPr>
                <w:b/>
                <w:bCs/>
              </w:rPr>
            </w:pPr>
          </w:p>
          <w:p w:rsidR="00432F7F" w:rsidRDefault="00432F7F" w:rsidP="00C80E30">
            <w:pPr>
              <w:pStyle w:val="BodyText"/>
              <w:spacing w:line="228" w:lineRule="auto"/>
              <w:ind w:firstLine="567"/>
              <w:jc w:val="both"/>
            </w:pPr>
          </w:p>
          <w:p w:rsidR="00432F7F" w:rsidRDefault="00432F7F" w:rsidP="00DD2938">
            <w:pPr>
              <w:rPr>
                <w:b/>
                <w:bCs/>
              </w:rPr>
            </w:pPr>
          </w:p>
          <w:p w:rsidR="00432F7F" w:rsidRDefault="00432F7F" w:rsidP="00DD2938">
            <w:pPr>
              <w:rPr>
                <w:b/>
                <w:bCs/>
              </w:rPr>
            </w:pPr>
          </w:p>
          <w:p w:rsidR="00432F7F" w:rsidRPr="00B61986" w:rsidRDefault="00432F7F" w:rsidP="00DD2938">
            <w:pPr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bCs/>
              </w:rPr>
              <w:t>Секретар Чернівецької міської  ради                                                 В. Продан</w:t>
            </w:r>
          </w:p>
        </w:tc>
      </w:tr>
    </w:tbl>
    <w:p w:rsidR="00432F7F" w:rsidRDefault="00432F7F" w:rsidP="00295D7E">
      <w:pPr>
        <w:ind w:left="567" w:hanging="567"/>
        <w:outlineLvl w:val="0"/>
      </w:pPr>
    </w:p>
    <w:p w:rsidR="00432F7F" w:rsidRDefault="00432F7F" w:rsidP="00295D7E">
      <w:pPr>
        <w:ind w:left="567" w:hanging="567"/>
        <w:outlineLvl w:val="0"/>
      </w:pPr>
    </w:p>
    <w:p w:rsidR="00432F7F" w:rsidRDefault="00432F7F" w:rsidP="00295D7E">
      <w:pPr>
        <w:ind w:left="567" w:hanging="567"/>
        <w:outlineLvl w:val="0"/>
      </w:pPr>
    </w:p>
    <w:p w:rsidR="00432F7F" w:rsidRDefault="00432F7F" w:rsidP="00295D7E">
      <w:pPr>
        <w:ind w:left="567" w:hanging="567"/>
        <w:outlineLvl w:val="0"/>
      </w:pPr>
    </w:p>
    <w:p w:rsidR="00432F7F" w:rsidRPr="000B0D8A" w:rsidRDefault="00432F7F" w:rsidP="00295D7E">
      <w:pPr>
        <w:ind w:left="567" w:hanging="567"/>
        <w:outlineLvl w:val="0"/>
        <w:rPr>
          <w:lang w:val="ru-RU"/>
        </w:rPr>
      </w:pPr>
    </w:p>
    <w:p w:rsidR="00432F7F" w:rsidRPr="000B0D8A" w:rsidRDefault="00432F7F" w:rsidP="00295D7E">
      <w:pPr>
        <w:ind w:left="567" w:hanging="567"/>
        <w:outlineLvl w:val="0"/>
        <w:rPr>
          <w:lang w:val="ru-RU"/>
        </w:rPr>
      </w:pPr>
    </w:p>
    <w:p w:rsidR="00432F7F" w:rsidRPr="000B0D8A" w:rsidRDefault="00432F7F" w:rsidP="00295D7E">
      <w:pPr>
        <w:ind w:left="567" w:hanging="567"/>
        <w:outlineLvl w:val="0"/>
        <w:rPr>
          <w:lang w:val="ru-RU"/>
        </w:rPr>
      </w:pPr>
    </w:p>
    <w:p w:rsidR="00432F7F" w:rsidRPr="000B0D8A" w:rsidRDefault="00432F7F" w:rsidP="00295D7E">
      <w:pPr>
        <w:ind w:left="567" w:hanging="567"/>
        <w:outlineLvl w:val="0"/>
        <w:rPr>
          <w:lang w:val="ru-RU"/>
        </w:rPr>
      </w:pPr>
    </w:p>
    <w:p w:rsidR="00432F7F" w:rsidRPr="000B0D8A" w:rsidRDefault="00432F7F" w:rsidP="00295D7E">
      <w:pPr>
        <w:ind w:left="567" w:hanging="567"/>
        <w:outlineLvl w:val="0"/>
        <w:rPr>
          <w:lang w:val="ru-RU"/>
        </w:rPr>
      </w:pPr>
    </w:p>
    <w:p w:rsidR="00432F7F" w:rsidRPr="000B0D8A" w:rsidRDefault="00432F7F" w:rsidP="00295D7E">
      <w:pPr>
        <w:ind w:left="567" w:hanging="567"/>
        <w:outlineLvl w:val="0"/>
        <w:rPr>
          <w:lang w:val="ru-RU"/>
        </w:rPr>
      </w:pPr>
    </w:p>
    <w:sectPr w:rsidR="00432F7F" w:rsidRPr="000B0D8A" w:rsidSect="00A82D61">
      <w:pgSz w:w="11906" w:h="16838"/>
      <w:pgMar w:top="992" w:right="709" w:bottom="851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F7F" w:rsidRDefault="00432F7F" w:rsidP="00144D2A">
      <w:r>
        <w:separator/>
      </w:r>
    </w:p>
  </w:endnote>
  <w:endnote w:type="continuationSeparator" w:id="0">
    <w:p w:rsidR="00432F7F" w:rsidRDefault="00432F7F" w:rsidP="00144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F7F" w:rsidRDefault="00432F7F" w:rsidP="00144D2A">
      <w:r>
        <w:separator/>
      </w:r>
    </w:p>
  </w:footnote>
  <w:footnote w:type="continuationSeparator" w:id="0">
    <w:p w:rsidR="00432F7F" w:rsidRDefault="00432F7F" w:rsidP="00144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75567"/>
    <w:multiLevelType w:val="hybridMultilevel"/>
    <w:tmpl w:val="7E341582"/>
    <w:lvl w:ilvl="0" w:tplc="01E27BB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800A9A"/>
    <w:multiLevelType w:val="hybridMultilevel"/>
    <w:tmpl w:val="4F26B488"/>
    <w:lvl w:ilvl="0" w:tplc="45D219A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7B0D6C09"/>
    <w:multiLevelType w:val="hybridMultilevel"/>
    <w:tmpl w:val="F59AC710"/>
    <w:lvl w:ilvl="0" w:tplc="9C7A89A4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0952"/>
    <w:rsid w:val="00021C2C"/>
    <w:rsid w:val="00024DA7"/>
    <w:rsid w:val="00025002"/>
    <w:rsid w:val="000257CF"/>
    <w:rsid w:val="00026A84"/>
    <w:rsid w:val="00030369"/>
    <w:rsid w:val="000367EA"/>
    <w:rsid w:val="00040044"/>
    <w:rsid w:val="00040B0A"/>
    <w:rsid w:val="00040E60"/>
    <w:rsid w:val="00043929"/>
    <w:rsid w:val="00047B35"/>
    <w:rsid w:val="000513BE"/>
    <w:rsid w:val="00052498"/>
    <w:rsid w:val="00053477"/>
    <w:rsid w:val="00054856"/>
    <w:rsid w:val="000549B5"/>
    <w:rsid w:val="00055056"/>
    <w:rsid w:val="00056A5D"/>
    <w:rsid w:val="00056B02"/>
    <w:rsid w:val="000570AE"/>
    <w:rsid w:val="00057787"/>
    <w:rsid w:val="000634F8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95A01"/>
    <w:rsid w:val="000A18F2"/>
    <w:rsid w:val="000A2237"/>
    <w:rsid w:val="000A2E8D"/>
    <w:rsid w:val="000A3506"/>
    <w:rsid w:val="000A5507"/>
    <w:rsid w:val="000A60E3"/>
    <w:rsid w:val="000A747F"/>
    <w:rsid w:val="000A7F1B"/>
    <w:rsid w:val="000B0D8A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C7718"/>
    <w:rsid w:val="000D151B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E7835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0F6A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5F29"/>
    <w:rsid w:val="001464E0"/>
    <w:rsid w:val="00147039"/>
    <w:rsid w:val="00150363"/>
    <w:rsid w:val="00151056"/>
    <w:rsid w:val="00152065"/>
    <w:rsid w:val="00153F80"/>
    <w:rsid w:val="00155BB1"/>
    <w:rsid w:val="0015659D"/>
    <w:rsid w:val="001566A0"/>
    <w:rsid w:val="00157AF1"/>
    <w:rsid w:val="00157F9C"/>
    <w:rsid w:val="001606BD"/>
    <w:rsid w:val="00161289"/>
    <w:rsid w:val="00163DBD"/>
    <w:rsid w:val="00163F99"/>
    <w:rsid w:val="001647F5"/>
    <w:rsid w:val="00165794"/>
    <w:rsid w:val="00167762"/>
    <w:rsid w:val="001776B3"/>
    <w:rsid w:val="00186551"/>
    <w:rsid w:val="00186BCB"/>
    <w:rsid w:val="00190836"/>
    <w:rsid w:val="001930B8"/>
    <w:rsid w:val="00193747"/>
    <w:rsid w:val="00196703"/>
    <w:rsid w:val="00197EB4"/>
    <w:rsid w:val="001A1AB9"/>
    <w:rsid w:val="001A246D"/>
    <w:rsid w:val="001A329F"/>
    <w:rsid w:val="001A3CC7"/>
    <w:rsid w:val="001A430F"/>
    <w:rsid w:val="001B03DE"/>
    <w:rsid w:val="001B0B44"/>
    <w:rsid w:val="001B30C6"/>
    <w:rsid w:val="001B44B2"/>
    <w:rsid w:val="001B6C2D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36B0"/>
    <w:rsid w:val="001D4519"/>
    <w:rsid w:val="001E0CC4"/>
    <w:rsid w:val="001E3AA5"/>
    <w:rsid w:val="001E5A12"/>
    <w:rsid w:val="001E78D0"/>
    <w:rsid w:val="001F0A98"/>
    <w:rsid w:val="001F182F"/>
    <w:rsid w:val="001F2E6A"/>
    <w:rsid w:val="001F31C0"/>
    <w:rsid w:val="001F36B5"/>
    <w:rsid w:val="00200EBC"/>
    <w:rsid w:val="002010EB"/>
    <w:rsid w:val="00203DBD"/>
    <w:rsid w:val="002120BA"/>
    <w:rsid w:val="0021239B"/>
    <w:rsid w:val="002205AC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35BF1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1C88"/>
    <w:rsid w:val="00254CEC"/>
    <w:rsid w:val="0025662B"/>
    <w:rsid w:val="00257892"/>
    <w:rsid w:val="00260B22"/>
    <w:rsid w:val="002649AA"/>
    <w:rsid w:val="002654A0"/>
    <w:rsid w:val="00265950"/>
    <w:rsid w:val="0026678C"/>
    <w:rsid w:val="00266E33"/>
    <w:rsid w:val="002674BC"/>
    <w:rsid w:val="002700DE"/>
    <w:rsid w:val="00272FBC"/>
    <w:rsid w:val="002771E9"/>
    <w:rsid w:val="0027736E"/>
    <w:rsid w:val="0028280D"/>
    <w:rsid w:val="00282DCC"/>
    <w:rsid w:val="00283EEA"/>
    <w:rsid w:val="00285942"/>
    <w:rsid w:val="00286490"/>
    <w:rsid w:val="00287CA7"/>
    <w:rsid w:val="00293A1E"/>
    <w:rsid w:val="00295D7E"/>
    <w:rsid w:val="00296CED"/>
    <w:rsid w:val="002A2C5B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3F5E"/>
    <w:rsid w:val="002E44E6"/>
    <w:rsid w:val="002E5A74"/>
    <w:rsid w:val="002E68F3"/>
    <w:rsid w:val="002F08CC"/>
    <w:rsid w:val="002F5D1A"/>
    <w:rsid w:val="002F6D93"/>
    <w:rsid w:val="003004FA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1C9F"/>
    <w:rsid w:val="00312276"/>
    <w:rsid w:val="00315A8A"/>
    <w:rsid w:val="00316CDF"/>
    <w:rsid w:val="0031771B"/>
    <w:rsid w:val="00320E5C"/>
    <w:rsid w:val="0032305D"/>
    <w:rsid w:val="003247C6"/>
    <w:rsid w:val="00327F70"/>
    <w:rsid w:val="00330C12"/>
    <w:rsid w:val="00333BAC"/>
    <w:rsid w:val="003358C2"/>
    <w:rsid w:val="00336A67"/>
    <w:rsid w:val="00336C7F"/>
    <w:rsid w:val="0034047B"/>
    <w:rsid w:val="003412CC"/>
    <w:rsid w:val="003427B1"/>
    <w:rsid w:val="00345C66"/>
    <w:rsid w:val="003460D3"/>
    <w:rsid w:val="00346227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3CD9"/>
    <w:rsid w:val="00384888"/>
    <w:rsid w:val="00385903"/>
    <w:rsid w:val="00387D04"/>
    <w:rsid w:val="00387D95"/>
    <w:rsid w:val="00391E44"/>
    <w:rsid w:val="00392941"/>
    <w:rsid w:val="0039318F"/>
    <w:rsid w:val="003949EB"/>
    <w:rsid w:val="00397CE8"/>
    <w:rsid w:val="003A0A6B"/>
    <w:rsid w:val="003A0DA5"/>
    <w:rsid w:val="003A1003"/>
    <w:rsid w:val="003A32A4"/>
    <w:rsid w:val="003A5695"/>
    <w:rsid w:val="003B0B1C"/>
    <w:rsid w:val="003B126E"/>
    <w:rsid w:val="003B1FA7"/>
    <w:rsid w:val="003B474C"/>
    <w:rsid w:val="003B526E"/>
    <w:rsid w:val="003B63CC"/>
    <w:rsid w:val="003C4375"/>
    <w:rsid w:val="003C54C3"/>
    <w:rsid w:val="003C77DE"/>
    <w:rsid w:val="003C7AB2"/>
    <w:rsid w:val="003C7FCB"/>
    <w:rsid w:val="003D0307"/>
    <w:rsid w:val="003D084E"/>
    <w:rsid w:val="003D3AFA"/>
    <w:rsid w:val="003D3F52"/>
    <w:rsid w:val="003D51AD"/>
    <w:rsid w:val="003D53B0"/>
    <w:rsid w:val="003D5D51"/>
    <w:rsid w:val="003D6776"/>
    <w:rsid w:val="003D7008"/>
    <w:rsid w:val="003E03EE"/>
    <w:rsid w:val="003E0677"/>
    <w:rsid w:val="003F09FC"/>
    <w:rsid w:val="003F49ED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2BD2"/>
    <w:rsid w:val="00432F7F"/>
    <w:rsid w:val="00433118"/>
    <w:rsid w:val="004373B3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D65"/>
    <w:rsid w:val="00461AC1"/>
    <w:rsid w:val="00461AC3"/>
    <w:rsid w:val="004620BF"/>
    <w:rsid w:val="004620C9"/>
    <w:rsid w:val="00464BB0"/>
    <w:rsid w:val="004650EF"/>
    <w:rsid w:val="0046630F"/>
    <w:rsid w:val="00466BAC"/>
    <w:rsid w:val="004673AD"/>
    <w:rsid w:val="004678BA"/>
    <w:rsid w:val="004723EB"/>
    <w:rsid w:val="00475F83"/>
    <w:rsid w:val="004762FA"/>
    <w:rsid w:val="00483712"/>
    <w:rsid w:val="00485971"/>
    <w:rsid w:val="00486E5F"/>
    <w:rsid w:val="00490C42"/>
    <w:rsid w:val="00491E10"/>
    <w:rsid w:val="00492B8F"/>
    <w:rsid w:val="00496006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472D"/>
    <w:rsid w:val="004C71E4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10B3"/>
    <w:rsid w:val="004E32D7"/>
    <w:rsid w:val="004F0B0A"/>
    <w:rsid w:val="004F0E2C"/>
    <w:rsid w:val="004F3316"/>
    <w:rsid w:val="004F7C69"/>
    <w:rsid w:val="0050026A"/>
    <w:rsid w:val="005005D6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5878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62746"/>
    <w:rsid w:val="00564FA3"/>
    <w:rsid w:val="005662D9"/>
    <w:rsid w:val="0056722C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B23"/>
    <w:rsid w:val="00584E47"/>
    <w:rsid w:val="00586557"/>
    <w:rsid w:val="00586A3F"/>
    <w:rsid w:val="00590F96"/>
    <w:rsid w:val="00592482"/>
    <w:rsid w:val="005A19AA"/>
    <w:rsid w:val="005A241E"/>
    <w:rsid w:val="005A2CE4"/>
    <w:rsid w:val="005A330D"/>
    <w:rsid w:val="005A406D"/>
    <w:rsid w:val="005B2657"/>
    <w:rsid w:val="005B2805"/>
    <w:rsid w:val="005B3281"/>
    <w:rsid w:val="005B4A2E"/>
    <w:rsid w:val="005B502A"/>
    <w:rsid w:val="005B5611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6A1A"/>
    <w:rsid w:val="005E73B3"/>
    <w:rsid w:val="005F0038"/>
    <w:rsid w:val="005F44FF"/>
    <w:rsid w:val="005F5281"/>
    <w:rsid w:val="005F6013"/>
    <w:rsid w:val="005F68C0"/>
    <w:rsid w:val="005F7536"/>
    <w:rsid w:val="005F7DB9"/>
    <w:rsid w:val="0060069F"/>
    <w:rsid w:val="00601473"/>
    <w:rsid w:val="00601624"/>
    <w:rsid w:val="00601C89"/>
    <w:rsid w:val="00602F1D"/>
    <w:rsid w:val="00604570"/>
    <w:rsid w:val="00606CEF"/>
    <w:rsid w:val="006146E6"/>
    <w:rsid w:val="00616B16"/>
    <w:rsid w:val="006179AB"/>
    <w:rsid w:val="00620B00"/>
    <w:rsid w:val="00620B0A"/>
    <w:rsid w:val="006226AA"/>
    <w:rsid w:val="0062477C"/>
    <w:rsid w:val="00624B36"/>
    <w:rsid w:val="00624F15"/>
    <w:rsid w:val="0062666F"/>
    <w:rsid w:val="00633345"/>
    <w:rsid w:val="00636141"/>
    <w:rsid w:val="00637DD6"/>
    <w:rsid w:val="00640890"/>
    <w:rsid w:val="00641524"/>
    <w:rsid w:val="00646A23"/>
    <w:rsid w:val="00647CB8"/>
    <w:rsid w:val="00651E1D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45F"/>
    <w:rsid w:val="00675851"/>
    <w:rsid w:val="006766DC"/>
    <w:rsid w:val="00676854"/>
    <w:rsid w:val="00680D56"/>
    <w:rsid w:val="00681B6B"/>
    <w:rsid w:val="00684528"/>
    <w:rsid w:val="0068544F"/>
    <w:rsid w:val="006914E1"/>
    <w:rsid w:val="00691F1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B7AC2"/>
    <w:rsid w:val="006C40D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372"/>
    <w:rsid w:val="006E6E61"/>
    <w:rsid w:val="006F7C58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66E3"/>
    <w:rsid w:val="00737A47"/>
    <w:rsid w:val="00737AF3"/>
    <w:rsid w:val="00740490"/>
    <w:rsid w:val="007478F9"/>
    <w:rsid w:val="0075320A"/>
    <w:rsid w:val="007552EA"/>
    <w:rsid w:val="00760875"/>
    <w:rsid w:val="00760DCC"/>
    <w:rsid w:val="007615D9"/>
    <w:rsid w:val="00762701"/>
    <w:rsid w:val="00765F38"/>
    <w:rsid w:val="0076612A"/>
    <w:rsid w:val="0077067C"/>
    <w:rsid w:val="00770C45"/>
    <w:rsid w:val="0077101C"/>
    <w:rsid w:val="00772D08"/>
    <w:rsid w:val="007736C3"/>
    <w:rsid w:val="007748FA"/>
    <w:rsid w:val="007813AB"/>
    <w:rsid w:val="00790291"/>
    <w:rsid w:val="0079459E"/>
    <w:rsid w:val="007946CC"/>
    <w:rsid w:val="007A1FA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C684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0C54"/>
    <w:rsid w:val="007F3E0D"/>
    <w:rsid w:val="007F5B43"/>
    <w:rsid w:val="007F67CE"/>
    <w:rsid w:val="008000A1"/>
    <w:rsid w:val="00800915"/>
    <w:rsid w:val="00803A08"/>
    <w:rsid w:val="00804E7C"/>
    <w:rsid w:val="00805D19"/>
    <w:rsid w:val="00811085"/>
    <w:rsid w:val="00811C48"/>
    <w:rsid w:val="00812144"/>
    <w:rsid w:val="0081300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3254"/>
    <w:rsid w:val="00847A0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6749E"/>
    <w:rsid w:val="0087357E"/>
    <w:rsid w:val="00875779"/>
    <w:rsid w:val="00875838"/>
    <w:rsid w:val="00880572"/>
    <w:rsid w:val="0088469B"/>
    <w:rsid w:val="00887387"/>
    <w:rsid w:val="0089013A"/>
    <w:rsid w:val="00890BCF"/>
    <w:rsid w:val="00890EB9"/>
    <w:rsid w:val="008923E1"/>
    <w:rsid w:val="00895EB6"/>
    <w:rsid w:val="008976E6"/>
    <w:rsid w:val="008977CB"/>
    <w:rsid w:val="008A0BE6"/>
    <w:rsid w:val="008A23AE"/>
    <w:rsid w:val="008A484B"/>
    <w:rsid w:val="008A4FD8"/>
    <w:rsid w:val="008A5156"/>
    <w:rsid w:val="008A7C62"/>
    <w:rsid w:val="008B0EED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D709D"/>
    <w:rsid w:val="008E2071"/>
    <w:rsid w:val="008E378C"/>
    <w:rsid w:val="008F358C"/>
    <w:rsid w:val="008F52B1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32CB"/>
    <w:rsid w:val="00926545"/>
    <w:rsid w:val="009305C5"/>
    <w:rsid w:val="0093294C"/>
    <w:rsid w:val="00934B05"/>
    <w:rsid w:val="00935500"/>
    <w:rsid w:val="00935A27"/>
    <w:rsid w:val="00936E2C"/>
    <w:rsid w:val="009424F5"/>
    <w:rsid w:val="00942D4B"/>
    <w:rsid w:val="009446ED"/>
    <w:rsid w:val="00951440"/>
    <w:rsid w:val="0095331F"/>
    <w:rsid w:val="00956CA5"/>
    <w:rsid w:val="009573F4"/>
    <w:rsid w:val="00957971"/>
    <w:rsid w:val="00960C7A"/>
    <w:rsid w:val="00961E1C"/>
    <w:rsid w:val="0096329C"/>
    <w:rsid w:val="009642B4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38DA"/>
    <w:rsid w:val="009A3A92"/>
    <w:rsid w:val="009A5CFA"/>
    <w:rsid w:val="009B0AFE"/>
    <w:rsid w:val="009B177E"/>
    <w:rsid w:val="009B1854"/>
    <w:rsid w:val="009B1F93"/>
    <w:rsid w:val="009B6962"/>
    <w:rsid w:val="009B7992"/>
    <w:rsid w:val="009C184E"/>
    <w:rsid w:val="009C5AD4"/>
    <w:rsid w:val="009D2A09"/>
    <w:rsid w:val="009D5B38"/>
    <w:rsid w:val="009D75D1"/>
    <w:rsid w:val="009E044B"/>
    <w:rsid w:val="009E2326"/>
    <w:rsid w:val="009F05D0"/>
    <w:rsid w:val="009F13B0"/>
    <w:rsid w:val="009F33AC"/>
    <w:rsid w:val="009F60A6"/>
    <w:rsid w:val="009F7794"/>
    <w:rsid w:val="009F7AE8"/>
    <w:rsid w:val="009F7DA3"/>
    <w:rsid w:val="00A00FDA"/>
    <w:rsid w:val="00A01644"/>
    <w:rsid w:val="00A06219"/>
    <w:rsid w:val="00A07EDF"/>
    <w:rsid w:val="00A10150"/>
    <w:rsid w:val="00A12013"/>
    <w:rsid w:val="00A1610D"/>
    <w:rsid w:val="00A1723D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2F63"/>
    <w:rsid w:val="00A3438E"/>
    <w:rsid w:val="00A36716"/>
    <w:rsid w:val="00A3751F"/>
    <w:rsid w:val="00A4013A"/>
    <w:rsid w:val="00A444EB"/>
    <w:rsid w:val="00A514FF"/>
    <w:rsid w:val="00A52A47"/>
    <w:rsid w:val="00A54DEE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2D61"/>
    <w:rsid w:val="00A84751"/>
    <w:rsid w:val="00A8516B"/>
    <w:rsid w:val="00A87759"/>
    <w:rsid w:val="00A87D74"/>
    <w:rsid w:val="00A96906"/>
    <w:rsid w:val="00A97E43"/>
    <w:rsid w:val="00AA0F7A"/>
    <w:rsid w:val="00AA1D38"/>
    <w:rsid w:val="00AA2F93"/>
    <w:rsid w:val="00AA3381"/>
    <w:rsid w:val="00AA3E6C"/>
    <w:rsid w:val="00AB38A0"/>
    <w:rsid w:val="00AB4BA2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E0AF0"/>
    <w:rsid w:val="00AE3216"/>
    <w:rsid w:val="00AF1FF6"/>
    <w:rsid w:val="00AF6731"/>
    <w:rsid w:val="00AF6AAA"/>
    <w:rsid w:val="00AF6E26"/>
    <w:rsid w:val="00B01DFC"/>
    <w:rsid w:val="00B01FB2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6EB"/>
    <w:rsid w:val="00B20DC0"/>
    <w:rsid w:val="00B214E8"/>
    <w:rsid w:val="00B21CBE"/>
    <w:rsid w:val="00B23931"/>
    <w:rsid w:val="00B248BE"/>
    <w:rsid w:val="00B2542F"/>
    <w:rsid w:val="00B31C13"/>
    <w:rsid w:val="00B3202A"/>
    <w:rsid w:val="00B32B89"/>
    <w:rsid w:val="00B33FFD"/>
    <w:rsid w:val="00B34A20"/>
    <w:rsid w:val="00B34EFC"/>
    <w:rsid w:val="00B368D9"/>
    <w:rsid w:val="00B37B39"/>
    <w:rsid w:val="00B428DE"/>
    <w:rsid w:val="00B43696"/>
    <w:rsid w:val="00B46552"/>
    <w:rsid w:val="00B46E3C"/>
    <w:rsid w:val="00B50D0E"/>
    <w:rsid w:val="00B51262"/>
    <w:rsid w:val="00B52ED9"/>
    <w:rsid w:val="00B56878"/>
    <w:rsid w:val="00B57428"/>
    <w:rsid w:val="00B60362"/>
    <w:rsid w:val="00B61986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3C"/>
    <w:rsid w:val="00B86CF1"/>
    <w:rsid w:val="00B92D9D"/>
    <w:rsid w:val="00B94160"/>
    <w:rsid w:val="00B94C8F"/>
    <w:rsid w:val="00B9509E"/>
    <w:rsid w:val="00B96510"/>
    <w:rsid w:val="00B973EF"/>
    <w:rsid w:val="00BA20F8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54F9"/>
    <w:rsid w:val="00BD6118"/>
    <w:rsid w:val="00BE0DCD"/>
    <w:rsid w:val="00BE17FE"/>
    <w:rsid w:val="00BE3715"/>
    <w:rsid w:val="00BE5A44"/>
    <w:rsid w:val="00BE6DBF"/>
    <w:rsid w:val="00BE7B04"/>
    <w:rsid w:val="00BF24A4"/>
    <w:rsid w:val="00BF3EB5"/>
    <w:rsid w:val="00BF79B7"/>
    <w:rsid w:val="00C02CB9"/>
    <w:rsid w:val="00C04246"/>
    <w:rsid w:val="00C0653E"/>
    <w:rsid w:val="00C0728C"/>
    <w:rsid w:val="00C10D8C"/>
    <w:rsid w:val="00C10D8D"/>
    <w:rsid w:val="00C118E3"/>
    <w:rsid w:val="00C127CB"/>
    <w:rsid w:val="00C142C3"/>
    <w:rsid w:val="00C15B7B"/>
    <w:rsid w:val="00C168FE"/>
    <w:rsid w:val="00C1729F"/>
    <w:rsid w:val="00C17B3C"/>
    <w:rsid w:val="00C21E38"/>
    <w:rsid w:val="00C228B1"/>
    <w:rsid w:val="00C230B3"/>
    <w:rsid w:val="00C24390"/>
    <w:rsid w:val="00C314EC"/>
    <w:rsid w:val="00C319D1"/>
    <w:rsid w:val="00C34D2E"/>
    <w:rsid w:val="00C46466"/>
    <w:rsid w:val="00C47AF1"/>
    <w:rsid w:val="00C5005E"/>
    <w:rsid w:val="00C502AB"/>
    <w:rsid w:val="00C52088"/>
    <w:rsid w:val="00C55A01"/>
    <w:rsid w:val="00C56AB8"/>
    <w:rsid w:val="00C578C5"/>
    <w:rsid w:val="00C6243C"/>
    <w:rsid w:val="00C66992"/>
    <w:rsid w:val="00C671B0"/>
    <w:rsid w:val="00C7007E"/>
    <w:rsid w:val="00C70DB8"/>
    <w:rsid w:val="00C76D3E"/>
    <w:rsid w:val="00C76F2E"/>
    <w:rsid w:val="00C771AF"/>
    <w:rsid w:val="00C7791D"/>
    <w:rsid w:val="00C80E30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A03"/>
    <w:rsid w:val="00CD7C35"/>
    <w:rsid w:val="00CE20D5"/>
    <w:rsid w:val="00CE2ADF"/>
    <w:rsid w:val="00CE3EFA"/>
    <w:rsid w:val="00CE5719"/>
    <w:rsid w:val="00CF001B"/>
    <w:rsid w:val="00CF237D"/>
    <w:rsid w:val="00CF328F"/>
    <w:rsid w:val="00D03772"/>
    <w:rsid w:val="00D05C7F"/>
    <w:rsid w:val="00D07553"/>
    <w:rsid w:val="00D10350"/>
    <w:rsid w:val="00D10E93"/>
    <w:rsid w:val="00D12B18"/>
    <w:rsid w:val="00D13930"/>
    <w:rsid w:val="00D13DFE"/>
    <w:rsid w:val="00D16215"/>
    <w:rsid w:val="00D20A02"/>
    <w:rsid w:val="00D20CE6"/>
    <w:rsid w:val="00D269BE"/>
    <w:rsid w:val="00D27417"/>
    <w:rsid w:val="00D2786D"/>
    <w:rsid w:val="00D325C8"/>
    <w:rsid w:val="00D372D3"/>
    <w:rsid w:val="00D4209B"/>
    <w:rsid w:val="00D42A9A"/>
    <w:rsid w:val="00D44C64"/>
    <w:rsid w:val="00D50180"/>
    <w:rsid w:val="00D50CB9"/>
    <w:rsid w:val="00D50DE5"/>
    <w:rsid w:val="00D510F0"/>
    <w:rsid w:val="00D52E34"/>
    <w:rsid w:val="00D53E33"/>
    <w:rsid w:val="00D5442D"/>
    <w:rsid w:val="00D60A4F"/>
    <w:rsid w:val="00D63FE8"/>
    <w:rsid w:val="00D65174"/>
    <w:rsid w:val="00D66D69"/>
    <w:rsid w:val="00D67ABE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941EA"/>
    <w:rsid w:val="00DA0DF2"/>
    <w:rsid w:val="00DA374A"/>
    <w:rsid w:val="00DA6462"/>
    <w:rsid w:val="00DA692A"/>
    <w:rsid w:val="00DB198D"/>
    <w:rsid w:val="00DB1F83"/>
    <w:rsid w:val="00DB464E"/>
    <w:rsid w:val="00DB6B48"/>
    <w:rsid w:val="00DC081E"/>
    <w:rsid w:val="00DC41A9"/>
    <w:rsid w:val="00DD1924"/>
    <w:rsid w:val="00DD1F74"/>
    <w:rsid w:val="00DD2938"/>
    <w:rsid w:val="00DD5A5A"/>
    <w:rsid w:val="00DE1967"/>
    <w:rsid w:val="00DE286C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797"/>
    <w:rsid w:val="00E01F6D"/>
    <w:rsid w:val="00E02EE5"/>
    <w:rsid w:val="00E038F0"/>
    <w:rsid w:val="00E042E7"/>
    <w:rsid w:val="00E044D3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458F9"/>
    <w:rsid w:val="00E464B6"/>
    <w:rsid w:val="00E515F1"/>
    <w:rsid w:val="00E60DF0"/>
    <w:rsid w:val="00E61E86"/>
    <w:rsid w:val="00E624DF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0471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10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5533"/>
    <w:rsid w:val="00F16FA8"/>
    <w:rsid w:val="00F171FD"/>
    <w:rsid w:val="00F174C5"/>
    <w:rsid w:val="00F21B3A"/>
    <w:rsid w:val="00F23FF3"/>
    <w:rsid w:val="00F24BB9"/>
    <w:rsid w:val="00F3349B"/>
    <w:rsid w:val="00F36276"/>
    <w:rsid w:val="00F373CF"/>
    <w:rsid w:val="00F37B78"/>
    <w:rsid w:val="00F37BA3"/>
    <w:rsid w:val="00F4408F"/>
    <w:rsid w:val="00F449C7"/>
    <w:rsid w:val="00F44BF8"/>
    <w:rsid w:val="00F45B33"/>
    <w:rsid w:val="00F52847"/>
    <w:rsid w:val="00F535E4"/>
    <w:rsid w:val="00F53AEC"/>
    <w:rsid w:val="00F56413"/>
    <w:rsid w:val="00F57972"/>
    <w:rsid w:val="00F6057B"/>
    <w:rsid w:val="00F609B5"/>
    <w:rsid w:val="00F60D7E"/>
    <w:rsid w:val="00F678EE"/>
    <w:rsid w:val="00F7095A"/>
    <w:rsid w:val="00F710C7"/>
    <w:rsid w:val="00F72593"/>
    <w:rsid w:val="00F72F54"/>
    <w:rsid w:val="00F76CAF"/>
    <w:rsid w:val="00F81573"/>
    <w:rsid w:val="00F8203C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46AA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BC5"/>
    <w:rsid w:val="00FD5CD5"/>
    <w:rsid w:val="00FD6B38"/>
    <w:rsid w:val="00FE1C69"/>
    <w:rsid w:val="00FE458C"/>
    <w:rsid w:val="00FE5BCF"/>
    <w:rsid w:val="00FE5E8F"/>
    <w:rsid w:val="00FE65BD"/>
    <w:rsid w:val="00FF1007"/>
    <w:rsid w:val="00FF2C73"/>
    <w:rsid w:val="00FF479B"/>
    <w:rsid w:val="00FF7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0A6"/>
    <w:rPr>
      <w:rFonts w:ascii="Times New Roman" w:eastAsia="Times New Roman" w:hAnsi="Times New Roman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F60A6"/>
    <w:rPr>
      <w:rFonts w:ascii="Times New Roman" w:hAnsi="Times New Roman" w:cs="Times New Roman"/>
      <w:sz w:val="24"/>
      <w:szCs w:val="24"/>
      <w:lang w:val="uk-UA" w:eastAsia="ru-RU"/>
    </w:rPr>
  </w:style>
  <w:style w:type="character" w:styleId="PageNumber">
    <w:name w:val="page number"/>
    <w:basedOn w:val="DefaultParagraphFont"/>
    <w:uiPriority w:val="99"/>
    <w:rsid w:val="009F60A6"/>
  </w:style>
  <w:style w:type="paragraph" w:styleId="BodyText3">
    <w:name w:val="Body Text 3"/>
    <w:basedOn w:val="Normal"/>
    <w:link w:val="BodyText3Char"/>
    <w:uiPriority w:val="99"/>
    <w:rsid w:val="009F60A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9F60A6"/>
    <w:rPr>
      <w:rFonts w:ascii="Times New Roman" w:hAnsi="Times New Roman" w:cs="Times New Roman"/>
      <w:sz w:val="16"/>
      <w:szCs w:val="16"/>
      <w:lang w:val="uk-UA" w:eastAsia="ru-RU"/>
    </w:rPr>
  </w:style>
  <w:style w:type="paragraph" w:styleId="Footer">
    <w:name w:val="footer"/>
    <w:basedOn w:val="Normal"/>
    <w:link w:val="FooterChar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F60A6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F60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60A6"/>
    <w:rPr>
      <w:rFonts w:ascii="Tahoma" w:hAnsi="Tahoma" w:cs="Tahoma"/>
      <w:sz w:val="16"/>
      <w:szCs w:val="16"/>
      <w:lang w:val="uk-UA"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20952"/>
    <w:rPr>
      <w:rFonts w:ascii="Times New Roman" w:hAnsi="Times New Roman" w:cs="Times New Roman"/>
      <w:sz w:val="2"/>
      <w:szCs w:val="2"/>
      <w:lang w:val="uk-UA"/>
    </w:rPr>
  </w:style>
  <w:style w:type="table" w:styleId="TableGrid">
    <w:name w:val="Table Grid"/>
    <w:basedOn w:val="TableNormal"/>
    <w:uiPriority w:val="99"/>
    <w:rsid w:val="001D275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rsid w:val="00C80E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80E30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811C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9509E"/>
    <w:rPr>
      <w:rFonts w:ascii="Times New Roman" w:hAnsi="Times New Roman" w:cs="Times New Roman"/>
      <w:sz w:val="28"/>
      <w:szCs w:val="28"/>
      <w:lang w:val="uk-UA"/>
    </w:rPr>
  </w:style>
  <w:style w:type="paragraph" w:customStyle="1" w:styleId="CharChar">
    <w:name w:val="Char Знак Знак Char Знак"/>
    <w:basedOn w:val="Normal"/>
    <w:uiPriority w:val="99"/>
    <w:rsid w:val="00811C48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">
    <w:name w:val="Char Знак Знак Char Знак1"/>
    <w:basedOn w:val="Normal"/>
    <w:uiPriority w:val="99"/>
    <w:rsid w:val="00811C48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">
    <w:name w:val="1"/>
    <w:basedOn w:val="Normal"/>
    <w:uiPriority w:val="99"/>
    <w:rsid w:val="003C4375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99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434</Words>
  <Characters>2477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6</cp:revision>
  <cp:lastPrinted>2020-10-02T08:16:00Z</cp:lastPrinted>
  <dcterms:created xsi:type="dcterms:W3CDTF">2020-10-02T08:14:00Z</dcterms:created>
  <dcterms:modified xsi:type="dcterms:W3CDTF">2020-11-27T06:59:00Z</dcterms:modified>
</cp:coreProperties>
</file>