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23" w:rsidRDefault="009E3E23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9E3E23" w:rsidRPr="00E83DDB" w:rsidRDefault="009E3E23" w:rsidP="001431F8">
      <w:pPr>
        <w:autoSpaceDE w:val="0"/>
        <w:autoSpaceDN w:val="0"/>
        <w:adjustRightInd w:val="0"/>
        <w:jc w:val="center"/>
      </w:pPr>
      <w:r w:rsidRPr="008B319E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51.75pt;visibility:visible">
            <v:imagedata r:id="rId7" o:title=""/>
          </v:shape>
        </w:pict>
      </w:r>
    </w:p>
    <w:p w:rsidR="009E3E23" w:rsidRPr="00E83DDB" w:rsidRDefault="009E3E23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9E3E23" w:rsidRPr="00E83DDB" w:rsidRDefault="009E3E23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9E3E23" w:rsidRPr="00E83DDB" w:rsidRDefault="009E3E23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9E3E23" w:rsidRPr="00D51933" w:rsidRDefault="009E3E23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E3E23" w:rsidRDefault="009E3E23">
      <w:pPr>
        <w:rPr>
          <w:szCs w:val="28"/>
          <w:u w:val="single"/>
        </w:rPr>
      </w:pPr>
    </w:p>
    <w:p w:rsidR="009E3E23" w:rsidRPr="00781857" w:rsidRDefault="009E3E23">
      <w:pPr>
        <w:rPr>
          <w:szCs w:val="28"/>
        </w:rPr>
      </w:pPr>
      <w:r>
        <w:rPr>
          <w:szCs w:val="28"/>
          <w:u w:val="single"/>
        </w:rPr>
        <w:t>13.10.</w:t>
      </w:r>
      <w:r w:rsidRPr="00DA36EF">
        <w:rPr>
          <w:szCs w:val="28"/>
          <w:u w:val="single"/>
        </w:rPr>
        <w:t>2020</w:t>
      </w:r>
      <w:r>
        <w:rPr>
          <w:szCs w:val="28"/>
        </w:rPr>
        <w:t xml:space="preserve"> </w:t>
      </w:r>
      <w:r w:rsidRPr="00BA67E7">
        <w:rPr>
          <w:szCs w:val="28"/>
        </w:rPr>
        <w:t xml:space="preserve">№ </w:t>
      </w:r>
      <w:r w:rsidRPr="00165A8D">
        <w:rPr>
          <w:szCs w:val="28"/>
          <w:u w:val="single"/>
        </w:rPr>
        <w:t>484/23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9E3E23" w:rsidRDefault="009E3E23">
      <w:pPr>
        <w:rPr>
          <w:szCs w:val="28"/>
          <w:lang w:val="ru-RU"/>
        </w:rPr>
      </w:pPr>
    </w:p>
    <w:p w:rsidR="009E3E23" w:rsidRDefault="009E3E23">
      <w:pPr>
        <w:rPr>
          <w:sz w:val="16"/>
          <w:szCs w:val="16"/>
          <w:lang w:val="ru-RU"/>
        </w:rPr>
      </w:pPr>
    </w:p>
    <w:p w:rsidR="009E3E23" w:rsidRPr="008D0494" w:rsidRDefault="009E3E23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9E3E23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9E3E23" w:rsidRPr="00F75B9C" w:rsidRDefault="009E3E23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9E3E23" w:rsidRDefault="009E3E2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E3E23" w:rsidRPr="00375AF5" w:rsidRDefault="009E3E23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9E3E23" w:rsidRPr="00C40060" w:rsidRDefault="009E3E23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 xml:space="preserve">комунальних </w:t>
      </w:r>
      <w:r w:rsidRPr="00A70A05">
        <w:rPr>
          <w:szCs w:val="28"/>
        </w:rPr>
        <w:t>підприємств</w:t>
      </w:r>
      <w:r>
        <w:rPr>
          <w:szCs w:val="28"/>
        </w:rPr>
        <w:t xml:space="preserve">а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9E3E23" w:rsidRDefault="009E3E23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9E3E23" w:rsidRPr="00BE71BB" w:rsidRDefault="009E3E23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9E3E23" w:rsidRDefault="009E3E23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9E3E23" w:rsidRDefault="009E3E23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9E3E23" w:rsidRDefault="009E3E23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9E3E23" w:rsidRDefault="009E3E23" w:rsidP="0067009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 xml:space="preserve">ати згоду на списання з балансу </w:t>
      </w:r>
      <w:r w:rsidRPr="00B91C68">
        <w:rPr>
          <w:szCs w:val="28"/>
        </w:rPr>
        <w:t>комунального</w:t>
      </w:r>
      <w:r w:rsidRPr="00CB1564">
        <w:rPr>
          <w:szCs w:val="28"/>
        </w:rPr>
        <w:t xml:space="preserve"> </w:t>
      </w:r>
      <w:r>
        <w:rPr>
          <w:szCs w:val="28"/>
        </w:rPr>
        <w:t>некомерційного</w:t>
      </w:r>
      <w:r w:rsidRPr="00B91C68">
        <w:rPr>
          <w:szCs w:val="28"/>
        </w:rPr>
        <w:t xml:space="preserve"> підприємства</w:t>
      </w:r>
      <w:r>
        <w:rPr>
          <w:szCs w:val="28"/>
        </w:rPr>
        <w:t xml:space="preserve"> «Міська дитяча поліклініка» електроенцефалографа «Радмір» ЕЕ21Д, 2003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101480011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46833(сорок шість тисяч вісімсот тридцять три)грн.</w:t>
      </w:r>
      <w:r w:rsidRPr="00B91C68">
        <w:rPr>
          <w:szCs w:val="28"/>
        </w:rPr>
        <w:t>, сума зносу нарахована повністю.</w:t>
      </w:r>
    </w:p>
    <w:p w:rsidR="009E3E23" w:rsidRDefault="009E3E23" w:rsidP="0067009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9E3E23" w:rsidRPr="009C6C97" w:rsidRDefault="009E3E23" w:rsidP="0067009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9E3E23" w:rsidRDefault="009E3E23" w:rsidP="009C6C97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 xml:space="preserve">міського </w:t>
      </w:r>
      <w:r w:rsidRPr="00B91C68">
        <w:rPr>
          <w:szCs w:val="28"/>
        </w:rPr>
        <w:t>комунального підприємства</w:t>
      </w:r>
      <w:r>
        <w:rPr>
          <w:szCs w:val="28"/>
        </w:rPr>
        <w:t xml:space="preserve"> «Чернівціспецкомунтранс»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які є власністю територіальної громади м.Чернівців, а саме:</w:t>
      </w:r>
    </w:p>
    <w:p w:rsidR="009E3E23" w:rsidRDefault="009E3E23" w:rsidP="009C6C97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13028B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>Контейнера</w:t>
      </w:r>
      <w:r w:rsidRPr="009C6C97">
        <w:rPr>
          <w:szCs w:val="28"/>
        </w:rPr>
        <w:t xml:space="preserve"> для ТПВ</w:t>
      </w:r>
      <w:r w:rsidRPr="0013028B">
        <w:rPr>
          <w:szCs w:val="28"/>
        </w:rPr>
        <w:t xml:space="preserve"> </w:t>
      </w:r>
      <w:r>
        <w:rPr>
          <w:szCs w:val="28"/>
        </w:rPr>
        <w:t xml:space="preserve">пластикового </w:t>
      </w:r>
      <w:r>
        <w:rPr>
          <w:szCs w:val="28"/>
          <w:lang w:val="en-US"/>
        </w:rPr>
        <w:t>MGB</w:t>
      </w:r>
      <w:r>
        <w:rPr>
          <w:szCs w:val="28"/>
        </w:rPr>
        <w:t xml:space="preserve"> 1100л., 2016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10601351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4648(чотири тисячі шістсот сорок вісім)грн.80коп., балансовою вартістю 1621(одна тисяча шістсот двадцять одна)грн.23коп., сума зносу складає 3027(три тисячі двадцять сім)грн.57коп.</w:t>
      </w:r>
    </w:p>
    <w:p w:rsidR="009E3E23" w:rsidRDefault="009E3E23" w:rsidP="002D4C13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Контейнера</w:t>
      </w:r>
      <w:r w:rsidRPr="009C6C97">
        <w:rPr>
          <w:szCs w:val="28"/>
        </w:rPr>
        <w:t xml:space="preserve"> для ТПВ</w:t>
      </w:r>
      <w:r w:rsidRPr="0013028B">
        <w:rPr>
          <w:szCs w:val="28"/>
        </w:rPr>
        <w:t xml:space="preserve"> </w:t>
      </w:r>
      <w:r>
        <w:rPr>
          <w:szCs w:val="28"/>
        </w:rPr>
        <w:t xml:space="preserve">пластикового </w:t>
      </w:r>
      <w:r>
        <w:rPr>
          <w:szCs w:val="28"/>
          <w:lang w:val="en-US"/>
        </w:rPr>
        <w:t>MGB</w:t>
      </w:r>
      <w:r>
        <w:rPr>
          <w:szCs w:val="28"/>
        </w:rPr>
        <w:t xml:space="preserve"> 1100л., 2016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10601352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4648(чотири тисячі шістсот сорок вісім)грн.80коп., балансовою вартістю 1621(одна тисяча шістсот двадцять одна)грн.23коп., сума зносу складає 3027(три тисячі двадцять сім)грн.57коп.</w:t>
      </w:r>
    </w:p>
    <w:p w:rsidR="009E3E23" w:rsidRPr="00670092" w:rsidRDefault="009E3E23" w:rsidP="0067009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9E3E23" w:rsidRDefault="009E3E23" w:rsidP="002D4C13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3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 w:rsidRPr="00EF781E">
        <w:rPr>
          <w:szCs w:val="28"/>
        </w:rPr>
        <w:t>Суб’єктам господарювання</w:t>
      </w:r>
      <w:r>
        <w:rPr>
          <w:szCs w:val="28"/>
        </w:rPr>
        <w:t>, вказаних в</w:t>
      </w:r>
      <w:r w:rsidRPr="00F90939">
        <w:rPr>
          <w:szCs w:val="28"/>
        </w:rPr>
        <w:t xml:space="preserve"> </w:t>
      </w:r>
      <w:r w:rsidRPr="00021000">
        <w:rPr>
          <w:szCs w:val="28"/>
        </w:rPr>
        <w:t>пунктах 1</w:t>
      </w:r>
      <w:r>
        <w:rPr>
          <w:szCs w:val="28"/>
        </w:rPr>
        <w:t>, 2</w:t>
      </w:r>
      <w:r w:rsidRPr="00021000">
        <w:rPr>
          <w:szCs w:val="28"/>
        </w:rPr>
        <w:t xml:space="preserve"> рішення</w:t>
      </w:r>
      <w:r>
        <w:rPr>
          <w:szCs w:val="28"/>
        </w:rPr>
        <w:t>:</w:t>
      </w:r>
    </w:p>
    <w:p w:rsidR="009E3E23" w:rsidRPr="00670092" w:rsidRDefault="009E3E23" w:rsidP="0067009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9E3E23" w:rsidRDefault="009E3E23" w:rsidP="0067009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Основні засоби, які підлягають списанню, розібрати. Деталі та вузли, непридатні для подальшого використання, які містять дорогоцінні метали -</w:t>
      </w:r>
      <w:r w:rsidRPr="00021000">
        <w:rPr>
          <w:szCs w:val="28"/>
        </w:rPr>
        <w:t xml:space="preserve"> здати с</w:t>
      </w:r>
      <w:r>
        <w:rPr>
          <w:szCs w:val="28"/>
        </w:rPr>
        <w:t>пеціалізованому підприємству, що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>,</w:t>
      </w:r>
      <w:r w:rsidRPr="00311467">
        <w:rPr>
          <w:szCs w:val="28"/>
        </w:rPr>
        <w:t xml:space="preserve"> </w:t>
      </w:r>
      <w:r w:rsidRPr="00021000">
        <w:rPr>
          <w:szCs w:val="28"/>
        </w:rPr>
        <w:t>інші – утилізувати.</w:t>
      </w:r>
    </w:p>
    <w:p w:rsidR="009E3E23" w:rsidRPr="00670092" w:rsidRDefault="009E3E23" w:rsidP="00670092">
      <w:pPr>
        <w:tabs>
          <w:tab w:val="left" w:pos="0"/>
        </w:tabs>
        <w:ind w:right="-2" w:firstLine="720"/>
        <w:jc w:val="both"/>
        <w:rPr>
          <w:sz w:val="10"/>
          <w:szCs w:val="10"/>
        </w:rPr>
      </w:pPr>
    </w:p>
    <w:p w:rsidR="009E3E23" w:rsidRDefault="009E3E23" w:rsidP="00670092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9E3E23" w:rsidRPr="00670092" w:rsidRDefault="009E3E23" w:rsidP="00670092">
      <w:pPr>
        <w:tabs>
          <w:tab w:val="left" w:pos="0"/>
        </w:tabs>
        <w:ind w:firstLine="709"/>
        <w:jc w:val="both"/>
        <w:rPr>
          <w:sz w:val="10"/>
          <w:szCs w:val="10"/>
        </w:rPr>
      </w:pPr>
    </w:p>
    <w:p w:rsidR="009E3E23" w:rsidRDefault="009E3E23" w:rsidP="00670092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9E3E23" w:rsidRPr="00670092" w:rsidRDefault="009E3E23" w:rsidP="00670092">
      <w:pPr>
        <w:tabs>
          <w:tab w:val="left" w:pos="0"/>
        </w:tabs>
        <w:ind w:firstLine="709"/>
        <w:jc w:val="both"/>
        <w:rPr>
          <w:sz w:val="10"/>
          <w:szCs w:val="10"/>
        </w:rPr>
      </w:pPr>
    </w:p>
    <w:p w:rsidR="009E3E23" w:rsidRDefault="009E3E23" w:rsidP="001732CB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>копії документів щодо продажу дорогоцінних металів та платіжного доручення про зарахування коштів від продажу дорогоцінних металів на розрахунковий рахунок.</w:t>
      </w:r>
    </w:p>
    <w:p w:rsidR="009E3E23" w:rsidRDefault="009E3E23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9E3E23" w:rsidRDefault="009E3E23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5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департаменти міської ради: розвитку і житлово-комунального господарства та управління забезпечення медичного обслуговування охорони здоров</w:t>
      </w:r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9E3E23" w:rsidRDefault="009E3E23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9E3E23" w:rsidRDefault="009E3E23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9E3E23" w:rsidRDefault="009E3E23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9E3E23" w:rsidRPr="00BC6D4B" w:rsidRDefault="009E3E23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Секретар Чернівецької міської ради                    </w:t>
      </w:r>
      <w:r>
        <w:rPr>
          <w:b/>
        </w:rPr>
        <w:tab/>
      </w:r>
      <w:r>
        <w:rPr>
          <w:b/>
        </w:rPr>
        <w:tab/>
        <w:t xml:space="preserve">           В.Продан</w:t>
      </w:r>
    </w:p>
    <w:p w:rsidR="009E3E23" w:rsidRDefault="009E3E23" w:rsidP="00F97BDF">
      <w:pPr>
        <w:spacing w:before="120"/>
        <w:ind w:right="-87"/>
        <w:jc w:val="both"/>
        <w:rPr>
          <w:b/>
          <w:sz w:val="24"/>
        </w:rPr>
      </w:pPr>
    </w:p>
    <w:p w:rsidR="009E3E23" w:rsidRDefault="009E3E23" w:rsidP="00F97BDF">
      <w:pPr>
        <w:spacing w:before="120"/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Default="009E3E23" w:rsidP="00D20528">
      <w:pPr>
        <w:ind w:right="-87"/>
        <w:jc w:val="both"/>
        <w:rPr>
          <w:b/>
          <w:sz w:val="24"/>
        </w:rPr>
      </w:pPr>
    </w:p>
    <w:p w:rsidR="009E3E23" w:rsidRPr="009377B3" w:rsidRDefault="009E3E23" w:rsidP="009377B3">
      <w:pPr>
        <w:ind w:right="-87"/>
        <w:rPr>
          <w:b/>
          <w:sz w:val="16"/>
          <w:szCs w:val="16"/>
        </w:rPr>
      </w:pPr>
      <w:r>
        <w:rPr>
          <w:b/>
          <w:szCs w:val="28"/>
        </w:rPr>
        <w:t xml:space="preserve">                                                        </w:t>
      </w:r>
    </w:p>
    <w:p w:rsidR="009E3E23" w:rsidRPr="00607879" w:rsidRDefault="009E3E23" w:rsidP="007505AF">
      <w:pPr>
        <w:rPr>
          <w:b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sectPr w:rsidR="009E3E23" w:rsidRPr="00607879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E23" w:rsidRDefault="009E3E23">
      <w:r>
        <w:separator/>
      </w:r>
    </w:p>
  </w:endnote>
  <w:endnote w:type="continuationSeparator" w:id="0">
    <w:p w:rsidR="009E3E23" w:rsidRDefault="009E3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E23" w:rsidRDefault="009E3E23">
      <w:r>
        <w:separator/>
      </w:r>
    </w:p>
  </w:footnote>
  <w:footnote w:type="continuationSeparator" w:id="0">
    <w:p w:rsidR="009E3E23" w:rsidRDefault="009E3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23" w:rsidRDefault="009E3E23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3E23" w:rsidRDefault="009E3E23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23" w:rsidRDefault="009E3E23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9E3E23" w:rsidRPr="00A3056D" w:rsidRDefault="009E3E23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9E3E23" w:rsidRDefault="009E3E23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4A2D"/>
    <w:rsid w:val="000057DB"/>
    <w:rsid w:val="00005EF3"/>
    <w:rsid w:val="0000620C"/>
    <w:rsid w:val="00006CD8"/>
    <w:rsid w:val="00007451"/>
    <w:rsid w:val="000075C0"/>
    <w:rsid w:val="0001116F"/>
    <w:rsid w:val="00012260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2CE1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1F49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5F63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5A8D"/>
    <w:rsid w:val="001675F7"/>
    <w:rsid w:val="00167E9D"/>
    <w:rsid w:val="00170AD6"/>
    <w:rsid w:val="00170B8C"/>
    <w:rsid w:val="001717D7"/>
    <w:rsid w:val="001719C1"/>
    <w:rsid w:val="001732CB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6DF7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4C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CC2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1F4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4C13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467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8A7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4CDB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2571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462F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26B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360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1F8A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404"/>
    <w:rsid w:val="004B0A7B"/>
    <w:rsid w:val="004B2D83"/>
    <w:rsid w:val="004B3D05"/>
    <w:rsid w:val="004B44A7"/>
    <w:rsid w:val="004B53BF"/>
    <w:rsid w:val="004B5610"/>
    <w:rsid w:val="004B56F6"/>
    <w:rsid w:val="004B5E6B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471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4F23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445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093A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742"/>
    <w:rsid w:val="005B6BD1"/>
    <w:rsid w:val="005B6F14"/>
    <w:rsid w:val="005B74C1"/>
    <w:rsid w:val="005B77D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59F7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0092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268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0935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3CE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6BA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82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465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5DF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1CC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25DD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19E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1F9E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41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D9A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C6C97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3E23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906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3B6"/>
    <w:rsid w:val="00A94DCA"/>
    <w:rsid w:val="00A954CB"/>
    <w:rsid w:val="00A955F8"/>
    <w:rsid w:val="00A965E0"/>
    <w:rsid w:val="00A97F70"/>
    <w:rsid w:val="00AA1431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098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5588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5E4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4A47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0EF0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564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A06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6EF"/>
    <w:rsid w:val="00DA3E0A"/>
    <w:rsid w:val="00DA46FC"/>
    <w:rsid w:val="00DA476F"/>
    <w:rsid w:val="00DA4F39"/>
    <w:rsid w:val="00DA50BF"/>
    <w:rsid w:val="00DA51DD"/>
    <w:rsid w:val="00DA5730"/>
    <w:rsid w:val="00DA59C6"/>
    <w:rsid w:val="00DA66B4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C44"/>
    <w:rsid w:val="00DB7D58"/>
    <w:rsid w:val="00DC0059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4876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7CF"/>
    <w:rsid w:val="00E8694F"/>
    <w:rsid w:val="00E86FF7"/>
    <w:rsid w:val="00E874CC"/>
    <w:rsid w:val="00E875FB"/>
    <w:rsid w:val="00E87AA3"/>
    <w:rsid w:val="00E87B21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6C19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457</Words>
  <Characters>2610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Ira</cp:lastModifiedBy>
  <cp:revision>19</cp:revision>
  <cp:lastPrinted>2020-09-11T10:44:00Z</cp:lastPrinted>
  <dcterms:created xsi:type="dcterms:W3CDTF">2020-02-05T15:27:00Z</dcterms:created>
  <dcterms:modified xsi:type="dcterms:W3CDTF">2020-10-22T06:31:00Z</dcterms:modified>
</cp:coreProperties>
</file>