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080A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i1025" type="#_x0000_t75" style="width:30.75pt;height:45.75pt;visibility:visible">
            <v:imagedata r:id="rId7" o:title=""/>
          </v:shape>
        </w:pic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Чернівецька  міська рада</w:t>
      </w:r>
    </w:p>
    <w:p w:rsidR="005525C5" w:rsidRDefault="005525C5" w:rsidP="00D63B3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Виконавчий  комітет</w:t>
      </w:r>
    </w:p>
    <w:p w:rsidR="005525C5" w:rsidRDefault="005525C5" w:rsidP="00D63B3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  І  Ш  Е  Н  Н  Я</w:t>
      </w:r>
    </w:p>
    <w:p w:rsidR="005525C5" w:rsidRDefault="005525C5" w:rsidP="00D63B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25C5" w:rsidRDefault="005525C5" w:rsidP="00D63B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26.11.</w:t>
      </w:r>
      <w:r w:rsidRPr="008F2D36">
        <w:rPr>
          <w:rFonts w:ascii="Times New Roman" w:hAnsi="Times New Roman" w:cs="Times New Roman"/>
          <w:sz w:val="28"/>
          <w:szCs w:val="28"/>
          <w:u w:val="single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7127E1">
        <w:rPr>
          <w:rFonts w:ascii="Times New Roman" w:hAnsi="Times New Roman" w:cs="Times New Roman"/>
          <w:sz w:val="28"/>
          <w:szCs w:val="28"/>
          <w:u w:val="single"/>
        </w:rPr>
        <w:t>676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7127E1">
        <w:rPr>
          <w:rFonts w:ascii="Times New Roman" w:hAnsi="Times New Roman" w:cs="Times New Roman"/>
          <w:sz w:val="28"/>
          <w:szCs w:val="28"/>
          <w:u w:val="single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 Чернівці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Порядку формування та ведення реєстру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інвестиційних об’єктів, проектів, інвестиційних договорів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муніципальної геоінформаційної системи у м. Чернівцях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5C5" w:rsidRDefault="005525C5" w:rsidP="00D63B37">
      <w:pPr>
        <w:spacing w:before="24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28, 35, 40, 59 Закону України «Про місцеве самоврядування в Україні», </w:t>
      </w:r>
      <w:r w:rsidRPr="000D27F6">
        <w:rPr>
          <w:rFonts w:ascii="Times New Roman" w:hAnsi="Times New Roman" w:cs="Times New Roman"/>
          <w:sz w:val="28"/>
          <w:szCs w:val="28"/>
        </w:rPr>
        <w:t>постанови Кабінету Міністрів України</w:t>
      </w:r>
      <w:r w:rsidRPr="000D27F6">
        <w:rPr>
          <w:rFonts w:ascii="Times New Roman" w:hAnsi="Times New Roman" w:cs="Times New Roman"/>
          <w:color w:val="000000"/>
          <w:sz w:val="28"/>
          <w:szCs w:val="28"/>
        </w:rPr>
        <w:t xml:space="preserve"> від 21.10.2015 р. № 835 </w:t>
      </w:r>
      <w:r w:rsidRPr="000D27F6">
        <w:rPr>
          <w:rFonts w:ascii="Times New Roman" w:hAnsi="Times New Roman" w:cs="Times New Roman"/>
          <w:sz w:val="28"/>
          <w:szCs w:val="28"/>
        </w:rPr>
        <w:t>«</w:t>
      </w:r>
      <w:r w:rsidRPr="000D27F6">
        <w:rPr>
          <w:rFonts w:ascii="Times New Roman" w:hAnsi="Times New Roman" w:cs="Times New Roman"/>
          <w:color w:val="000000"/>
          <w:sz w:val="28"/>
          <w:szCs w:val="28"/>
        </w:rPr>
        <w:t>Про затвердження Положення про набори даних, які підлягають оприлюдненню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27F6">
        <w:rPr>
          <w:rFonts w:ascii="Times New Roman" w:hAnsi="Times New Roman" w:cs="Times New Roman"/>
          <w:color w:val="000000"/>
          <w:sz w:val="28"/>
          <w:szCs w:val="28"/>
        </w:rPr>
        <w:t>у формі відкритих даних</w:t>
      </w:r>
      <w:r w:rsidRPr="000D27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та з метою мінімізації корупційних ризиків в сфері інвестиційної діяльності, підвищення інвестиційної привабливості міста, доступу до інформації в форматі відкритих даних  виконавчий комітет Чернівецької міської ради</w:t>
      </w:r>
    </w:p>
    <w:p w:rsidR="005525C5" w:rsidRDefault="005525C5" w:rsidP="00D63B3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5525C5" w:rsidRDefault="005525C5" w:rsidP="00D63B37">
      <w:pPr>
        <w:pStyle w:val="ListParagraph"/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B37">
        <w:rPr>
          <w:rFonts w:ascii="Times New Roman" w:hAnsi="Times New Roman" w:cs="Times New Roman"/>
          <w:sz w:val="28"/>
          <w:szCs w:val="28"/>
        </w:rPr>
        <w:t>Затвердити Порядок формування та ведення реєстру інвестиційних об’єктів, проектів, інвестиційних договорів муніципальної геоінформаційної системи у м. Чернівц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D63B3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додається</w:t>
      </w:r>
      <w:r w:rsidRPr="00D63B37">
        <w:rPr>
          <w:rFonts w:ascii="Times New Roman" w:hAnsi="Times New Roman" w:cs="Times New Roman"/>
          <w:sz w:val="28"/>
          <w:szCs w:val="28"/>
        </w:rPr>
        <w:t>).</w:t>
      </w:r>
    </w:p>
    <w:p w:rsidR="005525C5" w:rsidRPr="00D63B37" w:rsidRDefault="005525C5" w:rsidP="00D63B37">
      <w:pPr>
        <w:pStyle w:val="ListParagraph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525C5" w:rsidRDefault="005525C5" w:rsidP="00D63B37">
      <w:pPr>
        <w:pStyle w:val="ListParagraph"/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B37">
        <w:rPr>
          <w:rFonts w:ascii="Times New Roman" w:hAnsi="Times New Roman" w:cs="Times New Roman"/>
          <w:sz w:val="28"/>
          <w:szCs w:val="28"/>
        </w:rPr>
        <w:t>Функції розпорядника реєстру покласти на департамент розвитку Чернівецької міської ради.</w:t>
      </w:r>
    </w:p>
    <w:p w:rsidR="005525C5" w:rsidRPr="00D63B37" w:rsidRDefault="005525C5" w:rsidP="00D63B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5C5" w:rsidRDefault="005525C5" w:rsidP="00D63B37">
      <w:pPr>
        <w:pStyle w:val="ListParagraph"/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B37">
        <w:rPr>
          <w:rFonts w:ascii="Times New Roman" w:hAnsi="Times New Roman" w:cs="Times New Roman"/>
          <w:sz w:val="28"/>
          <w:szCs w:val="28"/>
        </w:rPr>
        <w:t>Директ</w:t>
      </w:r>
      <w:r>
        <w:rPr>
          <w:rFonts w:ascii="Times New Roman" w:hAnsi="Times New Roman" w:cs="Times New Roman"/>
          <w:sz w:val="28"/>
          <w:szCs w:val="28"/>
        </w:rPr>
        <w:t>ору департаменту розвитку до 1 січня</w:t>
      </w:r>
      <w:r w:rsidRPr="00D63B3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63B37">
        <w:rPr>
          <w:rFonts w:ascii="Times New Roman" w:hAnsi="Times New Roman" w:cs="Times New Roman"/>
          <w:sz w:val="28"/>
          <w:szCs w:val="28"/>
        </w:rPr>
        <w:t xml:space="preserve"> р. виз</w:t>
      </w:r>
      <w:r>
        <w:rPr>
          <w:rFonts w:ascii="Times New Roman" w:hAnsi="Times New Roman" w:cs="Times New Roman"/>
          <w:sz w:val="28"/>
          <w:szCs w:val="28"/>
        </w:rPr>
        <w:t>начити внутрішніх користувачів р</w:t>
      </w:r>
      <w:r w:rsidRPr="00D63B37">
        <w:rPr>
          <w:rFonts w:ascii="Times New Roman" w:hAnsi="Times New Roman" w:cs="Times New Roman"/>
          <w:sz w:val="28"/>
          <w:szCs w:val="28"/>
        </w:rPr>
        <w:t>еєстру та внести зміни в посадові інструкції відповідних посадових та службових осіб виконавчих органів ради.</w:t>
      </w:r>
    </w:p>
    <w:p w:rsidR="005525C5" w:rsidRPr="00D63B37" w:rsidRDefault="005525C5" w:rsidP="00D63B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5C5" w:rsidRDefault="005525C5" w:rsidP="00D63B37">
      <w:pPr>
        <w:pStyle w:val="ListParagraph"/>
        <w:numPr>
          <w:ilvl w:val="0"/>
          <w:numId w:val="4"/>
        </w:numPr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B37">
        <w:rPr>
          <w:rFonts w:ascii="Times New Roman" w:hAnsi="Times New Roman" w:cs="Times New Roman"/>
          <w:sz w:val="28"/>
          <w:szCs w:val="28"/>
        </w:rPr>
        <w:t>Контроль за виконанням покласти на заступника міського голови з питань діяльності виконавчих органів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D63B37">
        <w:rPr>
          <w:rFonts w:ascii="Times New Roman" w:hAnsi="Times New Roman" w:cs="Times New Roman"/>
          <w:sz w:val="28"/>
          <w:szCs w:val="28"/>
        </w:rPr>
        <w:t xml:space="preserve"> Середюка В.Б.</w:t>
      </w:r>
    </w:p>
    <w:p w:rsidR="005525C5" w:rsidRPr="00D63B37" w:rsidRDefault="005525C5" w:rsidP="00D63B3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525C5" w:rsidRPr="00D63B37" w:rsidRDefault="005525C5" w:rsidP="00D63B37">
      <w:pPr>
        <w:pStyle w:val="ListParagraph"/>
        <w:spacing w:before="12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525C5" w:rsidRDefault="005525C5" w:rsidP="00D63B3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5C5" w:rsidRDefault="005525C5" w:rsidP="00D63B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heading=h.6zd2m8tjuk2h" w:colFirst="0" w:colLast="0"/>
      <w:bookmarkStart w:id="2" w:name="_heading=h.7lis575bn5dm" w:colFirst="0" w:colLast="0"/>
      <w:bookmarkStart w:id="3" w:name="_heading=h.jl2a77solwmz" w:colFirst="0" w:colLast="0"/>
      <w:bookmarkEnd w:id="1"/>
      <w:bookmarkEnd w:id="2"/>
      <w:bookmarkEnd w:id="3"/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                                                     О. Каспрук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heading=h.e7hn5nsgn06r" w:colFirst="0" w:colLast="0"/>
      <w:bookmarkStart w:id="5" w:name="_heading=h.8ckaxb15nnok" w:colFirst="0" w:colLast="0"/>
      <w:bookmarkEnd w:id="4"/>
      <w:bookmarkEnd w:id="5"/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5525C5" w:rsidRDefault="005525C5" w:rsidP="00D63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5C5" w:rsidRDefault="005525C5" w:rsidP="0096672A">
      <w:pPr>
        <w:spacing w:after="0" w:line="240" w:lineRule="auto"/>
        <w:jc w:val="center"/>
      </w:pPr>
      <w:r>
        <w:t xml:space="preserve">                                             </w:t>
      </w:r>
    </w:p>
    <w:sectPr w:rsidR="005525C5" w:rsidSect="00D63B37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rtlGutter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5C5" w:rsidRDefault="005525C5">
      <w:pPr>
        <w:spacing w:after="0" w:line="240" w:lineRule="auto"/>
      </w:pPr>
      <w:r>
        <w:separator/>
      </w:r>
    </w:p>
  </w:endnote>
  <w:endnote w:type="continuationSeparator" w:id="0">
    <w:p w:rsidR="005525C5" w:rsidRDefault="00552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C5" w:rsidRDefault="005525C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5C5" w:rsidRDefault="005525C5">
      <w:pPr>
        <w:spacing w:after="0" w:line="240" w:lineRule="auto"/>
      </w:pPr>
      <w:r>
        <w:separator/>
      </w:r>
    </w:p>
  </w:footnote>
  <w:footnote w:type="continuationSeparator" w:id="0">
    <w:p w:rsidR="005525C5" w:rsidRDefault="00552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814FF"/>
    <w:multiLevelType w:val="multilevel"/>
    <w:tmpl w:val="7D1033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">
    <w:nsid w:val="56B93B97"/>
    <w:multiLevelType w:val="multilevel"/>
    <w:tmpl w:val="49BC35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">
    <w:nsid w:val="6AC95EEA"/>
    <w:multiLevelType w:val="multilevel"/>
    <w:tmpl w:val="10E68E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">
    <w:nsid w:val="6F4C0095"/>
    <w:multiLevelType w:val="multilevel"/>
    <w:tmpl w:val="198426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4">
    <w:nsid w:val="749373E8"/>
    <w:multiLevelType w:val="multilevel"/>
    <w:tmpl w:val="AEC073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8B7"/>
    <w:rsid w:val="000D27F6"/>
    <w:rsid w:val="000F4E29"/>
    <w:rsid w:val="00127B0D"/>
    <w:rsid w:val="001D7263"/>
    <w:rsid w:val="003922F1"/>
    <w:rsid w:val="003927AD"/>
    <w:rsid w:val="003A612E"/>
    <w:rsid w:val="003F11B9"/>
    <w:rsid w:val="00430AED"/>
    <w:rsid w:val="005525C5"/>
    <w:rsid w:val="006E18B7"/>
    <w:rsid w:val="006E4828"/>
    <w:rsid w:val="007127E1"/>
    <w:rsid w:val="007D4298"/>
    <w:rsid w:val="00830D30"/>
    <w:rsid w:val="0085329C"/>
    <w:rsid w:val="00863AD1"/>
    <w:rsid w:val="008A6090"/>
    <w:rsid w:val="008A720B"/>
    <w:rsid w:val="008A76CB"/>
    <w:rsid w:val="008F2D36"/>
    <w:rsid w:val="0096672A"/>
    <w:rsid w:val="009B080A"/>
    <w:rsid w:val="009D51FB"/>
    <w:rsid w:val="009E7919"/>
    <w:rsid w:val="00C912FD"/>
    <w:rsid w:val="00CD0473"/>
    <w:rsid w:val="00D50F4B"/>
    <w:rsid w:val="00D63B37"/>
    <w:rsid w:val="00FD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20B"/>
    <w:pPr>
      <w:spacing w:after="160" w:line="259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720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720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720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720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720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720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22F1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922F1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922F1"/>
    <w:rPr>
      <w:rFonts w:ascii="Cambria" w:hAnsi="Cambria" w:cs="Times New Roman"/>
      <w:b/>
      <w:bCs/>
      <w:sz w:val="26"/>
      <w:szCs w:val="26"/>
      <w:lang w:val="uk-UA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922F1"/>
    <w:rPr>
      <w:rFonts w:ascii="Calibri" w:hAnsi="Calibri" w:cs="Times New Roman"/>
      <w:b/>
      <w:bCs/>
      <w:sz w:val="28"/>
      <w:szCs w:val="28"/>
      <w:lang w:val="uk-UA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922F1"/>
    <w:rPr>
      <w:rFonts w:ascii="Calibri" w:hAnsi="Calibri" w:cs="Times New Roman"/>
      <w:b/>
      <w:bCs/>
      <w:i/>
      <w:iCs/>
      <w:sz w:val="26"/>
      <w:szCs w:val="26"/>
      <w:lang w:val="uk-UA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922F1"/>
    <w:rPr>
      <w:rFonts w:ascii="Calibri" w:hAnsi="Calibri" w:cs="Times New Roman"/>
      <w:b/>
      <w:bCs/>
      <w:lang w:val="uk-UA" w:eastAsia="en-US"/>
    </w:rPr>
  </w:style>
  <w:style w:type="table" w:customStyle="1" w:styleId="TableNormal1">
    <w:name w:val="Table Normal1"/>
    <w:uiPriority w:val="99"/>
    <w:rsid w:val="008A76CB"/>
    <w:pPr>
      <w:spacing w:after="160" w:line="259" w:lineRule="auto"/>
    </w:pPr>
    <w:rPr>
      <w:lang w:val="uk-UA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8A720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3922F1"/>
    <w:rPr>
      <w:rFonts w:ascii="Cambria" w:hAnsi="Cambria" w:cs="Times New Roman"/>
      <w:b/>
      <w:bCs/>
      <w:kern w:val="28"/>
      <w:sz w:val="32"/>
      <w:szCs w:val="32"/>
      <w:lang w:val="uk-UA" w:eastAsia="en-US"/>
    </w:rPr>
  </w:style>
  <w:style w:type="table" w:customStyle="1" w:styleId="TableNormal2">
    <w:name w:val="Table Normal2"/>
    <w:uiPriority w:val="99"/>
    <w:rsid w:val="008A720B"/>
    <w:pPr>
      <w:spacing w:after="160" w:line="259" w:lineRule="auto"/>
    </w:pPr>
    <w:rPr>
      <w:lang w:val="uk-UA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8A720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99"/>
    <w:qFormat/>
    <w:rsid w:val="008A76CB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922F1"/>
    <w:rPr>
      <w:rFonts w:ascii="Cambria" w:hAnsi="Cambria" w:cs="Times New Roman"/>
      <w:sz w:val="24"/>
      <w:szCs w:val="24"/>
      <w:lang w:val="uk-UA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235</Words>
  <Characters>1345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Случик</dc:creator>
  <cp:keywords/>
  <dc:description/>
  <cp:lastModifiedBy>Admin</cp:lastModifiedBy>
  <cp:revision>6</cp:revision>
  <dcterms:created xsi:type="dcterms:W3CDTF">2019-10-29T17:01:00Z</dcterms:created>
  <dcterms:modified xsi:type="dcterms:W3CDTF">2019-12-05T11:48:00Z</dcterms:modified>
</cp:coreProperties>
</file>