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C48" w:rsidRDefault="00EB4C48" w:rsidP="00F07FD0">
      <w:pPr>
        <w:autoSpaceDE w:val="0"/>
        <w:autoSpaceDN w:val="0"/>
        <w:adjustRightInd w:val="0"/>
      </w:pPr>
      <w:r>
        <w:t xml:space="preserve">                                                    </w:t>
      </w:r>
      <w:r w:rsidRPr="006424E6">
        <w:rPr>
          <w:lang w:val="ru-RU"/>
        </w:rPr>
        <w:t xml:space="preserve"> </w:t>
      </w:r>
    </w:p>
    <w:p w:rsidR="00EB4C48" w:rsidRPr="00E83DDB" w:rsidRDefault="00EB4C48" w:rsidP="001431F8">
      <w:pPr>
        <w:autoSpaceDE w:val="0"/>
        <w:autoSpaceDN w:val="0"/>
        <w:adjustRightInd w:val="0"/>
        <w:jc w:val="center"/>
      </w:pPr>
      <w:r w:rsidRPr="00C86E5D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4pt;visibility:visible">
            <v:imagedata r:id="rId7" o:title=""/>
          </v:shape>
        </w:pict>
      </w:r>
    </w:p>
    <w:p w:rsidR="00EB4C48" w:rsidRPr="00E83DDB" w:rsidRDefault="00EB4C48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EB4C48" w:rsidRPr="00E83DDB" w:rsidRDefault="00EB4C48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EB4C48" w:rsidRPr="00E83DDB" w:rsidRDefault="00EB4C48">
      <w:pPr>
        <w:pStyle w:val="Heading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EB4C48" w:rsidRPr="00D51933" w:rsidRDefault="00EB4C48">
      <w:pPr>
        <w:pStyle w:val="Heading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EB4C48" w:rsidRDefault="00EB4C48">
      <w:pPr>
        <w:rPr>
          <w:szCs w:val="28"/>
          <w:u w:val="single"/>
        </w:rPr>
      </w:pPr>
    </w:p>
    <w:p w:rsidR="00EB4C48" w:rsidRPr="00781857" w:rsidRDefault="00EB4C48">
      <w:pPr>
        <w:rPr>
          <w:szCs w:val="28"/>
        </w:rPr>
      </w:pPr>
      <w:r>
        <w:rPr>
          <w:szCs w:val="28"/>
          <w:u w:val="single"/>
        </w:rPr>
        <w:t>22.10.</w:t>
      </w:r>
      <w:r w:rsidRPr="00950C0B">
        <w:rPr>
          <w:szCs w:val="28"/>
          <w:u w:val="single"/>
        </w:rPr>
        <w:t>201</w:t>
      </w:r>
      <w:r>
        <w:rPr>
          <w:szCs w:val="28"/>
          <w:u w:val="single"/>
        </w:rPr>
        <w:t>9</w:t>
      </w:r>
      <w:r w:rsidRPr="00950C0B">
        <w:rPr>
          <w:szCs w:val="28"/>
        </w:rPr>
        <w:t xml:space="preserve">  </w:t>
      </w:r>
      <w:r>
        <w:rPr>
          <w:szCs w:val="28"/>
        </w:rPr>
        <w:t xml:space="preserve"> </w:t>
      </w:r>
      <w:r w:rsidRPr="00BA67E7">
        <w:rPr>
          <w:szCs w:val="28"/>
        </w:rPr>
        <w:t xml:space="preserve">№ </w:t>
      </w:r>
      <w:r w:rsidRPr="00757C33">
        <w:rPr>
          <w:szCs w:val="28"/>
          <w:u w:val="single"/>
          <w:lang w:val="ru-RU"/>
        </w:rPr>
        <w:t>604/23</w:t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                    </w:t>
      </w:r>
      <w:r w:rsidRPr="00781857">
        <w:rPr>
          <w:szCs w:val="28"/>
        </w:rPr>
        <w:t xml:space="preserve"> м. Чернівці</w:t>
      </w:r>
    </w:p>
    <w:p w:rsidR="00EB4C48" w:rsidRPr="00A01DA5" w:rsidRDefault="00EB4C48">
      <w:pPr>
        <w:rPr>
          <w:sz w:val="16"/>
          <w:szCs w:val="16"/>
          <w:lang w:val="ru-RU"/>
        </w:rPr>
      </w:pPr>
    </w:p>
    <w:p w:rsidR="00EB4C48" w:rsidRDefault="00EB4C48">
      <w:pPr>
        <w:rPr>
          <w:sz w:val="16"/>
          <w:szCs w:val="16"/>
          <w:lang w:val="ru-RU"/>
        </w:rPr>
      </w:pPr>
    </w:p>
    <w:p w:rsidR="00EB4C48" w:rsidRPr="008D0494" w:rsidRDefault="00EB4C48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83"/>
      </w:tblGrid>
      <w:tr w:rsidR="00EB4C48" w:rsidRPr="00EF781E" w:rsidTr="00110EF3">
        <w:trPr>
          <w:trHeight w:val="419"/>
        </w:trPr>
        <w:tc>
          <w:tcPr>
            <w:tcW w:w="9383" w:type="dxa"/>
            <w:tcBorders>
              <w:top w:val="nil"/>
              <w:left w:val="nil"/>
              <w:bottom w:val="nil"/>
              <w:right w:val="nil"/>
            </w:tcBorders>
          </w:tcPr>
          <w:p w:rsidR="00EB4C48" w:rsidRPr="00AC6DE5" w:rsidRDefault="00EB4C48" w:rsidP="00110EF3">
            <w:pPr>
              <w:jc w:val="center"/>
              <w:rPr>
                <w:b/>
                <w:szCs w:val="28"/>
              </w:rPr>
            </w:pPr>
            <w:r w:rsidRPr="00AC6DE5">
              <w:rPr>
                <w:b/>
                <w:szCs w:val="28"/>
              </w:rPr>
              <w:t xml:space="preserve">Про внесення </w:t>
            </w:r>
            <w:r>
              <w:rPr>
                <w:b/>
                <w:szCs w:val="28"/>
              </w:rPr>
              <w:t>змін до</w:t>
            </w:r>
            <w:r w:rsidRPr="00AC6DE5">
              <w:rPr>
                <w:b/>
                <w:szCs w:val="28"/>
              </w:rPr>
              <w:t xml:space="preserve"> рішення виконавчого комітету </w:t>
            </w:r>
            <w:r>
              <w:rPr>
                <w:b/>
                <w:szCs w:val="28"/>
              </w:rPr>
              <w:t xml:space="preserve">Чернівецької </w:t>
            </w:r>
            <w:r w:rsidRPr="00AC6DE5">
              <w:rPr>
                <w:b/>
                <w:szCs w:val="28"/>
              </w:rPr>
              <w:t>міської ради від 28.08.2019р. № 486/18 «Про списання основних засобів</w:t>
            </w:r>
            <w:r>
              <w:rPr>
                <w:b/>
                <w:szCs w:val="28"/>
              </w:rPr>
              <w:t>»</w:t>
            </w:r>
          </w:p>
        </w:tc>
      </w:tr>
    </w:tbl>
    <w:p w:rsidR="00EB4C48" w:rsidRPr="008D0494" w:rsidRDefault="00EB4C48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EB4C48" w:rsidRDefault="00EB4C48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EB4C48" w:rsidRPr="00C40060" w:rsidRDefault="00EB4C48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29, 59, 60</w:t>
      </w:r>
      <w:r w:rsidRPr="007A4B84">
        <w:rPr>
          <w:color w:val="C00000"/>
          <w:szCs w:val="28"/>
        </w:rPr>
        <w:t xml:space="preserve"> </w:t>
      </w:r>
      <w:r>
        <w:rPr>
          <w:szCs w:val="28"/>
        </w:rPr>
        <w:t>Закону України</w:t>
      </w:r>
      <w:r w:rsidRPr="00021000">
        <w:rPr>
          <w:szCs w:val="28"/>
        </w:rPr>
        <w:t xml:space="preserve"> «Про місцеве самоврядування в Україні», </w:t>
      </w:r>
      <w:r>
        <w:rPr>
          <w:szCs w:val="28"/>
        </w:rPr>
        <w:t xml:space="preserve">розділу 2 </w:t>
      </w:r>
      <w:r w:rsidRPr="00021000">
        <w:rPr>
          <w:szCs w:val="28"/>
        </w:rPr>
        <w:t>Положення про порядок списання майна, що є комунальною власністю територіальної громади м.Чернівців, затвердженого рішенням міської ради</w:t>
      </w:r>
      <w:r w:rsidRPr="000057DB">
        <w:rPr>
          <w:szCs w:val="28"/>
        </w:rPr>
        <w:t xml:space="preserve">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27.03.2014р. №1155, зі</w:t>
      </w:r>
      <w:r w:rsidRPr="0042294B">
        <w:rPr>
          <w:szCs w:val="28"/>
        </w:rPr>
        <w:t xml:space="preserve"> </w:t>
      </w:r>
      <w:r>
        <w:rPr>
          <w:szCs w:val="28"/>
        </w:rPr>
        <w:t xml:space="preserve">змінами, внесеними </w:t>
      </w:r>
      <w:r w:rsidRPr="005A3E71">
        <w:rPr>
          <w:szCs w:val="28"/>
        </w:rPr>
        <w:t>ріш</w:t>
      </w:r>
      <w:r>
        <w:rPr>
          <w:szCs w:val="28"/>
        </w:rPr>
        <w:t xml:space="preserve">енням міської ради </w:t>
      </w:r>
      <w:r w:rsidRPr="00021000">
        <w:rPr>
          <w:szCs w:val="28"/>
          <w:lang w:val="en-US"/>
        </w:rPr>
        <w:t>VI</w:t>
      </w:r>
      <w:r>
        <w:rPr>
          <w:szCs w:val="28"/>
        </w:rPr>
        <w:t>І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11.04.2019р. №1705,</w:t>
      </w:r>
      <w:r w:rsidRPr="00021000">
        <w:rPr>
          <w:szCs w:val="28"/>
        </w:rPr>
        <w:t xml:space="preserve"> розглянувши звернення </w:t>
      </w:r>
      <w:r>
        <w:rPr>
          <w:szCs w:val="28"/>
        </w:rPr>
        <w:t>міського комунального</w:t>
      </w:r>
      <w:r w:rsidRPr="00A70A05">
        <w:rPr>
          <w:szCs w:val="28"/>
        </w:rPr>
        <w:t xml:space="preserve"> підприємств</w:t>
      </w:r>
      <w:r>
        <w:rPr>
          <w:szCs w:val="28"/>
        </w:rPr>
        <w:t xml:space="preserve">а «Чернівцітеплокомуненерго» від 11.09.2019р. №1449, </w:t>
      </w:r>
      <w:r>
        <w:rPr>
          <w:color w:val="000000"/>
          <w:szCs w:val="28"/>
        </w:rPr>
        <w:t>виконавчий комітет Чернівецької</w:t>
      </w:r>
      <w:r w:rsidRPr="00021000">
        <w:rPr>
          <w:color w:val="000000"/>
          <w:szCs w:val="28"/>
        </w:rPr>
        <w:t xml:space="preserve"> міської ради</w:t>
      </w:r>
    </w:p>
    <w:p w:rsidR="00EB4C48" w:rsidRPr="00BE71BB" w:rsidRDefault="00EB4C48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  <w:r>
        <w:rPr>
          <w:b/>
          <w:szCs w:val="28"/>
        </w:rPr>
        <w:t xml:space="preserve"> </w:t>
      </w:r>
      <w:r w:rsidRPr="00BE71BB">
        <w:rPr>
          <w:b/>
          <w:sz w:val="16"/>
          <w:szCs w:val="16"/>
        </w:rPr>
        <w:t xml:space="preserve">                                    </w:t>
      </w:r>
      <w:r>
        <w:rPr>
          <w:b/>
          <w:sz w:val="16"/>
          <w:szCs w:val="16"/>
        </w:rPr>
        <w:t xml:space="preserve">                               </w:t>
      </w:r>
    </w:p>
    <w:p w:rsidR="00EB4C48" w:rsidRDefault="00EB4C48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EB4C48" w:rsidRDefault="00EB4C48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EB4C48" w:rsidRDefault="00EB4C48" w:rsidP="00387709">
      <w:pPr>
        <w:tabs>
          <w:tab w:val="left" w:pos="0"/>
        </w:tabs>
        <w:ind w:right="-2" w:firstLine="720"/>
        <w:jc w:val="both"/>
        <w:rPr>
          <w:b/>
          <w:szCs w:val="28"/>
        </w:rPr>
      </w:pPr>
    </w:p>
    <w:p w:rsidR="00EB4C48" w:rsidRDefault="00EB4C48" w:rsidP="00387709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</w:t>
      </w:r>
      <w:r>
        <w:rPr>
          <w:szCs w:val="28"/>
        </w:rPr>
        <w:t xml:space="preserve">Внести зміни </w:t>
      </w:r>
      <w:r w:rsidRPr="00CC0E4F">
        <w:rPr>
          <w:szCs w:val="28"/>
        </w:rPr>
        <w:t>до</w:t>
      </w:r>
      <w:r w:rsidRPr="008C663C">
        <w:rPr>
          <w:b/>
          <w:szCs w:val="28"/>
        </w:rPr>
        <w:t xml:space="preserve"> </w:t>
      </w:r>
      <w:r w:rsidRPr="00F57E73">
        <w:rPr>
          <w:szCs w:val="28"/>
        </w:rPr>
        <w:t>рішення виконавчого комітету м</w:t>
      </w:r>
      <w:r>
        <w:rPr>
          <w:szCs w:val="28"/>
        </w:rPr>
        <w:t>іської ради</w:t>
      </w:r>
      <w:r w:rsidRPr="00F57E73">
        <w:rPr>
          <w:szCs w:val="28"/>
        </w:rPr>
        <w:t xml:space="preserve"> </w:t>
      </w:r>
      <w:r>
        <w:rPr>
          <w:szCs w:val="28"/>
        </w:rPr>
        <w:t xml:space="preserve">           </w:t>
      </w:r>
      <w:r w:rsidRPr="0074691A">
        <w:rPr>
          <w:szCs w:val="28"/>
        </w:rPr>
        <w:t>від</w:t>
      </w:r>
      <w:r>
        <w:rPr>
          <w:b/>
          <w:szCs w:val="28"/>
        </w:rPr>
        <w:t xml:space="preserve"> 28.08.2019р. № 486</w:t>
      </w:r>
      <w:r w:rsidRPr="008C663C">
        <w:rPr>
          <w:b/>
          <w:szCs w:val="28"/>
        </w:rPr>
        <w:t>/1</w:t>
      </w:r>
      <w:r>
        <w:rPr>
          <w:b/>
          <w:szCs w:val="28"/>
        </w:rPr>
        <w:t>8</w:t>
      </w:r>
      <w:r>
        <w:rPr>
          <w:szCs w:val="28"/>
        </w:rPr>
        <w:t xml:space="preserve"> «Про списання основних засобів» в частині списання з балансу МКП «Чернівцітеплокомуненерго» основних засобів, які є власністю територіальної громади м.Чернівців (підпункти 2.1 - 2.4), виклавши пункт 3 і підпункт 3.1 в такій редакції:</w:t>
      </w:r>
    </w:p>
    <w:p w:rsidR="00EB4C48" w:rsidRDefault="00EB4C48" w:rsidP="00387709">
      <w:pPr>
        <w:tabs>
          <w:tab w:val="left" w:pos="0"/>
        </w:tabs>
        <w:ind w:right="-2" w:firstLine="720"/>
        <w:jc w:val="both"/>
        <w:rPr>
          <w:b/>
          <w:szCs w:val="28"/>
        </w:rPr>
      </w:pPr>
    </w:p>
    <w:p w:rsidR="00EB4C48" w:rsidRDefault="00EB4C48" w:rsidP="00387709">
      <w:pPr>
        <w:tabs>
          <w:tab w:val="left" w:pos="0"/>
        </w:tabs>
        <w:ind w:right="-2" w:firstLine="720"/>
        <w:jc w:val="both"/>
        <w:rPr>
          <w:szCs w:val="28"/>
        </w:rPr>
      </w:pPr>
      <w:r w:rsidRPr="00CC0E4F">
        <w:rPr>
          <w:b/>
          <w:szCs w:val="28"/>
        </w:rPr>
        <w:t>«3</w:t>
      </w:r>
      <w:r>
        <w:rPr>
          <w:szCs w:val="28"/>
        </w:rPr>
        <w:t>. Суб</w:t>
      </w:r>
      <w:r w:rsidRPr="00CC0E4F">
        <w:rPr>
          <w:szCs w:val="28"/>
        </w:rPr>
        <w:t>’</w:t>
      </w:r>
      <w:r>
        <w:rPr>
          <w:szCs w:val="28"/>
        </w:rPr>
        <w:t>єктам господарювання:</w:t>
      </w:r>
    </w:p>
    <w:p w:rsidR="00EB4C48" w:rsidRPr="0042294B" w:rsidRDefault="00EB4C48" w:rsidP="00FF1CFE">
      <w:pPr>
        <w:tabs>
          <w:tab w:val="left" w:pos="0"/>
        </w:tabs>
        <w:spacing w:after="120"/>
        <w:ind w:right="-2" w:firstLine="720"/>
        <w:jc w:val="both"/>
        <w:rPr>
          <w:sz w:val="16"/>
          <w:szCs w:val="16"/>
        </w:rPr>
      </w:pPr>
      <w:r w:rsidRPr="0042294B">
        <w:rPr>
          <w:szCs w:val="28"/>
        </w:rPr>
        <w:t>3.1. Вказаним:</w:t>
      </w:r>
    </w:p>
    <w:p w:rsidR="00EB4C48" w:rsidRDefault="00EB4C48" w:rsidP="00FF1CFE">
      <w:pPr>
        <w:tabs>
          <w:tab w:val="left" w:pos="0"/>
        </w:tabs>
        <w:spacing w:after="120"/>
        <w:ind w:right="-2" w:firstLine="720"/>
        <w:jc w:val="both"/>
        <w:rPr>
          <w:sz w:val="16"/>
          <w:szCs w:val="16"/>
        </w:rPr>
      </w:pPr>
      <w:r w:rsidRPr="0042294B">
        <w:rPr>
          <w:b/>
          <w:szCs w:val="28"/>
        </w:rPr>
        <w:t>3.1.1.</w:t>
      </w:r>
      <w:r>
        <w:rPr>
          <w:szCs w:val="28"/>
        </w:rPr>
        <w:t xml:space="preserve"> У пункті</w:t>
      </w:r>
      <w:r w:rsidRPr="00021000">
        <w:rPr>
          <w:szCs w:val="28"/>
        </w:rPr>
        <w:t xml:space="preserve"> 1</w:t>
      </w:r>
      <w:r>
        <w:rPr>
          <w:szCs w:val="28"/>
        </w:rPr>
        <w:t xml:space="preserve"> </w:t>
      </w:r>
      <w:r w:rsidRPr="00021000">
        <w:rPr>
          <w:szCs w:val="28"/>
        </w:rPr>
        <w:t>рішення, в місячний термін після прийняття рішення, основні засоби, які підлягають списанню, розібрати. Матеріали</w:t>
      </w:r>
      <w:r>
        <w:rPr>
          <w:szCs w:val="28"/>
        </w:rPr>
        <w:t>, вузли та деталі</w:t>
      </w:r>
      <w:r w:rsidRPr="00021000">
        <w:rPr>
          <w:szCs w:val="28"/>
        </w:rPr>
        <w:t xml:space="preserve"> придатні для подальшого використання оприбуткувати та використовувати в господарських цілях</w:t>
      </w:r>
      <w:r>
        <w:rPr>
          <w:szCs w:val="28"/>
        </w:rPr>
        <w:t xml:space="preserve">, </w:t>
      </w:r>
      <w:r w:rsidRPr="00021000">
        <w:rPr>
          <w:szCs w:val="28"/>
        </w:rPr>
        <w:t>металеві</w:t>
      </w:r>
      <w:r>
        <w:rPr>
          <w:szCs w:val="28"/>
        </w:rPr>
        <w:t xml:space="preserve"> комплектуючі</w:t>
      </w:r>
      <w:r w:rsidRPr="00021000">
        <w:rPr>
          <w:szCs w:val="28"/>
        </w:rPr>
        <w:t xml:space="preserve"> </w:t>
      </w:r>
      <w:r>
        <w:rPr>
          <w:szCs w:val="28"/>
        </w:rPr>
        <w:t xml:space="preserve">- продати в металобрухт, </w:t>
      </w:r>
      <w:r w:rsidRPr="00021000">
        <w:rPr>
          <w:szCs w:val="28"/>
        </w:rPr>
        <w:t>інші – утилізувати.</w:t>
      </w:r>
    </w:p>
    <w:p w:rsidR="00EB4C48" w:rsidRPr="00A01DA5" w:rsidRDefault="00EB4C48" w:rsidP="00FF1CFE">
      <w:pPr>
        <w:tabs>
          <w:tab w:val="left" w:pos="0"/>
        </w:tabs>
        <w:spacing w:after="120"/>
        <w:ind w:right="-2" w:firstLine="720"/>
        <w:jc w:val="both"/>
        <w:rPr>
          <w:sz w:val="16"/>
          <w:szCs w:val="16"/>
        </w:rPr>
      </w:pPr>
      <w:r w:rsidRPr="0042294B">
        <w:rPr>
          <w:b/>
          <w:szCs w:val="28"/>
        </w:rPr>
        <w:t>3.1.2.</w:t>
      </w:r>
      <w:r>
        <w:rPr>
          <w:szCs w:val="28"/>
        </w:rPr>
        <w:t xml:space="preserve"> У пункті 2 рішення, в термін до 31.12.2020р.</w:t>
      </w:r>
      <w:r w:rsidRPr="00021000">
        <w:rPr>
          <w:szCs w:val="28"/>
        </w:rPr>
        <w:t>, основні засоби, які підлягають списанню, розібрати. Матеріали</w:t>
      </w:r>
      <w:r>
        <w:rPr>
          <w:szCs w:val="28"/>
        </w:rPr>
        <w:t>, вузли та деталі</w:t>
      </w:r>
      <w:r w:rsidRPr="00021000">
        <w:rPr>
          <w:szCs w:val="28"/>
        </w:rPr>
        <w:t xml:space="preserve"> придатні для подальшого використання оприбуткувати та використовувати в господарських цілях</w:t>
      </w:r>
      <w:r>
        <w:rPr>
          <w:szCs w:val="28"/>
        </w:rPr>
        <w:t xml:space="preserve">, </w:t>
      </w:r>
      <w:r w:rsidRPr="00021000">
        <w:rPr>
          <w:szCs w:val="28"/>
        </w:rPr>
        <w:t>металеві</w:t>
      </w:r>
      <w:r>
        <w:rPr>
          <w:szCs w:val="28"/>
        </w:rPr>
        <w:t xml:space="preserve"> комплектуючі</w:t>
      </w:r>
      <w:r w:rsidRPr="00021000">
        <w:rPr>
          <w:szCs w:val="28"/>
        </w:rPr>
        <w:t xml:space="preserve"> </w:t>
      </w:r>
      <w:r>
        <w:rPr>
          <w:szCs w:val="28"/>
        </w:rPr>
        <w:t xml:space="preserve">- продати в металобрухт, </w:t>
      </w:r>
      <w:r w:rsidRPr="00021000">
        <w:rPr>
          <w:szCs w:val="28"/>
        </w:rPr>
        <w:t>інші – утилізувати.</w:t>
      </w:r>
      <w:r w:rsidRPr="008F434B">
        <w:rPr>
          <w:b/>
          <w:szCs w:val="28"/>
        </w:rPr>
        <w:t>»</w:t>
      </w:r>
    </w:p>
    <w:p w:rsidR="00EB4C48" w:rsidRDefault="00EB4C48" w:rsidP="00FF1CFE">
      <w:pPr>
        <w:pStyle w:val="BodyTextIndent"/>
        <w:tabs>
          <w:tab w:val="left" w:pos="0"/>
          <w:tab w:val="left" w:pos="720"/>
        </w:tabs>
        <w:ind w:left="0" w:right="-96" w:firstLine="709"/>
        <w:jc w:val="both"/>
        <w:rPr>
          <w:szCs w:val="28"/>
        </w:rPr>
      </w:pPr>
      <w:r>
        <w:rPr>
          <w:b/>
          <w:szCs w:val="28"/>
        </w:rPr>
        <w:t>2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вебпорталі Чернівецької міської ради.</w:t>
      </w:r>
    </w:p>
    <w:p w:rsidR="00EB4C48" w:rsidRDefault="00EB4C48" w:rsidP="008D0494">
      <w:pPr>
        <w:pStyle w:val="BodyTextIndent"/>
        <w:tabs>
          <w:tab w:val="left" w:pos="0"/>
          <w:tab w:val="left" w:pos="567"/>
        </w:tabs>
        <w:spacing w:after="240"/>
        <w:ind w:left="0"/>
        <w:jc w:val="both"/>
      </w:pPr>
      <w:r w:rsidRPr="00021000">
        <w:rPr>
          <w:b/>
        </w:rPr>
        <w:tab/>
      </w:r>
      <w:r>
        <w:rPr>
          <w:b/>
        </w:rPr>
        <w:t xml:space="preserve">  3</w:t>
      </w:r>
      <w:r w:rsidRPr="00021000">
        <w:rPr>
          <w:b/>
        </w:rPr>
        <w:t xml:space="preserve">. </w:t>
      </w:r>
      <w:r w:rsidRPr="00021000">
        <w:t>Контроль за виконанням рішення покласти на</w:t>
      </w:r>
      <w:r>
        <w:t xml:space="preserve"> директорів департаментів міської ради: розвитку, житлово-комунального господарства.</w:t>
      </w:r>
      <w:r w:rsidRPr="00021000">
        <w:t xml:space="preserve"> </w:t>
      </w:r>
    </w:p>
    <w:p w:rsidR="00EB4C48" w:rsidRDefault="00EB4C48" w:rsidP="008D0494">
      <w:pPr>
        <w:pStyle w:val="BodyTextIndent"/>
        <w:tabs>
          <w:tab w:val="left" w:pos="0"/>
          <w:tab w:val="left" w:pos="567"/>
        </w:tabs>
        <w:spacing w:after="240"/>
        <w:ind w:left="0"/>
        <w:jc w:val="both"/>
      </w:pPr>
    </w:p>
    <w:p w:rsidR="00EB4C48" w:rsidRDefault="00EB4C48" w:rsidP="00F97BDF">
      <w:pPr>
        <w:ind w:right="-87"/>
        <w:jc w:val="both"/>
        <w:rPr>
          <w:b/>
          <w:sz w:val="16"/>
          <w:szCs w:val="16"/>
        </w:rPr>
      </w:pPr>
    </w:p>
    <w:p w:rsidR="00EB4C48" w:rsidRPr="00FF1CFE" w:rsidRDefault="00EB4C48" w:rsidP="00F97BDF">
      <w:pPr>
        <w:ind w:right="-87"/>
        <w:jc w:val="both"/>
        <w:rPr>
          <w:b/>
          <w:sz w:val="16"/>
          <w:szCs w:val="16"/>
        </w:rPr>
      </w:pPr>
    </w:p>
    <w:p w:rsidR="00EB4C48" w:rsidRDefault="00EB4C48" w:rsidP="00F97BDF">
      <w:pPr>
        <w:ind w:right="-87"/>
        <w:jc w:val="both"/>
        <w:rPr>
          <w:b/>
        </w:rPr>
      </w:pPr>
      <w:r>
        <w:rPr>
          <w:b/>
        </w:rPr>
        <w:t>Заступник міського голови з питань</w:t>
      </w:r>
    </w:p>
    <w:p w:rsidR="00EB4C48" w:rsidRPr="00BC6D4B" w:rsidRDefault="00EB4C48" w:rsidP="00F97BDF">
      <w:pPr>
        <w:ind w:right="-87"/>
        <w:jc w:val="both"/>
        <w:rPr>
          <w:b/>
          <w:lang w:val="ru-RU"/>
        </w:rPr>
      </w:pPr>
      <w:r>
        <w:rPr>
          <w:b/>
        </w:rPr>
        <w:t>діяльності виконавчих органів  міської ради</w:t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        В.Середюк</w:t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          </w:t>
      </w: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p w:rsidR="00EB4C48" w:rsidRDefault="00EB4C48" w:rsidP="00D20528">
      <w:pPr>
        <w:ind w:right="-87"/>
        <w:jc w:val="both"/>
        <w:rPr>
          <w:b/>
          <w:sz w:val="24"/>
        </w:rPr>
      </w:pPr>
    </w:p>
    <w:sectPr w:rsidR="00EB4C48" w:rsidSect="00FF1CFE">
      <w:headerReference w:type="even" r:id="rId8"/>
      <w:headerReference w:type="default" r:id="rId9"/>
      <w:pgSz w:w="11906" w:h="16838"/>
      <w:pgMar w:top="567" w:right="850" w:bottom="70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C48" w:rsidRDefault="00EB4C48">
      <w:r>
        <w:separator/>
      </w:r>
    </w:p>
  </w:endnote>
  <w:endnote w:type="continuationSeparator" w:id="0">
    <w:p w:rsidR="00EB4C48" w:rsidRDefault="00EB4C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C48" w:rsidRDefault="00EB4C48">
      <w:r>
        <w:separator/>
      </w:r>
    </w:p>
  </w:footnote>
  <w:footnote w:type="continuationSeparator" w:id="0">
    <w:p w:rsidR="00EB4C48" w:rsidRDefault="00EB4C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C48" w:rsidRDefault="00EB4C48" w:rsidP="003D365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B4C48" w:rsidRDefault="00EB4C48" w:rsidP="007C3EF6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C48" w:rsidRDefault="00EB4C48" w:rsidP="00E265F9">
    <w:pPr>
      <w:pStyle w:val="Header"/>
      <w:framePr w:wrap="around" w:vAnchor="text" w:hAnchor="page" w:x="1711" w:y="1"/>
      <w:jc w:val="center"/>
      <w:rPr>
        <w:rStyle w:val="PageNumber"/>
      </w:rPr>
    </w:pPr>
  </w:p>
  <w:p w:rsidR="00EB4C48" w:rsidRPr="00A3056D" w:rsidRDefault="00EB4C48" w:rsidP="00E265F9">
    <w:pPr>
      <w:pStyle w:val="Header"/>
      <w:framePr w:wrap="around" w:vAnchor="text" w:hAnchor="page" w:x="1711" w:y="1"/>
      <w:ind w:right="360"/>
      <w:rPr>
        <w:rStyle w:val="PageNumber"/>
        <w:lang w:val="en-US"/>
      </w:rPr>
    </w:pPr>
  </w:p>
  <w:p w:rsidR="00EB4C48" w:rsidRDefault="00EB4C48" w:rsidP="001022E9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7DB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108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68EB"/>
    <w:rsid w:val="00036B31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277F"/>
    <w:rsid w:val="00053CBE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BC6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1C1C"/>
    <w:rsid w:val="000921B4"/>
    <w:rsid w:val="00092675"/>
    <w:rsid w:val="00092F48"/>
    <w:rsid w:val="0009377D"/>
    <w:rsid w:val="00093AC4"/>
    <w:rsid w:val="00093B87"/>
    <w:rsid w:val="000942BC"/>
    <w:rsid w:val="00094FA7"/>
    <w:rsid w:val="00095673"/>
    <w:rsid w:val="00095D73"/>
    <w:rsid w:val="00096E8F"/>
    <w:rsid w:val="000A05F9"/>
    <w:rsid w:val="000A1448"/>
    <w:rsid w:val="000A1B3F"/>
    <w:rsid w:val="000A2443"/>
    <w:rsid w:val="000A2E73"/>
    <w:rsid w:val="000A3B9C"/>
    <w:rsid w:val="000A4094"/>
    <w:rsid w:val="000A4273"/>
    <w:rsid w:val="000A4292"/>
    <w:rsid w:val="000A49EA"/>
    <w:rsid w:val="000A79CE"/>
    <w:rsid w:val="000B0084"/>
    <w:rsid w:val="000B0144"/>
    <w:rsid w:val="000B0321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09B"/>
    <w:rsid w:val="000D45F3"/>
    <w:rsid w:val="000D4D1C"/>
    <w:rsid w:val="000D5021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0EF3"/>
    <w:rsid w:val="00111D2B"/>
    <w:rsid w:val="00112B64"/>
    <w:rsid w:val="00112B71"/>
    <w:rsid w:val="001131DF"/>
    <w:rsid w:val="001157EB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1F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3ECB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76D"/>
    <w:rsid w:val="00177D35"/>
    <w:rsid w:val="00177D78"/>
    <w:rsid w:val="00181440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D5D"/>
    <w:rsid w:val="00185F2D"/>
    <w:rsid w:val="00186102"/>
    <w:rsid w:val="00187D06"/>
    <w:rsid w:val="0019007A"/>
    <w:rsid w:val="0019047A"/>
    <w:rsid w:val="00192236"/>
    <w:rsid w:val="001923AD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0E67"/>
    <w:rsid w:val="001C2965"/>
    <w:rsid w:val="001C31B2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417"/>
    <w:rsid w:val="001E3596"/>
    <w:rsid w:val="001E3DF0"/>
    <w:rsid w:val="001E41D8"/>
    <w:rsid w:val="001E487C"/>
    <w:rsid w:val="001E4910"/>
    <w:rsid w:val="001E5A53"/>
    <w:rsid w:val="001E5FAE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1EA7"/>
    <w:rsid w:val="00203707"/>
    <w:rsid w:val="0020382A"/>
    <w:rsid w:val="002038B6"/>
    <w:rsid w:val="00204BEF"/>
    <w:rsid w:val="00204F75"/>
    <w:rsid w:val="002056BD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9A"/>
    <w:rsid w:val="002213A0"/>
    <w:rsid w:val="0022175A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384A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01C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2C4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2A11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1F16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1DB5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4F6B"/>
    <w:rsid w:val="00315C14"/>
    <w:rsid w:val="0031618B"/>
    <w:rsid w:val="0031657D"/>
    <w:rsid w:val="0031699F"/>
    <w:rsid w:val="00317586"/>
    <w:rsid w:val="00317A7A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BDC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81"/>
    <w:rsid w:val="003413F5"/>
    <w:rsid w:val="00342480"/>
    <w:rsid w:val="00342619"/>
    <w:rsid w:val="00342B16"/>
    <w:rsid w:val="00342B3F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5AF5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09"/>
    <w:rsid w:val="003877B0"/>
    <w:rsid w:val="003910D4"/>
    <w:rsid w:val="00391B1C"/>
    <w:rsid w:val="003926E6"/>
    <w:rsid w:val="00392932"/>
    <w:rsid w:val="003929A2"/>
    <w:rsid w:val="00393298"/>
    <w:rsid w:val="00393D60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59F7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3CF5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431E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294B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289E"/>
    <w:rsid w:val="00463089"/>
    <w:rsid w:val="00463B38"/>
    <w:rsid w:val="004643BF"/>
    <w:rsid w:val="00464849"/>
    <w:rsid w:val="0046553F"/>
    <w:rsid w:val="00465807"/>
    <w:rsid w:val="00465CEA"/>
    <w:rsid w:val="00466FE3"/>
    <w:rsid w:val="00467238"/>
    <w:rsid w:val="004678C5"/>
    <w:rsid w:val="00470658"/>
    <w:rsid w:val="00471EF4"/>
    <w:rsid w:val="00472C7A"/>
    <w:rsid w:val="00474FDB"/>
    <w:rsid w:val="004756C9"/>
    <w:rsid w:val="00475914"/>
    <w:rsid w:val="004764CA"/>
    <w:rsid w:val="0047657F"/>
    <w:rsid w:val="004766FF"/>
    <w:rsid w:val="00476DDE"/>
    <w:rsid w:val="00476DF2"/>
    <w:rsid w:val="00477067"/>
    <w:rsid w:val="0047742A"/>
    <w:rsid w:val="0048096E"/>
    <w:rsid w:val="00481522"/>
    <w:rsid w:val="0048164B"/>
    <w:rsid w:val="004830B9"/>
    <w:rsid w:val="00483298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65E8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C7D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67A3E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86D92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3E71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A53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5DAB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5D92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5D7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C34"/>
    <w:rsid w:val="00676E40"/>
    <w:rsid w:val="00681AD1"/>
    <w:rsid w:val="0068201D"/>
    <w:rsid w:val="006837F0"/>
    <w:rsid w:val="00683F8E"/>
    <w:rsid w:val="006846D1"/>
    <w:rsid w:val="00684807"/>
    <w:rsid w:val="00685FA6"/>
    <w:rsid w:val="006864DB"/>
    <w:rsid w:val="0068679D"/>
    <w:rsid w:val="00686817"/>
    <w:rsid w:val="00686DD0"/>
    <w:rsid w:val="00687108"/>
    <w:rsid w:val="006902AD"/>
    <w:rsid w:val="006908CB"/>
    <w:rsid w:val="00691802"/>
    <w:rsid w:val="00691809"/>
    <w:rsid w:val="00691A10"/>
    <w:rsid w:val="00691C65"/>
    <w:rsid w:val="006922F4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1A4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6B11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596F"/>
    <w:rsid w:val="006D10C3"/>
    <w:rsid w:val="006D124C"/>
    <w:rsid w:val="006D1B73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0C63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2EF6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61"/>
    <w:rsid w:val="00732DF4"/>
    <w:rsid w:val="0073419F"/>
    <w:rsid w:val="007343AB"/>
    <w:rsid w:val="00734798"/>
    <w:rsid w:val="007350FE"/>
    <w:rsid w:val="00735826"/>
    <w:rsid w:val="00735BB3"/>
    <w:rsid w:val="00736B9D"/>
    <w:rsid w:val="00737098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33"/>
    <w:rsid w:val="00757C69"/>
    <w:rsid w:val="00757FB9"/>
    <w:rsid w:val="00760F05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20E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D83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8FD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1098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C33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3467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27CC1"/>
    <w:rsid w:val="00830022"/>
    <w:rsid w:val="00830064"/>
    <w:rsid w:val="008307B6"/>
    <w:rsid w:val="008318C2"/>
    <w:rsid w:val="00831E90"/>
    <w:rsid w:val="00831F84"/>
    <w:rsid w:val="008335D3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116"/>
    <w:rsid w:val="00863D79"/>
    <w:rsid w:val="00863EFF"/>
    <w:rsid w:val="008648B6"/>
    <w:rsid w:val="00864950"/>
    <w:rsid w:val="0086635A"/>
    <w:rsid w:val="008664EA"/>
    <w:rsid w:val="00867969"/>
    <w:rsid w:val="00870058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0E5"/>
    <w:rsid w:val="008833BF"/>
    <w:rsid w:val="00883764"/>
    <w:rsid w:val="00884166"/>
    <w:rsid w:val="00884507"/>
    <w:rsid w:val="00884BCE"/>
    <w:rsid w:val="008867DC"/>
    <w:rsid w:val="008868F2"/>
    <w:rsid w:val="0088744D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C663C"/>
    <w:rsid w:val="008D0494"/>
    <w:rsid w:val="008D0D48"/>
    <w:rsid w:val="008D16BE"/>
    <w:rsid w:val="008D1DBB"/>
    <w:rsid w:val="008D2108"/>
    <w:rsid w:val="008D2912"/>
    <w:rsid w:val="008D2E63"/>
    <w:rsid w:val="008D31CF"/>
    <w:rsid w:val="008D39E2"/>
    <w:rsid w:val="008D4165"/>
    <w:rsid w:val="008D559A"/>
    <w:rsid w:val="008D5DE6"/>
    <w:rsid w:val="008D5ED5"/>
    <w:rsid w:val="008D619E"/>
    <w:rsid w:val="008D6B04"/>
    <w:rsid w:val="008D7601"/>
    <w:rsid w:val="008D77CD"/>
    <w:rsid w:val="008E0EC4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434B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429B"/>
    <w:rsid w:val="00955632"/>
    <w:rsid w:val="00955E17"/>
    <w:rsid w:val="00960521"/>
    <w:rsid w:val="00962709"/>
    <w:rsid w:val="00962824"/>
    <w:rsid w:val="00963EC6"/>
    <w:rsid w:val="0096418A"/>
    <w:rsid w:val="00964526"/>
    <w:rsid w:val="009646F9"/>
    <w:rsid w:val="00964F38"/>
    <w:rsid w:val="0096507A"/>
    <w:rsid w:val="00965E81"/>
    <w:rsid w:val="00966169"/>
    <w:rsid w:val="009671FE"/>
    <w:rsid w:val="009707F1"/>
    <w:rsid w:val="00970B9E"/>
    <w:rsid w:val="00970BE8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4767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965"/>
    <w:rsid w:val="009A1163"/>
    <w:rsid w:val="009A1DF0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6875"/>
    <w:rsid w:val="009B7970"/>
    <w:rsid w:val="009B7F09"/>
    <w:rsid w:val="009C058F"/>
    <w:rsid w:val="009C1473"/>
    <w:rsid w:val="009C2825"/>
    <w:rsid w:val="009C3BFB"/>
    <w:rsid w:val="009C4623"/>
    <w:rsid w:val="009C565F"/>
    <w:rsid w:val="009C57DC"/>
    <w:rsid w:val="009C69EE"/>
    <w:rsid w:val="009D02CB"/>
    <w:rsid w:val="009D0681"/>
    <w:rsid w:val="009D088E"/>
    <w:rsid w:val="009D2188"/>
    <w:rsid w:val="009D34A0"/>
    <w:rsid w:val="009D4F37"/>
    <w:rsid w:val="009D6619"/>
    <w:rsid w:val="009D6703"/>
    <w:rsid w:val="009D69A7"/>
    <w:rsid w:val="009D6D1B"/>
    <w:rsid w:val="009D70B8"/>
    <w:rsid w:val="009D7CBC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DA5"/>
    <w:rsid w:val="00A01F83"/>
    <w:rsid w:val="00A03795"/>
    <w:rsid w:val="00A03B8E"/>
    <w:rsid w:val="00A04FD6"/>
    <w:rsid w:val="00A051AF"/>
    <w:rsid w:val="00A05E24"/>
    <w:rsid w:val="00A068FD"/>
    <w:rsid w:val="00A06D1F"/>
    <w:rsid w:val="00A10E39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3D36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E56"/>
    <w:rsid w:val="00A51F5F"/>
    <w:rsid w:val="00A53CD5"/>
    <w:rsid w:val="00A54CC3"/>
    <w:rsid w:val="00A562B0"/>
    <w:rsid w:val="00A56775"/>
    <w:rsid w:val="00A5683D"/>
    <w:rsid w:val="00A56A9C"/>
    <w:rsid w:val="00A56CC2"/>
    <w:rsid w:val="00A57E08"/>
    <w:rsid w:val="00A60462"/>
    <w:rsid w:val="00A61599"/>
    <w:rsid w:val="00A62A0D"/>
    <w:rsid w:val="00A62DBB"/>
    <w:rsid w:val="00A63A5F"/>
    <w:rsid w:val="00A646BB"/>
    <w:rsid w:val="00A64C66"/>
    <w:rsid w:val="00A65FCB"/>
    <w:rsid w:val="00A6614A"/>
    <w:rsid w:val="00A70021"/>
    <w:rsid w:val="00A7071E"/>
    <w:rsid w:val="00A70A05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4A27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D47"/>
    <w:rsid w:val="00AC3EE8"/>
    <w:rsid w:val="00AC40C3"/>
    <w:rsid w:val="00AC6032"/>
    <w:rsid w:val="00AC6309"/>
    <w:rsid w:val="00AC6328"/>
    <w:rsid w:val="00AC6910"/>
    <w:rsid w:val="00AC6DE5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DD"/>
    <w:rsid w:val="00AD52F0"/>
    <w:rsid w:val="00AD5E32"/>
    <w:rsid w:val="00AD603D"/>
    <w:rsid w:val="00AD6C57"/>
    <w:rsid w:val="00AD76D4"/>
    <w:rsid w:val="00AE0881"/>
    <w:rsid w:val="00AE0B94"/>
    <w:rsid w:val="00AE1CA6"/>
    <w:rsid w:val="00AE2A9D"/>
    <w:rsid w:val="00AE3050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0B0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579DF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1AE5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81"/>
    <w:rsid w:val="00BA3960"/>
    <w:rsid w:val="00BA50FE"/>
    <w:rsid w:val="00BA67E7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171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2EF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1BB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4B07"/>
    <w:rsid w:val="00C05381"/>
    <w:rsid w:val="00C05C0E"/>
    <w:rsid w:val="00C060DE"/>
    <w:rsid w:val="00C06A06"/>
    <w:rsid w:val="00C07691"/>
    <w:rsid w:val="00C079D2"/>
    <w:rsid w:val="00C07A91"/>
    <w:rsid w:val="00C07D51"/>
    <w:rsid w:val="00C1035C"/>
    <w:rsid w:val="00C1045D"/>
    <w:rsid w:val="00C12A21"/>
    <w:rsid w:val="00C12A51"/>
    <w:rsid w:val="00C131CD"/>
    <w:rsid w:val="00C134C9"/>
    <w:rsid w:val="00C148C8"/>
    <w:rsid w:val="00C15A60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4FFA"/>
    <w:rsid w:val="00C352BA"/>
    <w:rsid w:val="00C357BF"/>
    <w:rsid w:val="00C358F8"/>
    <w:rsid w:val="00C36661"/>
    <w:rsid w:val="00C368C2"/>
    <w:rsid w:val="00C37167"/>
    <w:rsid w:val="00C40060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9BC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6E5D"/>
    <w:rsid w:val="00C87F30"/>
    <w:rsid w:val="00C90E95"/>
    <w:rsid w:val="00C91FF4"/>
    <w:rsid w:val="00C926C7"/>
    <w:rsid w:val="00C92759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5C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0E4F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8F1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6227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07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89D"/>
    <w:rsid w:val="00DD4A2C"/>
    <w:rsid w:val="00DD50F3"/>
    <w:rsid w:val="00DD6626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B57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5A8D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37D25"/>
    <w:rsid w:val="00E40A35"/>
    <w:rsid w:val="00E41CFD"/>
    <w:rsid w:val="00E420DA"/>
    <w:rsid w:val="00E43810"/>
    <w:rsid w:val="00E43861"/>
    <w:rsid w:val="00E44778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AA3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4C48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33B9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6A21"/>
    <w:rsid w:val="00ED727A"/>
    <w:rsid w:val="00ED7B1F"/>
    <w:rsid w:val="00ED7D45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A1D"/>
    <w:rsid w:val="00EF4408"/>
    <w:rsid w:val="00EF4D8B"/>
    <w:rsid w:val="00EF50F6"/>
    <w:rsid w:val="00EF6B3B"/>
    <w:rsid w:val="00EF7456"/>
    <w:rsid w:val="00EF781E"/>
    <w:rsid w:val="00F006CD"/>
    <w:rsid w:val="00F00FA6"/>
    <w:rsid w:val="00F0102A"/>
    <w:rsid w:val="00F014AE"/>
    <w:rsid w:val="00F01AF1"/>
    <w:rsid w:val="00F02D28"/>
    <w:rsid w:val="00F031C5"/>
    <w:rsid w:val="00F0356F"/>
    <w:rsid w:val="00F03701"/>
    <w:rsid w:val="00F045C6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624"/>
    <w:rsid w:val="00F14799"/>
    <w:rsid w:val="00F15BFC"/>
    <w:rsid w:val="00F16282"/>
    <w:rsid w:val="00F16E5D"/>
    <w:rsid w:val="00F177E1"/>
    <w:rsid w:val="00F202FF"/>
    <w:rsid w:val="00F20E65"/>
    <w:rsid w:val="00F213C5"/>
    <w:rsid w:val="00F227D2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67DF6"/>
    <w:rsid w:val="00F70278"/>
    <w:rsid w:val="00F70CFC"/>
    <w:rsid w:val="00F71BC1"/>
    <w:rsid w:val="00F72701"/>
    <w:rsid w:val="00F72961"/>
    <w:rsid w:val="00F74CD2"/>
    <w:rsid w:val="00F75757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2BF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57C8"/>
    <w:rsid w:val="00F96908"/>
    <w:rsid w:val="00F976E1"/>
    <w:rsid w:val="00F979FD"/>
    <w:rsid w:val="00F97BDF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5AE"/>
    <w:rsid w:val="00FA6727"/>
    <w:rsid w:val="00FA672A"/>
    <w:rsid w:val="00FA69F8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03"/>
    <w:rsid w:val="00FD085B"/>
    <w:rsid w:val="00FD11AD"/>
    <w:rsid w:val="00FD1373"/>
    <w:rsid w:val="00FD1DEC"/>
    <w:rsid w:val="00FD28A4"/>
    <w:rsid w:val="00FD3554"/>
    <w:rsid w:val="00FD3615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0BD"/>
    <w:rsid w:val="00FE5869"/>
    <w:rsid w:val="00FE5BD7"/>
    <w:rsid w:val="00FE6303"/>
    <w:rsid w:val="00FE67B3"/>
    <w:rsid w:val="00FE742B"/>
    <w:rsid w:val="00FE7F61"/>
    <w:rsid w:val="00FF091C"/>
    <w:rsid w:val="00FF1CFE"/>
    <w:rsid w:val="00FF1E04"/>
    <w:rsid w:val="00FF27F6"/>
    <w:rsid w:val="00FF2989"/>
    <w:rsid w:val="00FF2EB9"/>
    <w:rsid w:val="00FF3118"/>
    <w:rsid w:val="00FF3934"/>
    <w:rsid w:val="00FF3EAC"/>
    <w:rsid w:val="00FF47E1"/>
    <w:rsid w:val="00FF48FF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A5E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088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E0881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E0881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E0881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E0881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FootnoteReference">
    <w:name w:val="footnote reference"/>
    <w:basedOn w:val="DefaultParagraphFont"/>
    <w:uiPriority w:val="99"/>
    <w:semiHidden/>
    <w:rsid w:val="006A4A5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E0881"/>
    <w:rPr>
      <w:rFonts w:cs="Times New Roman"/>
      <w:sz w:val="20"/>
      <w:szCs w:val="20"/>
      <w:lang w:val="uk-UA"/>
    </w:rPr>
  </w:style>
  <w:style w:type="paragraph" w:styleId="BodyText">
    <w:name w:val="Body Text"/>
    <w:basedOn w:val="Normal"/>
    <w:link w:val="BodyTextChar1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Header">
    <w:name w:val="header"/>
    <w:basedOn w:val="Normal"/>
    <w:link w:val="HeaderChar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character" w:styleId="PageNumber">
    <w:name w:val="page number"/>
    <w:basedOn w:val="DefaultParagraphFont"/>
    <w:uiPriority w:val="99"/>
    <w:rsid w:val="006A4A5E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0E2DE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D6229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TableGrid">
    <w:name w:val="Table Grid"/>
    <w:basedOn w:val="TableNormal"/>
    <w:uiPriority w:val="99"/>
    <w:rsid w:val="00F56D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0881"/>
    <w:rPr>
      <w:rFonts w:cs="Times New Roman"/>
      <w:sz w:val="2"/>
      <w:lang w:val="uk-UA"/>
    </w:rPr>
  </w:style>
  <w:style w:type="paragraph" w:styleId="ListParagraph">
    <w:name w:val="List Paragraph"/>
    <w:basedOn w:val="Normal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Normal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Normal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">
    <w:name w:val="Знак Знак"/>
    <w:basedOn w:val="DefaultParagraphFont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80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1099</TotalTime>
  <Pages>2</Pages>
  <Words>354</Words>
  <Characters>2024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Ira</cp:lastModifiedBy>
  <cp:revision>85</cp:revision>
  <cp:lastPrinted>2019-09-20T12:55:00Z</cp:lastPrinted>
  <dcterms:created xsi:type="dcterms:W3CDTF">2018-09-14T08:05:00Z</dcterms:created>
  <dcterms:modified xsi:type="dcterms:W3CDTF">2019-10-28T12:00:00Z</dcterms:modified>
</cp:coreProperties>
</file>