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19E" w:rsidRDefault="0006319E" w:rsidP="004F75FB">
      <w:pPr>
        <w:pStyle w:val="Title1"/>
        <w:widowControl/>
        <w:rPr>
          <w:sz w:val="28"/>
        </w:rPr>
      </w:pPr>
      <w:r w:rsidRPr="00F439C0">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4pt;visibility:visible">
            <v:imagedata r:id="rId7" o:title=""/>
          </v:shape>
        </w:pict>
      </w:r>
    </w:p>
    <w:p w:rsidR="0006319E" w:rsidRPr="008568A0" w:rsidRDefault="0006319E" w:rsidP="00551C11">
      <w:pPr>
        <w:jc w:val="center"/>
        <w:rPr>
          <w:b/>
          <w:sz w:val="32"/>
          <w:szCs w:val="32"/>
        </w:rPr>
      </w:pPr>
      <w:r w:rsidRPr="008568A0">
        <w:rPr>
          <w:b/>
          <w:sz w:val="32"/>
          <w:szCs w:val="32"/>
        </w:rPr>
        <w:t>У К Р А Ї Н А</w:t>
      </w:r>
    </w:p>
    <w:p w:rsidR="0006319E" w:rsidRPr="00551C11" w:rsidRDefault="0006319E" w:rsidP="00551C11">
      <w:pPr>
        <w:jc w:val="center"/>
        <w:rPr>
          <w:b/>
          <w:sz w:val="32"/>
          <w:szCs w:val="32"/>
        </w:rPr>
      </w:pPr>
      <w:r w:rsidRPr="00551C11">
        <w:rPr>
          <w:b/>
          <w:sz w:val="32"/>
          <w:szCs w:val="32"/>
        </w:rPr>
        <w:t>Чернівецька  міська рада</w:t>
      </w:r>
    </w:p>
    <w:p w:rsidR="0006319E" w:rsidRPr="00551C11" w:rsidRDefault="0006319E" w:rsidP="00551C11">
      <w:pPr>
        <w:pStyle w:val="Heading2"/>
        <w:rPr>
          <w:b/>
          <w:sz w:val="32"/>
          <w:szCs w:val="32"/>
        </w:rPr>
      </w:pPr>
      <w:r w:rsidRPr="00551C11">
        <w:rPr>
          <w:b/>
          <w:sz w:val="32"/>
          <w:szCs w:val="32"/>
        </w:rPr>
        <w:t>Виконавчий  комітет</w:t>
      </w:r>
    </w:p>
    <w:p w:rsidR="0006319E" w:rsidRPr="008568A0" w:rsidRDefault="0006319E" w:rsidP="00551C11">
      <w:pPr>
        <w:pStyle w:val="Heading3"/>
        <w:ind w:hanging="4320"/>
        <w:rPr>
          <w:szCs w:val="28"/>
        </w:rPr>
      </w:pPr>
      <w:r w:rsidRPr="008568A0">
        <w:rPr>
          <w:szCs w:val="28"/>
        </w:rPr>
        <w:t>Р  І  Ш  Е  Н  Н  Я</w:t>
      </w:r>
    </w:p>
    <w:p w:rsidR="0006319E" w:rsidRPr="004F75FB" w:rsidRDefault="0006319E" w:rsidP="007924CB">
      <w:pPr>
        <w:rPr>
          <w:sz w:val="18"/>
          <w:szCs w:val="18"/>
          <w:u w:val="single"/>
        </w:rPr>
      </w:pPr>
    </w:p>
    <w:p w:rsidR="0006319E" w:rsidRPr="00D376B5" w:rsidRDefault="0006319E" w:rsidP="007924CB">
      <w:pPr>
        <w:rPr>
          <w:b/>
          <w:sz w:val="28"/>
        </w:rPr>
      </w:pPr>
      <w:r>
        <w:rPr>
          <w:sz w:val="28"/>
          <w:u w:val="single"/>
        </w:rPr>
        <w:t>_23.04.2019_</w:t>
      </w:r>
      <w:r w:rsidRPr="00D376B5">
        <w:rPr>
          <w:b/>
          <w:sz w:val="28"/>
        </w:rPr>
        <w:t xml:space="preserve">  № </w:t>
      </w:r>
      <w:r w:rsidRPr="000E517D">
        <w:rPr>
          <w:b/>
          <w:sz w:val="28"/>
          <w:u w:val="single"/>
        </w:rPr>
        <w:t>_246/8_</w:t>
      </w:r>
      <w:r w:rsidRPr="00D376B5">
        <w:rPr>
          <w:b/>
          <w:sz w:val="28"/>
        </w:rPr>
        <w:t xml:space="preserve">                                        </w:t>
      </w:r>
      <w:r w:rsidRPr="00D376B5">
        <w:rPr>
          <w:b/>
          <w:sz w:val="28"/>
        </w:rPr>
        <w:tab/>
      </w:r>
      <w:r w:rsidRPr="00D376B5">
        <w:rPr>
          <w:b/>
          <w:sz w:val="28"/>
        </w:rPr>
        <w:tab/>
      </w:r>
      <w:r w:rsidRPr="00D376B5">
        <w:rPr>
          <w:b/>
          <w:sz w:val="28"/>
        </w:rPr>
        <w:tab/>
      </w:r>
      <w:r w:rsidRPr="00D376B5">
        <w:rPr>
          <w:b/>
          <w:sz w:val="28"/>
        </w:rPr>
        <w:tab/>
        <w:t xml:space="preserve">  м.Чернівці</w:t>
      </w:r>
    </w:p>
    <w:p w:rsidR="0006319E" w:rsidRDefault="0006319E" w:rsidP="007924CB">
      <w:pPr>
        <w:jc w:val="center"/>
        <w:rPr>
          <w:b/>
          <w:bCs/>
          <w:sz w:val="28"/>
          <w:szCs w:val="28"/>
        </w:rPr>
      </w:pPr>
      <w:bookmarkStart w:id="0" w:name="_GoBack"/>
    </w:p>
    <w:p w:rsidR="0006319E" w:rsidRDefault="0006319E" w:rsidP="00994B25">
      <w:pPr>
        <w:pStyle w:val="220"/>
        <w:keepNext/>
        <w:keepLines/>
        <w:shd w:val="clear" w:color="auto" w:fill="auto"/>
        <w:spacing w:before="0" w:line="240" w:lineRule="auto"/>
        <w:ind w:right="620"/>
        <w:rPr>
          <w:bCs w:val="0"/>
          <w:sz w:val="28"/>
          <w:szCs w:val="28"/>
          <w:lang w:val="uk-UA"/>
        </w:rPr>
      </w:pPr>
      <w:r w:rsidRPr="00B646F6">
        <w:rPr>
          <w:bCs w:val="0"/>
          <w:sz w:val="28"/>
          <w:szCs w:val="28"/>
          <w:lang w:val="uk-UA"/>
        </w:rPr>
        <w:t xml:space="preserve">Про внесення змін </w:t>
      </w:r>
      <w:r>
        <w:rPr>
          <w:bCs w:val="0"/>
          <w:sz w:val="28"/>
          <w:szCs w:val="28"/>
          <w:lang w:val="uk-UA"/>
        </w:rPr>
        <w:t xml:space="preserve">до рішення виконавчого комітету міської ради </w:t>
      </w:r>
    </w:p>
    <w:p w:rsidR="0006319E" w:rsidRPr="00B646F6" w:rsidRDefault="0006319E" w:rsidP="00994B25">
      <w:pPr>
        <w:pStyle w:val="220"/>
        <w:keepNext/>
        <w:keepLines/>
        <w:shd w:val="clear" w:color="auto" w:fill="auto"/>
        <w:spacing w:before="0" w:line="240" w:lineRule="auto"/>
        <w:ind w:right="620"/>
        <w:rPr>
          <w:sz w:val="28"/>
          <w:szCs w:val="28"/>
          <w:lang w:val="uk-UA"/>
        </w:rPr>
      </w:pPr>
      <w:r>
        <w:rPr>
          <w:bCs w:val="0"/>
          <w:sz w:val="28"/>
          <w:szCs w:val="28"/>
          <w:lang w:val="uk-UA"/>
        </w:rPr>
        <w:t>від 27.11.2012р. № 750/23 «Про оплату послуг за оцінку та рецензування звітів про оцінку вартості об</w:t>
      </w:r>
      <w:r w:rsidRPr="00B646F6">
        <w:rPr>
          <w:bCs w:val="0"/>
          <w:sz w:val="28"/>
          <w:szCs w:val="28"/>
          <w:lang w:val="uk-UA"/>
        </w:rPr>
        <w:t>’</w:t>
      </w:r>
      <w:r>
        <w:rPr>
          <w:bCs w:val="0"/>
          <w:sz w:val="28"/>
          <w:szCs w:val="28"/>
          <w:lang w:val="uk-UA"/>
        </w:rPr>
        <w:t>єктів комунальної власності м.Чернівців, які підлягають приватизації, та визнання таким, що втратило чинність рішення виконавчого комітету міської ради від 26.02.2007р. № 127/3»</w:t>
      </w:r>
      <w:bookmarkEnd w:id="0"/>
    </w:p>
    <w:p w:rsidR="0006319E" w:rsidRDefault="0006319E" w:rsidP="00994B25">
      <w:pPr>
        <w:jc w:val="center"/>
        <w:rPr>
          <w:sz w:val="16"/>
          <w:szCs w:val="16"/>
          <w:u w:val="single"/>
        </w:rPr>
      </w:pPr>
    </w:p>
    <w:p w:rsidR="0006319E" w:rsidRDefault="0006319E" w:rsidP="007924CB">
      <w:pPr>
        <w:pStyle w:val="Subtitle1"/>
        <w:widowControl/>
        <w:rPr>
          <w:b w:val="0"/>
          <w:sz w:val="16"/>
          <w:szCs w:val="16"/>
          <w:u w:val="single"/>
        </w:rPr>
      </w:pPr>
      <w:r>
        <w:rPr>
          <w:b w:val="0"/>
          <w:sz w:val="16"/>
          <w:szCs w:val="16"/>
          <w:u w:val="single"/>
        </w:rPr>
        <w:t xml:space="preserve"> </w:t>
      </w:r>
    </w:p>
    <w:p w:rsidR="0006319E" w:rsidRDefault="0006319E" w:rsidP="007924CB">
      <w:pPr>
        <w:jc w:val="both"/>
      </w:pPr>
      <w:r>
        <w:rPr>
          <w:szCs w:val="28"/>
        </w:rPr>
        <w:tab/>
      </w:r>
      <w:r w:rsidRPr="00FF5158">
        <w:rPr>
          <w:sz w:val="28"/>
        </w:rPr>
        <w:t>Відповідно до стат</w:t>
      </w:r>
      <w:r>
        <w:rPr>
          <w:sz w:val="28"/>
        </w:rPr>
        <w:t>ті</w:t>
      </w:r>
      <w:r w:rsidRPr="00FF5158">
        <w:rPr>
          <w:sz w:val="28"/>
        </w:rPr>
        <w:t xml:space="preserve"> 2</w:t>
      </w:r>
      <w:r w:rsidRPr="00357C06">
        <w:rPr>
          <w:sz w:val="28"/>
        </w:rPr>
        <w:t>5</w:t>
      </w:r>
      <w:r w:rsidRPr="00001418">
        <w:rPr>
          <w:sz w:val="28"/>
        </w:rPr>
        <w:t xml:space="preserve"> </w:t>
      </w:r>
      <w:r w:rsidRPr="00FF5158">
        <w:rPr>
          <w:sz w:val="28"/>
        </w:rPr>
        <w:t>Закону України «Про місцеве самоврядування в Україні</w:t>
      </w:r>
      <w:r w:rsidRPr="00FF5158">
        <w:rPr>
          <w:sz w:val="28"/>
          <w:szCs w:val="28"/>
        </w:rPr>
        <w:t xml:space="preserve">», </w:t>
      </w:r>
      <w:r>
        <w:rPr>
          <w:sz w:val="28"/>
          <w:szCs w:val="28"/>
        </w:rPr>
        <w:t xml:space="preserve">беручи до уваги рішення міської ради від 22.12.2018р. № 1604 «Про структуру, загальну чисельність виконавчих органів міської ради» та від 18.02.2019р. № 1620 «Про внесення змін до рішення міської ради </w:t>
      </w:r>
      <w:r>
        <w:rPr>
          <w:sz w:val="28"/>
          <w:szCs w:val="28"/>
          <w:lang w:val="en-US"/>
        </w:rPr>
        <w:t>VII</w:t>
      </w:r>
      <w:r>
        <w:rPr>
          <w:sz w:val="28"/>
          <w:szCs w:val="28"/>
        </w:rPr>
        <w:t xml:space="preserve"> скликання від 22.12.2018р. № 1604 «Про структуру, загальну чисельність виконавчих органів міської ради»</w:t>
      </w:r>
      <w:r w:rsidRPr="00FF5158">
        <w:rPr>
          <w:sz w:val="28"/>
          <w:szCs w:val="28"/>
        </w:rPr>
        <w:t xml:space="preserve">,  </w:t>
      </w:r>
      <w:r>
        <w:rPr>
          <w:sz w:val="28"/>
          <w:szCs w:val="28"/>
        </w:rPr>
        <w:t xml:space="preserve">виконавчий комітет Чернівецької </w:t>
      </w:r>
      <w:r w:rsidRPr="00FF5158">
        <w:rPr>
          <w:sz w:val="28"/>
          <w:szCs w:val="28"/>
        </w:rPr>
        <w:t>міськ</w:t>
      </w:r>
      <w:r>
        <w:rPr>
          <w:sz w:val="28"/>
          <w:szCs w:val="28"/>
        </w:rPr>
        <w:t>ої</w:t>
      </w:r>
      <w:r w:rsidRPr="00FF5158">
        <w:rPr>
          <w:sz w:val="28"/>
          <w:szCs w:val="28"/>
        </w:rPr>
        <w:t xml:space="preserve"> рад</w:t>
      </w:r>
      <w:r>
        <w:rPr>
          <w:sz w:val="28"/>
          <w:szCs w:val="28"/>
        </w:rPr>
        <w:t>и</w:t>
      </w:r>
    </w:p>
    <w:p w:rsidR="0006319E" w:rsidRDefault="0006319E" w:rsidP="007924CB">
      <w:pPr>
        <w:pStyle w:val="BodyText"/>
        <w:ind w:firstLine="720"/>
        <w:rPr>
          <w:sz w:val="16"/>
          <w:szCs w:val="16"/>
        </w:rPr>
      </w:pPr>
    </w:p>
    <w:p w:rsidR="0006319E" w:rsidRPr="00661EC4" w:rsidRDefault="0006319E" w:rsidP="007924CB">
      <w:pPr>
        <w:jc w:val="center"/>
        <w:rPr>
          <w:b/>
          <w:sz w:val="28"/>
        </w:rPr>
      </w:pPr>
      <w:r w:rsidRPr="00661EC4">
        <w:rPr>
          <w:b/>
          <w:sz w:val="28"/>
        </w:rPr>
        <w:t xml:space="preserve">В И Р І Ш И </w:t>
      </w:r>
      <w:r>
        <w:rPr>
          <w:b/>
          <w:sz w:val="28"/>
        </w:rPr>
        <w:t>В</w:t>
      </w:r>
      <w:r w:rsidRPr="00661EC4">
        <w:rPr>
          <w:b/>
          <w:sz w:val="28"/>
        </w:rPr>
        <w:t>:</w:t>
      </w:r>
    </w:p>
    <w:p w:rsidR="0006319E" w:rsidRDefault="0006319E" w:rsidP="007924CB">
      <w:pPr>
        <w:jc w:val="both"/>
        <w:rPr>
          <w:sz w:val="16"/>
          <w:szCs w:val="16"/>
        </w:rPr>
      </w:pPr>
    </w:p>
    <w:p w:rsidR="0006319E" w:rsidRPr="00B646F6" w:rsidRDefault="0006319E" w:rsidP="00B646F6">
      <w:pPr>
        <w:pStyle w:val="220"/>
        <w:keepNext/>
        <w:keepLines/>
        <w:shd w:val="clear" w:color="auto" w:fill="auto"/>
        <w:spacing w:before="0" w:line="240" w:lineRule="auto"/>
        <w:ind w:firstLine="709"/>
        <w:jc w:val="both"/>
        <w:rPr>
          <w:b w:val="0"/>
          <w:sz w:val="28"/>
          <w:szCs w:val="28"/>
          <w:lang w:val="uk-UA"/>
        </w:rPr>
      </w:pPr>
      <w:r w:rsidRPr="00B646F6">
        <w:rPr>
          <w:color w:val="000000"/>
          <w:sz w:val="28"/>
          <w:szCs w:val="28"/>
          <w:lang w:val="uk-UA"/>
        </w:rPr>
        <w:t>1.</w:t>
      </w:r>
      <w:r w:rsidRPr="00B646F6">
        <w:rPr>
          <w:b w:val="0"/>
          <w:color w:val="000000"/>
          <w:sz w:val="28"/>
          <w:szCs w:val="28"/>
          <w:lang w:val="uk-UA"/>
        </w:rPr>
        <w:t xml:space="preserve"> </w:t>
      </w:r>
      <w:r w:rsidRPr="00B646F6">
        <w:rPr>
          <w:b w:val="0"/>
          <w:sz w:val="28"/>
          <w:szCs w:val="28"/>
          <w:lang w:val="uk-UA"/>
        </w:rPr>
        <w:t xml:space="preserve"> Внести зміни до рішення виконавчого комітету міської ради</w:t>
      </w:r>
      <w:r>
        <w:rPr>
          <w:b w:val="0"/>
          <w:sz w:val="28"/>
          <w:szCs w:val="28"/>
          <w:lang w:val="uk-UA"/>
        </w:rPr>
        <w:t xml:space="preserve">                     </w:t>
      </w:r>
      <w:r w:rsidRPr="00B646F6">
        <w:rPr>
          <w:b w:val="0"/>
          <w:sz w:val="28"/>
          <w:szCs w:val="28"/>
          <w:lang w:val="uk-UA"/>
        </w:rPr>
        <w:t xml:space="preserve"> від 27.11.2012р. № 750/23 «Про оплату послуг за оцінку та рецензування звітів про оцінку вартості об’єктів комунальної власності м.Чернівців, які підлягають приватизації, та визнання таким, що втратило чинність рішення виконавчого комітету міської ради від 26.02.2007р. № 127/3», а саме: у тексті </w:t>
      </w:r>
      <w:r>
        <w:rPr>
          <w:b w:val="0"/>
          <w:sz w:val="28"/>
          <w:szCs w:val="28"/>
          <w:lang w:val="uk-UA"/>
        </w:rPr>
        <w:t>рішення</w:t>
      </w:r>
      <w:r w:rsidRPr="00B646F6">
        <w:rPr>
          <w:b w:val="0"/>
          <w:sz w:val="28"/>
          <w:szCs w:val="28"/>
          <w:lang w:val="uk-UA"/>
        </w:rPr>
        <w:t xml:space="preserve"> слова «департамент економіки міської ради» в усіх відмінках замінити словами «департамент розвитку міської ради» у відповідних відмінках.</w:t>
      </w:r>
    </w:p>
    <w:p w:rsidR="0006319E" w:rsidRPr="002A7DA3" w:rsidRDefault="0006319E" w:rsidP="007924CB">
      <w:pPr>
        <w:ind w:firstLine="720"/>
        <w:jc w:val="both"/>
        <w:rPr>
          <w:sz w:val="28"/>
          <w:szCs w:val="28"/>
        </w:rPr>
      </w:pPr>
    </w:p>
    <w:p w:rsidR="0006319E" w:rsidRPr="00950C0B" w:rsidRDefault="0006319E" w:rsidP="00FB612C">
      <w:pPr>
        <w:pStyle w:val="BodyTextIndent"/>
        <w:tabs>
          <w:tab w:val="left" w:pos="0"/>
          <w:tab w:val="left" w:pos="720"/>
        </w:tabs>
        <w:ind w:left="0" w:right="-96" w:firstLine="709"/>
        <w:rPr>
          <w:szCs w:val="28"/>
        </w:rPr>
      </w:pPr>
      <w:r>
        <w:rPr>
          <w:b/>
          <w:szCs w:val="28"/>
        </w:rPr>
        <w:t xml:space="preserve">2. </w:t>
      </w:r>
      <w:r w:rsidRPr="00950C0B">
        <w:rPr>
          <w:szCs w:val="28"/>
        </w:rPr>
        <w:t>Рішення набирає чинності з дня його оприлюднення на офіційному веб-порталі Чернівецької міської ради.</w:t>
      </w:r>
    </w:p>
    <w:p w:rsidR="0006319E" w:rsidRPr="006B0BB8" w:rsidRDefault="0006319E" w:rsidP="007924CB">
      <w:pPr>
        <w:pStyle w:val="BodyTextIndent"/>
        <w:tabs>
          <w:tab w:val="left" w:pos="0"/>
          <w:tab w:val="left" w:pos="720"/>
        </w:tabs>
        <w:ind w:left="0" w:right="-99" w:firstLine="0"/>
        <w:rPr>
          <w:sz w:val="24"/>
          <w:szCs w:val="24"/>
        </w:rPr>
      </w:pPr>
    </w:p>
    <w:p w:rsidR="0006319E" w:rsidRPr="002C3901" w:rsidRDefault="0006319E" w:rsidP="007924CB">
      <w:pPr>
        <w:pStyle w:val="BodyTextIndent"/>
        <w:tabs>
          <w:tab w:val="left" w:pos="0"/>
          <w:tab w:val="left" w:pos="720"/>
        </w:tabs>
        <w:ind w:left="0" w:right="-99" w:firstLine="0"/>
        <w:rPr>
          <w:b/>
          <w:szCs w:val="28"/>
        </w:rPr>
      </w:pPr>
      <w:r>
        <w:rPr>
          <w:b/>
          <w:szCs w:val="28"/>
        </w:rPr>
        <w:tab/>
        <w:t xml:space="preserve">3. </w:t>
      </w:r>
      <w:r w:rsidRPr="00EB5907">
        <w:t xml:space="preserve">Контроль за виконанням рішення покласти на </w:t>
      </w:r>
      <w:r>
        <w:t>директора департаменту розвитку</w:t>
      </w:r>
      <w:r>
        <w:rPr>
          <w:color w:val="000000"/>
          <w:szCs w:val="28"/>
        </w:rPr>
        <w:t xml:space="preserve"> міської ради.</w:t>
      </w:r>
    </w:p>
    <w:p w:rsidR="0006319E" w:rsidRDefault="0006319E" w:rsidP="007924CB">
      <w:pPr>
        <w:ind w:firstLine="708"/>
        <w:jc w:val="both"/>
        <w:rPr>
          <w:sz w:val="28"/>
          <w:szCs w:val="28"/>
        </w:rPr>
      </w:pPr>
    </w:p>
    <w:p w:rsidR="0006319E" w:rsidRDefault="0006319E" w:rsidP="007924CB">
      <w:pPr>
        <w:ind w:firstLine="708"/>
        <w:jc w:val="both"/>
        <w:rPr>
          <w:sz w:val="28"/>
          <w:szCs w:val="28"/>
        </w:rPr>
      </w:pPr>
    </w:p>
    <w:p w:rsidR="0006319E" w:rsidRDefault="0006319E" w:rsidP="007924CB">
      <w:pPr>
        <w:ind w:firstLine="708"/>
        <w:jc w:val="both"/>
        <w:rPr>
          <w:sz w:val="28"/>
          <w:szCs w:val="28"/>
        </w:rPr>
      </w:pPr>
    </w:p>
    <w:p w:rsidR="0006319E" w:rsidRPr="00202293" w:rsidRDefault="0006319E" w:rsidP="007924CB">
      <w:pPr>
        <w:ind w:firstLine="708"/>
        <w:jc w:val="both"/>
        <w:rPr>
          <w:sz w:val="28"/>
          <w:szCs w:val="28"/>
        </w:rPr>
      </w:pPr>
    </w:p>
    <w:p w:rsidR="0006319E" w:rsidRPr="00202293" w:rsidRDefault="0006319E" w:rsidP="007924CB">
      <w:pPr>
        <w:ind w:right="-87"/>
        <w:jc w:val="both"/>
        <w:rPr>
          <w:b/>
          <w:sz w:val="28"/>
          <w:szCs w:val="28"/>
        </w:rPr>
      </w:pPr>
      <w:r>
        <w:rPr>
          <w:b/>
          <w:sz w:val="28"/>
          <w:szCs w:val="28"/>
        </w:rPr>
        <w:t xml:space="preserve">Секретар </w:t>
      </w:r>
      <w:r w:rsidRPr="00202293">
        <w:rPr>
          <w:b/>
          <w:sz w:val="28"/>
          <w:szCs w:val="28"/>
        </w:rPr>
        <w:t>Чернівецьк</w:t>
      </w:r>
      <w:r>
        <w:rPr>
          <w:b/>
          <w:sz w:val="28"/>
          <w:szCs w:val="28"/>
        </w:rPr>
        <w:t>ої</w:t>
      </w:r>
      <w:r w:rsidRPr="00202293">
        <w:rPr>
          <w:b/>
          <w:sz w:val="28"/>
          <w:szCs w:val="28"/>
        </w:rPr>
        <w:t xml:space="preserve"> міськ</w:t>
      </w:r>
      <w:r>
        <w:rPr>
          <w:b/>
          <w:sz w:val="28"/>
          <w:szCs w:val="28"/>
        </w:rPr>
        <w:t>ої ради</w:t>
      </w:r>
      <w:r w:rsidRPr="00202293">
        <w:rPr>
          <w:b/>
          <w:sz w:val="28"/>
          <w:szCs w:val="28"/>
        </w:rPr>
        <w:tab/>
      </w:r>
      <w:r w:rsidRPr="00202293">
        <w:rPr>
          <w:b/>
          <w:sz w:val="28"/>
          <w:szCs w:val="28"/>
        </w:rPr>
        <w:tab/>
      </w:r>
      <w:r w:rsidRPr="00202293">
        <w:rPr>
          <w:b/>
          <w:sz w:val="28"/>
          <w:szCs w:val="28"/>
        </w:rPr>
        <w:tab/>
        <w:t xml:space="preserve">             </w:t>
      </w:r>
      <w:r>
        <w:rPr>
          <w:b/>
          <w:sz w:val="28"/>
          <w:szCs w:val="28"/>
        </w:rPr>
        <w:tab/>
        <w:t>В</w:t>
      </w:r>
      <w:r w:rsidRPr="00202293">
        <w:rPr>
          <w:b/>
          <w:sz w:val="28"/>
          <w:szCs w:val="28"/>
        </w:rPr>
        <w:t>.</w:t>
      </w:r>
      <w:r>
        <w:rPr>
          <w:b/>
          <w:sz w:val="28"/>
          <w:szCs w:val="28"/>
        </w:rPr>
        <w:t>Продан</w:t>
      </w:r>
    </w:p>
    <w:p w:rsidR="0006319E" w:rsidRDefault="0006319E" w:rsidP="00924E3D">
      <w:pPr>
        <w:ind w:right="-87"/>
        <w:jc w:val="both"/>
        <w:rPr>
          <w:b/>
          <w:sz w:val="24"/>
        </w:rPr>
      </w:pPr>
    </w:p>
    <w:sectPr w:rsidR="0006319E" w:rsidSect="006B0BB8">
      <w:headerReference w:type="even" r:id="rId8"/>
      <w:headerReference w:type="default" r:id="rId9"/>
      <w:pgSz w:w="11907" w:h="16840" w:code="9"/>
      <w:pgMar w:top="993" w:right="567" w:bottom="1134" w:left="1701" w:header="680" w:footer="79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19E" w:rsidRDefault="0006319E">
      <w:r>
        <w:separator/>
      </w:r>
    </w:p>
  </w:endnote>
  <w:endnote w:type="continuationSeparator" w:id="0">
    <w:p w:rsidR="0006319E" w:rsidRDefault="000631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19E" w:rsidRDefault="0006319E">
      <w:r>
        <w:separator/>
      </w:r>
    </w:p>
  </w:footnote>
  <w:footnote w:type="continuationSeparator" w:id="0">
    <w:p w:rsidR="0006319E" w:rsidRDefault="000631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9E" w:rsidRDefault="0006319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319E" w:rsidRDefault="0006319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19E" w:rsidRDefault="0006319E">
    <w:pPr>
      <w:pStyle w:val="Header"/>
      <w:jc w:val="center"/>
    </w:pPr>
    <w:fldSimple w:instr=" PAGE   \* MERGEFORMAT ">
      <w:r>
        <w:rPr>
          <w:noProof/>
        </w:rPr>
        <w:t>2</w:t>
      </w:r>
    </w:fldSimple>
  </w:p>
  <w:p w:rsidR="0006319E" w:rsidRDefault="0006319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2DE6"/>
    <w:multiLevelType w:val="hybridMultilevel"/>
    <w:tmpl w:val="2840A0F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4B70C7A"/>
    <w:multiLevelType w:val="multilevel"/>
    <w:tmpl w:val="D6A28E8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2">
    <w:nsid w:val="3EC42A37"/>
    <w:multiLevelType w:val="singleLevel"/>
    <w:tmpl w:val="6D5CED12"/>
    <w:lvl w:ilvl="0">
      <w:start w:val="1"/>
      <w:numFmt w:val="decimal"/>
      <w:lvlText w:val="%1."/>
      <w:lvlJc w:val="left"/>
      <w:pPr>
        <w:tabs>
          <w:tab w:val="num" w:pos="1095"/>
        </w:tabs>
        <w:ind w:left="1095" w:hanging="375"/>
      </w:pPr>
      <w:rPr>
        <w:rFonts w:cs="Times New Roman" w:hint="default"/>
      </w:rPr>
    </w:lvl>
  </w:abstractNum>
  <w:abstractNum w:abstractNumId="3">
    <w:nsid w:val="4341535C"/>
    <w:multiLevelType w:val="hybridMultilevel"/>
    <w:tmpl w:val="83BC47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02314FB"/>
    <w:multiLevelType w:val="hybridMultilevel"/>
    <w:tmpl w:val="250494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9473100"/>
    <w:multiLevelType w:val="singleLevel"/>
    <w:tmpl w:val="33D26872"/>
    <w:lvl w:ilvl="0">
      <w:start w:val="3"/>
      <w:numFmt w:val="decimal"/>
      <w:lvlText w:val=""/>
      <w:lvlJc w:val="left"/>
      <w:pPr>
        <w:tabs>
          <w:tab w:val="num" w:pos="360"/>
        </w:tabs>
        <w:ind w:left="360" w:hanging="360"/>
      </w:pPr>
      <w:rPr>
        <w:rFonts w:cs="Times New Roman"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3571"/>
    <w:rsid w:val="00001418"/>
    <w:rsid w:val="0001133A"/>
    <w:rsid w:val="00011B4B"/>
    <w:rsid w:val="000216A1"/>
    <w:rsid w:val="0002734A"/>
    <w:rsid w:val="00032183"/>
    <w:rsid w:val="0004032D"/>
    <w:rsid w:val="00047A83"/>
    <w:rsid w:val="00047C4A"/>
    <w:rsid w:val="00053CD6"/>
    <w:rsid w:val="0006319E"/>
    <w:rsid w:val="0006674D"/>
    <w:rsid w:val="00070689"/>
    <w:rsid w:val="000A3968"/>
    <w:rsid w:val="000B0E44"/>
    <w:rsid w:val="000C165F"/>
    <w:rsid w:val="000C1D84"/>
    <w:rsid w:val="000D2095"/>
    <w:rsid w:val="000E517D"/>
    <w:rsid w:val="000E7926"/>
    <w:rsid w:val="000F63ED"/>
    <w:rsid w:val="0011310F"/>
    <w:rsid w:val="00115540"/>
    <w:rsid w:val="00125A67"/>
    <w:rsid w:val="0012769B"/>
    <w:rsid w:val="00141326"/>
    <w:rsid w:val="0016167F"/>
    <w:rsid w:val="00180641"/>
    <w:rsid w:val="00185947"/>
    <w:rsid w:val="00187298"/>
    <w:rsid w:val="001D58FE"/>
    <w:rsid w:val="001D658A"/>
    <w:rsid w:val="001D7CEB"/>
    <w:rsid w:val="001E0FF9"/>
    <w:rsid w:val="001E351A"/>
    <w:rsid w:val="00202293"/>
    <w:rsid w:val="00207F88"/>
    <w:rsid w:val="00266E60"/>
    <w:rsid w:val="00277E70"/>
    <w:rsid w:val="00283571"/>
    <w:rsid w:val="002A49FD"/>
    <w:rsid w:val="002A57B0"/>
    <w:rsid w:val="002A7DA3"/>
    <w:rsid w:val="002B7476"/>
    <w:rsid w:val="002C2DEF"/>
    <w:rsid w:val="002C3901"/>
    <w:rsid w:val="002D6219"/>
    <w:rsid w:val="002D771D"/>
    <w:rsid w:val="002E2250"/>
    <w:rsid w:val="002E37C7"/>
    <w:rsid w:val="00321718"/>
    <w:rsid w:val="00323889"/>
    <w:rsid w:val="00326B48"/>
    <w:rsid w:val="00334F87"/>
    <w:rsid w:val="00335CA7"/>
    <w:rsid w:val="00357C06"/>
    <w:rsid w:val="003629C5"/>
    <w:rsid w:val="003705BC"/>
    <w:rsid w:val="00381568"/>
    <w:rsid w:val="003A2A1B"/>
    <w:rsid w:val="003A695D"/>
    <w:rsid w:val="003B435A"/>
    <w:rsid w:val="003B7167"/>
    <w:rsid w:val="003C435B"/>
    <w:rsid w:val="003C5984"/>
    <w:rsid w:val="003F2272"/>
    <w:rsid w:val="00402D50"/>
    <w:rsid w:val="00403A27"/>
    <w:rsid w:val="00420CFD"/>
    <w:rsid w:val="00443A6C"/>
    <w:rsid w:val="004445F3"/>
    <w:rsid w:val="00444DD7"/>
    <w:rsid w:val="00461571"/>
    <w:rsid w:val="004676AA"/>
    <w:rsid w:val="00492FBF"/>
    <w:rsid w:val="00493D81"/>
    <w:rsid w:val="00494C35"/>
    <w:rsid w:val="00494C4F"/>
    <w:rsid w:val="004B6F9C"/>
    <w:rsid w:val="004F519F"/>
    <w:rsid w:val="004F75FB"/>
    <w:rsid w:val="005005F3"/>
    <w:rsid w:val="00510F67"/>
    <w:rsid w:val="00515A80"/>
    <w:rsid w:val="005246B6"/>
    <w:rsid w:val="005338AC"/>
    <w:rsid w:val="00551C11"/>
    <w:rsid w:val="00555316"/>
    <w:rsid w:val="0057779C"/>
    <w:rsid w:val="005A5551"/>
    <w:rsid w:val="005B26FE"/>
    <w:rsid w:val="005B3072"/>
    <w:rsid w:val="005B5A6F"/>
    <w:rsid w:val="005D6220"/>
    <w:rsid w:val="005F1AB1"/>
    <w:rsid w:val="0060500B"/>
    <w:rsid w:val="00616606"/>
    <w:rsid w:val="006215C8"/>
    <w:rsid w:val="00627AC8"/>
    <w:rsid w:val="00642A06"/>
    <w:rsid w:val="006455C0"/>
    <w:rsid w:val="0066082F"/>
    <w:rsid w:val="00661EC4"/>
    <w:rsid w:val="006804F1"/>
    <w:rsid w:val="00692B44"/>
    <w:rsid w:val="006A5615"/>
    <w:rsid w:val="006A69F1"/>
    <w:rsid w:val="006B0BB8"/>
    <w:rsid w:val="006B7704"/>
    <w:rsid w:val="006F2759"/>
    <w:rsid w:val="006F4731"/>
    <w:rsid w:val="007158CD"/>
    <w:rsid w:val="00734601"/>
    <w:rsid w:val="0074020D"/>
    <w:rsid w:val="0074222A"/>
    <w:rsid w:val="00765179"/>
    <w:rsid w:val="00786632"/>
    <w:rsid w:val="007924CB"/>
    <w:rsid w:val="00795202"/>
    <w:rsid w:val="007B716F"/>
    <w:rsid w:val="007C25E0"/>
    <w:rsid w:val="007C4DC5"/>
    <w:rsid w:val="007D1747"/>
    <w:rsid w:val="007D7557"/>
    <w:rsid w:val="007E345B"/>
    <w:rsid w:val="00806DB3"/>
    <w:rsid w:val="00811578"/>
    <w:rsid w:val="00813F95"/>
    <w:rsid w:val="00814577"/>
    <w:rsid w:val="0082118B"/>
    <w:rsid w:val="00823ACB"/>
    <w:rsid w:val="00843FEB"/>
    <w:rsid w:val="008568A0"/>
    <w:rsid w:val="00856978"/>
    <w:rsid w:val="008660A9"/>
    <w:rsid w:val="00870058"/>
    <w:rsid w:val="00883D75"/>
    <w:rsid w:val="00886BA4"/>
    <w:rsid w:val="00887302"/>
    <w:rsid w:val="00890C82"/>
    <w:rsid w:val="00895898"/>
    <w:rsid w:val="008B05DB"/>
    <w:rsid w:val="008B5FC5"/>
    <w:rsid w:val="008C71C6"/>
    <w:rsid w:val="008D79C4"/>
    <w:rsid w:val="008F172F"/>
    <w:rsid w:val="009020A6"/>
    <w:rsid w:val="00907174"/>
    <w:rsid w:val="00910975"/>
    <w:rsid w:val="00916731"/>
    <w:rsid w:val="00924E3D"/>
    <w:rsid w:val="00930DE5"/>
    <w:rsid w:val="00935584"/>
    <w:rsid w:val="00950C0B"/>
    <w:rsid w:val="00955FC0"/>
    <w:rsid w:val="0095602C"/>
    <w:rsid w:val="00956BB0"/>
    <w:rsid w:val="0096047D"/>
    <w:rsid w:val="0097449B"/>
    <w:rsid w:val="00975431"/>
    <w:rsid w:val="009758BA"/>
    <w:rsid w:val="00986465"/>
    <w:rsid w:val="00994B25"/>
    <w:rsid w:val="009A5CDE"/>
    <w:rsid w:val="009B73B4"/>
    <w:rsid w:val="009C0004"/>
    <w:rsid w:val="009D20CC"/>
    <w:rsid w:val="009D65C8"/>
    <w:rsid w:val="009D7E89"/>
    <w:rsid w:val="009F1672"/>
    <w:rsid w:val="00A12DE2"/>
    <w:rsid w:val="00A20443"/>
    <w:rsid w:val="00A20745"/>
    <w:rsid w:val="00A37748"/>
    <w:rsid w:val="00A40601"/>
    <w:rsid w:val="00A41436"/>
    <w:rsid w:val="00A546DA"/>
    <w:rsid w:val="00A5620F"/>
    <w:rsid w:val="00A66D3D"/>
    <w:rsid w:val="00A716D3"/>
    <w:rsid w:val="00A864F6"/>
    <w:rsid w:val="00AA7803"/>
    <w:rsid w:val="00AB1D3C"/>
    <w:rsid w:val="00AD2FD2"/>
    <w:rsid w:val="00B05CF9"/>
    <w:rsid w:val="00B05E76"/>
    <w:rsid w:val="00B10576"/>
    <w:rsid w:val="00B237D7"/>
    <w:rsid w:val="00B27B70"/>
    <w:rsid w:val="00B3682F"/>
    <w:rsid w:val="00B45C87"/>
    <w:rsid w:val="00B544CD"/>
    <w:rsid w:val="00B646F6"/>
    <w:rsid w:val="00B64C97"/>
    <w:rsid w:val="00B95005"/>
    <w:rsid w:val="00C13289"/>
    <w:rsid w:val="00C27407"/>
    <w:rsid w:val="00C448A6"/>
    <w:rsid w:val="00C51468"/>
    <w:rsid w:val="00C619C4"/>
    <w:rsid w:val="00C66147"/>
    <w:rsid w:val="00C669D9"/>
    <w:rsid w:val="00C80D7B"/>
    <w:rsid w:val="00C838ED"/>
    <w:rsid w:val="00C90F15"/>
    <w:rsid w:val="00CA2E29"/>
    <w:rsid w:val="00CB1DF5"/>
    <w:rsid w:val="00CB4696"/>
    <w:rsid w:val="00CB56FB"/>
    <w:rsid w:val="00CB6CDA"/>
    <w:rsid w:val="00CC1383"/>
    <w:rsid w:val="00CC5533"/>
    <w:rsid w:val="00CC7E6A"/>
    <w:rsid w:val="00CD4524"/>
    <w:rsid w:val="00D04E60"/>
    <w:rsid w:val="00D06D9D"/>
    <w:rsid w:val="00D10BCC"/>
    <w:rsid w:val="00D376B5"/>
    <w:rsid w:val="00D4093F"/>
    <w:rsid w:val="00D65959"/>
    <w:rsid w:val="00D97FF7"/>
    <w:rsid w:val="00DB71C3"/>
    <w:rsid w:val="00DC3772"/>
    <w:rsid w:val="00DC5FB6"/>
    <w:rsid w:val="00DC79EA"/>
    <w:rsid w:val="00DF23C7"/>
    <w:rsid w:val="00DF54D6"/>
    <w:rsid w:val="00DF56F1"/>
    <w:rsid w:val="00E03EBC"/>
    <w:rsid w:val="00E057B7"/>
    <w:rsid w:val="00E114A6"/>
    <w:rsid w:val="00E142A7"/>
    <w:rsid w:val="00E16FD7"/>
    <w:rsid w:val="00E2618C"/>
    <w:rsid w:val="00E539A9"/>
    <w:rsid w:val="00E76C5B"/>
    <w:rsid w:val="00E82051"/>
    <w:rsid w:val="00E83DDB"/>
    <w:rsid w:val="00E936D7"/>
    <w:rsid w:val="00EA71C4"/>
    <w:rsid w:val="00EB4555"/>
    <w:rsid w:val="00EB5907"/>
    <w:rsid w:val="00EC2E1E"/>
    <w:rsid w:val="00EF2AAA"/>
    <w:rsid w:val="00EF527C"/>
    <w:rsid w:val="00F032CD"/>
    <w:rsid w:val="00F439C0"/>
    <w:rsid w:val="00F80F91"/>
    <w:rsid w:val="00F82B7D"/>
    <w:rsid w:val="00FB4634"/>
    <w:rsid w:val="00FB612C"/>
    <w:rsid w:val="00FB6858"/>
    <w:rsid w:val="00FC082A"/>
    <w:rsid w:val="00FC5DE6"/>
    <w:rsid w:val="00FC6242"/>
    <w:rsid w:val="00FD28E8"/>
    <w:rsid w:val="00FD6A1C"/>
    <w:rsid w:val="00FD7722"/>
    <w:rsid w:val="00FE567A"/>
    <w:rsid w:val="00FE707A"/>
    <w:rsid w:val="00FF51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6FB"/>
    <w:rPr>
      <w:sz w:val="20"/>
      <w:szCs w:val="20"/>
      <w:lang w:val="uk-UA"/>
    </w:rPr>
  </w:style>
  <w:style w:type="paragraph" w:styleId="Heading1">
    <w:name w:val="heading 1"/>
    <w:basedOn w:val="Normal"/>
    <w:next w:val="Normal"/>
    <w:link w:val="Heading1Char"/>
    <w:uiPriority w:val="99"/>
    <w:qFormat/>
    <w:rsid w:val="00CB56FB"/>
    <w:pPr>
      <w:keepNext/>
      <w:outlineLvl w:val="0"/>
    </w:pPr>
    <w:rPr>
      <w:sz w:val="28"/>
    </w:rPr>
  </w:style>
  <w:style w:type="paragraph" w:styleId="Heading2">
    <w:name w:val="heading 2"/>
    <w:basedOn w:val="Normal"/>
    <w:next w:val="Normal"/>
    <w:link w:val="Heading2Char"/>
    <w:uiPriority w:val="99"/>
    <w:qFormat/>
    <w:rsid w:val="00CB56FB"/>
    <w:pPr>
      <w:keepNext/>
      <w:jc w:val="center"/>
      <w:outlineLvl w:val="1"/>
    </w:pPr>
    <w:rPr>
      <w:sz w:val="28"/>
    </w:rPr>
  </w:style>
  <w:style w:type="paragraph" w:styleId="Heading3">
    <w:name w:val="heading 3"/>
    <w:basedOn w:val="Normal"/>
    <w:next w:val="Normal"/>
    <w:link w:val="Heading3Char"/>
    <w:uiPriority w:val="99"/>
    <w:qFormat/>
    <w:rsid w:val="00CB56FB"/>
    <w:pPr>
      <w:keepNext/>
      <w:ind w:left="4320" w:hanging="4462"/>
      <w:jc w:val="center"/>
      <w:outlineLvl w:val="2"/>
    </w:pPr>
    <w:rPr>
      <w:b/>
      <w:sz w:val="28"/>
    </w:rPr>
  </w:style>
  <w:style w:type="paragraph" w:styleId="Heading4">
    <w:name w:val="heading 4"/>
    <w:basedOn w:val="Normal"/>
    <w:next w:val="Normal"/>
    <w:link w:val="Heading4Char"/>
    <w:uiPriority w:val="99"/>
    <w:qFormat/>
    <w:rsid w:val="00CB56FB"/>
    <w:pPr>
      <w:keepNext/>
      <w:jc w:val="both"/>
      <w:outlineLvl w:val="3"/>
    </w:pPr>
    <w:rPr>
      <w:sz w:val="28"/>
      <w:lang w:val="en-US"/>
    </w:rPr>
  </w:style>
  <w:style w:type="paragraph" w:styleId="Heading5">
    <w:name w:val="heading 5"/>
    <w:basedOn w:val="Normal"/>
    <w:next w:val="Normal"/>
    <w:link w:val="Heading5Char"/>
    <w:uiPriority w:val="99"/>
    <w:qFormat/>
    <w:rsid w:val="00CB56FB"/>
    <w:pPr>
      <w:keepNext/>
      <w:spacing w:before="20"/>
      <w:outlineLvl w:val="4"/>
    </w:pPr>
    <w:rPr>
      <w:sz w:val="26"/>
    </w:rPr>
  </w:style>
  <w:style w:type="paragraph" w:styleId="Heading6">
    <w:name w:val="heading 6"/>
    <w:basedOn w:val="Normal"/>
    <w:next w:val="Normal"/>
    <w:link w:val="Heading6Char"/>
    <w:uiPriority w:val="99"/>
    <w:qFormat/>
    <w:rsid w:val="00CB56FB"/>
    <w:pPr>
      <w:keepNext/>
      <w:spacing w:before="20"/>
      <w:ind w:right="-108"/>
      <w:outlineLvl w:val="5"/>
    </w:pPr>
    <w:rPr>
      <w:sz w:val="26"/>
    </w:rPr>
  </w:style>
  <w:style w:type="paragraph" w:styleId="Heading7">
    <w:name w:val="heading 7"/>
    <w:basedOn w:val="Normal"/>
    <w:next w:val="Normal"/>
    <w:link w:val="Heading7Char"/>
    <w:uiPriority w:val="99"/>
    <w:qFormat/>
    <w:rsid w:val="00CB56FB"/>
    <w:pPr>
      <w:keepNext/>
      <w:spacing w:before="20"/>
      <w:jc w:val="center"/>
      <w:outlineLvl w:val="6"/>
    </w:pPr>
    <w:rPr>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5202"/>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795202"/>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795202"/>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sid w:val="00795202"/>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795202"/>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sid w:val="00795202"/>
    <w:rPr>
      <w:rFonts w:ascii="Calibri" w:hAnsi="Calibri" w:cs="Times New Roman"/>
      <w:b/>
      <w:bCs/>
      <w:lang w:val="uk-UA"/>
    </w:rPr>
  </w:style>
  <w:style w:type="character" w:customStyle="1" w:styleId="Heading7Char">
    <w:name w:val="Heading 7 Char"/>
    <w:basedOn w:val="DefaultParagraphFont"/>
    <w:link w:val="Heading7"/>
    <w:uiPriority w:val="99"/>
    <w:semiHidden/>
    <w:locked/>
    <w:rsid w:val="00795202"/>
    <w:rPr>
      <w:rFonts w:ascii="Calibri" w:hAnsi="Calibri" w:cs="Times New Roman"/>
      <w:sz w:val="24"/>
      <w:szCs w:val="24"/>
      <w:lang w:val="uk-UA"/>
    </w:rPr>
  </w:style>
  <w:style w:type="paragraph" w:customStyle="1" w:styleId="Normal1">
    <w:name w:val="Normal1"/>
    <w:uiPriority w:val="99"/>
    <w:rsid w:val="00CB56FB"/>
    <w:pPr>
      <w:widowControl w:val="0"/>
    </w:pPr>
    <w:rPr>
      <w:sz w:val="20"/>
      <w:szCs w:val="20"/>
    </w:rPr>
  </w:style>
  <w:style w:type="paragraph" w:customStyle="1" w:styleId="Title1">
    <w:name w:val="Title1"/>
    <w:basedOn w:val="Normal"/>
    <w:uiPriority w:val="99"/>
    <w:rsid w:val="00CB56FB"/>
    <w:pPr>
      <w:widowControl w:val="0"/>
      <w:jc w:val="center"/>
    </w:pPr>
    <w:rPr>
      <w:b/>
      <w:sz w:val="32"/>
    </w:rPr>
  </w:style>
  <w:style w:type="paragraph" w:customStyle="1" w:styleId="Subtitle1">
    <w:name w:val="Subtitle1"/>
    <w:basedOn w:val="Normal1"/>
    <w:uiPriority w:val="99"/>
    <w:rsid w:val="00CB56FB"/>
    <w:pPr>
      <w:jc w:val="center"/>
    </w:pPr>
    <w:rPr>
      <w:b/>
      <w:sz w:val="28"/>
      <w:lang w:val="uk-UA"/>
    </w:rPr>
  </w:style>
  <w:style w:type="paragraph" w:styleId="BodyText">
    <w:name w:val="Body Text"/>
    <w:basedOn w:val="Normal"/>
    <w:link w:val="BodyTextChar"/>
    <w:uiPriority w:val="99"/>
    <w:rsid w:val="00CB56FB"/>
    <w:pPr>
      <w:jc w:val="both"/>
    </w:pPr>
    <w:rPr>
      <w:sz w:val="28"/>
    </w:rPr>
  </w:style>
  <w:style w:type="character" w:customStyle="1" w:styleId="BodyTextChar">
    <w:name w:val="Body Text Char"/>
    <w:basedOn w:val="DefaultParagraphFont"/>
    <w:link w:val="BodyText"/>
    <w:uiPriority w:val="99"/>
    <w:semiHidden/>
    <w:locked/>
    <w:rsid w:val="00795202"/>
    <w:rPr>
      <w:rFonts w:cs="Times New Roman"/>
      <w:sz w:val="20"/>
      <w:szCs w:val="20"/>
      <w:lang w:val="uk-UA"/>
    </w:rPr>
  </w:style>
  <w:style w:type="paragraph" w:styleId="BodyTextIndent">
    <w:name w:val="Body Text Indent"/>
    <w:basedOn w:val="Normal"/>
    <w:link w:val="BodyTextIndentChar"/>
    <w:uiPriority w:val="99"/>
    <w:rsid w:val="00CB56FB"/>
    <w:pPr>
      <w:ind w:left="-142" w:firstLine="862"/>
      <w:jc w:val="both"/>
    </w:pPr>
    <w:rPr>
      <w:sz w:val="28"/>
    </w:rPr>
  </w:style>
  <w:style w:type="character" w:customStyle="1" w:styleId="BodyTextIndentChar">
    <w:name w:val="Body Text Indent Char"/>
    <w:basedOn w:val="DefaultParagraphFont"/>
    <w:link w:val="BodyTextIndent"/>
    <w:uiPriority w:val="99"/>
    <w:semiHidden/>
    <w:locked/>
    <w:rsid w:val="00795202"/>
    <w:rPr>
      <w:rFonts w:cs="Times New Roman"/>
      <w:sz w:val="20"/>
      <w:szCs w:val="20"/>
      <w:lang w:val="uk-UA"/>
    </w:rPr>
  </w:style>
  <w:style w:type="paragraph" w:styleId="Header">
    <w:name w:val="header"/>
    <w:basedOn w:val="Normal"/>
    <w:link w:val="HeaderChar"/>
    <w:uiPriority w:val="99"/>
    <w:rsid w:val="00CB56FB"/>
    <w:pPr>
      <w:tabs>
        <w:tab w:val="center" w:pos="4153"/>
        <w:tab w:val="right" w:pos="8306"/>
      </w:tabs>
    </w:pPr>
  </w:style>
  <w:style w:type="character" w:customStyle="1" w:styleId="HeaderChar">
    <w:name w:val="Header Char"/>
    <w:basedOn w:val="DefaultParagraphFont"/>
    <w:link w:val="Header"/>
    <w:uiPriority w:val="99"/>
    <w:locked/>
    <w:rsid w:val="006F4731"/>
    <w:rPr>
      <w:rFonts w:cs="Times New Roman"/>
      <w:lang w:eastAsia="ru-RU"/>
    </w:rPr>
  </w:style>
  <w:style w:type="paragraph" w:styleId="Footer">
    <w:name w:val="footer"/>
    <w:basedOn w:val="Normal"/>
    <w:link w:val="FooterChar"/>
    <w:uiPriority w:val="99"/>
    <w:rsid w:val="00CB56FB"/>
    <w:pPr>
      <w:tabs>
        <w:tab w:val="center" w:pos="4153"/>
        <w:tab w:val="right" w:pos="8306"/>
      </w:tabs>
    </w:pPr>
  </w:style>
  <w:style w:type="character" w:customStyle="1" w:styleId="FooterChar">
    <w:name w:val="Footer Char"/>
    <w:basedOn w:val="DefaultParagraphFont"/>
    <w:link w:val="Footer"/>
    <w:uiPriority w:val="99"/>
    <w:semiHidden/>
    <w:locked/>
    <w:rsid w:val="00795202"/>
    <w:rPr>
      <w:rFonts w:cs="Times New Roman"/>
      <w:sz w:val="20"/>
      <w:szCs w:val="20"/>
      <w:lang w:val="uk-UA"/>
    </w:rPr>
  </w:style>
  <w:style w:type="paragraph" w:styleId="BodyTextIndent2">
    <w:name w:val="Body Text Indent 2"/>
    <w:basedOn w:val="Normal"/>
    <w:link w:val="BodyTextIndent2Char"/>
    <w:uiPriority w:val="99"/>
    <w:rsid w:val="00CB56FB"/>
    <w:pPr>
      <w:ind w:hanging="142"/>
      <w:jc w:val="center"/>
    </w:pPr>
    <w:rPr>
      <w:b/>
      <w:sz w:val="28"/>
    </w:rPr>
  </w:style>
  <w:style w:type="character" w:customStyle="1" w:styleId="BodyTextIndent2Char">
    <w:name w:val="Body Text Indent 2 Char"/>
    <w:basedOn w:val="DefaultParagraphFont"/>
    <w:link w:val="BodyTextIndent2"/>
    <w:uiPriority w:val="99"/>
    <w:semiHidden/>
    <w:locked/>
    <w:rsid w:val="00795202"/>
    <w:rPr>
      <w:rFonts w:cs="Times New Roman"/>
      <w:sz w:val="20"/>
      <w:szCs w:val="20"/>
      <w:lang w:val="uk-UA"/>
    </w:rPr>
  </w:style>
  <w:style w:type="character" w:styleId="PageNumber">
    <w:name w:val="page number"/>
    <w:basedOn w:val="DefaultParagraphFont"/>
    <w:uiPriority w:val="99"/>
    <w:rsid w:val="00CB56FB"/>
    <w:rPr>
      <w:rFonts w:cs="Times New Roman"/>
    </w:rPr>
  </w:style>
  <w:style w:type="paragraph" w:styleId="BodyTextIndent3">
    <w:name w:val="Body Text Indent 3"/>
    <w:basedOn w:val="Normal"/>
    <w:link w:val="BodyTextIndent3Char"/>
    <w:uiPriority w:val="99"/>
    <w:rsid w:val="00CB56FB"/>
    <w:pPr>
      <w:ind w:firstLine="720"/>
      <w:jc w:val="both"/>
    </w:pPr>
    <w:rPr>
      <w:sz w:val="28"/>
    </w:rPr>
  </w:style>
  <w:style w:type="character" w:customStyle="1" w:styleId="BodyTextIndent3Char">
    <w:name w:val="Body Text Indent 3 Char"/>
    <w:basedOn w:val="DefaultParagraphFont"/>
    <w:link w:val="BodyTextIndent3"/>
    <w:uiPriority w:val="99"/>
    <w:semiHidden/>
    <w:locked/>
    <w:rsid w:val="00795202"/>
    <w:rPr>
      <w:rFonts w:cs="Times New Roman"/>
      <w:sz w:val="16"/>
      <w:szCs w:val="16"/>
      <w:lang w:val="uk-UA"/>
    </w:rPr>
  </w:style>
  <w:style w:type="paragraph" w:customStyle="1" w:styleId="CharChar">
    <w:name w:val="Char Знак Знак Char Знак"/>
    <w:basedOn w:val="Normal"/>
    <w:uiPriority w:val="99"/>
    <w:rsid w:val="00335CA7"/>
    <w:rPr>
      <w:rFonts w:ascii="Verdana" w:hAnsi="Verdana"/>
      <w:lang w:val="en-US" w:eastAsia="en-US"/>
    </w:rPr>
  </w:style>
  <w:style w:type="character" w:customStyle="1" w:styleId="22">
    <w:name w:val="Заголовок №2 (2)_"/>
    <w:basedOn w:val="DefaultParagraphFont"/>
    <w:link w:val="220"/>
    <w:uiPriority w:val="99"/>
    <w:locked/>
    <w:rsid w:val="00994B25"/>
    <w:rPr>
      <w:rFonts w:cs="Times New Roman"/>
      <w:b/>
      <w:bCs/>
      <w:sz w:val="25"/>
      <w:szCs w:val="25"/>
      <w:lang w:bidi="ar-SA"/>
    </w:rPr>
  </w:style>
  <w:style w:type="paragraph" w:customStyle="1" w:styleId="220">
    <w:name w:val="Заголовок №2 (2)"/>
    <w:basedOn w:val="Normal"/>
    <w:link w:val="22"/>
    <w:uiPriority w:val="99"/>
    <w:rsid w:val="00994B25"/>
    <w:pPr>
      <w:shd w:val="clear" w:color="auto" w:fill="FFFFFF"/>
      <w:spacing w:before="60" w:line="326" w:lineRule="exact"/>
      <w:jc w:val="center"/>
      <w:outlineLvl w:val="1"/>
    </w:pPr>
    <w:rPr>
      <w:b/>
      <w:bCs/>
      <w:noProof/>
      <w:sz w:val="25"/>
      <w:szCs w:val="25"/>
      <w:lang w:val="ru-RU"/>
    </w:rPr>
  </w:style>
  <w:style w:type="character" w:customStyle="1" w:styleId="2">
    <w:name w:val="Знак Знак2"/>
    <w:basedOn w:val="DefaultParagraphFont"/>
    <w:uiPriority w:val="99"/>
    <w:locked/>
    <w:rsid w:val="00994B25"/>
    <w:rPr>
      <w:rFonts w:cs="Times New Roman"/>
      <w:sz w:val="28"/>
      <w:lang w:val="uk-UA"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TotalTime>
  <Pages>1</Pages>
  <Words>261</Words>
  <Characters>1492</Characters>
  <Application>Microsoft Office Outlook</Application>
  <DocSecurity>0</DocSecurity>
  <Lines>0</Lines>
  <Paragraphs>0</Paragraphs>
  <ScaleCrop>false</ScaleCrop>
  <Company>Департамент экономики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Голев Д.В.</dc:creator>
  <cp:keywords/>
  <dc:description/>
  <cp:lastModifiedBy>user</cp:lastModifiedBy>
  <cp:revision>7</cp:revision>
  <cp:lastPrinted>2019-03-19T10:19:00Z</cp:lastPrinted>
  <dcterms:created xsi:type="dcterms:W3CDTF">2019-03-19T09:56:00Z</dcterms:created>
  <dcterms:modified xsi:type="dcterms:W3CDTF">2019-05-10T12:33:00Z</dcterms:modified>
</cp:coreProperties>
</file>