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3BD" w:rsidRPr="005034F7" w:rsidRDefault="002523BD" w:rsidP="00AE0901">
      <w:pPr>
        <w:spacing w:line="235" w:lineRule="auto"/>
        <w:ind w:left="540"/>
        <w:jc w:val="center"/>
        <w:rPr>
          <w:lang w:val="uk-UA"/>
        </w:rPr>
      </w:pPr>
      <w:r w:rsidRPr="0016148E">
        <w:rPr>
          <w:color w:val="FFFFFF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2523BD" w:rsidRPr="005034F7" w:rsidRDefault="002523BD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У К Р А Ї Н А</w:t>
      </w:r>
    </w:p>
    <w:p w:rsidR="002523BD" w:rsidRPr="005034F7" w:rsidRDefault="002523BD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Чернівецька  міська рада</w:t>
      </w:r>
    </w:p>
    <w:p w:rsidR="002523BD" w:rsidRPr="005034F7" w:rsidRDefault="002523BD" w:rsidP="00AE0901">
      <w:pPr>
        <w:pStyle w:val="Heading2"/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Виконавчий  комітет</w:t>
      </w:r>
    </w:p>
    <w:p w:rsidR="002523BD" w:rsidRPr="005034F7" w:rsidRDefault="002523BD" w:rsidP="00AE0901">
      <w:pPr>
        <w:spacing w:line="235" w:lineRule="auto"/>
        <w:ind w:left="540"/>
        <w:jc w:val="center"/>
        <w:rPr>
          <w:lang w:val="uk-UA"/>
        </w:rPr>
      </w:pPr>
    </w:p>
    <w:p w:rsidR="002523BD" w:rsidRPr="005034F7" w:rsidRDefault="002523BD" w:rsidP="00AE0901">
      <w:pPr>
        <w:pStyle w:val="Heading3"/>
        <w:spacing w:line="235" w:lineRule="auto"/>
        <w:ind w:left="540"/>
        <w:jc w:val="center"/>
        <w:rPr>
          <w:sz w:val="32"/>
          <w:lang w:val="uk-UA"/>
        </w:rPr>
      </w:pPr>
      <w:r w:rsidRPr="005034F7">
        <w:rPr>
          <w:sz w:val="32"/>
          <w:lang w:val="uk-UA"/>
        </w:rPr>
        <w:t>Р  І  Ш  Е  Н  Н  Я</w:t>
      </w:r>
    </w:p>
    <w:p w:rsidR="002523BD" w:rsidRPr="005034F7" w:rsidRDefault="002523BD" w:rsidP="00AE0901">
      <w:pPr>
        <w:ind w:left="540"/>
        <w:rPr>
          <w:lang w:val="uk-UA" w:eastAsia="ru-RU"/>
        </w:rPr>
      </w:pPr>
    </w:p>
    <w:p w:rsidR="002523BD" w:rsidRPr="005034F7" w:rsidRDefault="002523BD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5034F7">
        <w:rPr>
          <w:b/>
          <w:sz w:val="28"/>
          <w:lang w:val="uk-UA"/>
        </w:rPr>
        <w:t xml:space="preserve"> </w:t>
      </w:r>
    </w:p>
    <w:p w:rsidR="002523BD" w:rsidRPr="005034F7" w:rsidRDefault="002523BD" w:rsidP="00AE0901">
      <w:pPr>
        <w:spacing w:line="235" w:lineRule="auto"/>
        <w:ind w:left="540"/>
        <w:rPr>
          <w:sz w:val="28"/>
          <w:lang w:val="uk-UA"/>
        </w:rPr>
      </w:pPr>
      <w:r w:rsidRPr="005034F7">
        <w:rPr>
          <w:sz w:val="28"/>
          <w:u w:val="single"/>
          <w:lang w:val="uk-UA"/>
        </w:rPr>
        <w:t xml:space="preserve"> </w:t>
      </w:r>
      <w:r>
        <w:rPr>
          <w:sz w:val="28"/>
          <w:u w:val="single"/>
          <w:lang w:val="uk-UA"/>
        </w:rPr>
        <w:t>28.08.</w:t>
      </w:r>
      <w:r w:rsidRPr="005034F7">
        <w:rPr>
          <w:sz w:val="28"/>
          <w:u w:val="single"/>
          <w:lang w:val="uk-UA"/>
        </w:rPr>
        <w:t>2018</w:t>
      </w:r>
      <w:r w:rsidRPr="005034F7">
        <w:rPr>
          <w:sz w:val="28"/>
          <w:lang w:val="uk-UA"/>
        </w:rPr>
        <w:t xml:space="preserve">  № </w:t>
      </w:r>
      <w:r w:rsidRPr="005034F7">
        <w:rPr>
          <w:sz w:val="28"/>
          <w:u w:val="single"/>
          <w:lang w:val="uk-UA"/>
        </w:rPr>
        <w:t xml:space="preserve"> </w:t>
      </w:r>
      <w:r>
        <w:rPr>
          <w:sz w:val="28"/>
          <w:u w:val="single"/>
          <w:lang w:val="uk-UA"/>
        </w:rPr>
        <w:t>418/17</w:t>
      </w:r>
      <w:r w:rsidRPr="005034F7">
        <w:rPr>
          <w:sz w:val="28"/>
          <w:u w:val="single"/>
          <w:lang w:val="uk-UA"/>
        </w:rPr>
        <w:t xml:space="preserve">  </w:t>
      </w:r>
      <w:r w:rsidRPr="005034F7">
        <w:rPr>
          <w:sz w:val="28"/>
          <w:lang w:val="uk-UA"/>
        </w:rPr>
        <w:t xml:space="preserve"> </w:t>
      </w:r>
      <w:r w:rsidRPr="005034F7">
        <w:rPr>
          <w:sz w:val="28"/>
          <w:lang w:val="uk-UA"/>
        </w:rPr>
        <w:tab/>
        <w:t xml:space="preserve">               </w:t>
      </w:r>
      <w:r w:rsidRPr="005034F7">
        <w:rPr>
          <w:sz w:val="28"/>
          <w:lang w:val="uk-UA"/>
        </w:rPr>
        <w:tab/>
      </w:r>
      <w:r w:rsidRPr="005034F7">
        <w:rPr>
          <w:sz w:val="28"/>
          <w:lang w:val="uk-UA"/>
        </w:rPr>
        <w:tab/>
      </w:r>
      <w:r w:rsidRPr="005034F7">
        <w:rPr>
          <w:sz w:val="28"/>
          <w:lang w:val="uk-UA"/>
        </w:rPr>
        <w:tab/>
        <w:t xml:space="preserve">                                 м. Чернівці</w:t>
      </w:r>
      <w:r w:rsidRPr="005034F7">
        <w:rPr>
          <w:b/>
          <w:sz w:val="28"/>
          <w:lang w:val="uk-UA"/>
        </w:rPr>
        <w:t xml:space="preserve">         </w:t>
      </w:r>
    </w:p>
    <w:p w:rsidR="002523BD" w:rsidRPr="005034F7" w:rsidRDefault="002523BD" w:rsidP="00AE0901">
      <w:pPr>
        <w:ind w:left="540"/>
        <w:rPr>
          <w:sz w:val="28"/>
          <w:szCs w:val="28"/>
          <w:lang w:val="uk-UA"/>
        </w:rPr>
      </w:pPr>
    </w:p>
    <w:p w:rsidR="002523BD" w:rsidRPr="005034F7" w:rsidRDefault="002523BD" w:rsidP="00AE0901">
      <w:pPr>
        <w:ind w:left="540"/>
        <w:rPr>
          <w:sz w:val="28"/>
          <w:szCs w:val="28"/>
          <w:lang w:val="uk-UA"/>
        </w:rPr>
      </w:pPr>
    </w:p>
    <w:p w:rsidR="002523BD" w:rsidRPr="005034F7" w:rsidRDefault="002523BD" w:rsidP="00AE0901">
      <w:pPr>
        <w:ind w:left="540"/>
        <w:jc w:val="center"/>
        <w:rPr>
          <w:b/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Про н</w:t>
      </w:r>
      <w:r w:rsidRPr="005034F7">
        <w:rPr>
          <w:b/>
          <w:bCs/>
          <w:sz w:val="28"/>
          <w:szCs w:val="28"/>
          <w:lang w:val="uk-UA"/>
        </w:rPr>
        <w:t>адання матеріальної допомоги сім’ям загиблих (померлих) під час участі в антитерористичній операції  та Революції гідності, для підготовки до нового навчального року</w:t>
      </w:r>
    </w:p>
    <w:p w:rsidR="002523BD" w:rsidRPr="005034F7" w:rsidRDefault="002523BD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 </w:t>
      </w:r>
    </w:p>
    <w:p w:rsidR="002523BD" w:rsidRPr="005034F7" w:rsidRDefault="002523BD" w:rsidP="00B0708B">
      <w:pPr>
        <w:ind w:left="540" w:right="-108" w:firstLine="540"/>
        <w:jc w:val="both"/>
        <w:rPr>
          <w:color w:val="000000"/>
          <w:sz w:val="28"/>
          <w:szCs w:val="28"/>
          <w:lang w:val="uk-UA"/>
        </w:rPr>
      </w:pPr>
      <w:r w:rsidRPr="005034F7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на виконання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 у період з 21.11.2013 р. по 21.02.2014 р., </w:t>
      </w:r>
      <w:r w:rsidRPr="005034F7">
        <w:rPr>
          <w:sz w:val="28"/>
          <w:szCs w:val="28"/>
          <w:lang w:val="uk-UA"/>
        </w:rPr>
        <w:br/>
        <w:t xml:space="preserve">на 2016-2018 роки, затвердженої рішенням міської ради VII скликання </w:t>
      </w:r>
      <w:r w:rsidRPr="005034F7">
        <w:rPr>
          <w:sz w:val="28"/>
          <w:szCs w:val="28"/>
          <w:lang w:val="uk-UA"/>
        </w:rPr>
        <w:br/>
        <w:t xml:space="preserve">від 26.08.2016 р. № 356, зі змінами і доповненнями, та з метою  соціального захисту родин, члени яких загинули при виконанні обов’язків під час проходження військової служби в східних регіонах України 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 по 21.02.2014 р., </w:t>
      </w:r>
      <w:r w:rsidRPr="005034F7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523BD" w:rsidRPr="005034F7" w:rsidRDefault="002523BD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2523BD" w:rsidRPr="005034F7" w:rsidRDefault="002523BD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5034F7">
        <w:rPr>
          <w:b/>
          <w:sz w:val="28"/>
          <w:lang w:val="uk-UA"/>
        </w:rPr>
        <w:t>В И Р І Ш И В:</w:t>
      </w:r>
    </w:p>
    <w:p w:rsidR="002523BD" w:rsidRPr="005034F7" w:rsidRDefault="002523BD" w:rsidP="0002663F">
      <w:pPr>
        <w:jc w:val="center"/>
        <w:rPr>
          <w:sz w:val="16"/>
          <w:szCs w:val="16"/>
          <w:lang w:val="uk-UA"/>
        </w:rPr>
      </w:pPr>
    </w:p>
    <w:p w:rsidR="002523BD" w:rsidRPr="005034F7" w:rsidRDefault="002523B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 </w:t>
      </w:r>
      <w:r w:rsidRPr="005034F7">
        <w:rPr>
          <w:sz w:val="28"/>
          <w:szCs w:val="28"/>
          <w:lang w:val="uk-UA"/>
        </w:rPr>
        <w:t xml:space="preserve">Надати </w:t>
      </w:r>
      <w:r w:rsidRPr="005034F7">
        <w:rPr>
          <w:bCs/>
          <w:sz w:val="28"/>
          <w:szCs w:val="28"/>
          <w:lang w:val="uk-UA"/>
        </w:rPr>
        <w:t>матеріальну допомогу сім’ям загиблих (померлих) під час участі в антитерористичній операції та Революції гідності, в яких виховуються неповнолітні діти  та діти, які навчаються за денною формою навчання у загальноосвітніх, професійно – технічних, вищих навчальних закладах І – ІV рівнів акредитації до досягнення ними двадцяти трьох років для їх підготовки до нового навчального року</w:t>
      </w:r>
      <w:r w:rsidRPr="005034F7">
        <w:rPr>
          <w:sz w:val="28"/>
          <w:szCs w:val="28"/>
          <w:lang w:val="uk-UA"/>
        </w:rPr>
        <w:t>.</w:t>
      </w:r>
    </w:p>
    <w:p w:rsidR="002523BD" w:rsidRPr="005034F7" w:rsidRDefault="002523B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1.1. Анісімовій Ірині Василівні </w:t>
      </w:r>
      <w:r w:rsidRPr="005034F7">
        <w:rPr>
          <w:sz w:val="28"/>
          <w:szCs w:val="28"/>
          <w:lang w:val="uk-UA"/>
        </w:rPr>
        <w:t xml:space="preserve">(син Альошин Назар Андрійович, </w:t>
      </w:r>
      <w:r w:rsidRPr="005034F7">
        <w:rPr>
          <w:sz w:val="28"/>
          <w:szCs w:val="28"/>
          <w:lang w:val="uk-UA"/>
        </w:rPr>
        <w:br/>
        <w:t>2008 року народження) – 1500 грн.</w:t>
      </w:r>
    </w:p>
    <w:p w:rsidR="002523BD" w:rsidRPr="005034F7" w:rsidRDefault="002523B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1.2. Балабоскіній Оксані Вікторівні </w:t>
      </w:r>
      <w:r w:rsidRPr="005034F7">
        <w:rPr>
          <w:sz w:val="28"/>
          <w:szCs w:val="28"/>
          <w:lang w:val="uk-UA"/>
        </w:rPr>
        <w:t xml:space="preserve">(син Балабоскін Нікіта Ігорович, </w:t>
      </w:r>
      <w:r w:rsidRPr="005034F7">
        <w:rPr>
          <w:sz w:val="28"/>
          <w:szCs w:val="28"/>
          <w:lang w:val="uk-UA"/>
        </w:rPr>
        <w:br/>
        <w:t>2009 року народження) – 1500 грн.</w:t>
      </w:r>
    </w:p>
    <w:p w:rsidR="002523BD" w:rsidRPr="005034F7" w:rsidRDefault="002523B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1.3. Дергач Людмилі Омелянівні </w:t>
      </w:r>
      <w:r w:rsidRPr="005034F7">
        <w:rPr>
          <w:sz w:val="28"/>
          <w:szCs w:val="28"/>
          <w:lang w:val="uk-UA"/>
        </w:rPr>
        <w:t xml:space="preserve">(син Дергач Даниїл Леонідович, </w:t>
      </w:r>
      <w:r w:rsidRPr="005034F7">
        <w:rPr>
          <w:sz w:val="28"/>
          <w:szCs w:val="28"/>
          <w:lang w:val="uk-UA"/>
        </w:rPr>
        <w:br/>
        <w:t>2012 року народження) – 1500 грн.</w:t>
      </w:r>
    </w:p>
    <w:p w:rsidR="002523BD" w:rsidRPr="005034F7" w:rsidRDefault="002523BD" w:rsidP="00CE73C1">
      <w:pPr>
        <w:ind w:left="540" w:firstLine="540"/>
        <w:jc w:val="center"/>
        <w:rPr>
          <w:sz w:val="24"/>
          <w:szCs w:val="24"/>
          <w:lang w:val="uk-UA"/>
        </w:rPr>
      </w:pPr>
    </w:p>
    <w:p w:rsidR="002523BD" w:rsidRPr="005034F7" w:rsidRDefault="002523BD" w:rsidP="00CE73C1">
      <w:pPr>
        <w:ind w:left="540"/>
        <w:jc w:val="center"/>
        <w:rPr>
          <w:sz w:val="24"/>
          <w:szCs w:val="24"/>
          <w:lang w:val="uk-UA"/>
        </w:rPr>
      </w:pPr>
      <w:r w:rsidRPr="005034F7">
        <w:rPr>
          <w:sz w:val="24"/>
          <w:szCs w:val="24"/>
          <w:lang w:val="uk-UA"/>
        </w:rPr>
        <w:t>2</w:t>
      </w:r>
    </w:p>
    <w:p w:rsidR="002523BD" w:rsidRPr="005034F7" w:rsidRDefault="002523BD" w:rsidP="00CE73C1">
      <w:pPr>
        <w:ind w:left="540" w:firstLine="540"/>
        <w:jc w:val="both"/>
        <w:rPr>
          <w:sz w:val="16"/>
          <w:szCs w:val="16"/>
          <w:lang w:val="uk-UA"/>
        </w:rPr>
      </w:pPr>
    </w:p>
    <w:p w:rsidR="002523BD" w:rsidRPr="005034F7" w:rsidRDefault="002523B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1.4. Доник Любові Леонтіївні  </w:t>
      </w:r>
      <w:r w:rsidRPr="005034F7">
        <w:rPr>
          <w:sz w:val="28"/>
          <w:szCs w:val="28"/>
          <w:lang w:val="uk-UA"/>
        </w:rPr>
        <w:t>(син Доник Артем Максимович, 2013 року народження) – 1000 грн.</w:t>
      </w:r>
    </w:p>
    <w:p w:rsidR="002523BD" w:rsidRPr="005034F7" w:rsidRDefault="002523B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1.5. Заремській Ірині Анат</w:t>
      </w:r>
      <w:r>
        <w:rPr>
          <w:b/>
          <w:sz w:val="28"/>
          <w:szCs w:val="28"/>
          <w:lang w:val="uk-UA"/>
        </w:rPr>
        <w:t>о</w:t>
      </w:r>
      <w:r w:rsidRPr="005034F7">
        <w:rPr>
          <w:b/>
          <w:sz w:val="28"/>
          <w:szCs w:val="28"/>
          <w:lang w:val="uk-UA"/>
        </w:rPr>
        <w:t xml:space="preserve">ліївні  </w:t>
      </w:r>
      <w:r w:rsidRPr="005034F7">
        <w:rPr>
          <w:sz w:val="28"/>
          <w:szCs w:val="28"/>
          <w:lang w:val="uk-UA"/>
        </w:rPr>
        <w:t>(син Заремський Сергій Анатолійович, 2003 року народження) – 1500 грн.</w:t>
      </w:r>
    </w:p>
    <w:p w:rsidR="002523BD" w:rsidRPr="005034F7" w:rsidRDefault="002523BD" w:rsidP="00727813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1.6. Кінзерській Олесі Вікторівні </w:t>
      </w:r>
      <w:r w:rsidRPr="005034F7">
        <w:rPr>
          <w:sz w:val="28"/>
          <w:szCs w:val="28"/>
          <w:lang w:val="uk-UA"/>
        </w:rPr>
        <w:t>(син Гарбуз Михайло Олександрович, 2008 року народження, син Гарбуз Роман Олександрович, 2010 року народження)  – 3000 грн.</w:t>
      </w:r>
    </w:p>
    <w:p w:rsidR="002523BD" w:rsidRPr="005034F7" w:rsidRDefault="002523B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1.7. Парфентьєвій Олені Павлівні </w:t>
      </w:r>
      <w:r w:rsidRPr="005034F7">
        <w:rPr>
          <w:sz w:val="28"/>
          <w:szCs w:val="28"/>
          <w:lang w:val="uk-UA"/>
        </w:rPr>
        <w:t>(донька Парфентьєва Анастасія Ігорівна, 2005 року народження) – 1500 грн.</w:t>
      </w:r>
    </w:p>
    <w:p w:rsidR="002523BD" w:rsidRPr="005034F7" w:rsidRDefault="002523BD" w:rsidP="00AE0901">
      <w:pPr>
        <w:ind w:left="540" w:firstLine="540"/>
        <w:jc w:val="both"/>
        <w:rPr>
          <w:b/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1.8. Пелехатій Марині Дмитрівні </w:t>
      </w:r>
      <w:r w:rsidRPr="005034F7">
        <w:rPr>
          <w:sz w:val="28"/>
          <w:szCs w:val="28"/>
          <w:lang w:val="uk-UA"/>
        </w:rPr>
        <w:t>(син Пелеха</w:t>
      </w:r>
      <w:r>
        <w:rPr>
          <w:sz w:val="28"/>
          <w:szCs w:val="28"/>
          <w:lang w:val="uk-UA"/>
        </w:rPr>
        <w:t>т</w:t>
      </w:r>
      <w:r w:rsidRPr="005034F7">
        <w:rPr>
          <w:sz w:val="28"/>
          <w:szCs w:val="28"/>
          <w:lang w:val="uk-UA"/>
        </w:rPr>
        <w:t>ий Вадим В’ячеславович, 2011 року народження) – 1500 грн.</w:t>
      </w:r>
      <w:r w:rsidRPr="005034F7">
        <w:rPr>
          <w:b/>
          <w:sz w:val="28"/>
          <w:szCs w:val="28"/>
          <w:lang w:val="uk-UA"/>
        </w:rPr>
        <w:t xml:space="preserve"> </w:t>
      </w:r>
    </w:p>
    <w:p w:rsidR="002523BD" w:rsidRPr="005034F7" w:rsidRDefault="002523B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1.9. Петихачній Інні Володимирівні </w:t>
      </w:r>
      <w:r w:rsidRPr="005034F7">
        <w:rPr>
          <w:sz w:val="28"/>
          <w:szCs w:val="28"/>
          <w:lang w:val="uk-UA"/>
        </w:rPr>
        <w:t>(син Петихачний Олексій Леонідович, 2006 року народження) – 1500 грн.</w:t>
      </w:r>
    </w:p>
    <w:p w:rsidR="002523BD" w:rsidRPr="005034F7" w:rsidRDefault="002523B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1.10. Побережник Світлан</w:t>
      </w:r>
      <w:r>
        <w:rPr>
          <w:b/>
          <w:sz w:val="28"/>
          <w:szCs w:val="28"/>
          <w:lang w:val="uk-UA"/>
        </w:rPr>
        <w:t>і</w:t>
      </w:r>
      <w:r w:rsidRPr="005034F7">
        <w:rPr>
          <w:b/>
          <w:sz w:val="28"/>
          <w:szCs w:val="28"/>
          <w:lang w:val="uk-UA"/>
        </w:rPr>
        <w:t xml:space="preserve"> Василівн</w:t>
      </w:r>
      <w:r>
        <w:rPr>
          <w:b/>
          <w:sz w:val="28"/>
          <w:szCs w:val="28"/>
          <w:lang w:val="uk-UA"/>
        </w:rPr>
        <w:t>і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 xml:space="preserve">(донька Побережник Марина Сергіївна, 2004 року народження, син Побережник Макар Сергійович, </w:t>
      </w:r>
      <w:r w:rsidRPr="005034F7">
        <w:rPr>
          <w:sz w:val="28"/>
          <w:szCs w:val="28"/>
          <w:lang w:val="uk-UA"/>
        </w:rPr>
        <w:br/>
        <w:t>2009 року народження) – 3000 грн.</w:t>
      </w:r>
    </w:p>
    <w:p w:rsidR="002523BD" w:rsidRPr="005034F7" w:rsidRDefault="002523B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1.11. Радчук Валентині Миколаївні </w:t>
      </w:r>
      <w:r w:rsidRPr="005034F7">
        <w:rPr>
          <w:sz w:val="28"/>
          <w:szCs w:val="28"/>
          <w:lang w:val="uk-UA"/>
        </w:rPr>
        <w:t>(донька Петихачна Олександра Леонідівна, 2011 року народження) – 1500 грн.</w:t>
      </w:r>
    </w:p>
    <w:p w:rsidR="002523BD" w:rsidRPr="005034F7" w:rsidRDefault="002523B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1.12. Шлюсар Наталії Степанівні </w:t>
      </w:r>
      <w:r w:rsidRPr="005034F7">
        <w:rPr>
          <w:sz w:val="28"/>
          <w:szCs w:val="28"/>
          <w:lang w:val="uk-UA"/>
        </w:rPr>
        <w:t xml:space="preserve">(син Шлюсар Максим Романович, </w:t>
      </w:r>
      <w:r w:rsidRPr="005034F7">
        <w:rPr>
          <w:sz w:val="28"/>
          <w:szCs w:val="28"/>
          <w:lang w:val="uk-UA"/>
        </w:rPr>
        <w:br/>
        <w:t>2008 року народження, син Шлюсар Олег Романович, 2012 року народження) –   3000 грн.</w:t>
      </w:r>
    </w:p>
    <w:p w:rsidR="002523BD" w:rsidRPr="005034F7" w:rsidRDefault="002523B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1.13. Мізюк Наталії Тодорівні </w:t>
      </w:r>
      <w:r w:rsidRPr="005034F7">
        <w:rPr>
          <w:sz w:val="28"/>
          <w:szCs w:val="28"/>
          <w:lang w:val="uk-UA"/>
        </w:rPr>
        <w:t xml:space="preserve">(син Танасійчук Вадим Петрович, </w:t>
      </w:r>
      <w:r w:rsidRPr="005034F7">
        <w:rPr>
          <w:sz w:val="28"/>
          <w:szCs w:val="28"/>
          <w:lang w:val="uk-UA"/>
        </w:rPr>
        <w:br/>
        <w:t xml:space="preserve">2009 року народження, донька Танасійчук Діана Петрівна, 2012 року народження) – 3000 грн. </w:t>
      </w:r>
    </w:p>
    <w:p w:rsidR="002523BD" w:rsidRPr="005034F7" w:rsidRDefault="002523BD" w:rsidP="005034F7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</w:p>
    <w:p w:rsidR="002523BD" w:rsidRPr="005034F7" w:rsidRDefault="002523BD" w:rsidP="005034F7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2.</w:t>
      </w:r>
      <w:r w:rsidRPr="005034F7">
        <w:rPr>
          <w:sz w:val="28"/>
          <w:szCs w:val="28"/>
          <w:lang w:val="uk-UA"/>
        </w:rPr>
        <w:t xml:space="preserve"> Видатки здійснити в межах асигнувань, передбачених департаменту  праці та соціального захисту населення міської ради на 2018 рік.</w:t>
      </w:r>
    </w:p>
    <w:p w:rsidR="002523BD" w:rsidRPr="005034F7" w:rsidRDefault="002523BD" w:rsidP="00CE73C1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2523BD" w:rsidRPr="005034F7" w:rsidRDefault="002523BD" w:rsidP="00CE73C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3.</w:t>
      </w:r>
      <w:r w:rsidRPr="005034F7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2523BD" w:rsidRPr="005034F7" w:rsidRDefault="002523BD" w:rsidP="00CE73C1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2523BD" w:rsidRPr="005034F7" w:rsidRDefault="002523BD" w:rsidP="00CE73C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4. </w:t>
      </w:r>
      <w:r w:rsidRPr="005034F7">
        <w:rPr>
          <w:sz w:val="28"/>
          <w:szCs w:val="28"/>
          <w:lang w:val="uk-UA"/>
        </w:rPr>
        <w:t xml:space="preserve">Організацію виконання цього рішення покласти на департамент праці та соціального захисту населення міської ради. </w:t>
      </w:r>
    </w:p>
    <w:p w:rsidR="002523BD" w:rsidRPr="005034F7" w:rsidRDefault="002523BD" w:rsidP="00CE73C1">
      <w:pPr>
        <w:spacing w:line="228" w:lineRule="auto"/>
        <w:ind w:firstLine="709"/>
        <w:jc w:val="both"/>
        <w:rPr>
          <w:b/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ab/>
      </w:r>
    </w:p>
    <w:p w:rsidR="002523BD" w:rsidRPr="005034F7" w:rsidRDefault="002523BD" w:rsidP="00CE73C1">
      <w:pPr>
        <w:spacing w:line="233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5. </w:t>
      </w:r>
      <w:r w:rsidRPr="005034F7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523BD" w:rsidRPr="005034F7" w:rsidRDefault="002523BD" w:rsidP="00AE0901">
      <w:pPr>
        <w:spacing w:line="228" w:lineRule="auto"/>
        <w:ind w:left="540" w:firstLine="540"/>
        <w:jc w:val="both"/>
        <w:rPr>
          <w:b/>
          <w:sz w:val="28"/>
          <w:szCs w:val="28"/>
          <w:lang w:val="uk-UA"/>
        </w:rPr>
      </w:pPr>
    </w:p>
    <w:p w:rsidR="002523BD" w:rsidRPr="005034F7" w:rsidRDefault="002523BD" w:rsidP="00DA0739">
      <w:pPr>
        <w:ind w:firstLine="540"/>
        <w:jc w:val="both"/>
        <w:rPr>
          <w:sz w:val="28"/>
          <w:szCs w:val="28"/>
          <w:lang w:val="uk-UA"/>
        </w:rPr>
      </w:pPr>
    </w:p>
    <w:p w:rsidR="002523BD" w:rsidRPr="005034F7" w:rsidRDefault="002523BD" w:rsidP="00DA0739">
      <w:pPr>
        <w:ind w:firstLine="540"/>
        <w:jc w:val="both"/>
        <w:rPr>
          <w:sz w:val="28"/>
          <w:szCs w:val="28"/>
          <w:lang w:val="uk-UA"/>
        </w:rPr>
      </w:pPr>
    </w:p>
    <w:p w:rsidR="002523BD" w:rsidRPr="005034F7" w:rsidRDefault="002523BD" w:rsidP="00CE73C1">
      <w:pPr>
        <w:spacing w:line="228" w:lineRule="auto"/>
        <w:ind w:left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Секретар Чернівецької міської ради                                </w:t>
      </w:r>
      <w:r w:rsidRPr="005034F7">
        <w:rPr>
          <w:b/>
          <w:sz w:val="28"/>
          <w:szCs w:val="28"/>
          <w:lang w:val="uk-UA"/>
        </w:rPr>
        <w:tab/>
      </w:r>
      <w:r w:rsidRPr="005034F7">
        <w:rPr>
          <w:b/>
          <w:sz w:val="28"/>
          <w:szCs w:val="28"/>
          <w:lang w:val="uk-UA"/>
        </w:rPr>
        <w:tab/>
        <w:t xml:space="preserve">     В. Продан</w:t>
      </w:r>
      <w:r w:rsidRPr="005034F7">
        <w:rPr>
          <w:sz w:val="28"/>
          <w:szCs w:val="28"/>
          <w:lang w:val="uk-UA"/>
        </w:rPr>
        <w:t xml:space="preserve"> </w:t>
      </w:r>
    </w:p>
    <w:p w:rsidR="002523BD" w:rsidRPr="005034F7" w:rsidRDefault="002523BD" w:rsidP="00CE73C1">
      <w:pPr>
        <w:spacing w:line="228" w:lineRule="auto"/>
        <w:jc w:val="both"/>
        <w:rPr>
          <w:b/>
          <w:sz w:val="24"/>
          <w:lang w:val="uk-UA"/>
        </w:rPr>
      </w:pPr>
    </w:p>
    <w:p w:rsidR="002523BD" w:rsidRPr="005034F7" w:rsidRDefault="002523BD" w:rsidP="00CE73C1">
      <w:pPr>
        <w:spacing w:line="228" w:lineRule="auto"/>
        <w:jc w:val="both"/>
        <w:rPr>
          <w:b/>
          <w:sz w:val="24"/>
          <w:lang w:val="uk-UA"/>
        </w:rPr>
      </w:pPr>
    </w:p>
    <w:p w:rsidR="002523BD" w:rsidRPr="005034F7" w:rsidRDefault="002523BD" w:rsidP="00CE73C1">
      <w:pPr>
        <w:spacing w:line="228" w:lineRule="auto"/>
        <w:jc w:val="both"/>
        <w:rPr>
          <w:b/>
          <w:sz w:val="24"/>
          <w:lang w:val="uk-UA"/>
        </w:rPr>
      </w:pPr>
    </w:p>
    <w:p w:rsidR="002523BD" w:rsidRPr="005034F7" w:rsidRDefault="002523BD" w:rsidP="00CE73C1">
      <w:pPr>
        <w:spacing w:line="228" w:lineRule="auto"/>
        <w:jc w:val="both"/>
        <w:rPr>
          <w:b/>
          <w:sz w:val="24"/>
          <w:lang w:val="uk-UA"/>
        </w:rPr>
      </w:pPr>
    </w:p>
    <w:sectPr w:rsidR="002523BD" w:rsidRPr="005034F7" w:rsidSect="00CE73C1">
      <w:headerReference w:type="even" r:id="rId8"/>
      <w:pgSz w:w="11906" w:h="16838" w:code="9"/>
      <w:pgMar w:top="1079" w:right="567" w:bottom="899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3BD" w:rsidRDefault="002523BD">
      <w:r>
        <w:separator/>
      </w:r>
    </w:p>
  </w:endnote>
  <w:endnote w:type="continuationSeparator" w:id="0">
    <w:p w:rsidR="002523BD" w:rsidRDefault="00252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3BD" w:rsidRDefault="002523BD">
      <w:r>
        <w:separator/>
      </w:r>
    </w:p>
  </w:footnote>
  <w:footnote w:type="continuationSeparator" w:id="0">
    <w:p w:rsidR="002523BD" w:rsidRDefault="00252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3BD" w:rsidRDefault="002523BD" w:rsidP="00D2403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23BD" w:rsidRDefault="002523B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06A"/>
    <w:rsid w:val="00002D42"/>
    <w:rsid w:val="0000397A"/>
    <w:rsid w:val="000116C7"/>
    <w:rsid w:val="00014393"/>
    <w:rsid w:val="00020717"/>
    <w:rsid w:val="000213C2"/>
    <w:rsid w:val="0002663F"/>
    <w:rsid w:val="0003043D"/>
    <w:rsid w:val="000307E5"/>
    <w:rsid w:val="00031723"/>
    <w:rsid w:val="00046107"/>
    <w:rsid w:val="0005321F"/>
    <w:rsid w:val="00066517"/>
    <w:rsid w:val="00066DB8"/>
    <w:rsid w:val="00091073"/>
    <w:rsid w:val="00094BC5"/>
    <w:rsid w:val="00094FD8"/>
    <w:rsid w:val="00096C06"/>
    <w:rsid w:val="00097837"/>
    <w:rsid w:val="00097A70"/>
    <w:rsid w:val="000A27B3"/>
    <w:rsid w:val="000B305E"/>
    <w:rsid w:val="000B4EF0"/>
    <w:rsid w:val="000E4214"/>
    <w:rsid w:val="001135B0"/>
    <w:rsid w:val="00113D97"/>
    <w:rsid w:val="00123535"/>
    <w:rsid w:val="001308AE"/>
    <w:rsid w:val="00146B37"/>
    <w:rsid w:val="001548CC"/>
    <w:rsid w:val="00157A3E"/>
    <w:rsid w:val="0016148E"/>
    <w:rsid w:val="00162414"/>
    <w:rsid w:val="001810BB"/>
    <w:rsid w:val="001827EB"/>
    <w:rsid w:val="001928AB"/>
    <w:rsid w:val="00193DFE"/>
    <w:rsid w:val="00196E98"/>
    <w:rsid w:val="001C3918"/>
    <w:rsid w:val="001D26EF"/>
    <w:rsid w:val="001E507B"/>
    <w:rsid w:val="00200A26"/>
    <w:rsid w:val="0021227C"/>
    <w:rsid w:val="00222C1B"/>
    <w:rsid w:val="002423ED"/>
    <w:rsid w:val="00243F81"/>
    <w:rsid w:val="002523BD"/>
    <w:rsid w:val="0025675E"/>
    <w:rsid w:val="0026273F"/>
    <w:rsid w:val="002648ED"/>
    <w:rsid w:val="00275D41"/>
    <w:rsid w:val="00277B8D"/>
    <w:rsid w:val="00282CF2"/>
    <w:rsid w:val="00294E20"/>
    <w:rsid w:val="002B2031"/>
    <w:rsid w:val="002C373B"/>
    <w:rsid w:val="002E0074"/>
    <w:rsid w:val="002F1FF0"/>
    <w:rsid w:val="002F2303"/>
    <w:rsid w:val="002F6B2C"/>
    <w:rsid w:val="003236D2"/>
    <w:rsid w:val="00325A65"/>
    <w:rsid w:val="00333385"/>
    <w:rsid w:val="00341B6A"/>
    <w:rsid w:val="00342FF4"/>
    <w:rsid w:val="003616E5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E037F"/>
    <w:rsid w:val="003E3F47"/>
    <w:rsid w:val="003E68EA"/>
    <w:rsid w:val="003F1223"/>
    <w:rsid w:val="003F2EF2"/>
    <w:rsid w:val="003F303D"/>
    <w:rsid w:val="00406882"/>
    <w:rsid w:val="00413004"/>
    <w:rsid w:val="004134AC"/>
    <w:rsid w:val="00416B16"/>
    <w:rsid w:val="00423393"/>
    <w:rsid w:val="00425407"/>
    <w:rsid w:val="00447255"/>
    <w:rsid w:val="0046270C"/>
    <w:rsid w:val="00480CB0"/>
    <w:rsid w:val="00494294"/>
    <w:rsid w:val="0049574C"/>
    <w:rsid w:val="004B7460"/>
    <w:rsid w:val="004D123E"/>
    <w:rsid w:val="004D60FD"/>
    <w:rsid w:val="004E164E"/>
    <w:rsid w:val="004E7A9F"/>
    <w:rsid w:val="004F2CE8"/>
    <w:rsid w:val="004F41B5"/>
    <w:rsid w:val="005034F7"/>
    <w:rsid w:val="00505547"/>
    <w:rsid w:val="00511385"/>
    <w:rsid w:val="005139B2"/>
    <w:rsid w:val="00515B73"/>
    <w:rsid w:val="005165F6"/>
    <w:rsid w:val="00526FEC"/>
    <w:rsid w:val="00534A54"/>
    <w:rsid w:val="00542B01"/>
    <w:rsid w:val="00550C19"/>
    <w:rsid w:val="00551C7E"/>
    <w:rsid w:val="00564F99"/>
    <w:rsid w:val="00576A03"/>
    <w:rsid w:val="00586FEA"/>
    <w:rsid w:val="00593A87"/>
    <w:rsid w:val="0059442B"/>
    <w:rsid w:val="005B2612"/>
    <w:rsid w:val="005B50D2"/>
    <w:rsid w:val="005C1E4D"/>
    <w:rsid w:val="005C2E47"/>
    <w:rsid w:val="005C7451"/>
    <w:rsid w:val="005D1246"/>
    <w:rsid w:val="005D234F"/>
    <w:rsid w:val="005E146F"/>
    <w:rsid w:val="005E1705"/>
    <w:rsid w:val="00605CBF"/>
    <w:rsid w:val="006074AB"/>
    <w:rsid w:val="00624DFD"/>
    <w:rsid w:val="00651D04"/>
    <w:rsid w:val="00654AA4"/>
    <w:rsid w:val="00663112"/>
    <w:rsid w:val="00664787"/>
    <w:rsid w:val="00675B73"/>
    <w:rsid w:val="006769C0"/>
    <w:rsid w:val="00687E5E"/>
    <w:rsid w:val="00694DF8"/>
    <w:rsid w:val="0069774C"/>
    <w:rsid w:val="00697B40"/>
    <w:rsid w:val="006A5FBE"/>
    <w:rsid w:val="006A7A9F"/>
    <w:rsid w:val="006B648E"/>
    <w:rsid w:val="006C0AE0"/>
    <w:rsid w:val="006E7378"/>
    <w:rsid w:val="006F04DC"/>
    <w:rsid w:val="0071006A"/>
    <w:rsid w:val="00727813"/>
    <w:rsid w:val="00731DCB"/>
    <w:rsid w:val="00735309"/>
    <w:rsid w:val="00744F0C"/>
    <w:rsid w:val="00754638"/>
    <w:rsid w:val="0077340A"/>
    <w:rsid w:val="00776EAB"/>
    <w:rsid w:val="0079033E"/>
    <w:rsid w:val="007A50CC"/>
    <w:rsid w:val="007B0031"/>
    <w:rsid w:val="007C10AE"/>
    <w:rsid w:val="007C67CB"/>
    <w:rsid w:val="007C77BD"/>
    <w:rsid w:val="007D0736"/>
    <w:rsid w:val="00807657"/>
    <w:rsid w:val="00811D12"/>
    <w:rsid w:val="00815BC9"/>
    <w:rsid w:val="00827E78"/>
    <w:rsid w:val="00832C1A"/>
    <w:rsid w:val="00833839"/>
    <w:rsid w:val="00846606"/>
    <w:rsid w:val="008476CE"/>
    <w:rsid w:val="0085633A"/>
    <w:rsid w:val="008619DD"/>
    <w:rsid w:val="00867785"/>
    <w:rsid w:val="00875458"/>
    <w:rsid w:val="00876071"/>
    <w:rsid w:val="00876097"/>
    <w:rsid w:val="00881DB9"/>
    <w:rsid w:val="00883EEE"/>
    <w:rsid w:val="00885F76"/>
    <w:rsid w:val="008A7017"/>
    <w:rsid w:val="008B73CE"/>
    <w:rsid w:val="008C0D9F"/>
    <w:rsid w:val="008D4B2C"/>
    <w:rsid w:val="008D5BD0"/>
    <w:rsid w:val="008D6A05"/>
    <w:rsid w:val="00902D72"/>
    <w:rsid w:val="009035D1"/>
    <w:rsid w:val="00914EAA"/>
    <w:rsid w:val="00926525"/>
    <w:rsid w:val="00940D2F"/>
    <w:rsid w:val="00944BF0"/>
    <w:rsid w:val="0095630E"/>
    <w:rsid w:val="0096022D"/>
    <w:rsid w:val="009604FD"/>
    <w:rsid w:val="00970477"/>
    <w:rsid w:val="00976C6C"/>
    <w:rsid w:val="00995C9E"/>
    <w:rsid w:val="009B0D12"/>
    <w:rsid w:val="009C3B74"/>
    <w:rsid w:val="009E1B1E"/>
    <w:rsid w:val="009E1D95"/>
    <w:rsid w:val="009F52EA"/>
    <w:rsid w:val="00A009FF"/>
    <w:rsid w:val="00A01AC8"/>
    <w:rsid w:val="00A10A61"/>
    <w:rsid w:val="00A3135D"/>
    <w:rsid w:val="00A33029"/>
    <w:rsid w:val="00A37560"/>
    <w:rsid w:val="00A4085A"/>
    <w:rsid w:val="00A42827"/>
    <w:rsid w:val="00A443FD"/>
    <w:rsid w:val="00A506B6"/>
    <w:rsid w:val="00A638D7"/>
    <w:rsid w:val="00A63D71"/>
    <w:rsid w:val="00A729A0"/>
    <w:rsid w:val="00A9259C"/>
    <w:rsid w:val="00AA0E6C"/>
    <w:rsid w:val="00AC4B27"/>
    <w:rsid w:val="00AD3CE3"/>
    <w:rsid w:val="00AE0901"/>
    <w:rsid w:val="00AE1431"/>
    <w:rsid w:val="00AE483D"/>
    <w:rsid w:val="00AE7E27"/>
    <w:rsid w:val="00AF485A"/>
    <w:rsid w:val="00AF61CD"/>
    <w:rsid w:val="00B0708B"/>
    <w:rsid w:val="00B10483"/>
    <w:rsid w:val="00B27A71"/>
    <w:rsid w:val="00B42E59"/>
    <w:rsid w:val="00B44145"/>
    <w:rsid w:val="00B45A4D"/>
    <w:rsid w:val="00B53F48"/>
    <w:rsid w:val="00B5455B"/>
    <w:rsid w:val="00B562B8"/>
    <w:rsid w:val="00B73FC3"/>
    <w:rsid w:val="00B75397"/>
    <w:rsid w:val="00B84868"/>
    <w:rsid w:val="00B868CA"/>
    <w:rsid w:val="00B934B6"/>
    <w:rsid w:val="00B97FC2"/>
    <w:rsid w:val="00BB0270"/>
    <w:rsid w:val="00BC32BD"/>
    <w:rsid w:val="00BC492A"/>
    <w:rsid w:val="00BE1BEB"/>
    <w:rsid w:val="00BE5667"/>
    <w:rsid w:val="00BF192A"/>
    <w:rsid w:val="00C17F04"/>
    <w:rsid w:val="00C2336D"/>
    <w:rsid w:val="00C4190B"/>
    <w:rsid w:val="00C438F6"/>
    <w:rsid w:val="00C443CE"/>
    <w:rsid w:val="00C44482"/>
    <w:rsid w:val="00C63108"/>
    <w:rsid w:val="00C637E3"/>
    <w:rsid w:val="00C76488"/>
    <w:rsid w:val="00C83C92"/>
    <w:rsid w:val="00CE2377"/>
    <w:rsid w:val="00CE36BA"/>
    <w:rsid w:val="00CE3C92"/>
    <w:rsid w:val="00CE73C1"/>
    <w:rsid w:val="00CF2087"/>
    <w:rsid w:val="00D1314A"/>
    <w:rsid w:val="00D2403E"/>
    <w:rsid w:val="00D427A6"/>
    <w:rsid w:val="00D44040"/>
    <w:rsid w:val="00D46A0B"/>
    <w:rsid w:val="00D541E3"/>
    <w:rsid w:val="00D60945"/>
    <w:rsid w:val="00D871E7"/>
    <w:rsid w:val="00D95BF3"/>
    <w:rsid w:val="00D97B05"/>
    <w:rsid w:val="00DA01A6"/>
    <w:rsid w:val="00DA0739"/>
    <w:rsid w:val="00DA200D"/>
    <w:rsid w:val="00DA738E"/>
    <w:rsid w:val="00DB0994"/>
    <w:rsid w:val="00DC0C08"/>
    <w:rsid w:val="00DD3C46"/>
    <w:rsid w:val="00DD7E0E"/>
    <w:rsid w:val="00DE6641"/>
    <w:rsid w:val="00DE749F"/>
    <w:rsid w:val="00DF3516"/>
    <w:rsid w:val="00E04ADE"/>
    <w:rsid w:val="00E12EC0"/>
    <w:rsid w:val="00E15620"/>
    <w:rsid w:val="00E222C7"/>
    <w:rsid w:val="00E30169"/>
    <w:rsid w:val="00E30226"/>
    <w:rsid w:val="00E33C11"/>
    <w:rsid w:val="00E57183"/>
    <w:rsid w:val="00E76B2E"/>
    <w:rsid w:val="00E8747E"/>
    <w:rsid w:val="00EA4FF7"/>
    <w:rsid w:val="00EB3177"/>
    <w:rsid w:val="00EC1200"/>
    <w:rsid w:val="00EC26A3"/>
    <w:rsid w:val="00EC2999"/>
    <w:rsid w:val="00EC75A6"/>
    <w:rsid w:val="00ED40CB"/>
    <w:rsid w:val="00EE7D5B"/>
    <w:rsid w:val="00EF0358"/>
    <w:rsid w:val="00EF0C7C"/>
    <w:rsid w:val="00EF2CFC"/>
    <w:rsid w:val="00F042ED"/>
    <w:rsid w:val="00F12A22"/>
    <w:rsid w:val="00F1504B"/>
    <w:rsid w:val="00F338C7"/>
    <w:rsid w:val="00F439ED"/>
    <w:rsid w:val="00F61536"/>
    <w:rsid w:val="00F67373"/>
    <w:rsid w:val="00F740EF"/>
    <w:rsid w:val="00F8396E"/>
    <w:rsid w:val="00F93235"/>
    <w:rsid w:val="00F9468E"/>
    <w:rsid w:val="00F95721"/>
    <w:rsid w:val="00F95DA8"/>
    <w:rsid w:val="00FA1D45"/>
    <w:rsid w:val="00FB2B4F"/>
    <w:rsid w:val="00FC05E5"/>
    <w:rsid w:val="00FC156F"/>
    <w:rsid w:val="00FC365E"/>
    <w:rsid w:val="00FC5059"/>
    <w:rsid w:val="00FC6D01"/>
    <w:rsid w:val="00FD476C"/>
    <w:rsid w:val="00FF6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9468E"/>
    <w:rPr>
      <w:rFonts w:ascii="Cambria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9468E"/>
    <w:rPr>
      <w:rFonts w:ascii="Cambria" w:hAnsi="Cambria" w:cs="Times New Roman"/>
      <w:b/>
      <w:bCs/>
      <w:sz w:val="26"/>
      <w:szCs w:val="26"/>
      <w:lang w:val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9468E"/>
    <w:rPr>
      <w:rFonts w:ascii="Cambria" w:hAnsi="Cambria" w:cs="Times New Roman"/>
      <w:lang w:val="ru-RU"/>
    </w:rPr>
  </w:style>
  <w:style w:type="table" w:styleId="TableGrid">
    <w:name w:val="Table Grid"/>
    <w:basedOn w:val="TableNormal"/>
    <w:uiPriority w:val="99"/>
    <w:rsid w:val="0079033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DefaultParagraphFont"/>
    <w:uiPriority w:val="99"/>
    <w:rsid w:val="008619DD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F9468E"/>
    <w:rPr>
      <w:rFonts w:ascii="Courier New" w:hAnsi="Courier New" w:cs="Courier New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rsid w:val="00423393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468E"/>
    <w:rPr>
      <w:rFonts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rsid w:val="0042339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3393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9468E"/>
    <w:rPr>
      <w:rFonts w:cs="Times New Roman"/>
      <w:sz w:val="20"/>
      <w:szCs w:val="20"/>
      <w:lang w:val="ru-RU"/>
    </w:rPr>
  </w:style>
  <w:style w:type="paragraph" w:styleId="Title">
    <w:name w:val="Title"/>
    <w:basedOn w:val="Normal"/>
    <w:link w:val="TitleChar"/>
    <w:uiPriority w:val="99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F9468E"/>
    <w:rPr>
      <w:rFonts w:ascii="Cambria" w:hAnsi="Cambria" w:cs="Times New Roman"/>
      <w:b/>
      <w:bCs/>
      <w:kern w:val="28"/>
      <w:sz w:val="32"/>
      <w:szCs w:val="32"/>
      <w:lang w:val="ru-RU"/>
    </w:rPr>
  </w:style>
  <w:style w:type="paragraph" w:styleId="BodyText">
    <w:name w:val="Body Text"/>
    <w:basedOn w:val="Normal"/>
    <w:link w:val="BodyTextChar"/>
    <w:uiPriority w:val="99"/>
    <w:rsid w:val="00CE73C1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9468E"/>
    <w:rPr>
      <w:rFonts w:cs="Times New Roman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83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2452</Words>
  <Characters>1398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Юлия</cp:lastModifiedBy>
  <cp:revision>3</cp:revision>
  <cp:lastPrinted>2018-08-29T05:47:00Z</cp:lastPrinted>
  <dcterms:created xsi:type="dcterms:W3CDTF">2018-08-31T08:55:00Z</dcterms:created>
  <dcterms:modified xsi:type="dcterms:W3CDTF">2018-08-31T08:56:00Z</dcterms:modified>
</cp:coreProperties>
</file>