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42" w:rsidRPr="00794971" w:rsidRDefault="001A6E42" w:rsidP="002A7DD6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eastAsia="uk-UA"/>
        </w:rPr>
      </w:pPr>
      <w:r w:rsidRPr="001462DF">
        <w:rPr>
          <w:rFonts w:ascii="Times New Roman" w:hAnsi="Times New Roman"/>
          <w:b/>
          <w:sz w:val="28"/>
          <w:szCs w:val="28"/>
          <w:lang w:val="uk-UA" w:eastAsia="uk-UA"/>
        </w:rPr>
        <w:t xml:space="preserve">Додаток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794971">
        <w:rPr>
          <w:rFonts w:ascii="Times New Roman" w:hAnsi="Times New Roman"/>
          <w:b/>
          <w:sz w:val="28"/>
          <w:szCs w:val="28"/>
          <w:lang w:eastAsia="uk-UA"/>
        </w:rPr>
        <w:t>2</w:t>
      </w:r>
    </w:p>
    <w:p w:rsidR="001A6E42" w:rsidRPr="001462DF" w:rsidRDefault="001A6E42" w:rsidP="002A7DD6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hAnsi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1A6E42" w:rsidRPr="001462DF" w:rsidRDefault="001A6E42" w:rsidP="002A7DD6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hAnsi="Times New Roman"/>
          <w:b/>
          <w:sz w:val="28"/>
          <w:szCs w:val="28"/>
          <w:lang w:val="uk-UA" w:eastAsia="uk-UA"/>
        </w:rPr>
        <w:t>міської ради</w:t>
      </w:r>
    </w:p>
    <w:p w:rsidR="001A6E42" w:rsidRPr="00EB4C53" w:rsidRDefault="001A6E42" w:rsidP="002A7DD6">
      <w:pPr>
        <w:ind w:left="4956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12.12.2017 </w:t>
      </w:r>
      <w:r w:rsidRPr="00794971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 w:rsidRPr="001462DF">
        <w:rPr>
          <w:rFonts w:ascii="Times New Roman" w:hAnsi="Times New Roman"/>
          <w:sz w:val="28"/>
          <w:szCs w:val="28"/>
          <w:lang w:val="uk-UA" w:eastAsia="uk-UA"/>
        </w:rPr>
        <w:t>№</w:t>
      </w:r>
      <w:r w:rsidRPr="008D6B44">
        <w:rPr>
          <w:rFonts w:ascii="Times New Roman" w:hAnsi="Times New Roman"/>
          <w:sz w:val="28"/>
          <w:szCs w:val="28"/>
          <w:u w:val="single"/>
          <w:lang w:val="en-US" w:eastAsia="uk-UA"/>
        </w:rPr>
        <w:t>660/25</w:t>
      </w:r>
      <w:r w:rsidRPr="008D6B44"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 </w:t>
      </w:r>
    </w:p>
    <w:p w:rsidR="001A6E42" w:rsidRPr="008D47E6" w:rsidRDefault="001A6E42" w:rsidP="00EB4C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8F5">
        <w:rPr>
          <w:rFonts w:ascii="Times New Roman" w:hAnsi="Times New Roman"/>
          <w:b/>
          <w:sz w:val="28"/>
          <w:szCs w:val="28"/>
          <w:lang w:val="uk-UA"/>
        </w:rPr>
        <w:t>Перелік великих проектів переможців,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hAnsi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1A6E42" w:rsidRPr="001F38F5" w:rsidRDefault="001A6E42" w:rsidP="00EB4C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 w:rsidRPr="001F38F5">
        <w:rPr>
          <w:rFonts w:ascii="Times New Roman" w:hAnsi="Times New Roman"/>
          <w:b/>
          <w:sz w:val="28"/>
          <w:szCs w:val="28"/>
          <w:lang w:val="uk-UA"/>
        </w:rPr>
        <w:t>у місті Чернівцях у 201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1F38F5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012"/>
        <w:gridCol w:w="1914"/>
        <w:gridCol w:w="1595"/>
        <w:gridCol w:w="2233"/>
      </w:tblGrid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Бюджет проекту (грн)</w:t>
            </w:r>
          </w:p>
        </w:tc>
        <w:tc>
          <w:tcPr>
            <w:tcW w:w="2233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638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Громадський простір (зона відпочинку) на Гравітоні</w:t>
            </w:r>
          </w:p>
        </w:tc>
        <w:tc>
          <w:tcPr>
            <w:tcW w:w="1914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Ірина Миколаївна Лакуста</w:t>
            </w:r>
          </w:p>
        </w:tc>
        <w:tc>
          <w:tcPr>
            <w:tcW w:w="1595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985 835</w:t>
            </w:r>
          </w:p>
        </w:tc>
        <w:tc>
          <w:tcPr>
            <w:tcW w:w="2233" w:type="dxa"/>
            <w:vAlign w:val="center"/>
          </w:tcPr>
          <w:p w:rsidR="001A6E42" w:rsidRPr="00FD6380" w:rsidRDefault="001A6E42" w:rsidP="00FD6380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FD6380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Багатофункціональний спортивний майданчик «Будівельники миру»</w:t>
            </w:r>
          </w:p>
        </w:tc>
        <w:tc>
          <w:tcPr>
            <w:tcW w:w="1914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Яна Ва</w:t>
            </w:r>
            <w:bookmarkStart w:id="0" w:name="_GoBack"/>
            <w:bookmarkEnd w:id="0"/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силівна Брус</w:t>
            </w:r>
          </w:p>
        </w:tc>
        <w:tc>
          <w:tcPr>
            <w:tcW w:w="1595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959 871</w:t>
            </w:r>
          </w:p>
        </w:tc>
        <w:tc>
          <w:tcPr>
            <w:tcW w:w="2233" w:type="dxa"/>
            <w:vAlign w:val="center"/>
          </w:tcPr>
          <w:p w:rsidR="001A6E42" w:rsidRPr="00FD6380" w:rsidRDefault="001A6E42" w:rsidP="00FD6380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FD6380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Інноваційний освітній простір у загальноосвітній школі І-ІІІ ступенів № 2 ім. Ю. Федьковича</w:t>
            </w:r>
          </w:p>
        </w:tc>
        <w:tc>
          <w:tcPr>
            <w:tcW w:w="1914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Павло Миколайович Катеринчук</w:t>
            </w:r>
          </w:p>
        </w:tc>
        <w:tc>
          <w:tcPr>
            <w:tcW w:w="1595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988 956</w:t>
            </w:r>
          </w:p>
        </w:tc>
        <w:tc>
          <w:tcPr>
            <w:tcW w:w="2233" w:type="dxa"/>
            <w:vAlign w:val="center"/>
          </w:tcPr>
          <w:p w:rsidR="001A6E42" w:rsidRPr="00FD6380" w:rsidRDefault="001A6E42" w:rsidP="00FD6380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FD6380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A6E42" w:rsidRPr="00FD6380" w:rsidTr="00FD6380">
        <w:tc>
          <w:tcPr>
            <w:tcW w:w="817" w:type="dxa"/>
          </w:tcPr>
          <w:p w:rsidR="001A6E42" w:rsidRPr="00FD6380" w:rsidRDefault="001A6E42" w:rsidP="00FD63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Будівництво спортивного майданчика</w:t>
            </w:r>
          </w:p>
        </w:tc>
        <w:tc>
          <w:tcPr>
            <w:tcW w:w="1914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Юлія Валеріївна Мінтянська</w:t>
            </w:r>
          </w:p>
        </w:tc>
        <w:tc>
          <w:tcPr>
            <w:tcW w:w="1595" w:type="dxa"/>
            <w:vAlign w:val="bottom"/>
          </w:tcPr>
          <w:p w:rsidR="001A6E42" w:rsidRPr="00FD6380" w:rsidRDefault="001A6E42" w:rsidP="00FD6380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FD6380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999 000</w:t>
            </w:r>
          </w:p>
        </w:tc>
        <w:tc>
          <w:tcPr>
            <w:tcW w:w="2233" w:type="dxa"/>
            <w:vAlign w:val="center"/>
          </w:tcPr>
          <w:p w:rsidR="001A6E42" w:rsidRPr="00FD6380" w:rsidRDefault="001A6E42" w:rsidP="00FD6380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FD6380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</w:tbl>
    <w:p w:rsidR="001A6E42" w:rsidRPr="00EB4C53" w:rsidRDefault="001A6E42" w:rsidP="002A7DD6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6E42" w:rsidRPr="00232836" w:rsidRDefault="001A6E42" w:rsidP="002A7DD6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68D6"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Pr="00D468D6">
        <w:rPr>
          <w:rFonts w:ascii="Times New Roman" w:hAnsi="Times New Roman"/>
          <w:b/>
          <w:sz w:val="28"/>
          <w:szCs w:val="28"/>
        </w:rPr>
        <w:t xml:space="preserve">іський голова 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hAnsi="Times New Roman"/>
          <w:b/>
          <w:sz w:val="28"/>
          <w:szCs w:val="28"/>
        </w:rPr>
        <w:t xml:space="preserve">                                                     О.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>Каспрук</w:t>
      </w:r>
    </w:p>
    <w:p w:rsidR="001A6E42" w:rsidRDefault="001A6E42"/>
    <w:sectPr w:rsidR="001A6E42" w:rsidSect="00DD2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84253"/>
    <w:multiLevelType w:val="hybridMultilevel"/>
    <w:tmpl w:val="F8C899B0"/>
    <w:lvl w:ilvl="0" w:tplc="7CF42692">
      <w:start w:val="90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AF7A2C"/>
    <w:multiLevelType w:val="hybridMultilevel"/>
    <w:tmpl w:val="39805FE0"/>
    <w:lvl w:ilvl="0" w:tplc="723AAA78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7D3"/>
    <w:rsid w:val="00012FFF"/>
    <w:rsid w:val="00016CDD"/>
    <w:rsid w:val="000308CC"/>
    <w:rsid w:val="00032E3B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462DF"/>
    <w:rsid w:val="001717B7"/>
    <w:rsid w:val="00193C16"/>
    <w:rsid w:val="001A5CA4"/>
    <w:rsid w:val="001A6E42"/>
    <w:rsid w:val="001F38F5"/>
    <w:rsid w:val="00201C2E"/>
    <w:rsid w:val="00206E97"/>
    <w:rsid w:val="00217A6A"/>
    <w:rsid w:val="00217FA1"/>
    <w:rsid w:val="00232836"/>
    <w:rsid w:val="00247F97"/>
    <w:rsid w:val="00250220"/>
    <w:rsid w:val="0027720F"/>
    <w:rsid w:val="00287107"/>
    <w:rsid w:val="002A5192"/>
    <w:rsid w:val="002A7DD6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A0AB7"/>
    <w:rsid w:val="004D156B"/>
    <w:rsid w:val="004E0CD2"/>
    <w:rsid w:val="004F6928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00BB"/>
    <w:rsid w:val="006F7E1F"/>
    <w:rsid w:val="0070042E"/>
    <w:rsid w:val="00714DBE"/>
    <w:rsid w:val="00716FFA"/>
    <w:rsid w:val="00775669"/>
    <w:rsid w:val="0078450F"/>
    <w:rsid w:val="00794971"/>
    <w:rsid w:val="007A7F42"/>
    <w:rsid w:val="007B47D3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1B3C"/>
    <w:rsid w:val="00872ADC"/>
    <w:rsid w:val="00882C04"/>
    <w:rsid w:val="008956A6"/>
    <w:rsid w:val="008A175D"/>
    <w:rsid w:val="008B0D97"/>
    <w:rsid w:val="008C12E7"/>
    <w:rsid w:val="008D47E6"/>
    <w:rsid w:val="008D6B44"/>
    <w:rsid w:val="00902545"/>
    <w:rsid w:val="00912BEF"/>
    <w:rsid w:val="009246CF"/>
    <w:rsid w:val="00952AD2"/>
    <w:rsid w:val="009634A1"/>
    <w:rsid w:val="00967AD1"/>
    <w:rsid w:val="009A0DC8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E7061"/>
    <w:rsid w:val="00CF703B"/>
    <w:rsid w:val="00D11E0B"/>
    <w:rsid w:val="00D14469"/>
    <w:rsid w:val="00D30626"/>
    <w:rsid w:val="00D31A66"/>
    <w:rsid w:val="00D33F6C"/>
    <w:rsid w:val="00D468D6"/>
    <w:rsid w:val="00D62CAB"/>
    <w:rsid w:val="00D75866"/>
    <w:rsid w:val="00DA04E0"/>
    <w:rsid w:val="00DD0F86"/>
    <w:rsid w:val="00DD26C7"/>
    <w:rsid w:val="00E20FB1"/>
    <w:rsid w:val="00E31596"/>
    <w:rsid w:val="00E436F4"/>
    <w:rsid w:val="00E813A3"/>
    <w:rsid w:val="00EA44D4"/>
    <w:rsid w:val="00EA5631"/>
    <w:rsid w:val="00EA6209"/>
    <w:rsid w:val="00EA647F"/>
    <w:rsid w:val="00EB4C53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6380"/>
    <w:rsid w:val="00FD79E9"/>
    <w:rsid w:val="00FE1E4B"/>
    <w:rsid w:val="00FF0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DD6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7D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A7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146</Words>
  <Characters>833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WiZaRd</cp:lastModifiedBy>
  <cp:revision>13</cp:revision>
  <cp:lastPrinted>2016-11-15T09:29:00Z</cp:lastPrinted>
  <dcterms:created xsi:type="dcterms:W3CDTF">2016-11-14T10:41:00Z</dcterms:created>
  <dcterms:modified xsi:type="dcterms:W3CDTF">2017-12-22T13:56:00Z</dcterms:modified>
</cp:coreProperties>
</file>