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F55" w:rsidRDefault="00B30F55" w:rsidP="007E62EA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Додаток  1</w:t>
      </w:r>
    </w:p>
    <w:p w:rsidR="00B30F55" w:rsidRDefault="00B30F55" w:rsidP="007E62EA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B30F55" w:rsidRDefault="00B30F55" w:rsidP="007E62EA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міської ради</w:t>
      </w:r>
    </w:p>
    <w:p w:rsidR="00B30F55" w:rsidRDefault="00B30F55" w:rsidP="007E62EA">
      <w:pPr>
        <w:ind w:left="4956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322AA3">
        <w:rPr>
          <w:rFonts w:ascii="Times New Roman" w:hAnsi="Times New Roman"/>
          <w:sz w:val="28"/>
          <w:szCs w:val="28"/>
          <w:u w:val="single"/>
          <w:lang w:eastAsia="uk-UA"/>
        </w:rPr>
        <w:t>1</w:t>
      </w:r>
      <w:r>
        <w:rPr>
          <w:rFonts w:ascii="Times New Roman" w:hAnsi="Times New Roman"/>
          <w:sz w:val="28"/>
          <w:szCs w:val="28"/>
          <w:u w:val="single"/>
          <w:lang w:val="uk-UA" w:eastAsia="uk-UA"/>
        </w:rPr>
        <w:t>2.1</w:t>
      </w:r>
      <w:r w:rsidRPr="00322AA3">
        <w:rPr>
          <w:rFonts w:ascii="Times New Roman" w:hAnsi="Times New Roman"/>
          <w:sz w:val="28"/>
          <w:szCs w:val="28"/>
          <w:u w:val="single"/>
          <w:lang w:eastAsia="uk-UA"/>
        </w:rPr>
        <w:t>2</w:t>
      </w:r>
      <w:r>
        <w:rPr>
          <w:rFonts w:ascii="Times New Roman" w:hAnsi="Times New Roman"/>
          <w:sz w:val="28"/>
          <w:szCs w:val="28"/>
          <w:u w:val="single"/>
          <w:lang w:val="uk-UA" w:eastAsia="uk-UA"/>
        </w:rPr>
        <w:t>.201</w:t>
      </w:r>
      <w:r w:rsidRPr="00322AA3">
        <w:rPr>
          <w:rFonts w:ascii="Times New Roman" w:hAnsi="Times New Roman"/>
          <w:sz w:val="28"/>
          <w:szCs w:val="28"/>
          <w:u w:val="single"/>
          <w:lang w:eastAsia="uk-UA"/>
        </w:rPr>
        <w:t>7</w:t>
      </w:r>
      <w:r>
        <w:rPr>
          <w:rFonts w:ascii="Times New Roman" w:hAnsi="Times New Roman"/>
          <w:sz w:val="28"/>
          <w:szCs w:val="28"/>
          <w:u w:val="single"/>
          <w:lang w:val="uk-UA" w:eastAsia="uk-UA"/>
        </w:rPr>
        <w:t xml:space="preserve"> </w:t>
      </w:r>
      <w:r w:rsidRPr="000B7D29">
        <w:rPr>
          <w:rFonts w:ascii="Times New Roman" w:hAnsi="Times New Roman"/>
          <w:sz w:val="28"/>
          <w:szCs w:val="28"/>
          <w:u w:val="single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en-US" w:eastAsia="uk-UA"/>
        </w:rPr>
        <w:t>660/25</w:t>
      </w:r>
      <w:r>
        <w:rPr>
          <w:rFonts w:ascii="Times New Roman" w:hAnsi="Times New Roman"/>
          <w:sz w:val="28"/>
          <w:szCs w:val="28"/>
          <w:u w:val="single"/>
          <w:lang w:val="uk-UA" w:eastAsia="uk-UA"/>
        </w:rPr>
        <w:t xml:space="preserve"> </w:t>
      </w:r>
    </w:p>
    <w:p w:rsidR="00B30F55" w:rsidRPr="00E82BC6" w:rsidRDefault="00B30F55" w:rsidP="007E62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1E6C">
        <w:rPr>
          <w:rFonts w:ascii="Times New Roman" w:hAnsi="Times New Roman"/>
          <w:b/>
          <w:sz w:val="28"/>
          <w:szCs w:val="28"/>
          <w:lang w:val="uk-UA"/>
        </w:rPr>
        <w:t xml:space="preserve">Перелік малих проектів переможців,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991E6C">
        <w:rPr>
          <w:rFonts w:ascii="Times New Roman" w:hAnsi="Times New Roman"/>
          <w:b/>
          <w:sz w:val="28"/>
          <w:szCs w:val="28"/>
          <w:lang w:val="uk-UA"/>
        </w:rPr>
        <w:t xml:space="preserve">рамках програми  реалізації  Бюджету  ініціатив чернівчан (бюджету  участі) </w:t>
      </w:r>
    </w:p>
    <w:p w:rsidR="00B30F55" w:rsidRPr="00991E6C" w:rsidRDefault="00B30F55" w:rsidP="007E62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91E6C">
        <w:rPr>
          <w:rFonts w:ascii="Times New Roman" w:hAnsi="Times New Roman"/>
          <w:b/>
          <w:sz w:val="28"/>
          <w:szCs w:val="28"/>
          <w:lang w:val="uk-UA"/>
        </w:rPr>
        <w:t>у місті Чернівцях у 201</w:t>
      </w:r>
      <w:r w:rsidRPr="00D717E0">
        <w:rPr>
          <w:rFonts w:ascii="Times New Roman" w:hAnsi="Times New Roman"/>
          <w:b/>
          <w:sz w:val="28"/>
          <w:szCs w:val="28"/>
        </w:rPr>
        <w:t>8</w:t>
      </w:r>
      <w:r w:rsidRPr="00991E6C">
        <w:rPr>
          <w:rFonts w:ascii="Times New Roman" w:hAnsi="Times New Roman"/>
          <w:b/>
          <w:sz w:val="28"/>
          <w:szCs w:val="28"/>
          <w:lang w:val="uk-UA"/>
        </w:rPr>
        <w:t xml:space="preserve"> році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686"/>
        <w:gridCol w:w="1842"/>
        <w:gridCol w:w="1418"/>
        <w:gridCol w:w="2375"/>
      </w:tblGrid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86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842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418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Бюджет проекту (грн)</w:t>
            </w:r>
          </w:p>
        </w:tc>
        <w:tc>
          <w:tcPr>
            <w:tcW w:w="2375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42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75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Чернівці дітям: Територія нашого здоров`я!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Анастасия Головченко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297 600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B30F55" w:rsidRPr="005105C5" w:rsidTr="005105C5">
        <w:trPr>
          <w:trHeight w:val="1226"/>
        </w:trPr>
        <w:tc>
          <w:tcPr>
            <w:tcW w:w="851" w:type="dxa"/>
          </w:tcPr>
          <w:p w:rsidR="00B30F55" w:rsidRPr="005105C5" w:rsidRDefault="00B30F55" w:rsidP="005105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Дитячий ігровий майданчик з альтанкою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Вікторія Олександрівна Криштанович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300 000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Універсальний майданчик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Ігор Борисович Клапащук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300 000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Інфузомати для пологового будинку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Наталія Колесник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259 000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Тато, мама, я – здорова сім’я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Дмитро Іванович Рошка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296 466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Придбання реабілітаційних тренажерів фізіотерапевтичної дії для медичної реабілітації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Рената Іванівна Камінська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290 000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Заміна застарілої системи опалення абулаторії №2 по вул І. Підкови 16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Наталія Іванівна Калмикова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133 020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B30F55" w:rsidRPr="005105C5" w:rsidTr="005105C5">
        <w:trPr>
          <w:trHeight w:val="1178"/>
        </w:trPr>
        <w:tc>
          <w:tcPr>
            <w:tcW w:w="851" w:type="dxa"/>
          </w:tcPr>
          <w:p w:rsidR="00B30F55" w:rsidRPr="005105C5" w:rsidRDefault="00B30F55" w:rsidP="005105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«Проспект дитячих мрій»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Наталія Штефанівна Фрунзе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299 500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Гармонія з навколишнім світом дитини з особливими потребами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Ярина Миколаївна Мотовиліна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268 000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Вихованці «Дивограю» - майбутня гордість Буковинського краю!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Ірина Володимирівна Лісовська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299 030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Облаштування сучасного спортивно-оздоровчого майданчику «STREET WORKOUT» у гімназії № 3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Юліанна Іванівна Пістрюга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249 700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</w:p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</w:p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</w:p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</w:p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</w:p>
        </w:tc>
      </w:tr>
    </w:tbl>
    <w:p w:rsidR="00B30F55" w:rsidRDefault="00B30F55" w:rsidP="00990C2A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B30F55" w:rsidRPr="00990C2A" w:rsidRDefault="00B30F55" w:rsidP="00990C2A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990C2A">
        <w:rPr>
          <w:rFonts w:ascii="Times New Roman" w:hAnsi="Times New Roman"/>
          <w:b/>
          <w:sz w:val="24"/>
          <w:szCs w:val="24"/>
          <w:lang w:val="uk-UA"/>
        </w:rPr>
        <w:t>Продовження додатка 1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686"/>
        <w:gridCol w:w="1842"/>
        <w:gridCol w:w="1418"/>
        <w:gridCol w:w="2375"/>
      </w:tblGrid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42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75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3686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«Реконструкція відкритого басейну ДНЗ№45 комбінованого типу»</w:t>
            </w:r>
          </w:p>
        </w:tc>
        <w:tc>
          <w:tcPr>
            <w:tcW w:w="1842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Ольга Василівна Орлецька</w:t>
            </w:r>
          </w:p>
        </w:tc>
        <w:tc>
          <w:tcPr>
            <w:tcW w:w="1418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  <w:lang w:val="en-US"/>
              </w:rPr>
            </w:pPr>
            <w:r w:rsidRPr="005105C5">
              <w:rPr>
                <w:rFonts w:ascii="Cambria" w:hAnsi="Cambria"/>
                <w:sz w:val="24"/>
                <w:szCs w:val="24"/>
                <w:lang w:val="en-US"/>
              </w:rPr>
              <w:t>299600</w:t>
            </w:r>
          </w:p>
        </w:tc>
        <w:tc>
          <w:tcPr>
            <w:tcW w:w="2375" w:type="dxa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Вдосконалення реабілітаційної допомоги населенню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Ігор Михальчук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109 350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Ігровий дитячий майданчик на території дитячої дошкільної установи № 7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Тетяна Іванівна Гончарук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264 877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Відновлення обладнання фізіотерапевтичного кабінету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Майя Миколаївна Женська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282 000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Облаштування прибудинкової території за адресою: м.Чернівці, вул.Південно-Кільцева, 5 В, 9 А.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Ярослав Євгенович Бурачок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299 750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  <w:bookmarkStart w:id="0" w:name="_GoBack"/>
        <w:bookmarkEnd w:id="0"/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17.</w:t>
            </w: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Встановлення зупинок громадського транспорту у м. Чернівці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Валерій Миколайович Найдиш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300 000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18.</w:t>
            </w: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Чистота річки Прут- здорове місто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Василь Васильович Рознай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237 500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19.</w:t>
            </w: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Своєчасна діагностика патології очей – поліпшення якості життя людей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Лариса Іванівна Гашинська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270 000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B30F55" w:rsidRPr="005105C5" w:rsidTr="005105C5">
        <w:trPr>
          <w:trHeight w:val="1553"/>
        </w:trPr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20.</w:t>
            </w: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val="uk-UA"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val="uk-UA" w:eastAsia="ru-RU"/>
              </w:rPr>
              <w:t>Вертикалізатор ортопедичний для реабілітації та активізації лежачих пацієнтів після інсульту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В'ячеслав Богданович Глинський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300 000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21</w:t>
            </w:r>
            <w:r w:rsidRPr="005105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Цілодобова реєстрація електрокардіограми у дітей для контролю функції серця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Сергій Миколайович Сторожук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96 000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22</w:t>
            </w:r>
            <w:r w:rsidRPr="005105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Покращення доступності дітям з інвалідністю до власних будинків на вулицях Турецькій-Шкільній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Ігор Дмитрович Довгань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33 000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  <w:tr w:rsidR="00B30F55" w:rsidRPr="005105C5" w:rsidTr="005105C5">
        <w:tc>
          <w:tcPr>
            <w:tcW w:w="851" w:type="dxa"/>
          </w:tcPr>
          <w:p w:rsidR="00B30F55" w:rsidRPr="005105C5" w:rsidRDefault="00B30F55" w:rsidP="005105C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105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23.</w:t>
            </w:r>
          </w:p>
        </w:tc>
        <w:tc>
          <w:tcPr>
            <w:tcW w:w="3686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Павільйон для гри в шахи</w:t>
            </w:r>
          </w:p>
        </w:tc>
        <w:tc>
          <w:tcPr>
            <w:tcW w:w="1842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Максим Дупешко</w:t>
            </w:r>
          </w:p>
        </w:tc>
        <w:tc>
          <w:tcPr>
            <w:tcW w:w="1418" w:type="dxa"/>
            <w:vAlign w:val="bottom"/>
          </w:tcPr>
          <w:p w:rsidR="00B30F55" w:rsidRPr="005105C5" w:rsidRDefault="00B30F55" w:rsidP="005105C5">
            <w:pPr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</w:pPr>
            <w:r w:rsidRPr="005105C5">
              <w:rPr>
                <w:rFonts w:ascii="Cambria" w:hAnsi="Cambria"/>
                <w:color w:val="000000"/>
                <w:sz w:val="24"/>
                <w:szCs w:val="24"/>
                <w:lang w:eastAsia="ru-RU"/>
              </w:rPr>
              <w:t>231 674</w:t>
            </w:r>
          </w:p>
        </w:tc>
        <w:tc>
          <w:tcPr>
            <w:tcW w:w="2375" w:type="dxa"/>
            <w:vAlign w:val="center"/>
          </w:tcPr>
          <w:p w:rsidR="00B30F55" w:rsidRPr="005105C5" w:rsidRDefault="00B30F55" w:rsidP="005105C5">
            <w:pPr>
              <w:spacing w:after="300" w:line="240" w:lineRule="auto"/>
              <w:jc w:val="center"/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</w:pPr>
            <w:r w:rsidRPr="005105C5">
              <w:rPr>
                <w:rFonts w:ascii="Times New Roman" w:hAnsi="Times New Roman"/>
                <w:color w:val="333333"/>
                <w:sz w:val="21"/>
                <w:szCs w:val="21"/>
                <w:lang w:val="uk-UA" w:eastAsia="ru-RU"/>
              </w:rPr>
              <w:t>Управління культури</w:t>
            </w:r>
          </w:p>
        </w:tc>
      </w:tr>
    </w:tbl>
    <w:p w:rsidR="00B30F55" w:rsidRPr="00322AA3" w:rsidRDefault="00B30F55" w:rsidP="00990C2A">
      <w:pPr>
        <w:tabs>
          <w:tab w:val="left" w:pos="1080"/>
        </w:tabs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0F55" w:rsidRPr="00990C2A" w:rsidRDefault="00B30F55" w:rsidP="00990C2A">
      <w:pPr>
        <w:tabs>
          <w:tab w:val="left" w:pos="1080"/>
        </w:tabs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0C2A">
        <w:rPr>
          <w:rFonts w:ascii="Times New Roman" w:hAnsi="Times New Roman"/>
          <w:b/>
          <w:sz w:val="28"/>
          <w:szCs w:val="28"/>
          <w:lang w:val="uk-UA"/>
        </w:rPr>
        <w:t>Чернівецький м</w:t>
      </w:r>
      <w:r w:rsidRPr="00990C2A">
        <w:rPr>
          <w:rFonts w:ascii="Times New Roman" w:hAnsi="Times New Roman"/>
          <w:b/>
          <w:sz w:val="28"/>
          <w:szCs w:val="28"/>
        </w:rPr>
        <w:t xml:space="preserve">іський голова </w:t>
      </w:r>
      <w:r w:rsidRPr="00990C2A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990C2A">
        <w:rPr>
          <w:rFonts w:ascii="Times New Roman" w:hAnsi="Times New Roman"/>
          <w:b/>
          <w:sz w:val="28"/>
          <w:szCs w:val="28"/>
        </w:rPr>
        <w:t xml:space="preserve">                                                     О.</w:t>
      </w:r>
      <w:r w:rsidRPr="00990C2A">
        <w:rPr>
          <w:rFonts w:ascii="Times New Roman" w:hAnsi="Times New Roman"/>
          <w:b/>
          <w:sz w:val="28"/>
          <w:szCs w:val="28"/>
          <w:lang w:val="uk-UA"/>
        </w:rPr>
        <w:t>Каспрук</w:t>
      </w:r>
    </w:p>
    <w:p w:rsidR="00B30F55" w:rsidRPr="00990C2A" w:rsidRDefault="00B30F55" w:rsidP="00990C2A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sectPr w:rsidR="00B30F55" w:rsidRPr="00990C2A" w:rsidSect="00990C2A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F55" w:rsidRDefault="00B30F55" w:rsidP="00990C2A">
      <w:pPr>
        <w:spacing w:after="0" w:line="240" w:lineRule="auto"/>
      </w:pPr>
      <w:r>
        <w:separator/>
      </w:r>
    </w:p>
  </w:endnote>
  <w:endnote w:type="continuationSeparator" w:id="0">
    <w:p w:rsidR="00B30F55" w:rsidRDefault="00B30F55" w:rsidP="0099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F55" w:rsidRDefault="00B30F55" w:rsidP="00990C2A">
      <w:pPr>
        <w:spacing w:after="0" w:line="240" w:lineRule="auto"/>
      </w:pPr>
      <w:r>
        <w:separator/>
      </w:r>
    </w:p>
  </w:footnote>
  <w:footnote w:type="continuationSeparator" w:id="0">
    <w:p w:rsidR="00B30F55" w:rsidRDefault="00B30F55" w:rsidP="00990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F55" w:rsidRDefault="00B30F55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B30F55" w:rsidRDefault="00B30F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B5052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CA6E34"/>
    <w:multiLevelType w:val="hybridMultilevel"/>
    <w:tmpl w:val="C18236DE"/>
    <w:lvl w:ilvl="0" w:tplc="3D729C24">
      <w:start w:val="299"/>
      <w:numFmt w:val="decimal"/>
      <w:lvlText w:val="%1"/>
      <w:lvlJc w:val="left"/>
      <w:pPr>
        <w:ind w:left="765" w:hanging="405"/>
      </w:pPr>
      <w:rPr>
        <w:rFonts w:ascii="Cambria" w:eastAsia="Times New Roman" w:hAnsi="Cambria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95E"/>
    <w:rsid w:val="00012FFF"/>
    <w:rsid w:val="00016CDD"/>
    <w:rsid w:val="000308CC"/>
    <w:rsid w:val="00032E3B"/>
    <w:rsid w:val="00084E96"/>
    <w:rsid w:val="000A2340"/>
    <w:rsid w:val="000A6322"/>
    <w:rsid w:val="000A76C1"/>
    <w:rsid w:val="000B7D29"/>
    <w:rsid w:val="000C43D0"/>
    <w:rsid w:val="000C6D52"/>
    <w:rsid w:val="000E0406"/>
    <w:rsid w:val="00132471"/>
    <w:rsid w:val="0013468A"/>
    <w:rsid w:val="00146217"/>
    <w:rsid w:val="001717B7"/>
    <w:rsid w:val="00193C16"/>
    <w:rsid w:val="001A5CA4"/>
    <w:rsid w:val="001E3832"/>
    <w:rsid w:val="00201C2E"/>
    <w:rsid w:val="00206E97"/>
    <w:rsid w:val="00217A6A"/>
    <w:rsid w:val="00217FA1"/>
    <w:rsid w:val="00245982"/>
    <w:rsid w:val="00247F97"/>
    <w:rsid w:val="00250220"/>
    <w:rsid w:val="00257133"/>
    <w:rsid w:val="0027720F"/>
    <w:rsid w:val="00287107"/>
    <w:rsid w:val="002A5192"/>
    <w:rsid w:val="002B7B26"/>
    <w:rsid w:val="002C02D3"/>
    <w:rsid w:val="002F4CBE"/>
    <w:rsid w:val="002F6F15"/>
    <w:rsid w:val="0031188C"/>
    <w:rsid w:val="00312AAF"/>
    <w:rsid w:val="00322AA3"/>
    <w:rsid w:val="0034050F"/>
    <w:rsid w:val="003515B6"/>
    <w:rsid w:val="0036203F"/>
    <w:rsid w:val="0036421A"/>
    <w:rsid w:val="00364A5A"/>
    <w:rsid w:val="003A21D2"/>
    <w:rsid w:val="003A6814"/>
    <w:rsid w:val="003C53EE"/>
    <w:rsid w:val="003D7752"/>
    <w:rsid w:val="003E6E5B"/>
    <w:rsid w:val="003F1BFF"/>
    <w:rsid w:val="003F681F"/>
    <w:rsid w:val="0040007A"/>
    <w:rsid w:val="00400564"/>
    <w:rsid w:val="00433121"/>
    <w:rsid w:val="0044096B"/>
    <w:rsid w:val="004633B9"/>
    <w:rsid w:val="00463E3D"/>
    <w:rsid w:val="00475BCC"/>
    <w:rsid w:val="00495C14"/>
    <w:rsid w:val="004A0AB7"/>
    <w:rsid w:val="004D156B"/>
    <w:rsid w:val="004E0CD2"/>
    <w:rsid w:val="005105C5"/>
    <w:rsid w:val="005127C9"/>
    <w:rsid w:val="00524E10"/>
    <w:rsid w:val="00532BBE"/>
    <w:rsid w:val="00553718"/>
    <w:rsid w:val="005646E1"/>
    <w:rsid w:val="0058462D"/>
    <w:rsid w:val="005848AF"/>
    <w:rsid w:val="005864CE"/>
    <w:rsid w:val="00587E53"/>
    <w:rsid w:val="005964D7"/>
    <w:rsid w:val="005B00C3"/>
    <w:rsid w:val="005C192C"/>
    <w:rsid w:val="005C2783"/>
    <w:rsid w:val="005E00BC"/>
    <w:rsid w:val="005E22F8"/>
    <w:rsid w:val="005E2442"/>
    <w:rsid w:val="005F0C75"/>
    <w:rsid w:val="006004AA"/>
    <w:rsid w:val="006132CE"/>
    <w:rsid w:val="00616F4B"/>
    <w:rsid w:val="00633D45"/>
    <w:rsid w:val="006415B5"/>
    <w:rsid w:val="00646E29"/>
    <w:rsid w:val="00655243"/>
    <w:rsid w:val="00673812"/>
    <w:rsid w:val="00680B96"/>
    <w:rsid w:val="0068519C"/>
    <w:rsid w:val="006971B3"/>
    <w:rsid w:val="006C2883"/>
    <w:rsid w:val="006C2BEC"/>
    <w:rsid w:val="006C323B"/>
    <w:rsid w:val="006C4368"/>
    <w:rsid w:val="006D1184"/>
    <w:rsid w:val="006E3DE3"/>
    <w:rsid w:val="006F7E1F"/>
    <w:rsid w:val="0070042E"/>
    <w:rsid w:val="00714DBE"/>
    <w:rsid w:val="00716FFA"/>
    <w:rsid w:val="00775669"/>
    <w:rsid w:val="0078450F"/>
    <w:rsid w:val="007A7F42"/>
    <w:rsid w:val="007B77E2"/>
    <w:rsid w:val="007C086E"/>
    <w:rsid w:val="007D6503"/>
    <w:rsid w:val="007E06D4"/>
    <w:rsid w:val="007E4105"/>
    <w:rsid w:val="007E62EA"/>
    <w:rsid w:val="007E7F20"/>
    <w:rsid w:val="007F2F8F"/>
    <w:rsid w:val="00825969"/>
    <w:rsid w:val="0083397B"/>
    <w:rsid w:val="00847409"/>
    <w:rsid w:val="008631F1"/>
    <w:rsid w:val="00865CCC"/>
    <w:rsid w:val="00872694"/>
    <w:rsid w:val="00872ADC"/>
    <w:rsid w:val="00882C04"/>
    <w:rsid w:val="008956A6"/>
    <w:rsid w:val="008A175D"/>
    <w:rsid w:val="008B0D97"/>
    <w:rsid w:val="008C12E7"/>
    <w:rsid w:val="00902545"/>
    <w:rsid w:val="00912BEF"/>
    <w:rsid w:val="009246CF"/>
    <w:rsid w:val="00952AD2"/>
    <w:rsid w:val="009634A1"/>
    <w:rsid w:val="00967AD1"/>
    <w:rsid w:val="00971968"/>
    <w:rsid w:val="00990C2A"/>
    <w:rsid w:val="00991E6C"/>
    <w:rsid w:val="009A0DC8"/>
    <w:rsid w:val="00A12A21"/>
    <w:rsid w:val="00A15B16"/>
    <w:rsid w:val="00A34142"/>
    <w:rsid w:val="00A42A12"/>
    <w:rsid w:val="00A6332C"/>
    <w:rsid w:val="00A73057"/>
    <w:rsid w:val="00A7554D"/>
    <w:rsid w:val="00A876B9"/>
    <w:rsid w:val="00A920AA"/>
    <w:rsid w:val="00A92743"/>
    <w:rsid w:val="00A941D9"/>
    <w:rsid w:val="00AC004D"/>
    <w:rsid w:val="00AC3E5F"/>
    <w:rsid w:val="00AC5BA7"/>
    <w:rsid w:val="00AE7744"/>
    <w:rsid w:val="00AF7E9B"/>
    <w:rsid w:val="00B30F55"/>
    <w:rsid w:val="00B82766"/>
    <w:rsid w:val="00B90828"/>
    <w:rsid w:val="00BB72F0"/>
    <w:rsid w:val="00BE67ED"/>
    <w:rsid w:val="00BF0178"/>
    <w:rsid w:val="00C133D1"/>
    <w:rsid w:val="00C27510"/>
    <w:rsid w:val="00C356FA"/>
    <w:rsid w:val="00C533BB"/>
    <w:rsid w:val="00C60F6C"/>
    <w:rsid w:val="00C74E15"/>
    <w:rsid w:val="00C95A47"/>
    <w:rsid w:val="00C96F25"/>
    <w:rsid w:val="00CD095E"/>
    <w:rsid w:val="00CD397C"/>
    <w:rsid w:val="00CF703B"/>
    <w:rsid w:val="00D11E0B"/>
    <w:rsid w:val="00D14469"/>
    <w:rsid w:val="00D30626"/>
    <w:rsid w:val="00D31A66"/>
    <w:rsid w:val="00D33F6C"/>
    <w:rsid w:val="00D62CAB"/>
    <w:rsid w:val="00D717E0"/>
    <w:rsid w:val="00D75866"/>
    <w:rsid w:val="00D8459D"/>
    <w:rsid w:val="00DA04E0"/>
    <w:rsid w:val="00DD0F86"/>
    <w:rsid w:val="00E20FB1"/>
    <w:rsid w:val="00E31596"/>
    <w:rsid w:val="00E436F4"/>
    <w:rsid w:val="00E512A2"/>
    <w:rsid w:val="00E813A3"/>
    <w:rsid w:val="00E82BC6"/>
    <w:rsid w:val="00EA44D4"/>
    <w:rsid w:val="00EA5631"/>
    <w:rsid w:val="00EA6209"/>
    <w:rsid w:val="00EA647F"/>
    <w:rsid w:val="00EA739A"/>
    <w:rsid w:val="00EB5E81"/>
    <w:rsid w:val="00EC2866"/>
    <w:rsid w:val="00EC2B30"/>
    <w:rsid w:val="00ED17BC"/>
    <w:rsid w:val="00ED2D35"/>
    <w:rsid w:val="00ED4905"/>
    <w:rsid w:val="00EE5AFF"/>
    <w:rsid w:val="00EF66C8"/>
    <w:rsid w:val="00F44065"/>
    <w:rsid w:val="00F64C73"/>
    <w:rsid w:val="00F65C05"/>
    <w:rsid w:val="00F976B6"/>
    <w:rsid w:val="00FC20E4"/>
    <w:rsid w:val="00FD79E9"/>
    <w:rsid w:val="00FE1E4B"/>
    <w:rsid w:val="00FF0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2A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0C2A"/>
    <w:pPr>
      <w:ind w:left="720"/>
      <w:contextualSpacing/>
    </w:pPr>
  </w:style>
  <w:style w:type="table" w:styleId="TableGrid">
    <w:name w:val="Table Grid"/>
    <w:basedOn w:val="TableNormal"/>
    <w:uiPriority w:val="99"/>
    <w:rsid w:val="00990C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C2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0C2A"/>
    <w:rPr>
      <w:rFonts w:cs="Times New Roman"/>
    </w:rPr>
  </w:style>
  <w:style w:type="table" w:customStyle="1" w:styleId="1">
    <w:name w:val="Сетка таблицы1"/>
    <w:uiPriority w:val="99"/>
    <w:rsid w:val="00990C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990C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p">
    <w:name w:val="news_p"/>
    <w:basedOn w:val="Normal"/>
    <w:uiPriority w:val="99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2</Pages>
  <Words>506</Words>
  <Characters>2889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WiZaRd</cp:lastModifiedBy>
  <cp:revision>17</cp:revision>
  <dcterms:created xsi:type="dcterms:W3CDTF">2016-11-14T09:47:00Z</dcterms:created>
  <dcterms:modified xsi:type="dcterms:W3CDTF">2017-12-22T13:53:00Z</dcterms:modified>
</cp:coreProperties>
</file>