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3B" w:rsidRDefault="00895C3B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  <w:r w:rsidRPr="004A2F82">
        <w:rPr>
          <w:b/>
          <w:color w:val="auto"/>
          <w:sz w:val="28"/>
          <w:lang w:val="uk-UA"/>
        </w:rPr>
        <w:t xml:space="preserve">Додаток </w:t>
      </w:r>
      <w:r>
        <w:rPr>
          <w:b/>
          <w:color w:val="auto"/>
          <w:sz w:val="28"/>
          <w:lang w:val="uk-UA"/>
        </w:rPr>
        <w:t>2                                                               ЗАТВЕРДЖЕНО</w:t>
      </w:r>
    </w:p>
    <w:p w:rsidR="00895C3B" w:rsidRPr="004A2F82" w:rsidRDefault="00895C3B" w:rsidP="004F2E98">
      <w:pPr>
        <w:pStyle w:val="551"/>
        <w:shd w:val="clear" w:color="auto" w:fill="auto"/>
        <w:spacing w:line="240" w:lineRule="auto"/>
        <w:ind w:left="5670"/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</w:pPr>
      <w:r>
        <w:rPr>
          <w:b/>
          <w:color w:val="auto"/>
          <w:sz w:val="28"/>
          <w:lang w:val="uk-UA"/>
        </w:rPr>
        <w:t>Р</w:t>
      </w:r>
      <w:r w:rsidRPr="004A2F82">
        <w:rPr>
          <w:b/>
          <w:color w:val="auto"/>
          <w:sz w:val="28"/>
          <w:lang w:val="uk-UA"/>
        </w:rPr>
        <w:t>ішення виконавчого комітету міської ради</w:t>
      </w:r>
      <w:r>
        <w:rPr>
          <w:b/>
          <w:color w:val="auto"/>
          <w:sz w:val="28"/>
          <w:lang w:val="uk-UA"/>
        </w:rPr>
        <w:t xml:space="preserve">                 </w:t>
      </w:r>
      <w:r w:rsidRPr="004A2F82">
        <w:rPr>
          <w:rStyle w:val="55Candara2"/>
          <w:rFonts w:ascii="Times New Roman" w:hAnsi="Times New Roman"/>
          <w:b/>
          <w:i w:val="0"/>
          <w:color w:val="auto"/>
          <w:sz w:val="28"/>
          <w:lang w:val="uk-UA"/>
        </w:rPr>
        <w:t xml:space="preserve"> </w:t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</w:r>
      <w:r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softHyphen/>
        <w:t>28.11.</w:t>
      </w:r>
      <w:r w:rsidRPr="0058421A"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>2017</w:t>
      </w:r>
      <w:r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 xml:space="preserve"> </w:t>
      </w:r>
      <w:r w:rsidRPr="004A2F82"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>№</w:t>
      </w:r>
      <w:r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 xml:space="preserve"> </w:t>
      </w:r>
      <w:r w:rsidRPr="004A2F82"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 xml:space="preserve"> </w:t>
      </w:r>
      <w:r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>627/24</w:t>
      </w:r>
    </w:p>
    <w:p w:rsidR="00895C3B" w:rsidRPr="00FF34E7" w:rsidRDefault="00895C3B" w:rsidP="00BD0A05">
      <w:pPr>
        <w:pStyle w:val="551"/>
        <w:shd w:val="clear" w:color="auto" w:fill="auto"/>
        <w:spacing w:line="240" w:lineRule="auto"/>
        <w:ind w:firstLine="709"/>
        <w:jc w:val="right"/>
        <w:rPr>
          <w:color w:val="auto"/>
          <w:sz w:val="28"/>
          <w:lang w:val="uk-UA"/>
        </w:rPr>
      </w:pPr>
    </w:p>
    <w:p w:rsidR="00895C3B" w:rsidRPr="00C6310F" w:rsidRDefault="00895C3B" w:rsidP="001C4D23">
      <w:pPr>
        <w:pStyle w:val="551"/>
        <w:shd w:val="clear" w:color="auto" w:fill="auto"/>
        <w:spacing w:line="360" w:lineRule="auto"/>
        <w:ind w:firstLine="709"/>
        <w:jc w:val="center"/>
        <w:rPr>
          <w:b/>
          <w:color w:val="auto"/>
          <w:sz w:val="28"/>
          <w:lang w:val="uk-UA"/>
        </w:rPr>
      </w:pPr>
      <w:r w:rsidRPr="00C6310F">
        <w:rPr>
          <w:b/>
          <w:color w:val="auto"/>
          <w:sz w:val="28"/>
          <w:lang w:val="uk-UA"/>
        </w:rPr>
        <w:t>СКЛАД</w:t>
      </w:r>
    </w:p>
    <w:p w:rsidR="00895C3B" w:rsidRPr="00004684" w:rsidRDefault="00895C3B" w:rsidP="00C6310F">
      <w:pPr>
        <w:pStyle w:val="220"/>
        <w:keepNext/>
        <w:keepLines/>
        <w:shd w:val="clear" w:color="auto" w:fill="auto"/>
        <w:spacing w:before="0" w:after="0" w:line="240" w:lineRule="auto"/>
        <w:rPr>
          <w:color w:val="auto"/>
          <w:sz w:val="28"/>
          <w:lang w:val="uk-UA"/>
        </w:rPr>
      </w:pPr>
      <w:r w:rsidRPr="00C6310F">
        <w:rPr>
          <w:color w:val="auto"/>
          <w:sz w:val="28"/>
          <w:lang w:val="uk-UA"/>
        </w:rPr>
        <w:t>конкурсної комісії з призначення</w:t>
      </w:r>
      <w:r w:rsidRPr="00004684">
        <w:rPr>
          <w:color w:val="auto"/>
          <w:sz w:val="28"/>
          <w:lang w:val="uk-UA"/>
        </w:rPr>
        <w:t xml:space="preserve"> управителя багатоквартирного будинку житлового фонду міста Чернівців</w:t>
      </w:r>
    </w:p>
    <w:p w:rsidR="00895C3B" w:rsidRDefault="00895C3B" w:rsidP="00C6310F">
      <w:pPr>
        <w:pStyle w:val="551"/>
        <w:shd w:val="clear" w:color="auto" w:fill="auto"/>
        <w:spacing w:line="240" w:lineRule="auto"/>
        <w:ind w:firstLine="709"/>
        <w:jc w:val="center"/>
        <w:rPr>
          <w:b/>
          <w:color w:val="auto"/>
          <w:sz w:val="28"/>
          <w:lang w:val="uk-UA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446"/>
        <w:gridCol w:w="6062"/>
      </w:tblGrid>
      <w:tr w:rsidR="00895C3B" w:rsidRPr="008E1BB3" w:rsidTr="00C93591">
        <w:trPr>
          <w:trHeight w:val="874"/>
        </w:trPr>
        <w:tc>
          <w:tcPr>
            <w:tcW w:w="3446" w:type="dxa"/>
            <w:shd w:val="clear" w:color="auto" w:fill="FFFFFF"/>
          </w:tcPr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b/>
                <w:color w:val="auto"/>
                <w:sz w:val="28"/>
                <w:lang w:val="uk-UA"/>
              </w:rPr>
              <w:t>Г</w:t>
            </w:r>
            <w:r w:rsidRPr="000A146C">
              <w:rPr>
                <w:b/>
                <w:color w:val="auto"/>
                <w:sz w:val="28"/>
              </w:rPr>
              <w:t>олова комісії</w:t>
            </w:r>
            <w:r>
              <w:rPr>
                <w:color w:val="auto"/>
                <w:sz w:val="28"/>
                <w:lang w:val="uk-UA"/>
              </w:rPr>
              <w:t>:</w:t>
            </w: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Середюк </w:t>
            </w:r>
          </w:p>
          <w:p w:rsidR="00895C3B" w:rsidRPr="002D044C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Володимир Богданович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58421A">
            <w:pPr>
              <w:pStyle w:val="551"/>
              <w:shd w:val="clear" w:color="auto" w:fill="auto"/>
              <w:tabs>
                <w:tab w:val="left" w:pos="98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Pr="008E1BB3" w:rsidRDefault="00895C3B" w:rsidP="0058421A">
            <w:pPr>
              <w:pStyle w:val="551"/>
              <w:shd w:val="clear" w:color="auto" w:fill="auto"/>
              <w:tabs>
                <w:tab w:val="left" w:pos="98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-</w:t>
            </w:r>
            <w:r>
              <w:rPr>
                <w:color w:val="auto"/>
                <w:sz w:val="28"/>
                <w:lang w:val="uk-UA"/>
              </w:rPr>
              <w:t xml:space="preserve">    </w:t>
            </w:r>
            <w:r w:rsidRPr="008E1BB3">
              <w:rPr>
                <w:color w:val="auto"/>
                <w:sz w:val="28"/>
              </w:rPr>
              <w:t>заступник міського голови</w:t>
            </w:r>
            <w:r>
              <w:rPr>
                <w:color w:val="auto"/>
                <w:sz w:val="28"/>
                <w:lang w:val="uk-UA"/>
              </w:rPr>
              <w:t xml:space="preserve"> з питань діяльності виконавчих органів міської ради</w:t>
            </w:r>
            <w:r w:rsidRPr="008E1BB3">
              <w:rPr>
                <w:color w:val="auto"/>
                <w:sz w:val="28"/>
              </w:rPr>
              <w:t xml:space="preserve"> </w:t>
            </w:r>
          </w:p>
        </w:tc>
      </w:tr>
      <w:tr w:rsidR="00895C3B" w:rsidRPr="008E1BB3" w:rsidTr="00C93591">
        <w:trPr>
          <w:trHeight w:val="1301"/>
        </w:trPr>
        <w:tc>
          <w:tcPr>
            <w:tcW w:w="3446" w:type="dxa"/>
            <w:shd w:val="clear" w:color="auto" w:fill="FFFFFF"/>
          </w:tcPr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  <w:r>
              <w:rPr>
                <w:b/>
                <w:color w:val="auto"/>
                <w:sz w:val="28"/>
                <w:lang w:val="uk-UA"/>
              </w:rPr>
              <w:t>З</w:t>
            </w:r>
            <w:r w:rsidRPr="000A146C">
              <w:rPr>
                <w:b/>
                <w:color w:val="auto"/>
                <w:sz w:val="28"/>
              </w:rPr>
              <w:t>аступник голови комісії</w:t>
            </w:r>
            <w:r>
              <w:rPr>
                <w:b/>
                <w:color w:val="auto"/>
                <w:sz w:val="28"/>
                <w:lang w:val="uk-UA"/>
              </w:rPr>
              <w:t>:</w:t>
            </w: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Бурак </w:t>
            </w:r>
          </w:p>
          <w:p w:rsidR="00895C3B" w:rsidRPr="002D044C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Олександр Кризонтович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C93591">
            <w:pPr>
              <w:pStyle w:val="551"/>
              <w:shd w:val="clear" w:color="auto" w:fill="auto"/>
              <w:spacing w:line="240" w:lineRule="auto"/>
              <w:ind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Pr="00876B00" w:rsidRDefault="00895C3B" w:rsidP="00C93591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 w:rsidRPr="008E1BB3">
              <w:rPr>
                <w:color w:val="auto"/>
                <w:sz w:val="28"/>
              </w:rPr>
              <w:t xml:space="preserve">- </w:t>
            </w:r>
            <w:r>
              <w:rPr>
                <w:color w:val="auto"/>
                <w:sz w:val="28"/>
                <w:lang w:val="uk-UA"/>
              </w:rPr>
              <w:t>п</w:t>
            </w:r>
            <w:r w:rsidRPr="000A146C">
              <w:rPr>
                <w:color w:val="auto"/>
                <w:sz w:val="28"/>
              </w:rPr>
              <w:t>ерший заступник директора, начальник управління житлового господарства департаменту житлово-комуна</w:t>
            </w:r>
            <w:r>
              <w:rPr>
                <w:color w:val="auto"/>
                <w:sz w:val="28"/>
              </w:rPr>
              <w:t>льного господарства міської рад</w:t>
            </w:r>
            <w:r>
              <w:rPr>
                <w:color w:val="auto"/>
                <w:sz w:val="28"/>
                <w:lang w:val="uk-UA"/>
              </w:rPr>
              <w:t>и</w:t>
            </w:r>
          </w:p>
        </w:tc>
      </w:tr>
      <w:tr w:rsidR="00895C3B" w:rsidRPr="008E1BB3" w:rsidTr="00C93591">
        <w:trPr>
          <w:trHeight w:val="1363"/>
        </w:trPr>
        <w:tc>
          <w:tcPr>
            <w:tcW w:w="3446" w:type="dxa"/>
            <w:shd w:val="clear" w:color="auto" w:fill="FFFFFF"/>
          </w:tcPr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b/>
                <w:color w:val="auto"/>
                <w:sz w:val="28"/>
                <w:lang w:val="uk-UA"/>
              </w:rPr>
              <w:t>С</w:t>
            </w:r>
            <w:r w:rsidRPr="000A146C">
              <w:rPr>
                <w:b/>
                <w:color w:val="auto"/>
                <w:sz w:val="28"/>
              </w:rPr>
              <w:t>екретар комісії</w:t>
            </w:r>
            <w:r>
              <w:rPr>
                <w:color w:val="auto"/>
                <w:sz w:val="28"/>
                <w:lang w:val="uk-UA"/>
              </w:rPr>
              <w:t xml:space="preserve"> :</w:t>
            </w: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Владика </w:t>
            </w:r>
          </w:p>
          <w:p w:rsidR="00895C3B" w:rsidRDefault="00895C3B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Жанна Михайлівна</w:t>
            </w:r>
          </w:p>
          <w:p w:rsidR="00895C3B" w:rsidRPr="00630692" w:rsidRDefault="00895C3B" w:rsidP="00630692">
            <w:pPr>
              <w:rPr>
                <w:lang w:val="uk-UA"/>
              </w:rPr>
            </w:pPr>
          </w:p>
          <w:p w:rsidR="00895C3B" w:rsidRPr="00630692" w:rsidRDefault="00895C3B" w:rsidP="00630692">
            <w:pPr>
              <w:rPr>
                <w:lang w:val="uk-UA"/>
              </w:rPr>
            </w:pPr>
          </w:p>
          <w:p w:rsidR="00895C3B" w:rsidRPr="00630692" w:rsidRDefault="00895C3B" w:rsidP="0063069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 w:rsidRPr="006306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C6310F">
            <w:pPr>
              <w:pStyle w:val="551"/>
              <w:shd w:val="clear" w:color="auto" w:fill="auto"/>
              <w:tabs>
                <w:tab w:val="left" w:pos="382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C6310F">
            <w:pPr>
              <w:pStyle w:val="551"/>
              <w:shd w:val="clear" w:color="auto" w:fill="auto"/>
              <w:tabs>
                <w:tab w:val="left" w:pos="382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C93591">
            <w:pPr>
              <w:pStyle w:val="551"/>
              <w:shd w:val="clear" w:color="auto" w:fill="auto"/>
              <w:tabs>
                <w:tab w:val="left" w:pos="240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- </w:t>
            </w:r>
            <w:r w:rsidRPr="008E1BB3">
              <w:rPr>
                <w:color w:val="auto"/>
                <w:sz w:val="28"/>
              </w:rPr>
              <w:t>начальник</w:t>
            </w:r>
            <w:r>
              <w:rPr>
                <w:color w:val="auto"/>
                <w:sz w:val="28"/>
                <w:lang w:val="uk-UA"/>
              </w:rPr>
              <w:t xml:space="preserve"> відділу реформування та енергозбереження </w:t>
            </w:r>
            <w:r w:rsidRPr="000A146C">
              <w:rPr>
                <w:color w:val="auto"/>
                <w:sz w:val="28"/>
              </w:rPr>
              <w:t>департаменту житлово-комуна</w:t>
            </w:r>
            <w:r>
              <w:rPr>
                <w:color w:val="auto"/>
                <w:sz w:val="28"/>
              </w:rPr>
              <w:t>льного господарства міської рад</w:t>
            </w:r>
            <w:r>
              <w:rPr>
                <w:color w:val="auto"/>
                <w:sz w:val="28"/>
                <w:lang w:val="uk-UA"/>
              </w:rPr>
              <w:t>и</w:t>
            </w:r>
          </w:p>
          <w:p w:rsidR="00895C3B" w:rsidRPr="00876B00" w:rsidRDefault="00895C3B" w:rsidP="00C93591">
            <w:pPr>
              <w:pStyle w:val="551"/>
              <w:shd w:val="clear" w:color="auto" w:fill="auto"/>
              <w:tabs>
                <w:tab w:val="left" w:pos="240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</w:tc>
      </w:tr>
      <w:tr w:rsidR="00895C3B" w:rsidRPr="008E1BB3" w:rsidTr="00630692">
        <w:trPr>
          <w:trHeight w:val="643"/>
        </w:trPr>
        <w:tc>
          <w:tcPr>
            <w:tcW w:w="3446" w:type="dxa"/>
            <w:shd w:val="clear" w:color="auto" w:fill="FFFFFF"/>
          </w:tcPr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ind w:right="165"/>
              <w:rPr>
                <w:color w:val="auto"/>
                <w:sz w:val="28"/>
                <w:lang w:val="uk-UA"/>
              </w:rPr>
            </w:pPr>
            <w:bookmarkStart w:id="0" w:name="bookmark2"/>
            <w:r>
              <w:rPr>
                <w:color w:val="auto"/>
                <w:sz w:val="28"/>
                <w:lang w:val="uk-UA"/>
              </w:rPr>
              <w:t xml:space="preserve">  Бабух 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Тарас Васильович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Бабюк 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Антоніна Анатоліївна</w:t>
            </w:r>
          </w:p>
          <w:p w:rsidR="00895C3B" w:rsidRPr="007F0458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</w:tc>
        <w:tc>
          <w:tcPr>
            <w:tcW w:w="6062" w:type="dxa"/>
            <w:shd w:val="clear" w:color="auto" w:fill="FFFFFF"/>
          </w:tcPr>
          <w:p w:rsidR="00895C3B" w:rsidRDefault="00895C3B" w:rsidP="006F6E71">
            <w:pPr>
              <w:pStyle w:val="551"/>
              <w:numPr>
                <w:ilvl w:val="0"/>
                <w:numId w:val="23"/>
              </w:numPr>
              <w:shd w:val="clear" w:color="auto" w:fill="auto"/>
              <w:tabs>
                <w:tab w:val="clear" w:pos="720"/>
                <w:tab w:val="left" w:pos="394"/>
              </w:tabs>
              <w:spacing w:line="240" w:lineRule="auto"/>
              <w:ind w:left="34" w:firstLine="0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  голова постійної комісії міської ради з питань житлово-комунального господарства та охорони навколишнього  середовища</w:t>
            </w:r>
          </w:p>
          <w:p w:rsidR="00895C3B" w:rsidRDefault="00895C3B" w:rsidP="00F217E0">
            <w:pPr>
              <w:pStyle w:val="551"/>
              <w:shd w:val="clear" w:color="auto" w:fill="auto"/>
              <w:tabs>
                <w:tab w:val="left" w:pos="394"/>
              </w:tabs>
              <w:spacing w:line="240" w:lineRule="auto"/>
              <w:ind w:left="34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  член виконавчого комітету міської ради             (за згодою)</w:t>
            </w:r>
          </w:p>
          <w:p w:rsidR="00895C3B" w:rsidRPr="00630692" w:rsidRDefault="00895C3B" w:rsidP="00630692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</w:p>
        </w:tc>
      </w:tr>
      <w:tr w:rsidR="00895C3B" w:rsidTr="00630692">
        <w:trPr>
          <w:trHeight w:val="643"/>
        </w:trPr>
        <w:tc>
          <w:tcPr>
            <w:tcW w:w="3446" w:type="dxa"/>
            <w:shd w:val="clear" w:color="auto" w:fill="FFFFFF"/>
          </w:tcPr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Гаіна 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Валентина Василівна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6F6E71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начальник відділу економічного аналізу планування та енергоменеджменту управління соціально-економічного розвитку департаменту економіки міської ради</w:t>
            </w:r>
          </w:p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</w:p>
        </w:tc>
      </w:tr>
      <w:tr w:rsidR="00895C3B" w:rsidRPr="00CE43F9" w:rsidTr="00630692">
        <w:trPr>
          <w:trHeight w:val="643"/>
        </w:trPr>
        <w:tc>
          <w:tcPr>
            <w:tcW w:w="3446" w:type="dxa"/>
            <w:shd w:val="clear" w:color="auto" w:fill="FFFFFF"/>
          </w:tcPr>
          <w:p w:rsidR="00895C3B" w:rsidRDefault="00895C3B" w:rsidP="00C31223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Гладишева </w:t>
            </w:r>
          </w:p>
          <w:p w:rsidR="00895C3B" w:rsidRDefault="00895C3B" w:rsidP="00C31223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Ольга Василівна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</w:tc>
        <w:tc>
          <w:tcPr>
            <w:tcW w:w="6062" w:type="dxa"/>
            <w:shd w:val="clear" w:color="auto" w:fill="FFFFFF"/>
          </w:tcPr>
          <w:p w:rsidR="00895C3B" w:rsidRDefault="00895C3B" w:rsidP="00C31223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- начальник планово-еконмічного відділу </w:t>
            </w:r>
            <w:r w:rsidRPr="00630692">
              <w:rPr>
                <w:color w:val="auto"/>
                <w:sz w:val="28"/>
                <w:lang w:val="uk-UA"/>
              </w:rPr>
              <w:t xml:space="preserve">департаменту житлово-комунального господарства </w:t>
            </w:r>
            <w:r>
              <w:rPr>
                <w:color w:val="auto"/>
                <w:sz w:val="28"/>
                <w:lang w:val="uk-UA"/>
              </w:rPr>
              <w:t xml:space="preserve"> </w:t>
            </w:r>
            <w:r w:rsidRPr="00630692">
              <w:rPr>
                <w:color w:val="auto"/>
                <w:sz w:val="28"/>
                <w:lang w:val="uk-UA"/>
              </w:rPr>
              <w:t>міської рад</w:t>
            </w:r>
            <w:r>
              <w:rPr>
                <w:color w:val="auto"/>
                <w:sz w:val="28"/>
                <w:lang w:val="uk-UA"/>
              </w:rPr>
              <w:t>и</w:t>
            </w:r>
            <w:r w:rsidRPr="00630692">
              <w:rPr>
                <w:color w:val="auto"/>
                <w:sz w:val="28"/>
                <w:lang w:val="uk-UA"/>
              </w:rPr>
              <w:t xml:space="preserve"> </w:t>
            </w:r>
            <w:r>
              <w:rPr>
                <w:color w:val="auto"/>
                <w:sz w:val="28"/>
                <w:lang w:val="uk-UA"/>
              </w:rPr>
              <w:br/>
            </w:r>
          </w:p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</w:p>
          <w:p w:rsidR="00895C3B" w:rsidRPr="00CE43F9" w:rsidRDefault="00895C3B" w:rsidP="00630692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</w:p>
        </w:tc>
      </w:tr>
      <w:tr w:rsidR="00895C3B" w:rsidTr="00630692">
        <w:trPr>
          <w:trHeight w:val="643"/>
        </w:trPr>
        <w:tc>
          <w:tcPr>
            <w:tcW w:w="3446" w:type="dxa"/>
            <w:shd w:val="clear" w:color="auto" w:fill="FFFFFF"/>
          </w:tcPr>
          <w:p w:rsidR="00895C3B" w:rsidRPr="00F420C2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</w:tc>
        <w:tc>
          <w:tcPr>
            <w:tcW w:w="6062" w:type="dxa"/>
            <w:shd w:val="clear" w:color="auto" w:fill="FFFFFF"/>
          </w:tcPr>
          <w:p w:rsidR="00895C3B" w:rsidRDefault="00895C3B" w:rsidP="006F6E71">
            <w:pPr>
              <w:pStyle w:val="551"/>
              <w:numPr>
                <w:ilvl w:val="0"/>
                <w:numId w:val="17"/>
              </w:numPr>
              <w:shd w:val="clear" w:color="auto" w:fill="auto"/>
              <w:spacing w:line="240" w:lineRule="auto"/>
              <w:ind w:left="-566" w:right="72" w:firstLine="120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               2</w:t>
            </w:r>
          </w:p>
        </w:tc>
      </w:tr>
      <w:tr w:rsidR="00895C3B" w:rsidRPr="00066210" w:rsidTr="00630692">
        <w:trPr>
          <w:trHeight w:val="643"/>
        </w:trPr>
        <w:tc>
          <w:tcPr>
            <w:tcW w:w="3446" w:type="dxa"/>
            <w:shd w:val="clear" w:color="auto" w:fill="FFFFFF"/>
          </w:tcPr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 w:rsidRPr="00F420C2">
              <w:rPr>
                <w:color w:val="auto"/>
                <w:sz w:val="28"/>
                <w:lang w:val="uk-UA"/>
              </w:rPr>
              <w:t xml:space="preserve">Леонтій </w:t>
            </w:r>
          </w:p>
          <w:p w:rsidR="00895C3B" w:rsidRPr="00630692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 w:rsidRPr="00F420C2">
              <w:rPr>
                <w:color w:val="auto"/>
                <w:sz w:val="28"/>
                <w:lang w:val="uk-UA"/>
              </w:rPr>
              <w:t>Георгій Георгійович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  п</w:t>
            </w:r>
            <w:r w:rsidRPr="006B1042">
              <w:rPr>
                <w:color w:val="auto"/>
                <w:sz w:val="28"/>
                <w:lang w:val="uk-UA"/>
              </w:rPr>
              <w:t>ровідний фахівець з питань забезпечення життєдіяльності міста при виконавчому комітеті місько</w:t>
            </w:r>
            <w:r>
              <w:rPr>
                <w:color w:val="auto"/>
                <w:sz w:val="28"/>
                <w:lang w:val="uk-UA"/>
              </w:rPr>
              <w:t>ї</w:t>
            </w:r>
            <w:r w:rsidRPr="006B1042">
              <w:rPr>
                <w:color w:val="auto"/>
                <w:sz w:val="28"/>
                <w:lang w:val="uk-UA"/>
              </w:rPr>
              <w:t xml:space="preserve"> ради</w:t>
            </w:r>
          </w:p>
          <w:p w:rsidR="00895C3B" w:rsidRPr="00630692" w:rsidRDefault="00895C3B" w:rsidP="00630692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             </w:t>
            </w:r>
          </w:p>
        </w:tc>
      </w:tr>
      <w:tr w:rsidR="00895C3B" w:rsidTr="00630692">
        <w:trPr>
          <w:trHeight w:val="643"/>
        </w:trPr>
        <w:tc>
          <w:tcPr>
            <w:tcW w:w="3446" w:type="dxa"/>
            <w:shd w:val="clear" w:color="auto" w:fill="FFFFFF"/>
          </w:tcPr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Лупол 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Микола Іванович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     головний інженер КП «Чернівцітеплокомун-</w:t>
            </w:r>
          </w:p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 енерго»</w:t>
            </w:r>
          </w:p>
        </w:tc>
      </w:tr>
      <w:tr w:rsidR="00895C3B" w:rsidRPr="00AE240F" w:rsidTr="00E766BB">
        <w:trPr>
          <w:trHeight w:val="1363"/>
        </w:trPr>
        <w:tc>
          <w:tcPr>
            <w:tcW w:w="3446" w:type="dxa"/>
            <w:shd w:val="clear" w:color="auto" w:fill="FFFFFF"/>
          </w:tcPr>
          <w:p w:rsidR="00895C3B" w:rsidRDefault="00895C3B" w:rsidP="00630692">
            <w:pPr>
              <w:pStyle w:val="551"/>
              <w:shd w:val="clear" w:color="auto" w:fill="auto"/>
              <w:spacing w:line="240" w:lineRule="auto"/>
              <w:ind w:right="165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Олійник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Андрій Олександрович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 w:rsidRPr="00AE240F">
              <w:rPr>
                <w:color w:val="auto"/>
                <w:sz w:val="28"/>
                <w:lang w:val="uk-UA"/>
              </w:rPr>
              <w:t xml:space="preserve">Остафійчук </w:t>
            </w:r>
          </w:p>
          <w:p w:rsidR="00895C3B" w:rsidRPr="00AE240F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highlight w:val="yellow"/>
                <w:lang w:val="uk-UA"/>
              </w:rPr>
            </w:pPr>
            <w:r w:rsidRPr="00AE240F">
              <w:rPr>
                <w:color w:val="auto"/>
                <w:sz w:val="28"/>
                <w:lang w:val="uk-UA"/>
              </w:rPr>
              <w:t>Ян В’ячеславович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радник міського голови на громадських засадах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з питань житлово-комунального господарства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(за згодою)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 w:rsidRPr="00AE240F">
              <w:rPr>
                <w:color w:val="auto"/>
                <w:sz w:val="28"/>
                <w:lang w:val="uk-UA"/>
              </w:rPr>
              <w:t xml:space="preserve">- </w:t>
            </w:r>
            <w:r>
              <w:rPr>
                <w:color w:val="auto"/>
                <w:sz w:val="28"/>
                <w:lang w:val="uk-UA"/>
              </w:rPr>
              <w:t xml:space="preserve">    </w:t>
            </w:r>
            <w:r w:rsidRPr="00AE240F">
              <w:rPr>
                <w:color w:val="auto"/>
                <w:sz w:val="28"/>
                <w:lang w:val="uk-UA"/>
              </w:rPr>
              <w:t>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</w:t>
            </w:r>
          </w:p>
          <w:p w:rsidR="00895C3B" w:rsidRPr="00AE240F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highlight w:val="yellow"/>
              </w:rPr>
            </w:pPr>
          </w:p>
        </w:tc>
      </w:tr>
      <w:tr w:rsidR="00895C3B" w:rsidTr="00630692">
        <w:trPr>
          <w:trHeight w:val="1363"/>
        </w:trPr>
        <w:tc>
          <w:tcPr>
            <w:tcW w:w="3446" w:type="dxa"/>
            <w:shd w:val="clear" w:color="auto" w:fill="FFFFFF"/>
          </w:tcPr>
          <w:p w:rsidR="00895C3B" w:rsidRDefault="00895C3B" w:rsidP="00C31223">
            <w:pPr>
              <w:pStyle w:val="551"/>
              <w:shd w:val="clear" w:color="auto" w:fill="auto"/>
              <w:spacing w:line="20" w:lineRule="atLeast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Рихло</w:t>
            </w:r>
          </w:p>
          <w:p w:rsidR="00895C3B" w:rsidRDefault="00895C3B" w:rsidP="00C31223">
            <w:pPr>
              <w:pStyle w:val="551"/>
              <w:shd w:val="clear" w:color="auto" w:fill="auto"/>
              <w:spacing w:line="20" w:lineRule="atLeast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Юрій Степанович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Свекла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Денис Іванович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Чекіна 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Ніна Ігорівна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2D17D2">
            <w:pPr>
              <w:pStyle w:val="551"/>
              <w:shd w:val="clear" w:color="auto" w:fill="auto"/>
              <w:spacing w:line="20" w:lineRule="atLeast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в.о. головного інженера, головний                            механік відділу головного механіка                                                    КП «Чернівціводоканал»</w:t>
            </w:r>
          </w:p>
          <w:p w:rsidR="00895C3B" w:rsidRDefault="00895C3B" w:rsidP="002D17D2">
            <w:pPr>
              <w:pStyle w:val="551"/>
              <w:shd w:val="clear" w:color="auto" w:fill="auto"/>
              <w:spacing w:line="20" w:lineRule="atLeast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2D17D2">
            <w:pPr>
              <w:pStyle w:val="551"/>
              <w:shd w:val="clear" w:color="auto" w:fill="auto"/>
              <w:spacing w:line="20" w:lineRule="atLeast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громадський активіст (за згодою)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895C3B" w:rsidRPr="00630692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 w:rsidRPr="00630692">
              <w:rPr>
                <w:color w:val="auto"/>
                <w:sz w:val="28"/>
                <w:lang w:val="uk-UA"/>
              </w:rPr>
              <w:t xml:space="preserve">- </w:t>
            </w:r>
            <w:r>
              <w:rPr>
                <w:color w:val="auto"/>
                <w:sz w:val="28"/>
                <w:lang w:val="uk-UA"/>
              </w:rPr>
              <w:t xml:space="preserve">  </w:t>
            </w:r>
            <w:r w:rsidRPr="00630692">
              <w:rPr>
                <w:color w:val="auto"/>
                <w:sz w:val="28"/>
                <w:lang w:val="uk-UA"/>
              </w:rPr>
              <w:t xml:space="preserve">начальник відділу фінансування підприємств комунальної власності фінансового управління міської ради 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 w:rsidRPr="00630692">
              <w:rPr>
                <w:color w:val="auto"/>
                <w:sz w:val="28"/>
                <w:lang w:val="uk-UA"/>
              </w:rPr>
              <w:t xml:space="preserve"> </w:t>
            </w:r>
          </w:p>
        </w:tc>
      </w:tr>
      <w:tr w:rsidR="00895C3B" w:rsidTr="00630692">
        <w:trPr>
          <w:trHeight w:val="1363"/>
        </w:trPr>
        <w:tc>
          <w:tcPr>
            <w:tcW w:w="3446" w:type="dxa"/>
            <w:shd w:val="clear" w:color="auto" w:fill="FFFFFF"/>
          </w:tcPr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Яківців </w:t>
            </w:r>
          </w:p>
          <w:p w:rsidR="00895C3B" w:rsidRPr="00F420C2" w:rsidRDefault="00895C3B" w:rsidP="00E766BB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Василь Петрович</w:t>
            </w:r>
          </w:p>
        </w:tc>
        <w:tc>
          <w:tcPr>
            <w:tcW w:w="6062" w:type="dxa"/>
            <w:shd w:val="clear" w:color="auto" w:fill="FFFFFF"/>
          </w:tcPr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-   старший інспектор відділу реформування та енергозбереження </w:t>
            </w:r>
            <w:r w:rsidRPr="00630692">
              <w:rPr>
                <w:color w:val="auto"/>
                <w:sz w:val="28"/>
                <w:lang w:val="uk-UA"/>
              </w:rPr>
              <w:t>департаменту житлово-</w:t>
            </w:r>
            <w:r>
              <w:rPr>
                <w:color w:val="auto"/>
                <w:sz w:val="28"/>
                <w:lang w:val="uk-UA"/>
              </w:rPr>
              <w:t xml:space="preserve"> </w:t>
            </w:r>
            <w:r w:rsidRPr="00630692">
              <w:rPr>
                <w:color w:val="auto"/>
                <w:sz w:val="28"/>
                <w:lang w:val="uk-UA"/>
              </w:rPr>
              <w:t>комунального</w:t>
            </w:r>
            <w:r>
              <w:rPr>
                <w:color w:val="auto"/>
                <w:sz w:val="28"/>
                <w:lang w:val="uk-UA"/>
              </w:rPr>
              <w:t xml:space="preserve">  </w:t>
            </w:r>
            <w:r w:rsidRPr="00630692">
              <w:rPr>
                <w:color w:val="auto"/>
                <w:sz w:val="28"/>
                <w:lang w:val="uk-UA"/>
              </w:rPr>
              <w:t xml:space="preserve"> господарства</w:t>
            </w:r>
            <w:r>
              <w:rPr>
                <w:color w:val="auto"/>
                <w:sz w:val="28"/>
                <w:lang w:val="uk-UA"/>
              </w:rPr>
              <w:t xml:space="preserve"> </w:t>
            </w:r>
            <w:r w:rsidRPr="00630692">
              <w:rPr>
                <w:color w:val="auto"/>
                <w:sz w:val="28"/>
                <w:lang w:val="uk-UA"/>
              </w:rPr>
              <w:t xml:space="preserve"> міської рад</w:t>
            </w:r>
            <w:r>
              <w:rPr>
                <w:color w:val="auto"/>
                <w:sz w:val="28"/>
                <w:lang w:val="uk-UA"/>
              </w:rPr>
              <w:t>и</w:t>
            </w:r>
          </w:p>
          <w:p w:rsidR="00895C3B" w:rsidRDefault="00895C3B" w:rsidP="00E766BB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</w:tc>
      </w:tr>
    </w:tbl>
    <w:p w:rsidR="00895C3B" w:rsidRPr="00630692" w:rsidRDefault="00895C3B" w:rsidP="009B5151">
      <w:pPr>
        <w:pStyle w:val="551"/>
        <w:shd w:val="clear" w:color="auto" w:fill="auto"/>
        <w:spacing w:line="360" w:lineRule="auto"/>
        <w:rPr>
          <w:color w:val="auto"/>
          <w:sz w:val="28"/>
          <w:lang w:val="uk-UA"/>
        </w:rPr>
      </w:pPr>
    </w:p>
    <w:p w:rsidR="00895C3B" w:rsidRDefault="00895C3B" w:rsidP="009B5151">
      <w:pPr>
        <w:pStyle w:val="551"/>
        <w:shd w:val="clear" w:color="auto" w:fill="auto"/>
        <w:spacing w:line="360" w:lineRule="auto"/>
        <w:rPr>
          <w:color w:val="auto"/>
          <w:sz w:val="28"/>
          <w:lang w:val="uk-UA"/>
        </w:rPr>
      </w:pPr>
    </w:p>
    <w:p w:rsidR="00895C3B" w:rsidRDefault="00895C3B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                         О. Каспрук</w:t>
      </w:r>
    </w:p>
    <w:p w:rsidR="00895C3B" w:rsidRDefault="00895C3B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895C3B" w:rsidRDefault="00895C3B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895C3B" w:rsidRDefault="00895C3B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895C3B" w:rsidRDefault="00895C3B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895C3B" w:rsidRPr="007C1BDF" w:rsidRDefault="00895C3B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bookmarkEnd w:id="0"/>
    <w:p w:rsidR="00895C3B" w:rsidRDefault="00895C3B" w:rsidP="009B5151">
      <w:pPr>
        <w:pStyle w:val="551"/>
        <w:shd w:val="clear" w:color="auto" w:fill="auto"/>
        <w:spacing w:line="360" w:lineRule="auto"/>
        <w:rPr>
          <w:color w:val="auto"/>
          <w:sz w:val="28"/>
          <w:lang w:val="uk-UA"/>
        </w:rPr>
      </w:pPr>
    </w:p>
    <w:sectPr w:rsidR="00895C3B" w:rsidSect="00E45CF3">
      <w:headerReference w:type="even" r:id="rId7"/>
      <w:headerReference w:type="default" r:id="rId8"/>
      <w:pgSz w:w="11905" w:h="16837"/>
      <w:pgMar w:top="851" w:right="851" w:bottom="794" w:left="158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C3B" w:rsidRDefault="00895C3B">
      <w:r>
        <w:separator/>
      </w:r>
    </w:p>
  </w:endnote>
  <w:endnote w:type="continuationSeparator" w:id="0">
    <w:p w:rsidR="00895C3B" w:rsidRDefault="00895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C3B" w:rsidRDefault="00895C3B"/>
  </w:footnote>
  <w:footnote w:type="continuationSeparator" w:id="0">
    <w:p w:rsidR="00895C3B" w:rsidRDefault="00895C3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3B" w:rsidRDefault="00895C3B" w:rsidP="003F2A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95C3B" w:rsidRDefault="00895C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3B" w:rsidRDefault="00895C3B" w:rsidP="003F2A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95C3B" w:rsidRDefault="00895C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CEE"/>
    <w:multiLevelType w:val="multilevel"/>
    <w:tmpl w:val="91700580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E04"/>
    <w:multiLevelType w:val="multilevel"/>
    <w:tmpl w:val="617437D4"/>
    <w:lvl w:ilvl="0">
      <w:start w:val="6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4C11F26"/>
    <w:multiLevelType w:val="multilevel"/>
    <w:tmpl w:val="6F12985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cs="Times New Roman" w:hint="default"/>
      </w:rPr>
    </w:lvl>
  </w:abstractNum>
  <w:abstractNum w:abstractNumId="3">
    <w:nsid w:val="04D21E7A"/>
    <w:multiLevelType w:val="multilevel"/>
    <w:tmpl w:val="8F506906"/>
    <w:lvl w:ilvl="0">
      <w:start w:val="1"/>
      <w:numFmt w:val="decimal"/>
      <w:lvlText w:val="%1..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8E43383"/>
    <w:multiLevelType w:val="multilevel"/>
    <w:tmpl w:val="47C6E3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3"/>
        </w:tabs>
        <w:ind w:left="1413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06"/>
        </w:tabs>
        <w:ind w:left="21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59"/>
        </w:tabs>
        <w:ind w:left="31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52"/>
        </w:tabs>
        <w:ind w:left="38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05"/>
        </w:tabs>
        <w:ind w:left="4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1"/>
        </w:tabs>
        <w:ind w:left="6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04"/>
        </w:tabs>
        <w:ind w:left="7704" w:hanging="2160"/>
      </w:pPr>
      <w:rPr>
        <w:rFonts w:cs="Times New Roman" w:hint="default"/>
      </w:rPr>
    </w:lvl>
  </w:abstractNum>
  <w:abstractNum w:abstractNumId="5">
    <w:nsid w:val="176C48BE"/>
    <w:multiLevelType w:val="multilevel"/>
    <w:tmpl w:val="B92EBC6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9034207"/>
    <w:multiLevelType w:val="multilevel"/>
    <w:tmpl w:val="A63AAD38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6D85774"/>
    <w:multiLevelType w:val="hybridMultilevel"/>
    <w:tmpl w:val="D424EFFA"/>
    <w:lvl w:ilvl="0" w:tplc="3D1A906A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B514B6"/>
    <w:multiLevelType w:val="multilevel"/>
    <w:tmpl w:val="815872E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9">
    <w:nsid w:val="28061DF9"/>
    <w:multiLevelType w:val="multilevel"/>
    <w:tmpl w:val="12AA6B04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BC90341"/>
    <w:multiLevelType w:val="multilevel"/>
    <w:tmpl w:val="639A9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C5A4609"/>
    <w:multiLevelType w:val="multilevel"/>
    <w:tmpl w:val="06DC71D8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1460C57"/>
    <w:multiLevelType w:val="multilevel"/>
    <w:tmpl w:val="11B0FD2E"/>
    <w:lvl w:ilvl="0">
      <w:start w:val="189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65175D3"/>
    <w:multiLevelType w:val="multilevel"/>
    <w:tmpl w:val="D34A553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4">
    <w:nsid w:val="4BF82700"/>
    <w:multiLevelType w:val="hybridMultilevel"/>
    <w:tmpl w:val="D20A842A"/>
    <w:lvl w:ilvl="0" w:tplc="A802C1AE">
      <w:start w:val="1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5">
    <w:nsid w:val="4F775323"/>
    <w:multiLevelType w:val="multilevel"/>
    <w:tmpl w:val="F2180D90"/>
    <w:lvl w:ilvl="0">
      <w:start w:val="7"/>
      <w:numFmt w:val="bullet"/>
      <w:lvlText w:val="-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6">
    <w:nsid w:val="529C707D"/>
    <w:multiLevelType w:val="hybridMultilevel"/>
    <w:tmpl w:val="89C48E06"/>
    <w:lvl w:ilvl="0" w:tplc="8A74088E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7">
    <w:nsid w:val="532A26ED"/>
    <w:multiLevelType w:val="hybridMultilevel"/>
    <w:tmpl w:val="CAB40954"/>
    <w:lvl w:ilvl="0" w:tplc="91FA9724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8">
    <w:nsid w:val="67BE3DA7"/>
    <w:multiLevelType w:val="multilevel"/>
    <w:tmpl w:val="F8E4E6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8816770"/>
    <w:multiLevelType w:val="multilevel"/>
    <w:tmpl w:val="0D14294E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8FD0B69"/>
    <w:multiLevelType w:val="multilevel"/>
    <w:tmpl w:val="F2A6509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3"/>
        </w:tabs>
        <w:ind w:left="12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21">
    <w:nsid w:val="6E9810C8"/>
    <w:multiLevelType w:val="multilevel"/>
    <w:tmpl w:val="2496DDD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7EA3129"/>
    <w:multiLevelType w:val="multilevel"/>
    <w:tmpl w:val="F87A2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6"/>
  </w:num>
  <w:num w:numId="5">
    <w:abstractNumId w:val="19"/>
  </w:num>
  <w:num w:numId="6">
    <w:abstractNumId w:val="0"/>
  </w:num>
  <w:num w:numId="7">
    <w:abstractNumId w:val="12"/>
  </w:num>
  <w:num w:numId="8">
    <w:abstractNumId w:val="9"/>
  </w:num>
  <w:num w:numId="9">
    <w:abstractNumId w:val="22"/>
  </w:num>
  <w:num w:numId="10">
    <w:abstractNumId w:val="3"/>
  </w:num>
  <w:num w:numId="11">
    <w:abstractNumId w:val="5"/>
  </w:num>
  <w:num w:numId="12">
    <w:abstractNumId w:val="21"/>
  </w:num>
  <w:num w:numId="13">
    <w:abstractNumId w:val="18"/>
  </w:num>
  <w:num w:numId="14">
    <w:abstractNumId w:val="15"/>
  </w:num>
  <w:num w:numId="15">
    <w:abstractNumId w:val="17"/>
  </w:num>
  <w:num w:numId="16">
    <w:abstractNumId w:val="16"/>
  </w:num>
  <w:num w:numId="17">
    <w:abstractNumId w:val="14"/>
  </w:num>
  <w:num w:numId="18">
    <w:abstractNumId w:val="8"/>
  </w:num>
  <w:num w:numId="19">
    <w:abstractNumId w:val="20"/>
  </w:num>
  <w:num w:numId="20">
    <w:abstractNumId w:val="4"/>
  </w:num>
  <w:num w:numId="21">
    <w:abstractNumId w:val="13"/>
  </w:num>
  <w:num w:numId="22">
    <w:abstractNumId w:val="2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EFB"/>
    <w:rsid w:val="000005C2"/>
    <w:rsid w:val="00004684"/>
    <w:rsid w:val="000050DE"/>
    <w:rsid w:val="000075EF"/>
    <w:rsid w:val="00046D60"/>
    <w:rsid w:val="000542F3"/>
    <w:rsid w:val="00062EFB"/>
    <w:rsid w:val="00066210"/>
    <w:rsid w:val="00075159"/>
    <w:rsid w:val="00080D36"/>
    <w:rsid w:val="000842F1"/>
    <w:rsid w:val="000909E6"/>
    <w:rsid w:val="000A146C"/>
    <w:rsid w:val="000C1963"/>
    <w:rsid w:val="000D08A6"/>
    <w:rsid w:val="000D1740"/>
    <w:rsid w:val="000E1BBF"/>
    <w:rsid w:val="000E3A4F"/>
    <w:rsid w:val="001310BC"/>
    <w:rsid w:val="0015486E"/>
    <w:rsid w:val="00156051"/>
    <w:rsid w:val="00185BA2"/>
    <w:rsid w:val="001973DC"/>
    <w:rsid w:val="001C22E1"/>
    <w:rsid w:val="001C4D23"/>
    <w:rsid w:val="002062AD"/>
    <w:rsid w:val="0021084D"/>
    <w:rsid w:val="002148C1"/>
    <w:rsid w:val="00221FAA"/>
    <w:rsid w:val="002357EA"/>
    <w:rsid w:val="00235B5E"/>
    <w:rsid w:val="00263885"/>
    <w:rsid w:val="00276345"/>
    <w:rsid w:val="002861AC"/>
    <w:rsid w:val="002B31CB"/>
    <w:rsid w:val="002B40CF"/>
    <w:rsid w:val="002B4CB1"/>
    <w:rsid w:val="002D044C"/>
    <w:rsid w:val="002D17D2"/>
    <w:rsid w:val="002E74B2"/>
    <w:rsid w:val="002F1971"/>
    <w:rsid w:val="002F4787"/>
    <w:rsid w:val="00305CC7"/>
    <w:rsid w:val="00316A43"/>
    <w:rsid w:val="00323EAD"/>
    <w:rsid w:val="003537EA"/>
    <w:rsid w:val="003A5262"/>
    <w:rsid w:val="003B0C02"/>
    <w:rsid w:val="003B4457"/>
    <w:rsid w:val="003C0ED2"/>
    <w:rsid w:val="003D1A2D"/>
    <w:rsid w:val="003F2A47"/>
    <w:rsid w:val="00403E59"/>
    <w:rsid w:val="0043630C"/>
    <w:rsid w:val="0045550A"/>
    <w:rsid w:val="00460795"/>
    <w:rsid w:val="00465986"/>
    <w:rsid w:val="00467F45"/>
    <w:rsid w:val="00494763"/>
    <w:rsid w:val="004A0E67"/>
    <w:rsid w:val="004A2F82"/>
    <w:rsid w:val="004B3CBB"/>
    <w:rsid w:val="004C7E93"/>
    <w:rsid w:val="004F2E98"/>
    <w:rsid w:val="0050209C"/>
    <w:rsid w:val="00513E33"/>
    <w:rsid w:val="00527F6F"/>
    <w:rsid w:val="005306DA"/>
    <w:rsid w:val="0053637F"/>
    <w:rsid w:val="0055030C"/>
    <w:rsid w:val="0058421A"/>
    <w:rsid w:val="005A376C"/>
    <w:rsid w:val="005B4E62"/>
    <w:rsid w:val="005D5640"/>
    <w:rsid w:val="005E08EE"/>
    <w:rsid w:val="005F344A"/>
    <w:rsid w:val="005F45E8"/>
    <w:rsid w:val="005F6965"/>
    <w:rsid w:val="005F6ABA"/>
    <w:rsid w:val="00615FC2"/>
    <w:rsid w:val="00625661"/>
    <w:rsid w:val="00630692"/>
    <w:rsid w:val="00644551"/>
    <w:rsid w:val="00661039"/>
    <w:rsid w:val="006871D4"/>
    <w:rsid w:val="00693A02"/>
    <w:rsid w:val="006A7048"/>
    <w:rsid w:val="006B1042"/>
    <w:rsid w:val="006B74F8"/>
    <w:rsid w:val="006E3116"/>
    <w:rsid w:val="006F6E71"/>
    <w:rsid w:val="00700051"/>
    <w:rsid w:val="0070336E"/>
    <w:rsid w:val="0070551A"/>
    <w:rsid w:val="00706965"/>
    <w:rsid w:val="00741F95"/>
    <w:rsid w:val="00746442"/>
    <w:rsid w:val="0074714B"/>
    <w:rsid w:val="00753E82"/>
    <w:rsid w:val="00755D56"/>
    <w:rsid w:val="007A7841"/>
    <w:rsid w:val="007B039D"/>
    <w:rsid w:val="007B1C07"/>
    <w:rsid w:val="007C1BDF"/>
    <w:rsid w:val="007C2289"/>
    <w:rsid w:val="007D499D"/>
    <w:rsid w:val="007E1350"/>
    <w:rsid w:val="007E3FBE"/>
    <w:rsid w:val="007F0458"/>
    <w:rsid w:val="007F175B"/>
    <w:rsid w:val="007F6474"/>
    <w:rsid w:val="00804B8A"/>
    <w:rsid w:val="008138AC"/>
    <w:rsid w:val="008249E8"/>
    <w:rsid w:val="00835EF4"/>
    <w:rsid w:val="00840494"/>
    <w:rsid w:val="008476E5"/>
    <w:rsid w:val="00855C00"/>
    <w:rsid w:val="00876B00"/>
    <w:rsid w:val="00895C3B"/>
    <w:rsid w:val="008A0611"/>
    <w:rsid w:val="008E1BB3"/>
    <w:rsid w:val="008E1BF6"/>
    <w:rsid w:val="008E78CC"/>
    <w:rsid w:val="00902C72"/>
    <w:rsid w:val="0092428A"/>
    <w:rsid w:val="00941A50"/>
    <w:rsid w:val="00943E03"/>
    <w:rsid w:val="00947D83"/>
    <w:rsid w:val="00950682"/>
    <w:rsid w:val="0095195B"/>
    <w:rsid w:val="009545F6"/>
    <w:rsid w:val="00973F1D"/>
    <w:rsid w:val="00985E46"/>
    <w:rsid w:val="009A5DD6"/>
    <w:rsid w:val="009B5151"/>
    <w:rsid w:val="009D5A68"/>
    <w:rsid w:val="009F6576"/>
    <w:rsid w:val="00A10A7F"/>
    <w:rsid w:val="00A26E63"/>
    <w:rsid w:val="00A436D4"/>
    <w:rsid w:val="00A60B99"/>
    <w:rsid w:val="00A61276"/>
    <w:rsid w:val="00A83CE1"/>
    <w:rsid w:val="00AA53AA"/>
    <w:rsid w:val="00AB7336"/>
    <w:rsid w:val="00AE1025"/>
    <w:rsid w:val="00AE240F"/>
    <w:rsid w:val="00B17E38"/>
    <w:rsid w:val="00B40520"/>
    <w:rsid w:val="00B42384"/>
    <w:rsid w:val="00B7180D"/>
    <w:rsid w:val="00B83FD6"/>
    <w:rsid w:val="00B912B7"/>
    <w:rsid w:val="00BB0855"/>
    <w:rsid w:val="00BD0A05"/>
    <w:rsid w:val="00BE2EC1"/>
    <w:rsid w:val="00BE72B3"/>
    <w:rsid w:val="00C10DBB"/>
    <w:rsid w:val="00C210F9"/>
    <w:rsid w:val="00C21EDF"/>
    <w:rsid w:val="00C27EA3"/>
    <w:rsid w:val="00C31223"/>
    <w:rsid w:val="00C46724"/>
    <w:rsid w:val="00C53B20"/>
    <w:rsid w:val="00C5766B"/>
    <w:rsid w:val="00C6310F"/>
    <w:rsid w:val="00C850D7"/>
    <w:rsid w:val="00C93591"/>
    <w:rsid w:val="00CB1F2D"/>
    <w:rsid w:val="00CC23A5"/>
    <w:rsid w:val="00CC6C4A"/>
    <w:rsid w:val="00CD5AE0"/>
    <w:rsid w:val="00CE408D"/>
    <w:rsid w:val="00CE43F9"/>
    <w:rsid w:val="00CE5B4B"/>
    <w:rsid w:val="00CE67BF"/>
    <w:rsid w:val="00CE75C0"/>
    <w:rsid w:val="00CF556F"/>
    <w:rsid w:val="00CF752D"/>
    <w:rsid w:val="00CF7B8F"/>
    <w:rsid w:val="00D25DB4"/>
    <w:rsid w:val="00D64F49"/>
    <w:rsid w:val="00D84220"/>
    <w:rsid w:val="00DA33D5"/>
    <w:rsid w:val="00DA69ED"/>
    <w:rsid w:val="00DA7F38"/>
    <w:rsid w:val="00DB6265"/>
    <w:rsid w:val="00DD6C8C"/>
    <w:rsid w:val="00DE459E"/>
    <w:rsid w:val="00E06E1A"/>
    <w:rsid w:val="00E15A45"/>
    <w:rsid w:val="00E2320A"/>
    <w:rsid w:val="00E3185C"/>
    <w:rsid w:val="00E33018"/>
    <w:rsid w:val="00E45CF3"/>
    <w:rsid w:val="00E53BD7"/>
    <w:rsid w:val="00E54441"/>
    <w:rsid w:val="00E766BB"/>
    <w:rsid w:val="00E8086A"/>
    <w:rsid w:val="00E97645"/>
    <w:rsid w:val="00EB7119"/>
    <w:rsid w:val="00F023BD"/>
    <w:rsid w:val="00F217E0"/>
    <w:rsid w:val="00F26DE0"/>
    <w:rsid w:val="00F37003"/>
    <w:rsid w:val="00F420C2"/>
    <w:rsid w:val="00F61A67"/>
    <w:rsid w:val="00FA4849"/>
    <w:rsid w:val="00FE3809"/>
    <w:rsid w:val="00FE434A"/>
    <w:rsid w:val="00FE5CA2"/>
    <w:rsid w:val="00FF29A3"/>
    <w:rsid w:val="00FF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6D4"/>
    <w:rPr>
      <w:color w:val="000000"/>
      <w:sz w:val="24"/>
      <w:szCs w:val="24"/>
      <w:lang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5B5E"/>
    <w:pPr>
      <w:keepNext/>
      <w:jc w:val="center"/>
      <w:outlineLvl w:val="0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5B5E"/>
    <w:pPr>
      <w:keepNext/>
      <w:ind w:left="-92" w:right="-124"/>
      <w:jc w:val="center"/>
      <w:outlineLvl w:val="1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5B5E"/>
    <w:pPr>
      <w:keepNext/>
      <w:jc w:val="center"/>
      <w:outlineLvl w:val="2"/>
    </w:pPr>
    <w:rPr>
      <w:rFonts w:ascii="Times New Roman" w:hAnsi="Times New Roman" w:cs="Times New Roman"/>
      <w:b/>
      <w:color w:val="auto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35B5E"/>
    <w:pPr>
      <w:keepNext/>
      <w:jc w:val="center"/>
      <w:outlineLvl w:val="3"/>
    </w:pPr>
    <w:rPr>
      <w:rFonts w:ascii="Times New Roman" w:hAnsi="Times New Roman" w:cs="Times New Roman"/>
      <w:b/>
      <w:color w:val="auto"/>
      <w:sz w:val="32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A436D4"/>
    <w:rPr>
      <w:rFonts w:cs="Times New Roman"/>
      <w:color w:val="0066CC"/>
      <w:u w:val="single"/>
    </w:rPr>
  </w:style>
  <w:style w:type="character" w:customStyle="1" w:styleId="55">
    <w:name w:val="Основний текст (55)_"/>
    <w:basedOn w:val="DefaultParagraphFont"/>
    <w:link w:val="551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Candara">
    <w:name w:val="Основний текст (55) + Candara"/>
    <w:aliases w:val="17 pt,Курсив"/>
    <w:basedOn w:val="55"/>
    <w:uiPriority w:val="99"/>
    <w:rsid w:val="00A436D4"/>
    <w:rPr>
      <w:rFonts w:ascii="Candara" w:hAnsi="Candara" w:cs="Candara"/>
      <w:i/>
      <w:iCs/>
      <w:sz w:val="34"/>
      <w:szCs w:val="34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A436D4"/>
    <w:rPr>
      <w:rFonts w:ascii="Bookman Old Style" w:hAnsi="Bookman Old Style" w:cs="Bookman Old Style"/>
      <w:sz w:val="155"/>
      <w:szCs w:val="155"/>
    </w:rPr>
  </w:style>
  <w:style w:type="character" w:customStyle="1" w:styleId="2Candara">
    <w:name w:val="Основний текст (2) + Candara"/>
    <w:aliases w:val="58 pt,Не курсив"/>
    <w:basedOn w:val="2"/>
    <w:uiPriority w:val="99"/>
    <w:rsid w:val="00A436D4"/>
    <w:rPr>
      <w:rFonts w:ascii="Candara" w:hAnsi="Candara" w:cs="Candara"/>
      <w:i/>
      <w:iCs/>
      <w:sz w:val="116"/>
      <w:szCs w:val="116"/>
    </w:rPr>
  </w:style>
  <w:style w:type="character" w:customStyle="1" w:styleId="54">
    <w:name w:val="Основний текст (54)_"/>
    <w:basedOn w:val="DefaultParagraphFont"/>
    <w:link w:val="540"/>
    <w:uiPriority w:val="99"/>
    <w:locked/>
    <w:rsid w:val="00A436D4"/>
    <w:rPr>
      <w:rFonts w:ascii="Corbel" w:hAnsi="Corbel" w:cs="Corbel"/>
      <w:spacing w:val="-10"/>
      <w:sz w:val="24"/>
      <w:szCs w:val="24"/>
    </w:rPr>
  </w:style>
  <w:style w:type="character" w:customStyle="1" w:styleId="22">
    <w:name w:val="Заголовок №2 (2)_"/>
    <w:basedOn w:val="DefaultParagraphFont"/>
    <w:link w:val="22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A436D4"/>
    <w:rPr>
      <w:rFonts w:ascii="Times New Roman" w:hAnsi="Times New Roman" w:cs="Times New Roman"/>
      <w:spacing w:val="80"/>
      <w:sz w:val="39"/>
      <w:szCs w:val="39"/>
    </w:rPr>
  </w:style>
  <w:style w:type="character" w:customStyle="1" w:styleId="57">
    <w:name w:val="Основний текст (57)_"/>
    <w:basedOn w:val="DefaultParagraphFont"/>
    <w:link w:val="570"/>
    <w:uiPriority w:val="99"/>
    <w:locked/>
    <w:rsid w:val="00A436D4"/>
    <w:rPr>
      <w:rFonts w:ascii="Candara" w:hAnsi="Candara" w:cs="Candara"/>
      <w:spacing w:val="0"/>
      <w:sz w:val="18"/>
      <w:szCs w:val="18"/>
    </w:rPr>
  </w:style>
  <w:style w:type="character" w:customStyle="1" w:styleId="56">
    <w:name w:val="Основний текст (56)_"/>
    <w:basedOn w:val="DefaultParagraphFont"/>
    <w:link w:val="561"/>
    <w:uiPriority w:val="99"/>
    <w:locked/>
    <w:rsid w:val="00A436D4"/>
    <w:rPr>
      <w:rFonts w:ascii="Candara" w:hAnsi="Candara" w:cs="Candara"/>
      <w:spacing w:val="0"/>
      <w:sz w:val="32"/>
      <w:szCs w:val="32"/>
    </w:rPr>
  </w:style>
  <w:style w:type="character" w:customStyle="1" w:styleId="560">
    <w:name w:val="Основний текст (56) + Не курсив"/>
    <w:basedOn w:val="56"/>
    <w:uiPriority w:val="99"/>
    <w:rsid w:val="00A436D4"/>
    <w:rPr>
      <w:i/>
      <w:iCs/>
    </w:rPr>
  </w:style>
  <w:style w:type="character" w:customStyle="1" w:styleId="562">
    <w:name w:val="Основний текст (56)"/>
    <w:basedOn w:val="56"/>
    <w:uiPriority w:val="99"/>
    <w:rsid w:val="00A436D4"/>
    <w:rPr>
      <w:u w:val="single"/>
    </w:rPr>
  </w:style>
  <w:style w:type="character" w:customStyle="1" w:styleId="550">
    <w:name w:val="Основний текст (55)"/>
    <w:basedOn w:val="55"/>
    <w:uiPriority w:val="99"/>
    <w:rsid w:val="00A436D4"/>
    <w:rPr>
      <w:u w:val="single"/>
    </w:rPr>
  </w:style>
  <w:style w:type="character" w:customStyle="1" w:styleId="4">
    <w:name w:val="Підпис до таблиці (4)_"/>
    <w:basedOn w:val="DefaultParagraphFont"/>
    <w:link w:val="4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41pt">
    <w:name w:val="Підпис до таблиці (4) + Інтервал 1 pt"/>
    <w:basedOn w:val="4"/>
    <w:uiPriority w:val="99"/>
    <w:rsid w:val="00A436D4"/>
    <w:rPr>
      <w:spacing w:val="20"/>
    </w:rPr>
  </w:style>
  <w:style w:type="character" w:customStyle="1" w:styleId="a">
    <w:name w:val="Основний текст_"/>
    <w:basedOn w:val="DefaultParagraphFont"/>
    <w:link w:val="a0"/>
    <w:uiPriority w:val="99"/>
    <w:locked/>
    <w:rsid w:val="00A436D4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TimesNewRoman">
    <w:name w:val="Основний текст + Times New Roman"/>
    <w:aliases w:val="14 pt,Напівжирний"/>
    <w:basedOn w:val="a"/>
    <w:uiPriority w:val="99"/>
    <w:rsid w:val="00A436D4"/>
    <w:rPr>
      <w:rFonts w:ascii="Times New Roman" w:hAnsi="Times New Roman" w:cs="Times New Roman"/>
      <w:b/>
      <w:bCs/>
      <w:sz w:val="28"/>
      <w:szCs w:val="28"/>
    </w:rPr>
  </w:style>
  <w:style w:type="character" w:customStyle="1" w:styleId="58">
    <w:name w:val="Основний текст (58)_"/>
    <w:basedOn w:val="DefaultParagraphFont"/>
    <w:link w:val="58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1pt">
    <w:name w:val="Основний текст (55) + Інтервал 1 pt"/>
    <w:basedOn w:val="55"/>
    <w:uiPriority w:val="99"/>
    <w:rsid w:val="00A436D4"/>
    <w:rPr>
      <w:spacing w:val="20"/>
    </w:rPr>
  </w:style>
  <w:style w:type="character" w:customStyle="1" w:styleId="59">
    <w:name w:val="Основний текст (59)_"/>
    <w:basedOn w:val="DefaultParagraphFont"/>
    <w:link w:val="59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14">
    <w:name w:val="Основний текст (14)_"/>
    <w:basedOn w:val="DefaultParagraphFont"/>
    <w:link w:val="140"/>
    <w:uiPriority w:val="99"/>
    <w:locked/>
    <w:rsid w:val="00A436D4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ий текст (60)_"/>
    <w:basedOn w:val="DefaultParagraphFont"/>
    <w:link w:val="600"/>
    <w:uiPriority w:val="99"/>
    <w:locked/>
    <w:rsid w:val="00A436D4"/>
    <w:rPr>
      <w:rFonts w:ascii="Candara" w:hAnsi="Candara" w:cs="Candara"/>
      <w:sz w:val="20"/>
      <w:szCs w:val="20"/>
    </w:rPr>
  </w:style>
  <w:style w:type="character" w:customStyle="1" w:styleId="555pt">
    <w:name w:val="Основний текст (55) + Інтервал 5 pt"/>
    <w:basedOn w:val="55"/>
    <w:uiPriority w:val="99"/>
    <w:rsid w:val="00A436D4"/>
    <w:rPr>
      <w:spacing w:val="110"/>
    </w:rPr>
  </w:style>
  <w:style w:type="character" w:customStyle="1" w:styleId="61">
    <w:name w:val="Основний текст (61)_"/>
    <w:basedOn w:val="DefaultParagraphFont"/>
    <w:link w:val="61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2">
    <w:name w:val="Основний текст (62)_"/>
    <w:basedOn w:val="DefaultParagraphFont"/>
    <w:link w:val="62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3">
    <w:name w:val="Основний текст (63)_"/>
    <w:basedOn w:val="DefaultParagraphFont"/>
    <w:link w:val="630"/>
    <w:uiPriority w:val="99"/>
    <w:locked/>
    <w:rsid w:val="00A436D4"/>
    <w:rPr>
      <w:rFonts w:ascii="Corbel" w:hAnsi="Corbel" w:cs="Corbel"/>
      <w:spacing w:val="0"/>
      <w:sz w:val="29"/>
      <w:szCs w:val="29"/>
    </w:rPr>
  </w:style>
  <w:style w:type="character" w:customStyle="1" w:styleId="55Corbel">
    <w:name w:val="Основний текст (55) + Corbel"/>
    <w:aliases w:val="14,5 pt"/>
    <w:basedOn w:val="55"/>
    <w:uiPriority w:val="99"/>
    <w:rsid w:val="00A436D4"/>
    <w:rPr>
      <w:rFonts w:ascii="Corbel" w:hAnsi="Corbel" w:cs="Corbel"/>
      <w:sz w:val="29"/>
      <w:szCs w:val="29"/>
    </w:rPr>
  </w:style>
  <w:style w:type="character" w:customStyle="1" w:styleId="63TimesNewRoman">
    <w:name w:val="Основний текст (63) + Times New Roman"/>
    <w:aliases w:val="13,5 pt1"/>
    <w:basedOn w:val="63"/>
    <w:uiPriority w:val="99"/>
    <w:rsid w:val="00A436D4"/>
    <w:rPr>
      <w:rFonts w:ascii="Times New Roman" w:hAnsi="Times New Roman" w:cs="Times New Roman"/>
      <w:sz w:val="27"/>
      <w:szCs w:val="27"/>
    </w:rPr>
  </w:style>
  <w:style w:type="character" w:customStyle="1" w:styleId="64">
    <w:name w:val="Основний текст (64)_"/>
    <w:basedOn w:val="DefaultParagraphFont"/>
    <w:link w:val="640"/>
    <w:uiPriority w:val="99"/>
    <w:locked/>
    <w:rsid w:val="00A436D4"/>
    <w:rPr>
      <w:rFonts w:ascii="Candara" w:hAnsi="Candara" w:cs="Candara"/>
      <w:sz w:val="30"/>
      <w:szCs w:val="30"/>
    </w:rPr>
  </w:style>
  <w:style w:type="character" w:customStyle="1" w:styleId="552">
    <w:name w:val="Основний текст (55) + Напівжирний"/>
    <w:basedOn w:val="55"/>
    <w:uiPriority w:val="99"/>
    <w:rsid w:val="00A436D4"/>
    <w:rPr>
      <w:b/>
      <w:bCs/>
    </w:rPr>
  </w:style>
  <w:style w:type="character" w:customStyle="1" w:styleId="65">
    <w:name w:val="Основний текст (65)_"/>
    <w:basedOn w:val="DefaultParagraphFont"/>
    <w:link w:val="65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6">
    <w:name w:val="Основний текст (66)_"/>
    <w:basedOn w:val="DefaultParagraphFont"/>
    <w:link w:val="66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8">
    <w:name w:val="Основний текст (68)_"/>
    <w:basedOn w:val="DefaultParagraphFont"/>
    <w:link w:val="680"/>
    <w:uiPriority w:val="99"/>
    <w:locked/>
    <w:rsid w:val="00A436D4"/>
    <w:rPr>
      <w:rFonts w:ascii="Candara" w:hAnsi="Candara" w:cs="Candara"/>
      <w:sz w:val="21"/>
      <w:szCs w:val="21"/>
    </w:rPr>
  </w:style>
  <w:style w:type="character" w:customStyle="1" w:styleId="67">
    <w:name w:val="Основний текст (67)_"/>
    <w:basedOn w:val="DefaultParagraphFont"/>
    <w:link w:val="67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55Candara2">
    <w:name w:val="Основний текст (55) + Candara2"/>
    <w:aliases w:val="16 pt,Курсив2"/>
    <w:basedOn w:val="55"/>
    <w:uiPriority w:val="99"/>
    <w:rsid w:val="00A436D4"/>
    <w:rPr>
      <w:rFonts w:ascii="Candara" w:hAnsi="Candara" w:cs="Candara"/>
      <w:i/>
      <w:iCs/>
      <w:sz w:val="32"/>
      <w:szCs w:val="32"/>
    </w:rPr>
  </w:style>
  <w:style w:type="character" w:customStyle="1" w:styleId="55Candara1">
    <w:name w:val="Основний текст (55) + Candara1"/>
    <w:aliases w:val="16 pt1,Курсив1"/>
    <w:basedOn w:val="55"/>
    <w:uiPriority w:val="99"/>
    <w:rsid w:val="00A436D4"/>
    <w:rPr>
      <w:rFonts w:ascii="Candara" w:hAnsi="Candara" w:cs="Candara"/>
      <w:i/>
      <w:iCs/>
      <w:sz w:val="32"/>
      <w:szCs w:val="32"/>
      <w:u w:val="single"/>
    </w:rPr>
  </w:style>
  <w:style w:type="character" w:customStyle="1" w:styleId="55-1pt">
    <w:name w:val="Основний текст (55) + Інтервал -1 pt"/>
    <w:basedOn w:val="55"/>
    <w:uiPriority w:val="99"/>
    <w:rsid w:val="00A436D4"/>
    <w:rPr>
      <w:spacing w:val="-20"/>
    </w:rPr>
  </w:style>
  <w:style w:type="character" w:customStyle="1" w:styleId="a1">
    <w:name w:val="Підпис до зображення_"/>
    <w:basedOn w:val="DefaultParagraphFont"/>
    <w:link w:val="a2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20">
    <w:name w:val="Основний текст (55)2"/>
    <w:basedOn w:val="55"/>
    <w:uiPriority w:val="99"/>
    <w:rsid w:val="00A436D4"/>
    <w:rPr>
      <w:u w:val="single"/>
    </w:rPr>
  </w:style>
  <w:style w:type="character" w:customStyle="1" w:styleId="551pt1">
    <w:name w:val="Основний текст (55) + Інтервал 1 pt1"/>
    <w:basedOn w:val="55"/>
    <w:uiPriority w:val="99"/>
    <w:rsid w:val="00A436D4"/>
    <w:rPr>
      <w:spacing w:val="20"/>
      <w:u w:val="single"/>
    </w:rPr>
  </w:style>
  <w:style w:type="character" w:customStyle="1" w:styleId="55-1pt1">
    <w:name w:val="Основний текст (55) + Інтервал -1 pt1"/>
    <w:basedOn w:val="55"/>
    <w:uiPriority w:val="99"/>
    <w:rsid w:val="00A436D4"/>
    <w:rPr>
      <w:spacing w:val="-20"/>
      <w:u w:val="single"/>
    </w:rPr>
  </w:style>
  <w:style w:type="paragraph" w:customStyle="1" w:styleId="551">
    <w:name w:val="Основний текст (55)1"/>
    <w:basedOn w:val="Normal"/>
    <w:link w:val="5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20">
    <w:name w:val="Основний текст (2)"/>
    <w:basedOn w:val="Normal"/>
    <w:link w:val="2"/>
    <w:uiPriority w:val="99"/>
    <w:rsid w:val="00A436D4"/>
    <w:pPr>
      <w:shd w:val="clear" w:color="auto" w:fill="FFFFFF"/>
      <w:spacing w:after="180" w:line="240" w:lineRule="atLeast"/>
      <w:jc w:val="center"/>
    </w:pPr>
    <w:rPr>
      <w:rFonts w:ascii="Bookman Old Style" w:hAnsi="Bookman Old Style" w:cs="Bookman Old Style"/>
      <w:i/>
      <w:iCs/>
      <w:sz w:val="155"/>
      <w:szCs w:val="155"/>
    </w:rPr>
  </w:style>
  <w:style w:type="paragraph" w:customStyle="1" w:styleId="540">
    <w:name w:val="Основний текст (54)"/>
    <w:basedOn w:val="Normal"/>
    <w:link w:val="54"/>
    <w:uiPriority w:val="99"/>
    <w:rsid w:val="00A436D4"/>
    <w:pPr>
      <w:shd w:val="clear" w:color="auto" w:fill="FFFFFF"/>
      <w:spacing w:before="180" w:after="300" w:line="240" w:lineRule="atLeast"/>
      <w:jc w:val="center"/>
    </w:pPr>
    <w:rPr>
      <w:rFonts w:ascii="Corbel" w:hAnsi="Corbel" w:cs="Corbel"/>
      <w:spacing w:val="-10"/>
    </w:rPr>
  </w:style>
  <w:style w:type="paragraph" w:customStyle="1" w:styleId="220">
    <w:name w:val="Заголовок №2 (2)"/>
    <w:basedOn w:val="Normal"/>
    <w:link w:val="22"/>
    <w:uiPriority w:val="99"/>
    <w:rsid w:val="00A436D4"/>
    <w:pPr>
      <w:shd w:val="clear" w:color="auto" w:fill="FFFFFF"/>
      <w:spacing w:before="300" w:after="300" w:line="307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20">
    <w:name w:val="Заголовок №1 (2)"/>
    <w:basedOn w:val="Normal"/>
    <w:link w:val="12"/>
    <w:uiPriority w:val="99"/>
    <w:rsid w:val="00A436D4"/>
    <w:pPr>
      <w:shd w:val="clear" w:color="auto" w:fill="FFFFFF"/>
      <w:spacing w:before="300" w:line="240" w:lineRule="atLeast"/>
      <w:jc w:val="center"/>
      <w:outlineLvl w:val="0"/>
    </w:pPr>
    <w:rPr>
      <w:rFonts w:ascii="Times New Roman" w:hAnsi="Times New Roman" w:cs="Times New Roman"/>
      <w:b/>
      <w:bCs/>
      <w:spacing w:val="80"/>
      <w:sz w:val="39"/>
      <w:szCs w:val="39"/>
    </w:rPr>
  </w:style>
  <w:style w:type="paragraph" w:customStyle="1" w:styleId="570">
    <w:name w:val="Основний текст (57)"/>
    <w:basedOn w:val="Normal"/>
    <w:link w:val="57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18"/>
      <w:szCs w:val="18"/>
    </w:rPr>
  </w:style>
  <w:style w:type="paragraph" w:customStyle="1" w:styleId="561">
    <w:name w:val="Основний текст (56)1"/>
    <w:basedOn w:val="Normal"/>
    <w:link w:val="56"/>
    <w:uiPriority w:val="99"/>
    <w:rsid w:val="00A436D4"/>
    <w:pPr>
      <w:shd w:val="clear" w:color="auto" w:fill="FFFFFF"/>
      <w:spacing w:after="180" w:line="240" w:lineRule="atLeast"/>
    </w:pPr>
    <w:rPr>
      <w:rFonts w:ascii="Candara" w:hAnsi="Candara" w:cs="Candara"/>
      <w:i/>
      <w:iCs/>
      <w:sz w:val="32"/>
      <w:szCs w:val="32"/>
    </w:rPr>
  </w:style>
  <w:style w:type="paragraph" w:customStyle="1" w:styleId="40">
    <w:name w:val="Підпис до таблиці (4)"/>
    <w:basedOn w:val="Normal"/>
    <w:link w:val="4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0">
    <w:name w:val="Основний текст"/>
    <w:basedOn w:val="Normal"/>
    <w:link w:val="a"/>
    <w:uiPriority w:val="99"/>
    <w:rsid w:val="00A436D4"/>
    <w:pPr>
      <w:shd w:val="clear" w:color="auto" w:fill="FFFFFF"/>
      <w:spacing w:before="240" w:after="780" w:line="240" w:lineRule="atLeast"/>
    </w:pPr>
    <w:rPr>
      <w:rFonts w:ascii="Bookman Old Style" w:hAnsi="Bookman Old Style" w:cs="Bookman Old Style"/>
      <w:sz w:val="22"/>
      <w:szCs w:val="22"/>
    </w:rPr>
  </w:style>
  <w:style w:type="paragraph" w:customStyle="1" w:styleId="580">
    <w:name w:val="Основний текст (58)"/>
    <w:basedOn w:val="Normal"/>
    <w:link w:val="58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590">
    <w:name w:val="Основний текст (59)"/>
    <w:basedOn w:val="Normal"/>
    <w:link w:val="59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40">
    <w:name w:val="Основний текст (14)"/>
    <w:basedOn w:val="Normal"/>
    <w:link w:val="14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600">
    <w:name w:val="Основний текст (60)"/>
    <w:basedOn w:val="Normal"/>
    <w:link w:val="60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0"/>
      <w:szCs w:val="20"/>
    </w:rPr>
  </w:style>
  <w:style w:type="paragraph" w:customStyle="1" w:styleId="610">
    <w:name w:val="Основний текст (61)"/>
    <w:basedOn w:val="Normal"/>
    <w:link w:val="6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20">
    <w:name w:val="Основний текст (62)"/>
    <w:basedOn w:val="Normal"/>
    <w:link w:val="62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30">
    <w:name w:val="Основний текст (63)"/>
    <w:basedOn w:val="Normal"/>
    <w:link w:val="63"/>
    <w:uiPriority w:val="99"/>
    <w:rsid w:val="00A436D4"/>
    <w:pPr>
      <w:shd w:val="clear" w:color="auto" w:fill="FFFFFF"/>
      <w:spacing w:line="240" w:lineRule="atLeast"/>
    </w:pPr>
    <w:rPr>
      <w:rFonts w:ascii="Corbel" w:hAnsi="Corbel" w:cs="Corbel"/>
      <w:sz w:val="29"/>
      <w:szCs w:val="29"/>
    </w:rPr>
  </w:style>
  <w:style w:type="paragraph" w:customStyle="1" w:styleId="640">
    <w:name w:val="Основний текст (64)"/>
    <w:basedOn w:val="Normal"/>
    <w:link w:val="64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30"/>
      <w:szCs w:val="30"/>
    </w:rPr>
  </w:style>
  <w:style w:type="paragraph" w:customStyle="1" w:styleId="650">
    <w:name w:val="Основний текст (65)"/>
    <w:basedOn w:val="Normal"/>
    <w:link w:val="6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60">
    <w:name w:val="Основний текст (66)"/>
    <w:basedOn w:val="Normal"/>
    <w:link w:val="66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80">
    <w:name w:val="Основний текст (68)"/>
    <w:basedOn w:val="Normal"/>
    <w:link w:val="68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1"/>
      <w:szCs w:val="21"/>
    </w:rPr>
  </w:style>
  <w:style w:type="paragraph" w:customStyle="1" w:styleId="670">
    <w:name w:val="Основний текст (67)"/>
    <w:basedOn w:val="Normal"/>
    <w:link w:val="67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2">
    <w:name w:val="Підпис до зображення"/>
    <w:basedOn w:val="Normal"/>
    <w:link w:val="a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741F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F95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99"/>
    <w:qFormat/>
    <w:rsid w:val="000E3A4F"/>
    <w:pPr>
      <w:ind w:left="720"/>
      <w:contextualSpacing/>
    </w:pPr>
  </w:style>
  <w:style w:type="table" w:styleId="TableGrid">
    <w:name w:val="Table Grid"/>
    <w:basedOn w:val="TableNormal"/>
    <w:uiPriority w:val="99"/>
    <w:rsid w:val="00CE43F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7C1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color w:val="auto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C1BDF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7C1BDF"/>
    <w:pPr>
      <w:jc w:val="both"/>
    </w:pPr>
    <w:rPr>
      <w:rFonts w:ascii="Times New Roman" w:hAnsi="Times New Roman" w:cs="Times New Roman"/>
      <w:b/>
      <w:color w:val="auto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C1BD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">
    <w:name w:val="Основний текст (5)_"/>
    <w:basedOn w:val="DefaultParagraphFont"/>
    <w:link w:val="50"/>
    <w:uiPriority w:val="99"/>
    <w:locked/>
    <w:rsid w:val="002148C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ий текст (5)"/>
    <w:basedOn w:val="Normal"/>
    <w:link w:val="5"/>
    <w:uiPriority w:val="99"/>
    <w:rsid w:val="002148C1"/>
    <w:pPr>
      <w:shd w:val="clear" w:color="auto" w:fill="FFFFFF"/>
      <w:spacing w:before="900" w:after="2640" w:line="322" w:lineRule="exact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styleId="Header">
    <w:name w:val="header"/>
    <w:basedOn w:val="Normal"/>
    <w:link w:val="HeaderChar"/>
    <w:uiPriority w:val="99"/>
    <w:rsid w:val="00A83CE1"/>
    <w:pPr>
      <w:tabs>
        <w:tab w:val="center" w:pos="4677"/>
        <w:tab w:val="right" w:pos="9355"/>
      </w:tabs>
      <w:spacing w:after="200" w:line="14" w:lineRule="atLeast"/>
      <w:ind w:firstLine="397"/>
      <w:jc w:val="both"/>
    </w:pPr>
    <w:rPr>
      <w:rFonts w:ascii="Calibri" w:hAnsi="Calibri" w:cs="Times New Roman"/>
      <w:color w:val="auto"/>
      <w:sz w:val="22"/>
      <w:szCs w:val="22"/>
      <w:lang w:val="uk-UA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3CE1"/>
    <w:rPr>
      <w:rFonts w:ascii="Calibri" w:hAnsi="Calibri" w:cs="Times New Roman"/>
      <w:sz w:val="22"/>
      <w:szCs w:val="22"/>
      <w:lang w:val="uk-UA" w:eastAsia="en-US" w:bidi="ar-SA"/>
    </w:rPr>
  </w:style>
  <w:style w:type="character" w:styleId="PageNumber">
    <w:name w:val="page number"/>
    <w:basedOn w:val="DefaultParagraphFont"/>
    <w:uiPriority w:val="99"/>
    <w:rsid w:val="00A83C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1007</TotalTime>
  <Pages>2</Pages>
  <Words>381</Words>
  <Characters>2174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User</cp:lastModifiedBy>
  <cp:revision>82</cp:revision>
  <cp:lastPrinted>2017-11-30T05:46:00Z</cp:lastPrinted>
  <dcterms:created xsi:type="dcterms:W3CDTF">2017-02-10T20:38:00Z</dcterms:created>
  <dcterms:modified xsi:type="dcterms:W3CDTF">2017-12-08T08:54:00Z</dcterms:modified>
</cp:coreProperties>
</file>