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3A8" w:rsidRPr="008B3952" w:rsidRDefault="005173A8" w:rsidP="00CD19B1">
      <w:pPr>
        <w:jc w:val="center"/>
        <w:rPr>
          <w:b/>
          <w:sz w:val="36"/>
          <w:szCs w:val="36"/>
        </w:rPr>
      </w:pPr>
      <w:r w:rsidRPr="001A4424">
        <w:rPr>
          <w:b/>
          <w:noProof/>
          <w:sz w:val="36"/>
          <w:szCs w:val="3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5173A8" w:rsidRPr="008B3952" w:rsidRDefault="005173A8" w:rsidP="00CD19B1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У К Р А Ї Н А</w:t>
      </w:r>
    </w:p>
    <w:p w:rsidR="005173A8" w:rsidRPr="008B3952" w:rsidRDefault="005173A8" w:rsidP="00CD19B1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Чернівецька  міська рада</w:t>
      </w:r>
    </w:p>
    <w:p w:rsidR="005173A8" w:rsidRPr="008B3952" w:rsidRDefault="005173A8" w:rsidP="00CD19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____ </w:t>
      </w:r>
      <w:r w:rsidRPr="008B3952">
        <w:rPr>
          <w:b/>
          <w:sz w:val="36"/>
          <w:szCs w:val="36"/>
        </w:rPr>
        <w:t>сесія  V</w:t>
      </w:r>
      <w:r>
        <w:rPr>
          <w:b/>
          <w:sz w:val="36"/>
          <w:szCs w:val="36"/>
          <w:lang w:val="en-US"/>
        </w:rPr>
        <w:t>II</w:t>
      </w:r>
      <w:r w:rsidRPr="008B3952">
        <w:rPr>
          <w:b/>
          <w:sz w:val="36"/>
          <w:szCs w:val="36"/>
        </w:rPr>
        <w:t xml:space="preserve"> скликання</w:t>
      </w:r>
    </w:p>
    <w:p w:rsidR="005173A8" w:rsidRPr="008B3952" w:rsidRDefault="005173A8" w:rsidP="00CD19B1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Р  І  Ш  Е  Н  Н  Я</w:t>
      </w:r>
    </w:p>
    <w:p w:rsidR="005173A8" w:rsidRPr="000724C8" w:rsidRDefault="005173A8" w:rsidP="00CD19B1">
      <w:pPr>
        <w:rPr>
          <w:sz w:val="28"/>
          <w:szCs w:val="28"/>
        </w:rPr>
      </w:pPr>
    </w:p>
    <w:p w:rsidR="005173A8" w:rsidRDefault="005173A8" w:rsidP="00CD19B1">
      <w:pPr>
        <w:rPr>
          <w:sz w:val="28"/>
          <w:szCs w:val="28"/>
          <w:lang w:val="uk-UA"/>
        </w:rPr>
      </w:pPr>
      <w:r w:rsidRPr="000724C8">
        <w:rPr>
          <w:sz w:val="28"/>
          <w:szCs w:val="28"/>
          <w:u w:val="single"/>
        </w:rPr>
        <w:softHyphen/>
      </w:r>
      <w:r w:rsidRPr="000724C8">
        <w:rPr>
          <w:sz w:val="28"/>
          <w:szCs w:val="28"/>
          <w:u w:val="single"/>
        </w:rPr>
        <w:softHyphen/>
      </w:r>
      <w:r w:rsidRPr="000724C8">
        <w:rPr>
          <w:sz w:val="28"/>
          <w:szCs w:val="28"/>
          <w:u w:val="single"/>
        </w:rPr>
        <w:softHyphen/>
      </w:r>
      <w:r>
        <w:rPr>
          <w:sz w:val="28"/>
          <w:szCs w:val="28"/>
          <w:lang w:val="uk-UA"/>
        </w:rPr>
        <w:t>____________</w:t>
      </w:r>
      <w:r w:rsidRPr="000724C8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_____</w:t>
      </w:r>
      <w:r w:rsidRPr="00183F6B">
        <w:rPr>
          <w:i/>
          <w:sz w:val="28"/>
          <w:szCs w:val="28"/>
          <w:lang w:val="uk-UA"/>
        </w:rPr>
        <w:t xml:space="preserve">                                      </w:t>
      </w:r>
      <w:r>
        <w:rPr>
          <w:i/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         м.Чернівці</w:t>
      </w:r>
    </w:p>
    <w:p w:rsidR="005173A8" w:rsidRPr="003C4FF7" w:rsidRDefault="005173A8" w:rsidP="00CD19B1">
      <w:pPr>
        <w:rPr>
          <w:sz w:val="28"/>
          <w:szCs w:val="28"/>
        </w:rPr>
      </w:pPr>
    </w:p>
    <w:p w:rsidR="005173A8" w:rsidRPr="00735224" w:rsidRDefault="005173A8" w:rsidP="00CD19B1">
      <w:pPr>
        <w:rPr>
          <w:sz w:val="16"/>
          <w:szCs w:val="16"/>
        </w:rPr>
      </w:pPr>
    </w:p>
    <w:p w:rsidR="005173A8" w:rsidRPr="0036106E" w:rsidRDefault="005173A8" w:rsidP="00383F77">
      <w:pPr>
        <w:pStyle w:val="Heading2"/>
        <w:ind w:firstLine="709"/>
        <w:jc w:val="center"/>
        <w:rPr>
          <w:b/>
          <w:szCs w:val="28"/>
          <w:lang w:val="uk-UA"/>
        </w:rPr>
      </w:pPr>
      <w:r w:rsidRPr="0036106E">
        <w:rPr>
          <w:b/>
          <w:szCs w:val="28"/>
          <w:lang w:val="uk-UA"/>
        </w:rPr>
        <w:t xml:space="preserve">Про внесення змін  до  Положення про фінансове управління  Чернівецької міської ради </w:t>
      </w:r>
    </w:p>
    <w:p w:rsidR="005173A8" w:rsidRPr="0036106E" w:rsidRDefault="005173A8" w:rsidP="00383F77">
      <w:pPr>
        <w:pStyle w:val="Heading2"/>
        <w:ind w:firstLine="709"/>
        <w:jc w:val="center"/>
        <w:rPr>
          <w:szCs w:val="28"/>
          <w:lang w:val="uk-UA"/>
        </w:rPr>
      </w:pPr>
    </w:p>
    <w:p w:rsidR="005173A8" w:rsidRPr="0036106E" w:rsidRDefault="005173A8" w:rsidP="00CD19B1">
      <w:pPr>
        <w:pStyle w:val="Heading2"/>
        <w:jc w:val="center"/>
        <w:rPr>
          <w:szCs w:val="28"/>
          <w:lang w:val="uk-UA"/>
        </w:rPr>
      </w:pPr>
    </w:p>
    <w:p w:rsidR="005173A8" w:rsidRDefault="005173A8" w:rsidP="000862FF">
      <w:pPr>
        <w:pStyle w:val="10"/>
        <w:ind w:firstLine="708"/>
        <w:jc w:val="both"/>
      </w:pPr>
      <w:r>
        <w:t>Відповідно до статей 11, 25, 26, 54 Закону України «Про місцеве самоврядування в Україні», розпоряджень Кабінету Міністрів України від 06.05.2020 №595-р «Про затвердження перспективного плану формування територій, громад Чернівецької області» та від 12.06.2020 №729-р «Про визначення адміністративних центрів та затвердження територій територіальних громад Чернівецької області</w:t>
      </w:r>
      <w:r w:rsidRPr="000B3AD8">
        <w:t>»</w:t>
      </w:r>
      <w:r>
        <w:t>,</w:t>
      </w:r>
      <w:r w:rsidRPr="000862FF">
        <w:t xml:space="preserve"> </w:t>
      </w:r>
      <w:r>
        <w:t>Чернівецька міська рада</w:t>
      </w:r>
    </w:p>
    <w:p w:rsidR="005173A8" w:rsidRPr="0036106E" w:rsidRDefault="005173A8" w:rsidP="000862FF">
      <w:pPr>
        <w:pStyle w:val="10"/>
        <w:ind w:firstLine="708"/>
        <w:jc w:val="both"/>
      </w:pPr>
    </w:p>
    <w:p w:rsidR="005173A8" w:rsidRPr="0036106E" w:rsidRDefault="005173A8" w:rsidP="00CD19B1">
      <w:pPr>
        <w:jc w:val="center"/>
        <w:rPr>
          <w:b/>
          <w:bCs/>
          <w:sz w:val="28"/>
          <w:szCs w:val="28"/>
          <w:lang w:val="uk-UA"/>
        </w:rPr>
      </w:pPr>
      <w:r w:rsidRPr="0036106E">
        <w:rPr>
          <w:b/>
          <w:bCs/>
          <w:sz w:val="28"/>
          <w:szCs w:val="28"/>
          <w:lang w:val="uk-UA"/>
        </w:rPr>
        <w:t>В И Р І Ш И Л А:</w:t>
      </w:r>
    </w:p>
    <w:p w:rsidR="005173A8" w:rsidRPr="0036106E" w:rsidRDefault="005173A8" w:rsidP="00CD19B1">
      <w:pPr>
        <w:rPr>
          <w:b/>
          <w:bCs/>
          <w:sz w:val="28"/>
          <w:szCs w:val="28"/>
          <w:lang w:val="uk-UA"/>
        </w:rPr>
      </w:pPr>
    </w:p>
    <w:p w:rsidR="005173A8" w:rsidRPr="0036106E" w:rsidRDefault="005173A8" w:rsidP="004C3654">
      <w:pPr>
        <w:numPr>
          <w:ilvl w:val="0"/>
          <w:numId w:val="27"/>
        </w:numPr>
        <w:tabs>
          <w:tab w:val="num" w:pos="0"/>
        </w:tabs>
        <w:ind w:left="0" w:firstLine="900"/>
        <w:jc w:val="both"/>
        <w:rPr>
          <w:b/>
          <w:bCs/>
          <w:sz w:val="28"/>
          <w:szCs w:val="28"/>
          <w:lang w:val="uk-UA"/>
        </w:rPr>
      </w:pPr>
      <w:r w:rsidRPr="000862FF">
        <w:rPr>
          <w:bCs/>
          <w:sz w:val="28"/>
          <w:szCs w:val="28"/>
          <w:lang w:val="uk-UA"/>
        </w:rPr>
        <w:t>Внести зміни до</w:t>
      </w:r>
      <w:r w:rsidRPr="0036106E">
        <w:rPr>
          <w:b/>
          <w:bCs/>
          <w:sz w:val="28"/>
          <w:szCs w:val="28"/>
          <w:lang w:val="uk-UA"/>
        </w:rPr>
        <w:t xml:space="preserve"> </w:t>
      </w:r>
      <w:r w:rsidRPr="0036106E">
        <w:rPr>
          <w:bCs/>
          <w:sz w:val="28"/>
          <w:szCs w:val="28"/>
          <w:lang w:val="uk-UA"/>
        </w:rPr>
        <w:t xml:space="preserve">Положення про фінансове управління Чернівецької міської ради, затвердженого рішенням міської ради VI скликання від </w:t>
      </w:r>
      <w:r>
        <w:rPr>
          <w:bCs/>
          <w:sz w:val="28"/>
          <w:szCs w:val="28"/>
          <w:lang w:val="uk-UA"/>
        </w:rPr>
        <w:t xml:space="preserve"> </w:t>
      </w:r>
      <w:r w:rsidRPr="0036106E">
        <w:rPr>
          <w:sz w:val="28"/>
          <w:szCs w:val="28"/>
          <w:lang w:val="uk-UA"/>
        </w:rPr>
        <w:t>25.09.2015</w:t>
      </w:r>
      <w:r>
        <w:rPr>
          <w:sz w:val="28"/>
          <w:szCs w:val="28"/>
          <w:lang w:val="uk-UA"/>
        </w:rPr>
        <w:t xml:space="preserve"> </w:t>
      </w:r>
      <w:r w:rsidRPr="0036106E">
        <w:rPr>
          <w:sz w:val="28"/>
          <w:szCs w:val="28"/>
          <w:lang w:val="uk-UA"/>
        </w:rPr>
        <w:t xml:space="preserve">р. № 1737, </w:t>
      </w:r>
      <w:r w:rsidRPr="0036106E">
        <w:rPr>
          <w:bCs/>
          <w:sz w:val="28"/>
          <w:szCs w:val="28"/>
          <w:lang w:val="uk-UA"/>
        </w:rPr>
        <w:t xml:space="preserve">затвердивши його в новій редакції  (додається). </w:t>
      </w:r>
    </w:p>
    <w:p w:rsidR="005173A8" w:rsidRPr="0036106E" w:rsidRDefault="005173A8" w:rsidP="004C3654">
      <w:pPr>
        <w:jc w:val="both"/>
        <w:rPr>
          <w:b/>
          <w:bCs/>
          <w:sz w:val="28"/>
          <w:szCs w:val="28"/>
          <w:lang w:val="uk-UA"/>
        </w:rPr>
      </w:pPr>
    </w:p>
    <w:p w:rsidR="005173A8" w:rsidRPr="0036106E" w:rsidRDefault="005173A8" w:rsidP="006C12A3">
      <w:pPr>
        <w:jc w:val="both"/>
        <w:rPr>
          <w:color w:val="000000"/>
          <w:sz w:val="28"/>
          <w:szCs w:val="28"/>
          <w:lang w:val="uk-UA"/>
        </w:rPr>
      </w:pPr>
      <w:r w:rsidRPr="0036106E">
        <w:rPr>
          <w:sz w:val="28"/>
          <w:szCs w:val="28"/>
          <w:lang w:val="uk-UA"/>
        </w:rPr>
        <w:t xml:space="preserve"> </w:t>
      </w:r>
      <w:r w:rsidRPr="0036106E">
        <w:rPr>
          <w:sz w:val="28"/>
          <w:szCs w:val="28"/>
          <w:lang w:val="uk-UA"/>
        </w:rPr>
        <w:tab/>
        <w:t xml:space="preserve"> </w:t>
      </w:r>
      <w:r w:rsidRPr="0036106E">
        <w:rPr>
          <w:b/>
          <w:color w:val="000000"/>
          <w:sz w:val="28"/>
          <w:szCs w:val="28"/>
          <w:lang w:val="uk-UA"/>
        </w:rPr>
        <w:t>2.</w:t>
      </w:r>
      <w:r w:rsidRPr="0036106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Рішення набирає чинності </w:t>
      </w:r>
      <w:r w:rsidRPr="0036106E">
        <w:rPr>
          <w:color w:val="000000"/>
          <w:sz w:val="28"/>
          <w:szCs w:val="28"/>
          <w:lang w:val="uk-UA"/>
        </w:rPr>
        <w:t xml:space="preserve">з 01 січня 2021 року. </w:t>
      </w:r>
    </w:p>
    <w:p w:rsidR="005173A8" w:rsidRPr="0036106E" w:rsidRDefault="005173A8" w:rsidP="006C12A3">
      <w:pPr>
        <w:jc w:val="both"/>
        <w:rPr>
          <w:b/>
          <w:color w:val="000000"/>
          <w:sz w:val="28"/>
          <w:szCs w:val="28"/>
          <w:lang w:val="uk-UA"/>
        </w:rPr>
      </w:pPr>
    </w:p>
    <w:p w:rsidR="005173A8" w:rsidRPr="0036106E" w:rsidRDefault="005173A8" w:rsidP="00383F77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36106E">
        <w:rPr>
          <w:b/>
          <w:color w:val="000000"/>
          <w:sz w:val="28"/>
          <w:szCs w:val="28"/>
          <w:lang w:val="uk-UA"/>
        </w:rPr>
        <w:t xml:space="preserve"> 3.</w:t>
      </w:r>
      <w:r w:rsidRPr="0036106E">
        <w:rPr>
          <w:color w:val="000000"/>
          <w:sz w:val="28"/>
          <w:szCs w:val="28"/>
          <w:lang w:val="uk-UA"/>
        </w:rPr>
        <w:t xml:space="preserve"> Рішення підлягає оприлюдненню на  офіційному вебпорталі Чернівецької міської ради.</w:t>
      </w:r>
    </w:p>
    <w:p w:rsidR="005173A8" w:rsidRPr="0036106E" w:rsidRDefault="005173A8" w:rsidP="00383F77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5173A8" w:rsidRPr="0036106E" w:rsidRDefault="005173A8" w:rsidP="00383F77">
      <w:pPr>
        <w:jc w:val="both"/>
        <w:rPr>
          <w:bCs/>
          <w:sz w:val="28"/>
          <w:szCs w:val="28"/>
          <w:lang w:val="uk-UA"/>
        </w:rPr>
      </w:pPr>
      <w:r w:rsidRPr="0036106E">
        <w:rPr>
          <w:b/>
          <w:bCs/>
          <w:sz w:val="28"/>
          <w:szCs w:val="28"/>
          <w:lang w:val="uk-UA"/>
        </w:rPr>
        <w:t xml:space="preserve">           4. </w:t>
      </w:r>
      <w:r w:rsidRPr="0036106E">
        <w:rPr>
          <w:bCs/>
          <w:sz w:val="28"/>
          <w:szCs w:val="28"/>
          <w:lang w:val="uk-UA"/>
        </w:rPr>
        <w:t xml:space="preserve">Організацію виконання цього рішення покласти на начальника фінансового управління міської ради. </w:t>
      </w:r>
    </w:p>
    <w:p w:rsidR="005173A8" w:rsidRPr="0036106E" w:rsidRDefault="005173A8" w:rsidP="005D2ABB">
      <w:pPr>
        <w:jc w:val="both"/>
        <w:rPr>
          <w:b/>
          <w:bCs/>
          <w:sz w:val="28"/>
          <w:szCs w:val="28"/>
          <w:lang w:val="uk-UA"/>
        </w:rPr>
      </w:pPr>
    </w:p>
    <w:p w:rsidR="005173A8" w:rsidRPr="0036106E" w:rsidRDefault="005173A8" w:rsidP="00FC427D">
      <w:pPr>
        <w:ind w:firstLine="705"/>
        <w:jc w:val="both"/>
        <w:rPr>
          <w:color w:val="000000"/>
          <w:sz w:val="28"/>
          <w:szCs w:val="28"/>
          <w:lang w:val="uk-UA"/>
        </w:rPr>
      </w:pPr>
      <w:r w:rsidRPr="0036106E">
        <w:rPr>
          <w:b/>
          <w:bCs/>
          <w:sz w:val="28"/>
          <w:szCs w:val="28"/>
          <w:lang w:val="uk-UA"/>
        </w:rPr>
        <w:tab/>
        <w:t>5</w:t>
      </w:r>
      <w:r w:rsidRPr="0036106E">
        <w:rPr>
          <w:b/>
          <w:color w:val="000000"/>
          <w:sz w:val="28"/>
          <w:szCs w:val="28"/>
          <w:lang w:val="uk-UA"/>
        </w:rPr>
        <w:t>.</w:t>
      </w:r>
      <w:r w:rsidRPr="0036106E">
        <w:rPr>
          <w:color w:val="000000"/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етики та запобіганню корупції.</w:t>
      </w:r>
    </w:p>
    <w:p w:rsidR="005173A8" w:rsidRDefault="005173A8" w:rsidP="005D2ABB">
      <w:pPr>
        <w:jc w:val="both"/>
        <w:rPr>
          <w:sz w:val="28"/>
          <w:szCs w:val="28"/>
          <w:lang w:val="uk-UA"/>
        </w:rPr>
      </w:pPr>
    </w:p>
    <w:p w:rsidR="005173A8" w:rsidRPr="0036106E" w:rsidRDefault="005173A8" w:rsidP="005D2ABB">
      <w:pPr>
        <w:jc w:val="both"/>
        <w:rPr>
          <w:sz w:val="28"/>
          <w:szCs w:val="28"/>
          <w:lang w:val="uk-UA"/>
        </w:rPr>
      </w:pPr>
    </w:p>
    <w:p w:rsidR="005173A8" w:rsidRPr="0036106E" w:rsidRDefault="005173A8" w:rsidP="000862FF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  <w:r w:rsidRPr="0036106E">
        <w:rPr>
          <w:b/>
          <w:sz w:val="28"/>
          <w:szCs w:val="28"/>
          <w:lang w:val="uk-UA"/>
        </w:rPr>
        <w:t xml:space="preserve">    Секретар Чернівецький міської ради</w:t>
      </w:r>
      <w:r w:rsidRPr="0036106E">
        <w:rPr>
          <w:b/>
          <w:sz w:val="28"/>
          <w:szCs w:val="28"/>
          <w:lang w:val="uk-UA"/>
        </w:rPr>
        <w:tab/>
      </w:r>
      <w:r w:rsidRPr="0036106E">
        <w:rPr>
          <w:b/>
          <w:sz w:val="28"/>
          <w:szCs w:val="28"/>
          <w:lang w:val="uk-UA"/>
        </w:rPr>
        <w:tab/>
      </w:r>
      <w:r w:rsidRPr="0036106E">
        <w:rPr>
          <w:b/>
          <w:sz w:val="28"/>
          <w:szCs w:val="28"/>
          <w:lang w:val="uk-UA"/>
        </w:rPr>
        <w:tab/>
        <w:t xml:space="preserve">                           В. Продан</w:t>
      </w:r>
      <w:r w:rsidRPr="0036106E">
        <w:rPr>
          <w:sz w:val="28"/>
          <w:szCs w:val="28"/>
          <w:lang w:val="uk-UA"/>
        </w:rPr>
        <w:t xml:space="preserve"> </w:t>
      </w:r>
    </w:p>
    <w:sectPr w:rsidR="005173A8" w:rsidRPr="0036106E" w:rsidSect="002978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3A8" w:rsidRDefault="005173A8">
      <w:r>
        <w:separator/>
      </w:r>
    </w:p>
  </w:endnote>
  <w:endnote w:type="continuationSeparator" w:id="0">
    <w:p w:rsidR="005173A8" w:rsidRDefault="00517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3A8" w:rsidRDefault="005173A8">
      <w:r>
        <w:separator/>
      </w:r>
    </w:p>
  </w:footnote>
  <w:footnote w:type="continuationSeparator" w:id="0">
    <w:p w:rsidR="005173A8" w:rsidRDefault="005173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cs="Times New Roman" w:hint="default"/>
        <w:b w:val="0"/>
      </w:rPr>
    </w:lvl>
  </w:abstractNum>
  <w:abstractNum w:abstractNumId="9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12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3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">
    <w:nsid w:val="4E5C725E"/>
    <w:multiLevelType w:val="multilevel"/>
    <w:tmpl w:val="2B48AF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cs="Times New Roman" w:hint="default"/>
        <w:b/>
      </w:rPr>
    </w:lvl>
  </w:abstractNum>
  <w:abstractNum w:abstractNumId="15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6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18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9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1"/>
  </w:num>
  <w:num w:numId="2">
    <w:abstractNumId w:val="22"/>
  </w:num>
  <w:num w:numId="3">
    <w:abstractNumId w:val="23"/>
  </w:num>
  <w:num w:numId="4">
    <w:abstractNumId w:val="3"/>
  </w:num>
  <w:num w:numId="5">
    <w:abstractNumId w:val="11"/>
  </w:num>
  <w:num w:numId="6">
    <w:abstractNumId w:val="2"/>
  </w:num>
  <w:num w:numId="7">
    <w:abstractNumId w:val="15"/>
  </w:num>
  <w:num w:numId="8">
    <w:abstractNumId w:val="10"/>
  </w:num>
  <w:num w:numId="9">
    <w:abstractNumId w:val="5"/>
  </w:num>
  <w:num w:numId="10">
    <w:abstractNumId w:val="20"/>
  </w:num>
  <w:num w:numId="11">
    <w:abstractNumId w:val="19"/>
  </w:num>
  <w:num w:numId="12">
    <w:abstractNumId w:val="12"/>
  </w:num>
  <w:num w:numId="13">
    <w:abstractNumId w:val="13"/>
  </w:num>
  <w:num w:numId="14">
    <w:abstractNumId w:val="7"/>
  </w:num>
  <w:num w:numId="15">
    <w:abstractNumId w:val="18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9"/>
  </w:num>
  <w:num w:numId="23">
    <w:abstractNumId w:val="16"/>
  </w:num>
  <w:num w:numId="24">
    <w:abstractNumId w:val="6"/>
  </w:num>
  <w:num w:numId="25">
    <w:abstractNumId w:val="8"/>
  </w:num>
  <w:num w:numId="26">
    <w:abstractNumId w:val="17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C10"/>
    <w:rsid w:val="00000733"/>
    <w:rsid w:val="00001E3C"/>
    <w:rsid w:val="00002AFB"/>
    <w:rsid w:val="00003035"/>
    <w:rsid w:val="000032C6"/>
    <w:rsid w:val="00007B22"/>
    <w:rsid w:val="000135E8"/>
    <w:rsid w:val="000152DF"/>
    <w:rsid w:val="000211B1"/>
    <w:rsid w:val="0002163F"/>
    <w:rsid w:val="000224C5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71"/>
    <w:rsid w:val="000724C8"/>
    <w:rsid w:val="00072E08"/>
    <w:rsid w:val="00073168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62FF"/>
    <w:rsid w:val="00087198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6F5"/>
    <w:rsid w:val="000A5C80"/>
    <w:rsid w:val="000A66C8"/>
    <w:rsid w:val="000A7957"/>
    <w:rsid w:val="000B005E"/>
    <w:rsid w:val="000B152F"/>
    <w:rsid w:val="000B1B7D"/>
    <w:rsid w:val="000B2D29"/>
    <w:rsid w:val="000B3018"/>
    <w:rsid w:val="000B33D4"/>
    <w:rsid w:val="000B3AD8"/>
    <w:rsid w:val="000B5947"/>
    <w:rsid w:val="000B59EC"/>
    <w:rsid w:val="000B5F23"/>
    <w:rsid w:val="000B66BA"/>
    <w:rsid w:val="000B6930"/>
    <w:rsid w:val="000B7EB9"/>
    <w:rsid w:val="000B7F20"/>
    <w:rsid w:val="000C0052"/>
    <w:rsid w:val="000C23E3"/>
    <w:rsid w:val="000C2BEB"/>
    <w:rsid w:val="000C4ED9"/>
    <w:rsid w:val="000C6C75"/>
    <w:rsid w:val="000C7365"/>
    <w:rsid w:val="000C7F40"/>
    <w:rsid w:val="000D0167"/>
    <w:rsid w:val="000D0199"/>
    <w:rsid w:val="000D0660"/>
    <w:rsid w:val="000D1FA3"/>
    <w:rsid w:val="000D2362"/>
    <w:rsid w:val="000D2ACA"/>
    <w:rsid w:val="000D3AB5"/>
    <w:rsid w:val="000D3BC0"/>
    <w:rsid w:val="000D4ADA"/>
    <w:rsid w:val="000D4C60"/>
    <w:rsid w:val="000D4C7C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027A"/>
    <w:rsid w:val="000F1374"/>
    <w:rsid w:val="000F1D98"/>
    <w:rsid w:val="000F25C8"/>
    <w:rsid w:val="000F2657"/>
    <w:rsid w:val="000F3BA2"/>
    <w:rsid w:val="000F4A61"/>
    <w:rsid w:val="000F4F6C"/>
    <w:rsid w:val="000F5741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2A5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271"/>
    <w:rsid w:val="0017229E"/>
    <w:rsid w:val="0017265D"/>
    <w:rsid w:val="001726E7"/>
    <w:rsid w:val="00174D57"/>
    <w:rsid w:val="001754DA"/>
    <w:rsid w:val="00175C98"/>
    <w:rsid w:val="00183F6B"/>
    <w:rsid w:val="0018643E"/>
    <w:rsid w:val="0018731A"/>
    <w:rsid w:val="00187DF9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82D"/>
    <w:rsid w:val="00197A61"/>
    <w:rsid w:val="001A0F04"/>
    <w:rsid w:val="001A12D6"/>
    <w:rsid w:val="001A1FD2"/>
    <w:rsid w:val="001A2866"/>
    <w:rsid w:val="001A338A"/>
    <w:rsid w:val="001A43CF"/>
    <w:rsid w:val="001A4424"/>
    <w:rsid w:val="001A593C"/>
    <w:rsid w:val="001A5A66"/>
    <w:rsid w:val="001A5B6E"/>
    <w:rsid w:val="001A650C"/>
    <w:rsid w:val="001A674B"/>
    <w:rsid w:val="001A6FFA"/>
    <w:rsid w:val="001A7B96"/>
    <w:rsid w:val="001A7E17"/>
    <w:rsid w:val="001B1178"/>
    <w:rsid w:val="001B1DBB"/>
    <w:rsid w:val="001B223E"/>
    <w:rsid w:val="001B4FB5"/>
    <w:rsid w:val="001B6172"/>
    <w:rsid w:val="001B7964"/>
    <w:rsid w:val="001C0062"/>
    <w:rsid w:val="001C1204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20E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61C"/>
    <w:rsid w:val="00280968"/>
    <w:rsid w:val="002823C4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212"/>
    <w:rsid w:val="0029269B"/>
    <w:rsid w:val="002933E0"/>
    <w:rsid w:val="002957A2"/>
    <w:rsid w:val="00295C10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2BB7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264"/>
    <w:rsid w:val="002E7ABE"/>
    <w:rsid w:val="002F005B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2D16"/>
    <w:rsid w:val="0035364F"/>
    <w:rsid w:val="0035514C"/>
    <w:rsid w:val="00355ADB"/>
    <w:rsid w:val="00355B36"/>
    <w:rsid w:val="00357D99"/>
    <w:rsid w:val="00360104"/>
    <w:rsid w:val="0036038B"/>
    <w:rsid w:val="0036106E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3F77"/>
    <w:rsid w:val="00385559"/>
    <w:rsid w:val="00390C90"/>
    <w:rsid w:val="0039150C"/>
    <w:rsid w:val="003918AE"/>
    <w:rsid w:val="00391D0A"/>
    <w:rsid w:val="00391D27"/>
    <w:rsid w:val="003931CB"/>
    <w:rsid w:val="003936B5"/>
    <w:rsid w:val="003942F3"/>
    <w:rsid w:val="0039437D"/>
    <w:rsid w:val="00395541"/>
    <w:rsid w:val="00396228"/>
    <w:rsid w:val="003972B1"/>
    <w:rsid w:val="003A001A"/>
    <w:rsid w:val="003A0CBC"/>
    <w:rsid w:val="003A16F0"/>
    <w:rsid w:val="003A2C83"/>
    <w:rsid w:val="003A48A4"/>
    <w:rsid w:val="003A51BA"/>
    <w:rsid w:val="003A5213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ED"/>
    <w:rsid w:val="003C2D5B"/>
    <w:rsid w:val="003C47D0"/>
    <w:rsid w:val="003C4820"/>
    <w:rsid w:val="003C48F7"/>
    <w:rsid w:val="003C4F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D1E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5B60"/>
    <w:rsid w:val="0041612D"/>
    <w:rsid w:val="00417036"/>
    <w:rsid w:val="00420A76"/>
    <w:rsid w:val="0042225D"/>
    <w:rsid w:val="004222E2"/>
    <w:rsid w:val="004223E7"/>
    <w:rsid w:val="00422B87"/>
    <w:rsid w:val="0042314A"/>
    <w:rsid w:val="00424CB6"/>
    <w:rsid w:val="004254D5"/>
    <w:rsid w:val="00425AD4"/>
    <w:rsid w:val="004275AE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412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773E5"/>
    <w:rsid w:val="0048092A"/>
    <w:rsid w:val="004824B3"/>
    <w:rsid w:val="00482775"/>
    <w:rsid w:val="00482A5D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863"/>
    <w:rsid w:val="004C0C33"/>
    <w:rsid w:val="004C0DCB"/>
    <w:rsid w:val="004C1609"/>
    <w:rsid w:val="004C2DBB"/>
    <w:rsid w:val="004C3654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DD5"/>
    <w:rsid w:val="004D631B"/>
    <w:rsid w:val="004D6AAF"/>
    <w:rsid w:val="004E04E0"/>
    <w:rsid w:val="004E0D56"/>
    <w:rsid w:val="004E1851"/>
    <w:rsid w:val="004E358D"/>
    <w:rsid w:val="004E3684"/>
    <w:rsid w:val="004E4747"/>
    <w:rsid w:val="004E4DE8"/>
    <w:rsid w:val="004E603C"/>
    <w:rsid w:val="004E6D0D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382"/>
    <w:rsid w:val="005119F5"/>
    <w:rsid w:val="0051264A"/>
    <w:rsid w:val="00512A6E"/>
    <w:rsid w:val="00513E11"/>
    <w:rsid w:val="00514B74"/>
    <w:rsid w:val="005173A8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8C2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2ABB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439"/>
    <w:rsid w:val="005E35D4"/>
    <w:rsid w:val="005E3DF8"/>
    <w:rsid w:val="005E3E77"/>
    <w:rsid w:val="005E42BA"/>
    <w:rsid w:val="005E5ECD"/>
    <w:rsid w:val="005E6115"/>
    <w:rsid w:val="005E6122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4D5F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F6F"/>
    <w:rsid w:val="006174A9"/>
    <w:rsid w:val="00617E1A"/>
    <w:rsid w:val="0062031C"/>
    <w:rsid w:val="006203D9"/>
    <w:rsid w:val="00620BDB"/>
    <w:rsid w:val="006210F7"/>
    <w:rsid w:val="006216B8"/>
    <w:rsid w:val="00621A67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1E7B"/>
    <w:rsid w:val="006A2F6A"/>
    <w:rsid w:val="006A43E4"/>
    <w:rsid w:val="006A4632"/>
    <w:rsid w:val="006A4C81"/>
    <w:rsid w:val="006A5E19"/>
    <w:rsid w:val="006A5E89"/>
    <w:rsid w:val="006A6F11"/>
    <w:rsid w:val="006A7CEB"/>
    <w:rsid w:val="006B1F9A"/>
    <w:rsid w:val="006B2D96"/>
    <w:rsid w:val="006B2F64"/>
    <w:rsid w:val="006B3D4B"/>
    <w:rsid w:val="006B5D65"/>
    <w:rsid w:val="006C0FD3"/>
    <w:rsid w:val="006C12A3"/>
    <w:rsid w:val="006C235E"/>
    <w:rsid w:val="006C264D"/>
    <w:rsid w:val="006C374B"/>
    <w:rsid w:val="006C55AB"/>
    <w:rsid w:val="006C6E1E"/>
    <w:rsid w:val="006D0067"/>
    <w:rsid w:val="006D02F2"/>
    <w:rsid w:val="006D0A78"/>
    <w:rsid w:val="006D0D7E"/>
    <w:rsid w:val="006D4058"/>
    <w:rsid w:val="006D604D"/>
    <w:rsid w:val="006D6500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780"/>
    <w:rsid w:val="006F4C65"/>
    <w:rsid w:val="006F4E1A"/>
    <w:rsid w:val="006F51CD"/>
    <w:rsid w:val="006F6C15"/>
    <w:rsid w:val="006F7371"/>
    <w:rsid w:val="006F7458"/>
    <w:rsid w:val="006F75A5"/>
    <w:rsid w:val="006F7861"/>
    <w:rsid w:val="006F7AEB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224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572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0C9"/>
    <w:rsid w:val="007A1B98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E57BD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36EE"/>
    <w:rsid w:val="00804262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6FC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1A0"/>
    <w:rsid w:val="008B2A39"/>
    <w:rsid w:val="008B2A8C"/>
    <w:rsid w:val="008B3952"/>
    <w:rsid w:val="008B3B38"/>
    <w:rsid w:val="008B4B85"/>
    <w:rsid w:val="008B5D98"/>
    <w:rsid w:val="008B6ECA"/>
    <w:rsid w:val="008C1184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D65AE"/>
    <w:rsid w:val="008E0B91"/>
    <w:rsid w:val="008E0BAA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32D0"/>
    <w:rsid w:val="00945DB4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6A8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6F9D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F4"/>
    <w:rsid w:val="009B26D8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2AB1"/>
    <w:rsid w:val="009D36B7"/>
    <w:rsid w:val="009D5510"/>
    <w:rsid w:val="009D681D"/>
    <w:rsid w:val="009D6F13"/>
    <w:rsid w:val="009E01E6"/>
    <w:rsid w:val="009E0682"/>
    <w:rsid w:val="009E1873"/>
    <w:rsid w:val="009E1B6C"/>
    <w:rsid w:val="009E2079"/>
    <w:rsid w:val="009E4632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916"/>
    <w:rsid w:val="00A47608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39FA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3506"/>
    <w:rsid w:val="00AD4086"/>
    <w:rsid w:val="00AD564D"/>
    <w:rsid w:val="00AD5A88"/>
    <w:rsid w:val="00AD5ACE"/>
    <w:rsid w:val="00AD643C"/>
    <w:rsid w:val="00AD6545"/>
    <w:rsid w:val="00AD689D"/>
    <w:rsid w:val="00AE0515"/>
    <w:rsid w:val="00AE0A56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5D0C"/>
    <w:rsid w:val="00AE6AF4"/>
    <w:rsid w:val="00AE7B02"/>
    <w:rsid w:val="00AF089F"/>
    <w:rsid w:val="00AF08C9"/>
    <w:rsid w:val="00AF1986"/>
    <w:rsid w:val="00AF3DF0"/>
    <w:rsid w:val="00AF3F76"/>
    <w:rsid w:val="00AF434A"/>
    <w:rsid w:val="00AF5E62"/>
    <w:rsid w:val="00B01463"/>
    <w:rsid w:val="00B0177B"/>
    <w:rsid w:val="00B026BC"/>
    <w:rsid w:val="00B03697"/>
    <w:rsid w:val="00B0427F"/>
    <w:rsid w:val="00B0435F"/>
    <w:rsid w:val="00B0631A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A74"/>
    <w:rsid w:val="00B35B25"/>
    <w:rsid w:val="00B35BE8"/>
    <w:rsid w:val="00B36F25"/>
    <w:rsid w:val="00B37F81"/>
    <w:rsid w:val="00B4005A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6165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B5F"/>
    <w:rsid w:val="00B8230D"/>
    <w:rsid w:val="00B82D00"/>
    <w:rsid w:val="00B8395E"/>
    <w:rsid w:val="00B8628D"/>
    <w:rsid w:val="00B87987"/>
    <w:rsid w:val="00B9086F"/>
    <w:rsid w:val="00B913A2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2A8"/>
    <w:rsid w:val="00BA6A8C"/>
    <w:rsid w:val="00BA7CCE"/>
    <w:rsid w:val="00BB3911"/>
    <w:rsid w:val="00BB5D76"/>
    <w:rsid w:val="00BB7662"/>
    <w:rsid w:val="00BB7B86"/>
    <w:rsid w:val="00BC0825"/>
    <w:rsid w:val="00BC0DD9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0CC"/>
    <w:rsid w:val="00C123CF"/>
    <w:rsid w:val="00C13316"/>
    <w:rsid w:val="00C13A5B"/>
    <w:rsid w:val="00C1418D"/>
    <w:rsid w:val="00C146C0"/>
    <w:rsid w:val="00C14CBE"/>
    <w:rsid w:val="00C14EF7"/>
    <w:rsid w:val="00C153AE"/>
    <w:rsid w:val="00C15DE7"/>
    <w:rsid w:val="00C167B5"/>
    <w:rsid w:val="00C17A6F"/>
    <w:rsid w:val="00C17FF5"/>
    <w:rsid w:val="00C2008D"/>
    <w:rsid w:val="00C21BCD"/>
    <w:rsid w:val="00C21CC2"/>
    <w:rsid w:val="00C21D6C"/>
    <w:rsid w:val="00C21EBD"/>
    <w:rsid w:val="00C26D49"/>
    <w:rsid w:val="00C30125"/>
    <w:rsid w:val="00C311A3"/>
    <w:rsid w:val="00C31A1E"/>
    <w:rsid w:val="00C31DDD"/>
    <w:rsid w:val="00C31FD4"/>
    <w:rsid w:val="00C3518F"/>
    <w:rsid w:val="00C36A4D"/>
    <w:rsid w:val="00C40432"/>
    <w:rsid w:val="00C407F1"/>
    <w:rsid w:val="00C41AE1"/>
    <w:rsid w:val="00C41D77"/>
    <w:rsid w:val="00C41E84"/>
    <w:rsid w:val="00C4201E"/>
    <w:rsid w:val="00C42706"/>
    <w:rsid w:val="00C4279E"/>
    <w:rsid w:val="00C4391B"/>
    <w:rsid w:val="00C43A8D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6ACE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25B"/>
    <w:rsid w:val="00C95BE1"/>
    <w:rsid w:val="00C95C85"/>
    <w:rsid w:val="00C9677A"/>
    <w:rsid w:val="00C96F76"/>
    <w:rsid w:val="00C971DC"/>
    <w:rsid w:val="00CA259F"/>
    <w:rsid w:val="00CA295F"/>
    <w:rsid w:val="00CA34AD"/>
    <w:rsid w:val="00CA41F7"/>
    <w:rsid w:val="00CA4E39"/>
    <w:rsid w:val="00CA4EEB"/>
    <w:rsid w:val="00CA60AB"/>
    <w:rsid w:val="00CA69C2"/>
    <w:rsid w:val="00CA6E1D"/>
    <w:rsid w:val="00CA7B04"/>
    <w:rsid w:val="00CB07C7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79D"/>
    <w:rsid w:val="00CC09D3"/>
    <w:rsid w:val="00CC1B6E"/>
    <w:rsid w:val="00CC2DB4"/>
    <w:rsid w:val="00CC32DD"/>
    <w:rsid w:val="00CC63F3"/>
    <w:rsid w:val="00CC6557"/>
    <w:rsid w:val="00CC6766"/>
    <w:rsid w:val="00CC6909"/>
    <w:rsid w:val="00CD051B"/>
    <w:rsid w:val="00CD19B1"/>
    <w:rsid w:val="00CD2165"/>
    <w:rsid w:val="00CD2236"/>
    <w:rsid w:val="00CD2B53"/>
    <w:rsid w:val="00CD411F"/>
    <w:rsid w:val="00CD4445"/>
    <w:rsid w:val="00CD4AE3"/>
    <w:rsid w:val="00CD4F95"/>
    <w:rsid w:val="00CD5339"/>
    <w:rsid w:val="00CD5F74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86F70"/>
    <w:rsid w:val="00D90AFB"/>
    <w:rsid w:val="00D912B7"/>
    <w:rsid w:val="00D919F1"/>
    <w:rsid w:val="00D92DEE"/>
    <w:rsid w:val="00D93F98"/>
    <w:rsid w:val="00D969B8"/>
    <w:rsid w:val="00DA1E01"/>
    <w:rsid w:val="00DA4CD8"/>
    <w:rsid w:val="00DA598A"/>
    <w:rsid w:val="00DA6240"/>
    <w:rsid w:val="00DB182F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5595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730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145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07B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5010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0757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C09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6109"/>
    <w:rsid w:val="00F86D39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0E80"/>
    <w:rsid w:val="00FA1438"/>
    <w:rsid w:val="00FA1536"/>
    <w:rsid w:val="00FA16BB"/>
    <w:rsid w:val="00FA1C31"/>
    <w:rsid w:val="00FA3400"/>
    <w:rsid w:val="00FA349A"/>
    <w:rsid w:val="00FA4A62"/>
    <w:rsid w:val="00FA561E"/>
    <w:rsid w:val="00FA6EBD"/>
    <w:rsid w:val="00FA6EEB"/>
    <w:rsid w:val="00FA764D"/>
    <w:rsid w:val="00FB0AE1"/>
    <w:rsid w:val="00FB119D"/>
    <w:rsid w:val="00FB147C"/>
    <w:rsid w:val="00FB2896"/>
    <w:rsid w:val="00FB29B5"/>
    <w:rsid w:val="00FB2C7B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27D"/>
    <w:rsid w:val="00FC49E9"/>
    <w:rsid w:val="00FC525A"/>
    <w:rsid w:val="00FC72CE"/>
    <w:rsid w:val="00FC7D17"/>
    <w:rsid w:val="00FD028D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21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2212"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92212"/>
    <w:pPr>
      <w:keepNext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2212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C55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56F5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A56F5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A56F5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A56F5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A56F5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styleId="Caption">
    <w:name w:val="caption"/>
    <w:basedOn w:val="Normal"/>
    <w:next w:val="Normal"/>
    <w:uiPriority w:val="99"/>
    <w:qFormat/>
    <w:rsid w:val="00292212"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">
    <w:name w:val="заголовок 2"/>
    <w:basedOn w:val="Normal"/>
    <w:next w:val="Normal"/>
    <w:uiPriority w:val="99"/>
    <w:rsid w:val="00292212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">
    <w:name w:val="заголовок 1"/>
    <w:basedOn w:val="Normal"/>
    <w:next w:val="Normal"/>
    <w:uiPriority w:val="99"/>
    <w:rsid w:val="00292212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BodyText">
    <w:name w:val="Body Text"/>
    <w:aliases w:val="Основной текст Знак Знак Знак,Основной текст Знак Знак"/>
    <w:basedOn w:val="Normal"/>
    <w:link w:val="BodyTextChar"/>
    <w:uiPriority w:val="99"/>
    <w:rsid w:val="00292212"/>
    <w:pPr>
      <w:jc w:val="both"/>
    </w:pPr>
    <w:rPr>
      <w:rFonts w:eastAsia="Batang"/>
      <w:szCs w:val="20"/>
      <w:lang w:val="uk-UA"/>
    </w:rPr>
  </w:style>
  <w:style w:type="character" w:customStyle="1" w:styleId="BodyTextChar">
    <w:name w:val="Body Text Char"/>
    <w:aliases w:val="Основной текст Знак Знак Знак Char,Основной текст Знак Знак Char"/>
    <w:basedOn w:val="DefaultParagraphFont"/>
    <w:link w:val="BodyText"/>
    <w:uiPriority w:val="99"/>
    <w:semiHidden/>
    <w:locked/>
    <w:rsid w:val="000A56F5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92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56F5"/>
    <w:rPr>
      <w:rFonts w:cs="Times New Roman"/>
      <w:sz w:val="2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292212"/>
    <w:pPr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A56F5"/>
    <w:rPr>
      <w:rFonts w:cs="Times New Roman"/>
      <w:sz w:val="24"/>
      <w:szCs w:val="24"/>
      <w:lang w:val="ru-RU" w:eastAsia="ru-RU"/>
    </w:rPr>
  </w:style>
  <w:style w:type="paragraph" w:styleId="BodyText2">
    <w:name w:val="Body Text 2"/>
    <w:basedOn w:val="Normal"/>
    <w:link w:val="BodyText2Char"/>
    <w:uiPriority w:val="99"/>
    <w:rsid w:val="00292212"/>
    <w:pPr>
      <w:jc w:val="both"/>
    </w:pPr>
    <w:rPr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A56F5"/>
    <w:rPr>
      <w:rFonts w:cs="Times New Roman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29221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56F5"/>
    <w:rPr>
      <w:rFonts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29221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56F5"/>
    <w:rPr>
      <w:rFonts w:cs="Times New Roman"/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292212"/>
    <w:pPr>
      <w:ind w:firstLine="459"/>
      <w:jc w:val="both"/>
    </w:pPr>
    <w:rPr>
      <w:iCs/>
      <w:lang w:val="uk-UA" w:eastAsia="ko-K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A56F5"/>
    <w:rPr>
      <w:rFonts w:cs="Times New Roman"/>
      <w:sz w:val="24"/>
      <w:szCs w:val="24"/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rsid w:val="00292212"/>
    <w:pPr>
      <w:ind w:firstLine="708"/>
      <w:jc w:val="both"/>
    </w:pPr>
    <w:rPr>
      <w:sz w:val="28"/>
      <w:lang w:val="uk-U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A56F5"/>
    <w:rPr>
      <w:rFonts w:cs="Times New Roman"/>
      <w:sz w:val="16"/>
      <w:szCs w:val="16"/>
      <w:lang w:val="ru-RU" w:eastAsia="ru-RU"/>
    </w:rPr>
  </w:style>
  <w:style w:type="paragraph" w:customStyle="1" w:styleId="a">
    <w:name w:val="Стиль"/>
    <w:basedOn w:val="Normal"/>
    <w:uiPriority w:val="99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6647C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A56F5"/>
    <w:rPr>
      <w:rFonts w:cs="Times New Roman"/>
      <w:sz w:val="16"/>
      <w:szCs w:val="16"/>
      <w:lang w:val="ru-RU" w:eastAsia="ru-RU"/>
    </w:rPr>
  </w:style>
  <w:style w:type="paragraph" w:customStyle="1" w:styleId="Style9">
    <w:name w:val="Style9"/>
    <w:basedOn w:val="Normal"/>
    <w:uiPriority w:val="99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0">
    <w:name w:val="Знак"/>
    <w:basedOn w:val="Normal"/>
    <w:uiPriority w:val="99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A56F5"/>
    <w:rPr>
      <w:rFonts w:cs="Times New Roman"/>
      <w:sz w:val="2"/>
      <w:lang w:val="ru-RU" w:eastAsia="ru-RU"/>
    </w:rPr>
  </w:style>
  <w:style w:type="character" w:styleId="Strong">
    <w:name w:val="Strong"/>
    <w:basedOn w:val="DefaultParagraphFont"/>
    <w:uiPriority w:val="99"/>
    <w:qFormat/>
    <w:rsid w:val="00D034DE"/>
    <w:rPr>
      <w:rFonts w:cs="Times New Roman"/>
      <w:b/>
    </w:rPr>
  </w:style>
  <w:style w:type="character" w:customStyle="1" w:styleId="FontStyle21">
    <w:name w:val="Font Style21"/>
    <w:uiPriority w:val="99"/>
    <w:rsid w:val="009D681D"/>
    <w:rPr>
      <w:rFonts w:ascii="Times New Roman" w:hAnsi="Times New Roman"/>
      <w:sz w:val="24"/>
    </w:rPr>
  </w:style>
  <w:style w:type="paragraph" w:styleId="HTMLPreformatted">
    <w:name w:val="HTML Preformatted"/>
    <w:basedOn w:val="Normal"/>
    <w:link w:val="HTMLPreformattedChar"/>
    <w:uiPriority w:val="99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0A56F5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Style6">
    <w:name w:val="Style6"/>
    <w:basedOn w:val="Normal"/>
    <w:uiPriority w:val="99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uiPriority w:val="99"/>
    <w:rsid w:val="009D681D"/>
    <w:rPr>
      <w:rFonts w:ascii="Times New Roman" w:hAnsi="Times New Roman"/>
      <w:sz w:val="26"/>
    </w:rPr>
  </w:style>
  <w:style w:type="paragraph" w:customStyle="1" w:styleId="CharChar">
    <w:name w:val="Char Знак Знак Char Знак"/>
    <w:basedOn w:val="Normal"/>
    <w:uiPriority w:val="99"/>
    <w:rsid w:val="00DC559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Обычный1"/>
    <w:uiPriority w:val="99"/>
    <w:rsid w:val="000862FF"/>
    <w:rPr>
      <w:sz w:val="30"/>
      <w:szCs w:val="3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1</Pages>
  <Words>214</Words>
  <Characters>1222</Characters>
  <Application>Microsoft Office Outlook</Application>
  <DocSecurity>0</DocSecurity>
  <Lines>0</Lines>
  <Paragraphs>0</Paragraphs>
  <ScaleCrop>false</ScaleCrop>
  <Company>LMD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Kamushnikova</cp:lastModifiedBy>
  <cp:revision>15</cp:revision>
  <cp:lastPrinted>2020-10-15T12:58:00Z</cp:lastPrinted>
  <dcterms:created xsi:type="dcterms:W3CDTF">2020-10-15T11:36:00Z</dcterms:created>
  <dcterms:modified xsi:type="dcterms:W3CDTF">2020-10-15T15:45:00Z</dcterms:modified>
</cp:coreProperties>
</file>