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7" w:rsidRDefault="005A56A1" w:rsidP="00643502">
      <w:pPr>
        <w:pStyle w:val="Title1"/>
        <w:widowControl/>
        <w:rPr>
          <w:sz w:val="28"/>
        </w:rPr>
      </w:pPr>
      <w:r w:rsidRPr="004448A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477" w:rsidRPr="0001133A" w:rsidRDefault="00170477" w:rsidP="0064350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70477" w:rsidRDefault="00170477" w:rsidP="0064350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70477" w:rsidRDefault="00170477" w:rsidP="0064350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170477" w:rsidRPr="00277E70" w:rsidRDefault="00170477" w:rsidP="0064350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70477" w:rsidRPr="004F75FB" w:rsidRDefault="00170477" w:rsidP="00643502">
      <w:pPr>
        <w:rPr>
          <w:sz w:val="18"/>
          <w:szCs w:val="18"/>
          <w:u w:val="single"/>
        </w:rPr>
      </w:pPr>
    </w:p>
    <w:p w:rsidR="00170477" w:rsidRPr="00D376B5" w:rsidRDefault="00170477" w:rsidP="00643502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643502" w:rsidRDefault="00170477" w:rsidP="0064350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170477" w:rsidRDefault="00170477" w:rsidP="00643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DB7512">
        <w:rPr>
          <w:b/>
          <w:sz w:val="28"/>
          <w:szCs w:val="28"/>
        </w:rPr>
        <w:t>Мудрого</w:t>
      </w:r>
      <w:r w:rsidR="00DA167F">
        <w:rPr>
          <w:b/>
          <w:sz w:val="28"/>
          <w:szCs w:val="28"/>
        </w:rPr>
        <w:t xml:space="preserve"> </w:t>
      </w:r>
      <w:r w:rsidR="00DB7512">
        <w:rPr>
          <w:b/>
          <w:sz w:val="28"/>
          <w:szCs w:val="28"/>
        </w:rPr>
        <w:t>Ярослава</w:t>
      </w:r>
      <w:r w:rsidR="009428B8">
        <w:rPr>
          <w:b/>
          <w:sz w:val="28"/>
          <w:szCs w:val="28"/>
        </w:rPr>
        <w:t xml:space="preserve">, </w:t>
      </w:r>
      <w:r w:rsidR="00DB7512">
        <w:rPr>
          <w:b/>
          <w:sz w:val="28"/>
          <w:szCs w:val="28"/>
        </w:rPr>
        <w:t>1</w:t>
      </w:r>
    </w:p>
    <w:p w:rsidR="00DA167F" w:rsidRDefault="00DA167F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9428B8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  рішення міської ради від </w:t>
      </w:r>
      <w:r w:rsidR="00DB7512">
        <w:rPr>
          <w:sz w:val="28"/>
          <w:szCs w:val="28"/>
        </w:rPr>
        <w:t xml:space="preserve">17.03.2020р.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DB7512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B7512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70477" w:rsidRDefault="00170477" w:rsidP="00643502">
      <w:pPr>
        <w:pStyle w:val="a3"/>
        <w:ind w:firstLine="720"/>
      </w:pPr>
      <w:r>
        <w:t xml:space="preserve"> </w:t>
      </w:r>
    </w:p>
    <w:p w:rsidR="00170477" w:rsidRPr="00661EC4" w:rsidRDefault="00170477" w:rsidP="00643502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70477" w:rsidRDefault="00170477" w:rsidP="00643502">
      <w:pPr>
        <w:jc w:val="both"/>
        <w:rPr>
          <w:sz w:val="16"/>
          <w:szCs w:val="16"/>
        </w:rPr>
      </w:pPr>
    </w:p>
    <w:p w:rsidR="00170477" w:rsidRPr="00321718" w:rsidRDefault="00170477" w:rsidP="00643502">
      <w:pPr>
        <w:jc w:val="both"/>
        <w:rPr>
          <w:sz w:val="16"/>
          <w:szCs w:val="16"/>
        </w:rPr>
      </w:pPr>
    </w:p>
    <w:p w:rsidR="00170477" w:rsidRPr="006F553D" w:rsidRDefault="00170477" w:rsidP="00643502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 w:rsidR="00796EC1">
        <w:rPr>
          <w:sz w:val="28"/>
          <w:szCs w:val="28"/>
        </w:rPr>
        <w:t>ради здійснити приватизацію</w:t>
      </w:r>
      <w:r>
        <w:rPr>
          <w:sz w:val="28"/>
          <w:szCs w:val="28"/>
        </w:rPr>
        <w:t xml:space="preserve"> шляхом </w:t>
      </w:r>
      <w:r w:rsidR="00796EC1">
        <w:rPr>
          <w:sz w:val="28"/>
          <w:szCs w:val="28"/>
        </w:rPr>
        <w:t>викупу</w:t>
      </w:r>
      <w:r>
        <w:rPr>
          <w:sz w:val="28"/>
          <w:szCs w:val="28"/>
        </w:rPr>
        <w:t xml:space="preserve"> об’єкта комунальної власності </w:t>
      </w:r>
      <w:r w:rsidRPr="00643502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</w:t>
      </w:r>
      <w:r w:rsidR="00643502">
        <w:rPr>
          <w:b/>
          <w:sz w:val="28"/>
          <w:szCs w:val="28"/>
        </w:rPr>
        <w:t>нежитлов</w:t>
      </w:r>
      <w:r w:rsidR="00DA167F">
        <w:rPr>
          <w:b/>
          <w:sz w:val="28"/>
          <w:szCs w:val="28"/>
        </w:rPr>
        <w:t>их приміщень</w:t>
      </w:r>
      <w:r w:rsidR="003B7F20">
        <w:rPr>
          <w:b/>
          <w:sz w:val="28"/>
          <w:szCs w:val="28"/>
        </w:rPr>
        <w:t xml:space="preserve"> загальною площею 131,20кв.м, </w:t>
      </w:r>
      <w:r w:rsidR="003B7F20" w:rsidRPr="003B7F20">
        <w:rPr>
          <w:sz w:val="28"/>
          <w:szCs w:val="28"/>
        </w:rPr>
        <w:t>в т.ч.</w:t>
      </w:r>
      <w:r w:rsidR="00DA167F" w:rsidRPr="003B7F20">
        <w:rPr>
          <w:sz w:val="28"/>
          <w:szCs w:val="28"/>
        </w:rPr>
        <w:t xml:space="preserve"> </w:t>
      </w:r>
      <w:r w:rsidR="003B7F20" w:rsidRPr="003B7F20">
        <w:rPr>
          <w:sz w:val="28"/>
          <w:szCs w:val="28"/>
        </w:rPr>
        <w:t xml:space="preserve">підвалу </w:t>
      </w:r>
      <w:r w:rsidR="00DA167F" w:rsidRPr="003B7F20">
        <w:rPr>
          <w:sz w:val="28"/>
          <w:szCs w:val="28"/>
        </w:rPr>
        <w:t>(</w:t>
      </w:r>
      <w:r w:rsidR="003B7F20" w:rsidRPr="003B7F20">
        <w:rPr>
          <w:sz w:val="28"/>
          <w:szCs w:val="28"/>
        </w:rPr>
        <w:t>1-7</w:t>
      </w:r>
      <w:r w:rsidR="00DA167F" w:rsidRPr="003B7F20">
        <w:rPr>
          <w:sz w:val="28"/>
          <w:szCs w:val="28"/>
        </w:rPr>
        <w:t>)</w:t>
      </w:r>
      <w:r w:rsidR="00796EC1">
        <w:rPr>
          <w:sz w:val="28"/>
          <w:szCs w:val="28"/>
        </w:rPr>
        <w:t xml:space="preserve"> – </w:t>
      </w:r>
      <w:r w:rsidR="00DA167F" w:rsidRPr="003B7F20">
        <w:rPr>
          <w:sz w:val="28"/>
          <w:szCs w:val="28"/>
        </w:rPr>
        <w:t>(</w:t>
      </w:r>
      <w:r w:rsidR="003B7F20" w:rsidRPr="003B7F20">
        <w:rPr>
          <w:sz w:val="28"/>
          <w:szCs w:val="28"/>
        </w:rPr>
        <w:t>1-11</w:t>
      </w:r>
      <w:r w:rsidR="00DA167F" w:rsidRPr="003B7F20">
        <w:rPr>
          <w:sz w:val="28"/>
          <w:szCs w:val="28"/>
        </w:rPr>
        <w:t>)</w:t>
      </w:r>
      <w:r w:rsidR="003B7F20" w:rsidRPr="003B7F20">
        <w:rPr>
          <w:sz w:val="28"/>
          <w:szCs w:val="28"/>
        </w:rPr>
        <w:t xml:space="preserve"> площею 101,70кв.м та першого поверху</w:t>
      </w:r>
      <w:r w:rsidR="00DA167F" w:rsidRPr="003B7F20">
        <w:rPr>
          <w:sz w:val="28"/>
          <w:szCs w:val="28"/>
        </w:rPr>
        <w:t xml:space="preserve"> </w:t>
      </w:r>
      <w:r w:rsidR="003B7F20" w:rsidRPr="003B7F20">
        <w:rPr>
          <w:sz w:val="28"/>
          <w:szCs w:val="28"/>
        </w:rPr>
        <w:t xml:space="preserve">(1-1) – (1-3) </w:t>
      </w:r>
      <w:r w:rsidR="00DA167F" w:rsidRPr="003B7F20">
        <w:rPr>
          <w:sz w:val="28"/>
          <w:szCs w:val="28"/>
        </w:rPr>
        <w:t xml:space="preserve">площею </w:t>
      </w:r>
      <w:r w:rsidR="003B7F20" w:rsidRPr="003B7F20">
        <w:rPr>
          <w:sz w:val="28"/>
          <w:szCs w:val="28"/>
        </w:rPr>
        <w:t>29,50</w:t>
      </w:r>
      <w:r w:rsidR="00643502" w:rsidRPr="003B7F20">
        <w:rPr>
          <w:sz w:val="28"/>
          <w:szCs w:val="28"/>
        </w:rPr>
        <w:t>кв.м</w:t>
      </w:r>
      <w:r w:rsidR="00DA167F" w:rsidRPr="003B7F2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ED17A6">
        <w:rPr>
          <w:b/>
          <w:sz w:val="28"/>
          <w:szCs w:val="28"/>
        </w:rPr>
        <w:t>Мудрого Ярослава, 1</w:t>
      </w:r>
      <w:r w:rsidR="00D358C8">
        <w:rPr>
          <w:b/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643502" w:rsidRDefault="00643502" w:rsidP="00643502">
      <w:pPr>
        <w:pStyle w:val="a5"/>
        <w:tabs>
          <w:tab w:val="left" w:pos="0"/>
          <w:tab w:val="left" w:pos="720"/>
        </w:tabs>
        <w:ind w:left="0" w:right="-96" w:firstLine="0"/>
        <w:rPr>
          <w:b/>
          <w:szCs w:val="28"/>
        </w:rPr>
      </w:pPr>
    </w:p>
    <w:p w:rsidR="00170477" w:rsidRDefault="00170477" w:rsidP="00643502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643502" w:rsidRDefault="00643502" w:rsidP="00643502">
      <w:pPr>
        <w:ind w:firstLine="720"/>
        <w:jc w:val="both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643502" w:rsidRDefault="00170477" w:rsidP="00643502">
      <w:pPr>
        <w:pStyle w:val="a5"/>
        <w:tabs>
          <w:tab w:val="left" w:pos="0"/>
        </w:tabs>
        <w:ind w:left="0" w:right="-99" w:firstLine="0"/>
      </w:pPr>
      <w:r>
        <w:tab/>
      </w:r>
    </w:p>
    <w:p w:rsidR="00170477" w:rsidRPr="002C3901" w:rsidRDefault="00643502" w:rsidP="00643502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170477">
        <w:rPr>
          <w:b/>
        </w:rPr>
        <w:t xml:space="preserve">4.   </w:t>
      </w:r>
      <w:r w:rsidR="00170477" w:rsidRPr="00EB5907">
        <w:t xml:space="preserve">Контроль за виконанням рішення покласти на </w:t>
      </w:r>
      <w:r w:rsidR="00170477">
        <w:rPr>
          <w:color w:val="000000"/>
          <w:szCs w:val="28"/>
        </w:rPr>
        <w:t xml:space="preserve">постійну комісію міської ради </w:t>
      </w:r>
      <w:r w:rsidR="00170477" w:rsidRPr="00811578">
        <w:rPr>
          <w:color w:val="000000"/>
          <w:szCs w:val="28"/>
        </w:rPr>
        <w:t xml:space="preserve">з питань </w:t>
      </w:r>
      <w:r w:rsidR="00170477">
        <w:rPr>
          <w:color w:val="000000"/>
          <w:szCs w:val="28"/>
        </w:rPr>
        <w:t>економіки, підприємництва, інвестицій та туризму</w:t>
      </w:r>
      <w:r w:rsidR="00170477" w:rsidRPr="00D04E60">
        <w:rPr>
          <w:szCs w:val="28"/>
        </w:rPr>
        <w:t>.</w:t>
      </w: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643502" w:rsidRPr="00202293" w:rsidRDefault="00643502" w:rsidP="00643502">
      <w:pPr>
        <w:ind w:firstLine="708"/>
        <w:jc w:val="both"/>
        <w:rPr>
          <w:sz w:val="28"/>
          <w:szCs w:val="28"/>
        </w:rPr>
      </w:pPr>
    </w:p>
    <w:p w:rsidR="00170477" w:rsidRPr="004169CA" w:rsidRDefault="005E2419" w:rsidP="005E2419">
      <w:pPr>
        <w:ind w:right="-87"/>
        <w:jc w:val="both"/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bookmarkStart w:id="0" w:name="_GoBack"/>
      <w:bookmarkEnd w:id="0"/>
    </w:p>
    <w:sectPr w:rsidR="00170477" w:rsidRPr="004169CA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55E" w:rsidRDefault="0017155E">
      <w:r>
        <w:separator/>
      </w:r>
    </w:p>
  </w:endnote>
  <w:endnote w:type="continuationSeparator" w:id="0">
    <w:p w:rsidR="0017155E" w:rsidRDefault="001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55E" w:rsidRDefault="0017155E">
      <w:r>
        <w:separator/>
      </w:r>
    </w:p>
  </w:footnote>
  <w:footnote w:type="continuationSeparator" w:id="0">
    <w:p w:rsidR="0017155E" w:rsidRDefault="001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A47" w:rsidRDefault="005A1A47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1A47" w:rsidRDefault="005A1A4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A47" w:rsidRDefault="005A1A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69CA">
      <w:rPr>
        <w:noProof/>
      </w:rPr>
      <w:t>2</w:t>
    </w:r>
    <w:r>
      <w:fldChar w:fldCharType="end"/>
    </w:r>
  </w:p>
  <w:p w:rsidR="005A1A47" w:rsidRDefault="005A1A4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70477"/>
    <w:rsid w:val="0017155E"/>
    <w:rsid w:val="00180641"/>
    <w:rsid w:val="00185947"/>
    <w:rsid w:val="001A0BFD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0183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C3A27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B7F20"/>
    <w:rsid w:val="003C435B"/>
    <w:rsid w:val="003C5984"/>
    <w:rsid w:val="003F2272"/>
    <w:rsid w:val="00402D50"/>
    <w:rsid w:val="00403A27"/>
    <w:rsid w:val="004123BA"/>
    <w:rsid w:val="004169CA"/>
    <w:rsid w:val="00420CFD"/>
    <w:rsid w:val="004341F8"/>
    <w:rsid w:val="004432F0"/>
    <w:rsid w:val="00443A6C"/>
    <w:rsid w:val="004445F3"/>
    <w:rsid w:val="004448A9"/>
    <w:rsid w:val="0044798B"/>
    <w:rsid w:val="00450766"/>
    <w:rsid w:val="004676AA"/>
    <w:rsid w:val="0047038B"/>
    <w:rsid w:val="00476383"/>
    <w:rsid w:val="004931EF"/>
    <w:rsid w:val="00493D81"/>
    <w:rsid w:val="00494C4F"/>
    <w:rsid w:val="00494D23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04"/>
    <w:rsid w:val="005543A5"/>
    <w:rsid w:val="00555316"/>
    <w:rsid w:val="00560E75"/>
    <w:rsid w:val="00567BAC"/>
    <w:rsid w:val="0057779C"/>
    <w:rsid w:val="0059017D"/>
    <w:rsid w:val="00592644"/>
    <w:rsid w:val="005A1A47"/>
    <w:rsid w:val="005A2EC6"/>
    <w:rsid w:val="005A5551"/>
    <w:rsid w:val="005A56A1"/>
    <w:rsid w:val="005B26FE"/>
    <w:rsid w:val="005B3072"/>
    <w:rsid w:val="005C78C2"/>
    <w:rsid w:val="005D6220"/>
    <w:rsid w:val="005E2419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02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C0667"/>
    <w:rsid w:val="006D019A"/>
    <w:rsid w:val="006E2951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96EC1"/>
    <w:rsid w:val="00797874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0318"/>
    <w:rsid w:val="00823ACB"/>
    <w:rsid w:val="00826953"/>
    <w:rsid w:val="00843BBF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28B8"/>
    <w:rsid w:val="00955DDE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94AF4"/>
    <w:rsid w:val="009B4E86"/>
    <w:rsid w:val="009B73B4"/>
    <w:rsid w:val="009C0004"/>
    <w:rsid w:val="009D20CC"/>
    <w:rsid w:val="009D3121"/>
    <w:rsid w:val="009D65C8"/>
    <w:rsid w:val="009D6B6F"/>
    <w:rsid w:val="009D7E89"/>
    <w:rsid w:val="009F1672"/>
    <w:rsid w:val="00A12DE2"/>
    <w:rsid w:val="00A202BA"/>
    <w:rsid w:val="00A20443"/>
    <w:rsid w:val="00A20745"/>
    <w:rsid w:val="00A230EB"/>
    <w:rsid w:val="00A25C68"/>
    <w:rsid w:val="00A33AA2"/>
    <w:rsid w:val="00A36F8B"/>
    <w:rsid w:val="00A41436"/>
    <w:rsid w:val="00A50CA5"/>
    <w:rsid w:val="00A546DA"/>
    <w:rsid w:val="00A63AC4"/>
    <w:rsid w:val="00A66D3D"/>
    <w:rsid w:val="00A67197"/>
    <w:rsid w:val="00A6769E"/>
    <w:rsid w:val="00A716D3"/>
    <w:rsid w:val="00A75194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1189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58C8"/>
    <w:rsid w:val="00D376B5"/>
    <w:rsid w:val="00D4093F"/>
    <w:rsid w:val="00D430E9"/>
    <w:rsid w:val="00D74380"/>
    <w:rsid w:val="00D8435B"/>
    <w:rsid w:val="00D97FF7"/>
    <w:rsid w:val="00DA167F"/>
    <w:rsid w:val="00DB71C3"/>
    <w:rsid w:val="00DB7512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95375"/>
    <w:rsid w:val="00EA71C4"/>
    <w:rsid w:val="00EB4555"/>
    <w:rsid w:val="00EB5907"/>
    <w:rsid w:val="00EB751B"/>
    <w:rsid w:val="00EC2E1E"/>
    <w:rsid w:val="00ED0ED5"/>
    <w:rsid w:val="00ED17A6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29A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A93DD"/>
  <w15:chartTrackingRefBased/>
  <w15:docId w15:val="{DE272A64-F710-44EE-AAFD-BFD49D1F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3</cp:revision>
  <cp:lastPrinted>2020-09-23T05:50:00Z</cp:lastPrinted>
  <dcterms:created xsi:type="dcterms:W3CDTF">2020-09-24T11:40:00Z</dcterms:created>
  <dcterms:modified xsi:type="dcterms:W3CDTF">2020-09-24T11:40:00Z</dcterms:modified>
</cp:coreProperties>
</file>