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A0" w:rsidRPr="00792E35" w:rsidRDefault="007876A0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D62C9E">
        <w:rPr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4.25pt;visibility:visible">
            <v:imagedata r:id="rId7" o:title=""/>
          </v:shape>
        </w:pict>
      </w:r>
      <w:r w:rsidRPr="00792E35">
        <w:rPr>
          <w:b/>
          <w:sz w:val="36"/>
          <w:szCs w:val="36"/>
          <w:lang w:val="uk-UA"/>
        </w:rPr>
        <w:t xml:space="preserve">                      </w:t>
      </w:r>
    </w:p>
    <w:p w:rsidR="007876A0" w:rsidRPr="00EF7FEE" w:rsidRDefault="007876A0" w:rsidP="00BC1BF0">
      <w:pPr>
        <w:spacing w:after="0" w:line="240" w:lineRule="auto"/>
        <w:jc w:val="center"/>
        <w:rPr>
          <w:rStyle w:val="Emphasis"/>
          <w:rFonts w:ascii="Times New Roman" w:hAnsi="Times New Roman"/>
          <w:b/>
          <w:i w:val="0"/>
          <w:iCs/>
          <w:sz w:val="32"/>
          <w:szCs w:val="32"/>
        </w:rPr>
      </w:pPr>
      <w:r w:rsidRPr="00EF7FEE">
        <w:rPr>
          <w:rStyle w:val="Emphasis"/>
          <w:rFonts w:ascii="Times New Roman" w:hAnsi="Times New Roman"/>
          <w:b/>
          <w:i w:val="0"/>
          <w:iCs/>
          <w:sz w:val="32"/>
          <w:szCs w:val="32"/>
        </w:rPr>
        <w:t>У К Р А Ї Н А</w:t>
      </w:r>
    </w:p>
    <w:p w:rsidR="007876A0" w:rsidRPr="00EF7FEE" w:rsidRDefault="007876A0" w:rsidP="00BC1BF0">
      <w:pPr>
        <w:spacing w:after="0" w:line="240" w:lineRule="auto"/>
        <w:jc w:val="center"/>
        <w:rPr>
          <w:rStyle w:val="Emphasis"/>
          <w:rFonts w:ascii="Times New Roman" w:hAnsi="Times New Roman"/>
          <w:b/>
          <w:i w:val="0"/>
          <w:iCs/>
          <w:sz w:val="32"/>
          <w:szCs w:val="32"/>
        </w:rPr>
      </w:pPr>
      <w:r w:rsidRPr="00EF7FEE">
        <w:rPr>
          <w:rStyle w:val="Emphasis"/>
          <w:rFonts w:ascii="Times New Roman" w:hAnsi="Times New Roman"/>
          <w:b/>
          <w:i w:val="0"/>
          <w:iCs/>
          <w:sz w:val="32"/>
          <w:szCs w:val="32"/>
        </w:rPr>
        <w:t>Чернівецька міська рада</w:t>
      </w:r>
    </w:p>
    <w:p w:rsidR="007876A0" w:rsidRPr="00EF7FEE" w:rsidRDefault="007876A0" w:rsidP="00120324">
      <w:pPr>
        <w:jc w:val="center"/>
        <w:rPr>
          <w:rStyle w:val="Emphasis"/>
          <w:rFonts w:ascii="Times New Roman" w:hAnsi="Times New Roman"/>
          <w:b/>
          <w:i w:val="0"/>
          <w:iCs/>
          <w:sz w:val="32"/>
          <w:szCs w:val="32"/>
        </w:rPr>
      </w:pPr>
      <w:r>
        <w:rPr>
          <w:rStyle w:val="Emphasis"/>
          <w:rFonts w:ascii="Times New Roman" w:hAnsi="Times New Roman"/>
          <w:b/>
          <w:i w:val="0"/>
          <w:iCs/>
          <w:sz w:val="32"/>
          <w:szCs w:val="32"/>
          <w:lang w:val="uk-UA"/>
        </w:rPr>
        <w:t xml:space="preserve">    </w:t>
      </w:r>
      <w:r w:rsidRPr="00EF7FEE">
        <w:rPr>
          <w:rStyle w:val="Emphasis"/>
          <w:rFonts w:ascii="Times New Roman" w:hAnsi="Times New Roman"/>
          <w:b/>
          <w:i w:val="0"/>
          <w:iCs/>
          <w:sz w:val="32"/>
          <w:szCs w:val="32"/>
        </w:rPr>
        <w:t xml:space="preserve"> сесія  VІІ скликання</w:t>
      </w:r>
    </w:p>
    <w:p w:rsidR="007876A0" w:rsidRPr="00EF7FEE" w:rsidRDefault="007876A0" w:rsidP="00BC1BF0">
      <w:pPr>
        <w:spacing w:after="0" w:line="240" w:lineRule="auto"/>
        <w:jc w:val="center"/>
        <w:rPr>
          <w:rStyle w:val="Emphasis"/>
          <w:rFonts w:ascii="Times New Roman" w:hAnsi="Times New Roman"/>
          <w:b/>
          <w:i w:val="0"/>
          <w:iCs/>
          <w:sz w:val="32"/>
          <w:szCs w:val="32"/>
        </w:rPr>
      </w:pPr>
      <w:r w:rsidRPr="00EF7FEE">
        <w:rPr>
          <w:rStyle w:val="Emphasis"/>
          <w:rFonts w:ascii="Times New Roman" w:hAnsi="Times New Roman"/>
          <w:b/>
          <w:i w:val="0"/>
          <w:iCs/>
          <w:sz w:val="32"/>
          <w:szCs w:val="32"/>
        </w:rPr>
        <w:t>Р І Ш Е Н Н Я</w:t>
      </w:r>
    </w:p>
    <w:p w:rsidR="007876A0" w:rsidRPr="00EF7FEE" w:rsidRDefault="007876A0" w:rsidP="00BC1BF0">
      <w:pPr>
        <w:pStyle w:val="1"/>
        <w:widowControl/>
        <w:rPr>
          <w:b/>
          <w:sz w:val="32"/>
          <w:szCs w:val="32"/>
        </w:rPr>
      </w:pPr>
    </w:p>
    <w:p w:rsidR="007876A0" w:rsidRPr="0048792F" w:rsidRDefault="007876A0" w:rsidP="00BC1BF0">
      <w:pPr>
        <w:pStyle w:val="1"/>
        <w:widowControl/>
        <w:jc w:val="both"/>
        <w:rPr>
          <w:sz w:val="28"/>
          <w:szCs w:val="28"/>
          <w:u w:val="single"/>
        </w:rPr>
      </w:pPr>
      <w:r w:rsidRPr="0057544E">
        <w:rPr>
          <w:sz w:val="28"/>
          <w:szCs w:val="28"/>
        </w:rPr>
        <w:t>______</w:t>
      </w:r>
      <w:r w:rsidRPr="004D7389">
        <w:rPr>
          <w:sz w:val="28"/>
          <w:szCs w:val="28"/>
          <w:u w:val="single"/>
        </w:rPr>
        <w:t>2020</w:t>
      </w:r>
      <w:r w:rsidRPr="0048792F">
        <w:rPr>
          <w:b/>
          <w:sz w:val="28"/>
          <w:szCs w:val="28"/>
        </w:rPr>
        <w:t xml:space="preserve"> </w:t>
      </w:r>
      <w:r w:rsidRPr="00EF7FEE">
        <w:rPr>
          <w:sz w:val="28"/>
          <w:szCs w:val="28"/>
        </w:rPr>
        <w:t>№</w:t>
      </w:r>
      <w:r w:rsidRPr="0048792F">
        <w:rPr>
          <w:b/>
          <w:sz w:val="28"/>
          <w:szCs w:val="28"/>
        </w:rPr>
        <w:t xml:space="preserve"> </w:t>
      </w:r>
      <w:r w:rsidRPr="0057544E">
        <w:rPr>
          <w:sz w:val="28"/>
          <w:szCs w:val="28"/>
        </w:rPr>
        <w:t>______</w:t>
      </w:r>
      <w:r w:rsidRPr="0048792F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</w:t>
      </w:r>
      <w:r w:rsidRPr="0048792F">
        <w:rPr>
          <w:sz w:val="28"/>
          <w:szCs w:val="28"/>
        </w:rPr>
        <w:t>м.Чернівці</w:t>
      </w:r>
    </w:p>
    <w:p w:rsidR="007876A0" w:rsidRPr="0048792F" w:rsidRDefault="007876A0" w:rsidP="00BC1BF0">
      <w:pPr>
        <w:pStyle w:val="1"/>
        <w:widowControl/>
        <w:rPr>
          <w:sz w:val="28"/>
          <w:szCs w:val="28"/>
        </w:rPr>
      </w:pPr>
    </w:p>
    <w:p w:rsidR="007876A0" w:rsidRPr="0057544E" w:rsidRDefault="007876A0" w:rsidP="00694448">
      <w:pPr>
        <w:pStyle w:val="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включення до Переліку другого типу нерухомого майна, що на праві власності належить територіальній громаді м. Чернівців та передачу його в оренду </w:t>
      </w:r>
      <w:r w:rsidRPr="005345DF">
        <w:rPr>
          <w:b/>
          <w:sz w:val="28"/>
          <w:szCs w:val="28"/>
        </w:rPr>
        <w:t>переможцям у конкурсних торгах по закупівлі послуг з організації харчування учнів шкіл міста Чернівців</w:t>
      </w:r>
      <w:r>
        <w:rPr>
          <w:b/>
          <w:sz w:val="28"/>
          <w:szCs w:val="28"/>
        </w:rPr>
        <w:t xml:space="preserve"> </w:t>
      </w:r>
    </w:p>
    <w:p w:rsidR="007876A0" w:rsidRPr="0048792F" w:rsidRDefault="007876A0" w:rsidP="006A1531">
      <w:pPr>
        <w:pStyle w:val="1"/>
        <w:widowControl/>
        <w:ind w:firstLine="1080"/>
        <w:jc w:val="both"/>
        <w:rPr>
          <w:sz w:val="28"/>
          <w:szCs w:val="28"/>
        </w:rPr>
      </w:pPr>
    </w:p>
    <w:p w:rsidR="007876A0" w:rsidRPr="0048792F" w:rsidRDefault="007876A0" w:rsidP="006A1531">
      <w:pPr>
        <w:pStyle w:val="11"/>
        <w:widowControl/>
        <w:ind w:firstLine="708"/>
        <w:jc w:val="both"/>
        <w:rPr>
          <w:sz w:val="28"/>
          <w:szCs w:val="28"/>
        </w:rPr>
      </w:pPr>
      <w:r w:rsidRPr="0048792F">
        <w:rPr>
          <w:sz w:val="28"/>
          <w:szCs w:val="28"/>
        </w:rPr>
        <w:t>Відповідно до статей 26, 29, 59</w:t>
      </w:r>
      <w:r>
        <w:rPr>
          <w:sz w:val="28"/>
          <w:szCs w:val="28"/>
        </w:rPr>
        <w:t>, 60</w:t>
      </w:r>
      <w:r w:rsidRPr="0048792F">
        <w:rPr>
          <w:sz w:val="28"/>
          <w:szCs w:val="28"/>
        </w:rPr>
        <w:t xml:space="preserve"> Закону України «Про місцеве самоврядування в Україні», </w:t>
      </w:r>
      <w:r w:rsidRPr="001F6787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1F6787">
        <w:rPr>
          <w:sz w:val="28"/>
          <w:szCs w:val="28"/>
        </w:rPr>
        <w:t xml:space="preserve"> України від 03.10.2019р. № 157-ІХ «Про оренду державного та комунального майна»</w:t>
      </w:r>
      <w:r>
        <w:rPr>
          <w:sz w:val="28"/>
          <w:szCs w:val="28"/>
        </w:rPr>
        <w:t>,</w:t>
      </w:r>
      <w:r w:rsidRPr="0048792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Pr="008C2508">
        <w:rPr>
          <w:sz w:val="28"/>
          <w:szCs w:val="28"/>
        </w:rPr>
        <w:t>№ 483</w:t>
      </w:r>
      <w:r>
        <w:rPr>
          <w:sz w:val="28"/>
          <w:szCs w:val="28"/>
        </w:rPr>
        <w:t xml:space="preserve">, </w:t>
      </w:r>
      <w:r w:rsidRPr="0048792F">
        <w:rPr>
          <w:color w:val="000000"/>
          <w:sz w:val="28"/>
          <w:szCs w:val="28"/>
          <w:shd w:val="clear" w:color="auto" w:fill="FFFFFF"/>
        </w:rPr>
        <w:t>Положення про оренду майна, що належить до комунальної влас</w:t>
      </w:r>
      <w:r>
        <w:rPr>
          <w:color w:val="000000"/>
          <w:sz w:val="28"/>
          <w:szCs w:val="28"/>
          <w:shd w:val="clear" w:color="auto" w:fill="FFFFFF"/>
        </w:rPr>
        <w:t xml:space="preserve">ності територіальної громади м. </w:t>
      </w:r>
      <w:r w:rsidRPr="0048792F">
        <w:rPr>
          <w:color w:val="000000"/>
          <w:sz w:val="28"/>
          <w:szCs w:val="28"/>
          <w:shd w:val="clear" w:color="auto" w:fill="FFFFFF"/>
        </w:rPr>
        <w:t xml:space="preserve">Чернівців, затвердженого рішенням міської ради </w:t>
      </w:r>
      <w:r w:rsidRPr="0048792F">
        <w:rPr>
          <w:color w:val="000000"/>
          <w:sz w:val="28"/>
          <w:szCs w:val="28"/>
          <w:shd w:val="clear" w:color="auto" w:fill="FFFFFF"/>
          <w:lang w:val="en-US"/>
        </w:rPr>
        <w:t>V</w:t>
      </w:r>
      <w:r w:rsidRPr="0048792F">
        <w:rPr>
          <w:color w:val="000000"/>
          <w:sz w:val="28"/>
          <w:szCs w:val="28"/>
          <w:shd w:val="clear" w:color="auto" w:fill="FFFFFF"/>
        </w:rPr>
        <w:t>І скликання від 29.12.2011р. № 364</w:t>
      </w:r>
      <w:r w:rsidRPr="0048792F">
        <w:rPr>
          <w:sz w:val="28"/>
          <w:szCs w:val="28"/>
        </w:rPr>
        <w:t>, з</w:t>
      </w:r>
      <w:r>
        <w:rPr>
          <w:sz w:val="28"/>
          <w:szCs w:val="28"/>
        </w:rPr>
        <w:t>і</w:t>
      </w:r>
      <w:r w:rsidRPr="0048792F">
        <w:rPr>
          <w:sz w:val="28"/>
          <w:szCs w:val="28"/>
        </w:rPr>
        <w:t xml:space="preserve"> змінами</w:t>
      </w:r>
      <w:r w:rsidRPr="0048792F">
        <w:rPr>
          <w:color w:val="000000"/>
          <w:sz w:val="28"/>
          <w:szCs w:val="28"/>
          <w:shd w:val="clear" w:color="auto" w:fill="FFFFFF"/>
        </w:rPr>
        <w:t xml:space="preserve">, </w:t>
      </w:r>
      <w:r w:rsidRPr="00DC386D">
        <w:rPr>
          <w:sz w:val="28"/>
          <w:szCs w:val="28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>
        <w:rPr>
          <w:sz w:val="28"/>
          <w:szCs w:val="28"/>
        </w:rPr>
        <w:t>ого</w:t>
      </w:r>
      <w:r w:rsidRPr="00DC386D">
        <w:rPr>
          <w:sz w:val="28"/>
          <w:szCs w:val="28"/>
        </w:rPr>
        <w:t xml:space="preserve"> рішенням міської ради </w:t>
      </w:r>
      <w:r w:rsidRPr="00DC386D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27.12.2012р. №</w:t>
      </w:r>
      <w:r w:rsidRPr="00DC386D">
        <w:rPr>
          <w:sz w:val="28"/>
          <w:szCs w:val="28"/>
        </w:rPr>
        <w:t>700</w:t>
      </w:r>
      <w:r>
        <w:rPr>
          <w:sz w:val="28"/>
          <w:szCs w:val="28"/>
        </w:rPr>
        <w:t>,</w:t>
      </w:r>
      <w:r w:rsidRPr="00DC386D">
        <w:rPr>
          <w:sz w:val="28"/>
          <w:szCs w:val="28"/>
        </w:rPr>
        <w:t xml:space="preserve"> з</w:t>
      </w:r>
      <w:r>
        <w:rPr>
          <w:sz w:val="28"/>
          <w:szCs w:val="28"/>
        </w:rPr>
        <w:t>і</w:t>
      </w:r>
      <w:r w:rsidRPr="00DC386D">
        <w:rPr>
          <w:sz w:val="28"/>
          <w:szCs w:val="28"/>
        </w:rPr>
        <w:t xml:space="preserve"> змінами</w:t>
      </w:r>
      <w:r>
        <w:rPr>
          <w:sz w:val="28"/>
          <w:szCs w:val="28"/>
        </w:rPr>
        <w:t>,</w:t>
      </w:r>
      <w:r w:rsidRPr="00DC386D">
        <w:rPr>
          <w:sz w:val="28"/>
          <w:szCs w:val="28"/>
        </w:rPr>
        <w:t xml:space="preserve"> </w:t>
      </w:r>
      <w:r>
        <w:rPr>
          <w:sz w:val="28"/>
          <w:szCs w:val="28"/>
        </w:rPr>
        <w:t>враховуючи рішення Чернівецької міської ради VІІ скликання від 19.08.2020р. № 2358 «</w:t>
      </w:r>
      <w:r w:rsidRPr="006A1531">
        <w:rPr>
          <w:sz w:val="28"/>
          <w:szCs w:val="28"/>
        </w:rPr>
        <w:t>Про затвердження додаткового переліку підприємств, установ, організацій, що надають соціально важливі послуги населенню</w:t>
      </w:r>
      <w:r>
        <w:rPr>
          <w:sz w:val="28"/>
          <w:szCs w:val="28"/>
        </w:rPr>
        <w:t xml:space="preserve">», протокольне рішення Чернівецької міської ради VІІ скликання від 19.08.2020р. № 1123/81 та інформацію управління освіти міської ради від 20.08.2020р. (вх. № 02/01-11-2242), </w:t>
      </w:r>
      <w:r w:rsidRPr="0048792F">
        <w:rPr>
          <w:sz w:val="28"/>
          <w:szCs w:val="28"/>
        </w:rPr>
        <w:t>Чернівецька міська рада</w:t>
      </w:r>
    </w:p>
    <w:p w:rsidR="007876A0" w:rsidRDefault="007876A0" w:rsidP="00147A5B">
      <w:pPr>
        <w:pStyle w:val="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7876A0" w:rsidRDefault="007876A0" w:rsidP="002A74D1">
      <w:pPr>
        <w:pStyle w:val="2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Включити до Переліку другого типу нерухоме майно, що на праві власності належить  територіальній громаді м. Чернівців, балансоутримувачем якого є управління освіти міської ради, а саме: нежитлові приміщення, що розташовані за адресами: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B16D26">
        <w:rPr>
          <w:b/>
          <w:sz w:val="28"/>
          <w:szCs w:val="28"/>
        </w:rPr>
        <w:t>ул. Кобилиці Лук</w:t>
      </w:r>
      <w:r w:rsidRPr="00CC09FF">
        <w:rPr>
          <w:b/>
          <w:sz w:val="28"/>
          <w:szCs w:val="28"/>
          <w:lang w:val="ru-RU"/>
        </w:rPr>
        <w:t>`</w:t>
      </w:r>
      <w:r w:rsidRPr="00B16D26">
        <w:rPr>
          <w:b/>
          <w:sz w:val="28"/>
          <w:szCs w:val="28"/>
        </w:rPr>
        <w:t>яна, 88</w:t>
      </w:r>
      <w:r>
        <w:rPr>
          <w:sz w:val="28"/>
          <w:szCs w:val="28"/>
        </w:rPr>
        <w:t xml:space="preserve">, загальною площею </w:t>
      </w:r>
      <w:r w:rsidRPr="00B16D26">
        <w:rPr>
          <w:b/>
          <w:sz w:val="28"/>
          <w:szCs w:val="28"/>
        </w:rPr>
        <w:t>32,4 кв.</w:t>
      </w:r>
      <w:r w:rsidRPr="002A74D1">
        <w:rPr>
          <w:b/>
          <w:sz w:val="28"/>
          <w:szCs w:val="28"/>
        </w:rPr>
        <w:t xml:space="preserve">м </w:t>
      </w:r>
      <w:r w:rsidRPr="002A74D1">
        <w:rPr>
          <w:sz w:val="28"/>
          <w:szCs w:val="28"/>
        </w:rPr>
        <w:t>(користувач – ліцей № 2).</w:t>
      </w:r>
    </w:p>
    <w:p w:rsidR="007876A0" w:rsidRPr="002A74D1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П</w:t>
      </w:r>
      <w:r w:rsidRPr="00B16D26">
        <w:rPr>
          <w:b/>
          <w:sz w:val="28"/>
          <w:szCs w:val="28"/>
        </w:rPr>
        <w:t>роспект Незалежності, 68</w:t>
      </w:r>
      <w:r>
        <w:rPr>
          <w:sz w:val="28"/>
          <w:szCs w:val="28"/>
        </w:rPr>
        <w:t xml:space="preserve">, загальною площею </w:t>
      </w:r>
      <w:r w:rsidRPr="00B16D26">
        <w:rPr>
          <w:b/>
          <w:sz w:val="28"/>
          <w:szCs w:val="28"/>
        </w:rPr>
        <w:t>76,3 кв.м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(користувач – гімназія № 1).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ул. Шевченка Тараса, 31, </w:t>
      </w:r>
      <w:r>
        <w:rPr>
          <w:sz w:val="28"/>
          <w:szCs w:val="28"/>
        </w:rPr>
        <w:t xml:space="preserve">загальною площею </w:t>
      </w:r>
      <w:r w:rsidRPr="00B16D26">
        <w:rPr>
          <w:b/>
          <w:sz w:val="28"/>
          <w:szCs w:val="28"/>
        </w:rPr>
        <w:t>26,6 кв.м</w:t>
      </w:r>
      <w:r>
        <w:rPr>
          <w:sz w:val="28"/>
          <w:szCs w:val="28"/>
        </w:rPr>
        <w:t xml:space="preserve"> (користувач – гімназія № 2).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CC09FF">
        <w:rPr>
          <w:b/>
          <w:sz w:val="28"/>
          <w:szCs w:val="28"/>
        </w:rPr>
        <w:t>ул. Головн</w:t>
      </w:r>
      <w:r>
        <w:rPr>
          <w:b/>
          <w:sz w:val="28"/>
          <w:szCs w:val="28"/>
        </w:rPr>
        <w:t>а</w:t>
      </w:r>
      <w:r w:rsidRPr="00CC09FF">
        <w:rPr>
          <w:b/>
          <w:sz w:val="28"/>
          <w:szCs w:val="28"/>
        </w:rPr>
        <w:t>, 131</w:t>
      </w:r>
      <w:r>
        <w:rPr>
          <w:sz w:val="28"/>
          <w:szCs w:val="28"/>
        </w:rPr>
        <w:t xml:space="preserve">, загальною площею </w:t>
      </w:r>
      <w:r w:rsidRPr="00CC09FF">
        <w:rPr>
          <w:b/>
          <w:sz w:val="28"/>
          <w:szCs w:val="28"/>
        </w:rPr>
        <w:t>127,0 кв.м</w:t>
      </w:r>
      <w:r>
        <w:rPr>
          <w:sz w:val="28"/>
          <w:szCs w:val="28"/>
        </w:rPr>
        <w:t xml:space="preserve"> (користувач – гімназія № 3).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ул. Щепкіна Михайла, 2,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69,5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гімназія № 4).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C8083D">
        <w:rPr>
          <w:b/>
          <w:sz w:val="28"/>
          <w:szCs w:val="28"/>
        </w:rPr>
        <w:t>ул. Лесі Українки, 29,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92,2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гімназія № 4).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1F1F1C">
        <w:rPr>
          <w:b/>
          <w:sz w:val="28"/>
          <w:szCs w:val="28"/>
        </w:rPr>
        <w:t>ул. Загул</w:t>
      </w:r>
      <w:r>
        <w:rPr>
          <w:b/>
          <w:sz w:val="28"/>
          <w:szCs w:val="28"/>
        </w:rPr>
        <w:t>и</w:t>
      </w:r>
      <w:r w:rsidRPr="001F1F1C">
        <w:rPr>
          <w:b/>
          <w:sz w:val="28"/>
          <w:szCs w:val="28"/>
        </w:rPr>
        <w:t xml:space="preserve"> Дмитра, 8</w:t>
      </w:r>
      <w:r>
        <w:rPr>
          <w:sz w:val="28"/>
          <w:szCs w:val="28"/>
        </w:rPr>
        <w:t xml:space="preserve">, </w:t>
      </w:r>
      <w:r w:rsidRPr="001F1F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88,05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гімназія № 5).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1F1F1C">
        <w:rPr>
          <w:b/>
          <w:sz w:val="28"/>
          <w:szCs w:val="28"/>
        </w:rPr>
        <w:t>ул. Шептицького Андрея Митрополита, 19,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78,3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гімназія № 6).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1F1F1C">
        <w:rPr>
          <w:b/>
          <w:sz w:val="28"/>
          <w:szCs w:val="28"/>
        </w:rPr>
        <w:t>ул. Емінеску Михая, 1,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54,6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B829B2">
        <w:rPr>
          <w:b/>
          <w:sz w:val="28"/>
          <w:szCs w:val="28"/>
        </w:rPr>
        <w:t>ул. Герцена Олександра, 36,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131,2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486528">
        <w:rPr>
          <w:b/>
          <w:sz w:val="28"/>
          <w:szCs w:val="28"/>
        </w:rPr>
        <w:t xml:space="preserve">ул. Лесі Українки, 1,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104,1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№5).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В</w:t>
      </w:r>
      <w:r w:rsidRPr="00486528">
        <w:rPr>
          <w:b/>
          <w:sz w:val="28"/>
          <w:szCs w:val="28"/>
        </w:rPr>
        <w:t>ул. Лесі Українки, 1</w:t>
      </w:r>
      <w:r>
        <w:rPr>
          <w:b/>
          <w:sz w:val="28"/>
          <w:szCs w:val="28"/>
        </w:rPr>
        <w:t>8</w:t>
      </w:r>
      <w:r w:rsidRPr="00486528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92,4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№5).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ул. Комарова Володимира, </w:t>
      </w:r>
      <w:r w:rsidRPr="0083648A">
        <w:rPr>
          <w:b/>
          <w:sz w:val="28"/>
          <w:szCs w:val="28"/>
        </w:rPr>
        <w:t>26-В,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186,0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№6).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ул. Горіхівська, 29, </w:t>
      </w:r>
      <w:r w:rsidRPr="00D372F6">
        <w:rPr>
          <w:sz w:val="28"/>
          <w:szCs w:val="28"/>
        </w:rPr>
        <w:t xml:space="preserve">загальною площею </w:t>
      </w:r>
      <w:r w:rsidRPr="001B3C80">
        <w:rPr>
          <w:b/>
          <w:sz w:val="28"/>
          <w:szCs w:val="28"/>
        </w:rPr>
        <w:t xml:space="preserve">55,1 кв.м </w:t>
      </w:r>
      <w:r>
        <w:rPr>
          <w:sz w:val="28"/>
          <w:szCs w:val="28"/>
        </w:rPr>
        <w:t>(користувач – ЗОШ №10).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Pr="00032D7C">
        <w:rPr>
          <w:b/>
          <w:sz w:val="28"/>
          <w:szCs w:val="28"/>
        </w:rPr>
        <w:t>ул. Південно-Кільцев</w:t>
      </w:r>
      <w:r>
        <w:rPr>
          <w:b/>
          <w:sz w:val="28"/>
          <w:szCs w:val="28"/>
        </w:rPr>
        <w:t>а</w:t>
      </w:r>
      <w:r w:rsidRPr="00032D7C">
        <w:rPr>
          <w:b/>
          <w:sz w:val="28"/>
          <w:szCs w:val="28"/>
        </w:rPr>
        <w:t>, 7-Б,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182,3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№11).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Pr="00032D7C">
        <w:rPr>
          <w:b/>
          <w:sz w:val="28"/>
          <w:szCs w:val="28"/>
        </w:rPr>
        <w:t>ул. Немирівськ</w:t>
      </w:r>
      <w:r>
        <w:rPr>
          <w:b/>
          <w:sz w:val="28"/>
          <w:szCs w:val="28"/>
        </w:rPr>
        <w:t>а</w:t>
      </w:r>
      <w:r w:rsidRPr="00032D7C">
        <w:rPr>
          <w:b/>
          <w:sz w:val="28"/>
          <w:szCs w:val="28"/>
        </w:rPr>
        <w:t>, 3,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17,4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№13).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Pr="00032D7C">
        <w:rPr>
          <w:b/>
          <w:sz w:val="28"/>
          <w:szCs w:val="28"/>
        </w:rPr>
        <w:t>ул. Шкільн</w:t>
      </w:r>
      <w:r>
        <w:rPr>
          <w:b/>
          <w:sz w:val="28"/>
          <w:szCs w:val="28"/>
        </w:rPr>
        <w:t>а</w:t>
      </w:r>
      <w:r w:rsidRPr="00032D7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3</w:t>
      </w:r>
      <w:r w:rsidRPr="00032D7C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94,4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               ЗОШ №14).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Pr="00032D7C">
        <w:rPr>
          <w:b/>
          <w:sz w:val="28"/>
          <w:szCs w:val="28"/>
        </w:rPr>
        <w:t>ул. Білоруськ</w:t>
      </w:r>
      <w:r>
        <w:rPr>
          <w:b/>
          <w:sz w:val="28"/>
          <w:szCs w:val="28"/>
        </w:rPr>
        <w:t>а</w:t>
      </w:r>
      <w:r w:rsidRPr="00032D7C">
        <w:rPr>
          <w:b/>
          <w:sz w:val="28"/>
          <w:szCs w:val="28"/>
        </w:rPr>
        <w:t>, 77,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232,8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№16).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Pr="00126DD9">
        <w:rPr>
          <w:b/>
          <w:sz w:val="28"/>
          <w:szCs w:val="28"/>
        </w:rPr>
        <w:t>ул. Сокирянськ</w:t>
      </w:r>
      <w:r>
        <w:rPr>
          <w:b/>
          <w:sz w:val="28"/>
          <w:szCs w:val="28"/>
        </w:rPr>
        <w:t>а</w:t>
      </w:r>
      <w:r w:rsidRPr="00126DD9">
        <w:rPr>
          <w:b/>
          <w:sz w:val="28"/>
          <w:szCs w:val="28"/>
        </w:rPr>
        <w:t>, 18,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13,1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№17).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Хотинська, 23,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59,6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№19).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Глібова Леоніда, 12,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99,6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№20).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Фізкультурна, 5,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106,2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№24).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Воробкевича Сидора, 19,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171,9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№27).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Руська, 257-А,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203,0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№28).</w:t>
      </w:r>
    </w:p>
    <w:p w:rsidR="007876A0" w:rsidRDefault="007876A0" w:rsidP="00985E35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Героїв Майдану, 152-А,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167,3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№33).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Підкови Івана, 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77,1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№37).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Александрі Васіле, 24,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15,9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№37).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Нал</w:t>
      </w:r>
      <w:r>
        <w:rPr>
          <w:b/>
          <w:sz w:val="28"/>
          <w:szCs w:val="28"/>
        </w:rPr>
        <w:t>є</w:t>
      </w:r>
      <w:r w:rsidRPr="00126DD9">
        <w:rPr>
          <w:b/>
          <w:sz w:val="28"/>
          <w:szCs w:val="28"/>
        </w:rPr>
        <w:t>пки Яна, 3,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54,4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№38).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Карбулицького Іларія, 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94,7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№39).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Осіння, 48,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71,7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              ЗОШ №40).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Руська, 228-А,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246,5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«Любисток»).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Бережанська, 25-А,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80,0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«Лідер»).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Карбулицького Іларія, 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160,8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«Берегиня»).</w:t>
      </w:r>
    </w:p>
    <w:p w:rsidR="007876A0" w:rsidRDefault="007876A0" w:rsidP="00C6140E">
      <w:pPr>
        <w:pStyle w:val="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A31A5">
        <w:rPr>
          <w:b/>
          <w:sz w:val="28"/>
          <w:szCs w:val="28"/>
        </w:rPr>
        <w:t>Вул. Штейнбарга Елієзера, 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8,1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ліцей № 1).</w:t>
      </w:r>
    </w:p>
    <w:p w:rsidR="007876A0" w:rsidRPr="00A54E9F" w:rsidRDefault="007876A0" w:rsidP="00A54E9F">
      <w:pPr>
        <w:pStyle w:val="1"/>
        <w:widowControl/>
        <w:tabs>
          <w:tab w:val="left" w:pos="993"/>
          <w:tab w:val="left" w:pos="1134"/>
          <w:tab w:val="left" w:pos="1276"/>
        </w:tabs>
        <w:spacing w:before="240"/>
        <w:ind w:left="567"/>
        <w:jc w:val="both"/>
        <w:rPr>
          <w:sz w:val="28"/>
          <w:szCs w:val="28"/>
        </w:rPr>
      </w:pP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Вул. Залозецького Володимира, 13-А,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>34,8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ліцей № 3).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Вул. Небесної Сотні, 18-А,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 xml:space="preserve">98,2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ліцей № 4).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-142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A31A5">
        <w:rPr>
          <w:b/>
          <w:sz w:val="28"/>
          <w:szCs w:val="28"/>
        </w:rPr>
        <w:t xml:space="preserve">Проспект Незалежності, 88-В, </w:t>
      </w:r>
      <w:r>
        <w:rPr>
          <w:sz w:val="28"/>
          <w:szCs w:val="28"/>
        </w:rPr>
        <w:t xml:space="preserve">загальною площею </w:t>
      </w:r>
      <w:r>
        <w:rPr>
          <w:b/>
          <w:sz w:val="28"/>
          <w:szCs w:val="28"/>
        </w:rPr>
        <w:t xml:space="preserve">100,8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гімназія № 7).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A31A5">
        <w:rPr>
          <w:b/>
          <w:sz w:val="28"/>
          <w:szCs w:val="28"/>
        </w:rPr>
        <w:t>Вул. Південно-Кільцева, 17,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119,0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22).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E814EC">
        <w:rPr>
          <w:b/>
          <w:sz w:val="28"/>
          <w:szCs w:val="28"/>
        </w:rPr>
        <w:t>Вул. Мазепи Івана, 8-А,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71,5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25).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90509">
        <w:rPr>
          <w:b/>
          <w:sz w:val="28"/>
          <w:szCs w:val="28"/>
        </w:rPr>
        <w:t>Вул. Головна, 87,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106,9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    ЗОШ № 2).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C489D">
        <w:rPr>
          <w:b/>
          <w:sz w:val="28"/>
          <w:szCs w:val="28"/>
        </w:rPr>
        <w:t>Вул. Шевченка Тараса, 16,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117,8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4).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C489D">
        <w:rPr>
          <w:b/>
          <w:sz w:val="28"/>
          <w:szCs w:val="28"/>
        </w:rPr>
        <w:t>Вул. Дзержика Корнелія, 22,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83,7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8).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982E88">
        <w:rPr>
          <w:b/>
          <w:sz w:val="28"/>
          <w:szCs w:val="28"/>
        </w:rPr>
        <w:t>Вул. Щербанюка Олександра, 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32,8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30).</w:t>
      </w:r>
    </w:p>
    <w:p w:rsidR="007876A0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982E88">
        <w:rPr>
          <w:b/>
          <w:sz w:val="28"/>
          <w:szCs w:val="28"/>
        </w:rPr>
        <w:t>Вул. Дібровецька, 5-А,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221,8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31).</w:t>
      </w:r>
    </w:p>
    <w:p w:rsidR="007876A0" w:rsidRPr="00866009" w:rsidRDefault="007876A0" w:rsidP="00E67FC3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Шкільна, 2,</w:t>
      </w:r>
      <w:r w:rsidRPr="00866009">
        <w:rPr>
          <w:sz w:val="28"/>
          <w:szCs w:val="28"/>
        </w:rPr>
        <w:t xml:space="preserve"> загальною площею </w:t>
      </w:r>
      <w:r w:rsidRPr="00866009">
        <w:rPr>
          <w:b/>
          <w:sz w:val="28"/>
          <w:szCs w:val="28"/>
        </w:rPr>
        <w:t>121,4 кв.м</w:t>
      </w:r>
      <w:r w:rsidRPr="00866009">
        <w:rPr>
          <w:sz w:val="28"/>
          <w:szCs w:val="28"/>
        </w:rPr>
        <w:t xml:space="preserve"> (користувач – ЗОШ № 41).</w:t>
      </w:r>
    </w:p>
    <w:p w:rsidR="007876A0" w:rsidRPr="0048792F" w:rsidRDefault="007876A0" w:rsidP="00147A5B">
      <w:pPr>
        <w:pStyle w:val="1"/>
        <w:widowControl/>
        <w:jc w:val="center"/>
        <w:rPr>
          <w:b/>
          <w:sz w:val="28"/>
          <w:szCs w:val="28"/>
        </w:rPr>
      </w:pPr>
    </w:p>
    <w:p w:rsidR="007876A0" w:rsidRDefault="007876A0" w:rsidP="009766AB">
      <w:pPr>
        <w:pStyle w:val="1"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60429">
        <w:rPr>
          <w:sz w:val="28"/>
          <w:szCs w:val="28"/>
        </w:rPr>
        <w:t>Погодити передачу в оренду, без права передачі в суборенду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01.02.2021р. </w:t>
      </w:r>
      <w:r w:rsidRPr="00255E3E">
        <w:rPr>
          <w:sz w:val="28"/>
          <w:szCs w:val="28"/>
        </w:rPr>
        <w:t>(включно,</w:t>
      </w:r>
      <w:r w:rsidRPr="00CB1328">
        <w:rPr>
          <w:b/>
          <w:sz w:val="28"/>
          <w:szCs w:val="28"/>
        </w:rPr>
        <w:t xml:space="preserve"> </w:t>
      </w:r>
      <w:r w:rsidRPr="0083648A">
        <w:rPr>
          <w:sz w:val="28"/>
          <w:szCs w:val="28"/>
        </w:rPr>
        <w:t xml:space="preserve">але не пізніше </w:t>
      </w:r>
      <w:r>
        <w:rPr>
          <w:sz w:val="28"/>
          <w:szCs w:val="28"/>
        </w:rPr>
        <w:t>дати закінчення терміну дії договорів щодо</w:t>
      </w:r>
      <w:r w:rsidRPr="0083648A">
        <w:rPr>
          <w:sz w:val="28"/>
          <w:szCs w:val="28"/>
        </w:rPr>
        <w:t xml:space="preserve"> закупівлі послуг з організації харчування учнів шкіл міста</w:t>
      </w:r>
      <w:r>
        <w:rPr>
          <w:sz w:val="28"/>
          <w:szCs w:val="28"/>
        </w:rPr>
        <w:t xml:space="preserve"> та додаткових до них договорів),</w:t>
      </w:r>
      <w:r w:rsidRPr="0083648A">
        <w:rPr>
          <w:sz w:val="28"/>
          <w:szCs w:val="28"/>
        </w:rPr>
        <w:t xml:space="preserve"> </w:t>
      </w:r>
      <w:r w:rsidRPr="0083648A">
        <w:rPr>
          <w:b/>
          <w:sz w:val="28"/>
          <w:szCs w:val="28"/>
        </w:rPr>
        <w:t>з</w:t>
      </w:r>
      <w:r w:rsidRPr="00CB1328">
        <w:rPr>
          <w:b/>
          <w:sz w:val="28"/>
          <w:szCs w:val="28"/>
        </w:rPr>
        <w:t>а 1 грн. (без врахування ПДВ)</w:t>
      </w:r>
      <w:r>
        <w:rPr>
          <w:b/>
          <w:sz w:val="28"/>
          <w:szCs w:val="28"/>
        </w:rPr>
        <w:t xml:space="preserve"> в місяць за кожен об</w:t>
      </w:r>
      <w:r w:rsidRPr="00B16D26">
        <w:rPr>
          <w:b/>
          <w:sz w:val="28"/>
          <w:szCs w:val="28"/>
        </w:rPr>
        <w:t>`</w:t>
      </w:r>
      <w:r>
        <w:rPr>
          <w:b/>
          <w:sz w:val="28"/>
          <w:szCs w:val="28"/>
        </w:rPr>
        <w:t xml:space="preserve">єкт оренди, </w:t>
      </w:r>
      <w:r>
        <w:rPr>
          <w:sz w:val="28"/>
          <w:szCs w:val="28"/>
        </w:rPr>
        <w:t>суб’єктам господарювання</w:t>
      </w:r>
      <w:r w:rsidRPr="00567F16">
        <w:rPr>
          <w:sz w:val="28"/>
          <w:szCs w:val="28"/>
        </w:rPr>
        <w:t>, що включені до додаткового переліку підприємств, установ, організацій, що надають соціально важливі послуги населенню</w:t>
      </w:r>
      <w:r>
        <w:rPr>
          <w:sz w:val="28"/>
          <w:szCs w:val="28"/>
        </w:rPr>
        <w:t>, а саме:</w:t>
      </w:r>
    </w:p>
    <w:p w:rsidR="007876A0" w:rsidRDefault="007876A0" w:rsidP="00567F16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747A4">
        <w:rPr>
          <w:b/>
          <w:sz w:val="28"/>
          <w:szCs w:val="28"/>
        </w:rPr>
        <w:t>Приватному підприємству «Мега-Крокус»</w:t>
      </w:r>
      <w:r>
        <w:rPr>
          <w:sz w:val="28"/>
          <w:szCs w:val="28"/>
        </w:rPr>
        <w:t xml:space="preserve"> (код ЄДРПОУ …) нерухомого майна:</w:t>
      </w:r>
    </w:p>
    <w:p w:rsidR="007876A0" w:rsidRPr="00F41057" w:rsidRDefault="007876A0" w:rsidP="009766AB">
      <w:pPr>
        <w:pStyle w:val="1"/>
        <w:widowControl/>
        <w:numPr>
          <w:ilvl w:val="2"/>
          <w:numId w:val="13"/>
        </w:numPr>
        <w:tabs>
          <w:tab w:val="left" w:pos="993"/>
          <w:tab w:val="left" w:pos="1276"/>
        </w:tabs>
        <w:spacing w:before="240"/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Зазначеного в пунктах </w:t>
      </w:r>
      <w:r>
        <w:rPr>
          <w:b/>
          <w:sz w:val="28"/>
          <w:szCs w:val="28"/>
        </w:rPr>
        <w:t>1.1</w:t>
      </w:r>
      <w:r w:rsidRPr="00F41057">
        <w:rPr>
          <w:b/>
          <w:sz w:val="28"/>
          <w:szCs w:val="28"/>
        </w:rPr>
        <w:t>-1.2, 1.4-1.15, 1.17-1.26, 1.28-1.33</w:t>
      </w:r>
      <w:r>
        <w:rPr>
          <w:sz w:val="28"/>
          <w:szCs w:val="28"/>
        </w:rPr>
        <w:t xml:space="preserve">, з метою використання </w:t>
      </w:r>
      <w:r w:rsidRPr="00F41057">
        <w:rPr>
          <w:b/>
          <w:sz w:val="28"/>
          <w:szCs w:val="28"/>
        </w:rPr>
        <w:t>під їдальні.</w:t>
      </w:r>
    </w:p>
    <w:p w:rsidR="007876A0" w:rsidRPr="00F41057" w:rsidRDefault="007876A0" w:rsidP="00F41057">
      <w:pPr>
        <w:pStyle w:val="1"/>
        <w:widowControl/>
        <w:numPr>
          <w:ilvl w:val="2"/>
          <w:numId w:val="13"/>
        </w:numPr>
        <w:tabs>
          <w:tab w:val="left" w:pos="993"/>
        </w:tabs>
        <w:spacing w:before="240"/>
        <w:ind w:left="0" w:firstLine="566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>
        <w:rPr>
          <w:b/>
          <w:sz w:val="28"/>
          <w:szCs w:val="28"/>
        </w:rPr>
        <w:t xml:space="preserve"> 1.3, 1.16 та 1.27, </w:t>
      </w:r>
      <w:r>
        <w:rPr>
          <w:sz w:val="28"/>
          <w:szCs w:val="28"/>
        </w:rPr>
        <w:t xml:space="preserve">з метою використання </w:t>
      </w:r>
      <w:r>
        <w:rPr>
          <w:b/>
          <w:sz w:val="28"/>
          <w:szCs w:val="28"/>
        </w:rPr>
        <w:t>під роздаткові</w:t>
      </w:r>
      <w:r w:rsidRPr="00F41057">
        <w:rPr>
          <w:b/>
          <w:sz w:val="28"/>
          <w:szCs w:val="28"/>
        </w:rPr>
        <w:t>.</w:t>
      </w:r>
    </w:p>
    <w:p w:rsidR="007876A0" w:rsidRDefault="007876A0" w:rsidP="007717AA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Фізичній особі-підприємцю Якімовій Любові Іванівні</w:t>
      </w:r>
      <w:r>
        <w:rPr>
          <w:sz w:val="28"/>
          <w:szCs w:val="28"/>
        </w:rPr>
        <w:t xml:space="preserve"> (РНОКПП …) нерухомого майна:</w:t>
      </w:r>
    </w:p>
    <w:p w:rsidR="007876A0" w:rsidRDefault="007876A0" w:rsidP="00E814EC">
      <w:pPr>
        <w:pStyle w:val="1"/>
        <w:widowControl/>
        <w:numPr>
          <w:ilvl w:val="2"/>
          <w:numId w:val="12"/>
        </w:numPr>
        <w:tabs>
          <w:tab w:val="left" w:pos="993"/>
          <w:tab w:val="left" w:pos="1134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>
        <w:rPr>
          <w:b/>
          <w:sz w:val="28"/>
          <w:szCs w:val="28"/>
        </w:rPr>
        <w:t xml:space="preserve"> 1.34-1.35,</w:t>
      </w:r>
      <w:r>
        <w:rPr>
          <w:sz w:val="28"/>
          <w:szCs w:val="28"/>
        </w:rPr>
        <w:t xml:space="preserve"> з метою використання </w:t>
      </w:r>
      <w:r w:rsidRPr="00F41057">
        <w:rPr>
          <w:b/>
          <w:sz w:val="28"/>
          <w:szCs w:val="28"/>
        </w:rPr>
        <w:t>під роздаткові</w:t>
      </w:r>
      <w:r>
        <w:rPr>
          <w:sz w:val="28"/>
          <w:szCs w:val="28"/>
        </w:rPr>
        <w:t>.</w:t>
      </w:r>
    </w:p>
    <w:p w:rsidR="007876A0" w:rsidRDefault="007876A0" w:rsidP="00E814EC">
      <w:pPr>
        <w:pStyle w:val="1"/>
        <w:widowControl/>
        <w:numPr>
          <w:ilvl w:val="2"/>
          <w:numId w:val="12"/>
        </w:numPr>
        <w:tabs>
          <w:tab w:val="left" w:pos="993"/>
          <w:tab w:val="left" w:pos="1134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>
        <w:rPr>
          <w:b/>
          <w:sz w:val="28"/>
          <w:szCs w:val="28"/>
        </w:rPr>
        <w:t xml:space="preserve"> 1.36-1.39,</w:t>
      </w:r>
      <w:r>
        <w:rPr>
          <w:sz w:val="28"/>
          <w:szCs w:val="28"/>
        </w:rPr>
        <w:t xml:space="preserve"> з метою використання </w:t>
      </w:r>
      <w:r w:rsidRPr="00F41057">
        <w:rPr>
          <w:b/>
          <w:sz w:val="28"/>
          <w:szCs w:val="28"/>
        </w:rPr>
        <w:t>під їдальн</w:t>
      </w:r>
      <w:r>
        <w:rPr>
          <w:b/>
          <w:sz w:val="28"/>
          <w:szCs w:val="28"/>
        </w:rPr>
        <w:t>і</w:t>
      </w:r>
      <w:r>
        <w:rPr>
          <w:sz w:val="28"/>
          <w:szCs w:val="28"/>
        </w:rPr>
        <w:t>.</w:t>
      </w:r>
    </w:p>
    <w:p w:rsidR="007876A0" w:rsidRDefault="007876A0" w:rsidP="002068B1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2068B1">
        <w:rPr>
          <w:b/>
          <w:sz w:val="28"/>
          <w:szCs w:val="28"/>
        </w:rPr>
        <w:t>Унітарному приватному підприємству виробничо-комерційній фірмі «Ніна»</w:t>
      </w:r>
      <w:r>
        <w:rPr>
          <w:sz w:val="28"/>
          <w:szCs w:val="28"/>
        </w:rPr>
        <w:t xml:space="preserve"> (код ЄДРПОУ …)</w:t>
      </w:r>
      <w:r w:rsidRPr="002068B1">
        <w:rPr>
          <w:sz w:val="28"/>
          <w:szCs w:val="28"/>
        </w:rPr>
        <w:t xml:space="preserve"> </w:t>
      </w:r>
      <w:r>
        <w:rPr>
          <w:sz w:val="28"/>
          <w:szCs w:val="28"/>
        </w:rPr>
        <w:t>нерухомого майна:</w:t>
      </w:r>
    </w:p>
    <w:p w:rsidR="007876A0" w:rsidRDefault="007876A0" w:rsidP="00F90509">
      <w:pPr>
        <w:pStyle w:val="1"/>
        <w:widowControl/>
        <w:numPr>
          <w:ilvl w:val="2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>
        <w:rPr>
          <w:b/>
          <w:sz w:val="28"/>
          <w:szCs w:val="28"/>
        </w:rPr>
        <w:t xml:space="preserve"> 1.40-1.42, 1.44,</w:t>
      </w:r>
      <w:r>
        <w:rPr>
          <w:sz w:val="28"/>
          <w:szCs w:val="28"/>
        </w:rPr>
        <w:t xml:space="preserve"> з метою використання </w:t>
      </w:r>
      <w:r w:rsidRPr="00F41057">
        <w:rPr>
          <w:b/>
          <w:sz w:val="28"/>
          <w:szCs w:val="28"/>
        </w:rPr>
        <w:t>під їдальні.</w:t>
      </w:r>
    </w:p>
    <w:p w:rsidR="007876A0" w:rsidRPr="00F41057" w:rsidRDefault="007876A0" w:rsidP="00982E88">
      <w:pPr>
        <w:pStyle w:val="1"/>
        <w:widowControl/>
        <w:numPr>
          <w:ilvl w:val="2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F41057">
        <w:rPr>
          <w:sz w:val="28"/>
          <w:szCs w:val="28"/>
        </w:rPr>
        <w:t>Зазначеного в пункті</w:t>
      </w:r>
      <w:r>
        <w:rPr>
          <w:b/>
          <w:sz w:val="28"/>
          <w:szCs w:val="28"/>
        </w:rPr>
        <w:t xml:space="preserve"> 1.43,</w:t>
      </w:r>
      <w:r>
        <w:rPr>
          <w:sz w:val="28"/>
          <w:szCs w:val="28"/>
        </w:rPr>
        <w:t xml:space="preserve"> під з метою використання </w:t>
      </w:r>
      <w:r w:rsidRPr="00F41057">
        <w:rPr>
          <w:b/>
          <w:sz w:val="28"/>
          <w:szCs w:val="28"/>
        </w:rPr>
        <w:t>під роздаткову.</w:t>
      </w:r>
    </w:p>
    <w:p w:rsidR="007876A0" w:rsidRDefault="007876A0" w:rsidP="009764DA">
      <w:pPr>
        <w:pStyle w:val="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Приватному багатопрофільному підприємству «Кліпсидра» </w:t>
      </w:r>
      <w:r>
        <w:rPr>
          <w:sz w:val="28"/>
          <w:szCs w:val="28"/>
        </w:rPr>
        <w:t>(код ЄДРПОУ …)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нерухомого майна, зазначеного в пункті </w:t>
      </w:r>
      <w:r>
        <w:rPr>
          <w:b/>
          <w:sz w:val="28"/>
          <w:szCs w:val="28"/>
        </w:rPr>
        <w:t>1.</w:t>
      </w:r>
      <w:r w:rsidRPr="00F41057">
        <w:rPr>
          <w:b/>
          <w:sz w:val="28"/>
          <w:szCs w:val="28"/>
        </w:rPr>
        <w:t>45</w:t>
      </w:r>
      <w:r>
        <w:rPr>
          <w:sz w:val="28"/>
          <w:szCs w:val="28"/>
        </w:rPr>
        <w:t xml:space="preserve">, з метою використання </w:t>
      </w:r>
      <w:r w:rsidRPr="00F41057">
        <w:rPr>
          <w:b/>
          <w:sz w:val="28"/>
          <w:szCs w:val="28"/>
        </w:rPr>
        <w:t>під їдальню</w:t>
      </w:r>
      <w:r>
        <w:rPr>
          <w:b/>
          <w:sz w:val="28"/>
          <w:szCs w:val="28"/>
        </w:rPr>
        <w:t>.</w:t>
      </w:r>
    </w:p>
    <w:p w:rsidR="007876A0" w:rsidRPr="007417B9" w:rsidRDefault="007876A0" w:rsidP="004C506E">
      <w:pPr>
        <w:pStyle w:val="ListParagraph"/>
        <w:numPr>
          <w:ilvl w:val="0"/>
          <w:numId w:val="12"/>
        </w:numPr>
        <w:tabs>
          <w:tab w:val="left" w:pos="993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17B9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відповідні договори оренди нерух</w:t>
      </w:r>
      <w:r>
        <w:rPr>
          <w:rFonts w:ascii="Times New Roman" w:hAnsi="Times New Roman"/>
          <w:sz w:val="28"/>
          <w:szCs w:val="28"/>
          <w:lang w:val="uk-UA"/>
        </w:rPr>
        <w:t>омого майна на виконання пункту</w:t>
      </w:r>
      <w:r w:rsidRPr="007417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417B9">
        <w:rPr>
          <w:rFonts w:ascii="Times New Roman" w:hAnsi="Times New Roman"/>
          <w:sz w:val="28"/>
          <w:szCs w:val="28"/>
          <w:lang w:val="uk-UA"/>
        </w:rPr>
        <w:t xml:space="preserve"> цього рішення.</w:t>
      </w:r>
    </w:p>
    <w:p w:rsidR="007876A0" w:rsidRDefault="007876A0" w:rsidP="004A5BFF">
      <w:pPr>
        <w:pStyle w:val="ListParagraph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із </w:t>
      </w:r>
      <w:r w:rsidRPr="004A5BFF">
        <w:rPr>
          <w:rFonts w:ascii="Times New Roman" w:hAnsi="Times New Roman"/>
          <w:sz w:val="28"/>
          <w:szCs w:val="28"/>
          <w:lang w:val="uk-UA"/>
        </w:rPr>
        <w:t xml:space="preserve">передачею в оренду вказаних приміщень </w:t>
      </w:r>
      <w:r w:rsidRPr="004A5BFF">
        <w:rPr>
          <w:rFonts w:ascii="Times New Roman" w:hAnsi="Times New Roman"/>
          <w:sz w:val="28"/>
          <w:szCs w:val="28"/>
        </w:rPr>
        <w:t>за 1 грн. (без врахування ПДВ) в місяць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5BFF">
        <w:rPr>
          <w:rFonts w:ascii="Times New Roman" w:hAnsi="Times New Roman"/>
          <w:sz w:val="28"/>
          <w:szCs w:val="28"/>
        </w:rPr>
        <w:t xml:space="preserve"> за кожен об`єкт оренди</w:t>
      </w:r>
      <w:r w:rsidRPr="004A5BFF">
        <w:rPr>
          <w:rFonts w:ascii="Times New Roman" w:hAnsi="Times New Roman"/>
          <w:sz w:val="28"/>
          <w:szCs w:val="28"/>
          <w:lang w:val="uk-UA"/>
        </w:rPr>
        <w:t xml:space="preserve">, зобов’язати департамент розвитку міської ради не </w:t>
      </w:r>
      <w:r>
        <w:rPr>
          <w:rFonts w:ascii="Times New Roman" w:hAnsi="Times New Roman"/>
          <w:sz w:val="28"/>
          <w:szCs w:val="28"/>
          <w:lang w:val="uk-UA"/>
        </w:rPr>
        <w:t>замовляти виготовлення звітів про оцінку майна, що передається в оренду</w:t>
      </w:r>
      <w:r w:rsidRPr="004A5BFF">
        <w:rPr>
          <w:rFonts w:ascii="Times New Roman" w:hAnsi="Times New Roman"/>
          <w:sz w:val="28"/>
          <w:szCs w:val="28"/>
        </w:rPr>
        <w:t>.</w:t>
      </w:r>
    </w:p>
    <w:p w:rsidR="007876A0" w:rsidRDefault="007876A0" w:rsidP="00B55CD7">
      <w:pPr>
        <w:pStyle w:val="ListParagraph"/>
        <w:numPr>
          <w:ilvl w:val="0"/>
          <w:numId w:val="12"/>
        </w:numPr>
        <w:tabs>
          <w:tab w:val="left" w:pos="1134"/>
        </w:tabs>
        <w:spacing w:before="240" w:after="0" w:line="240" w:lineRule="auto"/>
        <w:ind w:right="-49"/>
        <w:jc w:val="both"/>
        <w:rPr>
          <w:rFonts w:ascii="Times New Roman" w:hAnsi="Times New Roman"/>
          <w:sz w:val="28"/>
          <w:szCs w:val="28"/>
          <w:lang w:val="uk-UA"/>
        </w:rPr>
      </w:pPr>
      <w:r w:rsidRPr="00B55CD7">
        <w:rPr>
          <w:rFonts w:ascii="Times New Roman" w:hAnsi="Times New Roman"/>
          <w:b/>
          <w:sz w:val="28"/>
          <w:szCs w:val="28"/>
        </w:rPr>
        <w:t>Управлінню освіти</w:t>
      </w:r>
      <w:r w:rsidRPr="00B55CD7">
        <w:rPr>
          <w:rFonts w:ascii="Times New Roman" w:hAnsi="Times New Roman"/>
          <w:sz w:val="28"/>
          <w:szCs w:val="28"/>
        </w:rPr>
        <w:t xml:space="preserve"> міської ради в термін </w:t>
      </w:r>
      <w:r w:rsidRPr="00B55CD7">
        <w:rPr>
          <w:rFonts w:ascii="Times New Roman" w:hAnsi="Times New Roman"/>
          <w:b/>
          <w:sz w:val="28"/>
          <w:szCs w:val="28"/>
        </w:rPr>
        <w:t>до 01.01.2021р.</w:t>
      </w:r>
      <w:r w:rsidRPr="00B55CD7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876A0" w:rsidRDefault="007876A0" w:rsidP="00B55CD7">
      <w:pPr>
        <w:pStyle w:val="ListParagraph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5CD7">
        <w:rPr>
          <w:rFonts w:ascii="Times New Roman" w:hAnsi="Times New Roman"/>
          <w:sz w:val="28"/>
          <w:szCs w:val="28"/>
        </w:rPr>
        <w:t>Провести інвен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55CD7">
        <w:rPr>
          <w:rFonts w:ascii="Times New Roman" w:hAnsi="Times New Roman"/>
          <w:sz w:val="28"/>
          <w:szCs w:val="28"/>
        </w:rPr>
        <w:t>зацію рухомого та нерухомого майна, що залучено до надання послуг з харчування учнів шкіл, з метою формування лотів в подальшому.</w:t>
      </w:r>
    </w:p>
    <w:p w:rsidR="007876A0" w:rsidRPr="0062114E" w:rsidRDefault="007876A0" w:rsidP="0057544E">
      <w:pPr>
        <w:pStyle w:val="ListParagraph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департаменту розвитку міської ради інформацію про площі харчоблоків та інших приміщень, що фактично використовуються надавачами послуг з організації харчування учнів шкіл м. Чернівців, без врахування площ, що використовуються балансоутримувачем для власних потреб.</w:t>
      </w:r>
    </w:p>
    <w:p w:rsidR="007876A0" w:rsidRDefault="007876A0" w:rsidP="0057544E">
      <w:pPr>
        <w:pStyle w:val="ListParagraph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7F6F">
        <w:rPr>
          <w:rFonts w:ascii="Times New Roman" w:hAnsi="Times New Roman"/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 </w:t>
      </w:r>
    </w:p>
    <w:p w:rsidR="007876A0" w:rsidRPr="00B55CD7" w:rsidRDefault="007876A0" w:rsidP="0057544E">
      <w:pPr>
        <w:pStyle w:val="ListParagraph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Організацію </w:t>
      </w:r>
      <w:r w:rsidRPr="00B55CD7">
        <w:rPr>
          <w:rFonts w:ascii="Times New Roman" w:hAnsi="Times New Roman"/>
          <w:sz w:val="28"/>
          <w:szCs w:val="28"/>
          <w:lang w:val="uk-UA"/>
        </w:rPr>
        <w:t>виконання   цього   рішення   покласти   на  департамент    розвитку міської ради.</w:t>
      </w:r>
    </w:p>
    <w:p w:rsidR="007876A0" w:rsidRPr="00B55CD7" w:rsidRDefault="007876A0" w:rsidP="0057544E">
      <w:pPr>
        <w:pStyle w:val="ListParagraph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</w:rPr>
      </w:pPr>
      <w:r w:rsidRPr="00B55CD7">
        <w:rPr>
          <w:rFonts w:ascii="Times New Roman" w:hAnsi="Times New Roman"/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інвестицій.</w:t>
      </w:r>
    </w:p>
    <w:p w:rsidR="007876A0" w:rsidRDefault="007876A0" w:rsidP="005F3F3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7876A0" w:rsidRDefault="007876A0" w:rsidP="005F3F3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7876A0" w:rsidRDefault="007876A0" w:rsidP="005F3F3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7876A0" w:rsidRDefault="007876A0" w:rsidP="005F3F3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7876A0" w:rsidRPr="00835AE2" w:rsidRDefault="007876A0" w:rsidP="00E17B59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В.Продан</w:t>
      </w:r>
    </w:p>
    <w:sectPr w:rsidR="007876A0" w:rsidRPr="00835AE2" w:rsidSect="00B16D2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6A0" w:rsidRDefault="007876A0" w:rsidP="003B742E">
      <w:r>
        <w:separator/>
      </w:r>
    </w:p>
  </w:endnote>
  <w:endnote w:type="continuationSeparator" w:id="0">
    <w:p w:rsidR="007876A0" w:rsidRDefault="007876A0" w:rsidP="003B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6A0" w:rsidRDefault="007876A0" w:rsidP="003B742E">
      <w:r>
        <w:separator/>
      </w:r>
    </w:p>
  </w:footnote>
  <w:footnote w:type="continuationSeparator" w:id="0">
    <w:p w:rsidR="007876A0" w:rsidRDefault="007876A0" w:rsidP="003B7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A0" w:rsidRDefault="007876A0" w:rsidP="003B74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76A0" w:rsidRDefault="007876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A0" w:rsidRDefault="007876A0" w:rsidP="003B742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7876A0" w:rsidRDefault="007876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2A5DCA"/>
    <w:multiLevelType w:val="multilevel"/>
    <w:tmpl w:val="907A1B56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  <w:b/>
      </w:rPr>
    </w:lvl>
    <w:lvl w:ilvl="1">
      <w:start w:val="1"/>
      <w:numFmt w:val="decimal"/>
      <w:lvlText w:val="%1.%2.0"/>
      <w:lvlJc w:val="left"/>
      <w:pPr>
        <w:ind w:left="1286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cs="Times New Roman" w:hint="default"/>
        <w:b/>
      </w:rPr>
    </w:lvl>
  </w:abstractNum>
  <w:abstractNum w:abstractNumId="2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41AD3E02"/>
    <w:multiLevelType w:val="multilevel"/>
    <w:tmpl w:val="B8482D3E"/>
    <w:lvl w:ilvl="0">
      <w:start w:val="1"/>
      <w:numFmt w:val="decimal"/>
      <w:lvlText w:val="%1."/>
      <w:lvlJc w:val="left"/>
      <w:pPr>
        <w:ind w:left="1455" w:hanging="888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9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12">
    <w:nsid w:val="5980415A"/>
    <w:multiLevelType w:val="multilevel"/>
    <w:tmpl w:val="DC94B044"/>
    <w:lvl w:ilvl="0">
      <w:start w:val="2"/>
      <w:numFmt w:val="decimal"/>
      <w:lvlText w:val="%1"/>
      <w:lvlJc w:val="left"/>
      <w:pPr>
        <w:ind w:left="576" w:hanging="576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859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cs="Times New Roman" w:hint="default"/>
        <w:b/>
      </w:rPr>
    </w:lvl>
  </w:abstractNum>
  <w:abstractNum w:abstractNumId="13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0"/>
  </w:num>
  <w:num w:numId="11">
    <w:abstractNumId w:val="3"/>
  </w:num>
  <w:num w:numId="12">
    <w:abstractNumId w:val="8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B98"/>
    <w:rsid w:val="00003A08"/>
    <w:rsid w:val="000136FD"/>
    <w:rsid w:val="00014BF3"/>
    <w:rsid w:val="000226F8"/>
    <w:rsid w:val="000250AD"/>
    <w:rsid w:val="00032D7C"/>
    <w:rsid w:val="00036647"/>
    <w:rsid w:val="00043C81"/>
    <w:rsid w:val="00057CC5"/>
    <w:rsid w:val="000659AD"/>
    <w:rsid w:val="00066465"/>
    <w:rsid w:val="00067245"/>
    <w:rsid w:val="000708AD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26DD9"/>
    <w:rsid w:val="00147572"/>
    <w:rsid w:val="00147A5B"/>
    <w:rsid w:val="0015340F"/>
    <w:rsid w:val="00154301"/>
    <w:rsid w:val="00155B6A"/>
    <w:rsid w:val="00157839"/>
    <w:rsid w:val="00167EF9"/>
    <w:rsid w:val="0017040D"/>
    <w:rsid w:val="00184C95"/>
    <w:rsid w:val="00186158"/>
    <w:rsid w:val="001A2CB9"/>
    <w:rsid w:val="001A3237"/>
    <w:rsid w:val="001A6E1F"/>
    <w:rsid w:val="001B2908"/>
    <w:rsid w:val="001B3C80"/>
    <w:rsid w:val="001C1C88"/>
    <w:rsid w:val="001C2D5A"/>
    <w:rsid w:val="001C489D"/>
    <w:rsid w:val="001C7780"/>
    <w:rsid w:val="001D2635"/>
    <w:rsid w:val="001E512A"/>
    <w:rsid w:val="001E610A"/>
    <w:rsid w:val="001F1F1C"/>
    <w:rsid w:val="001F6787"/>
    <w:rsid w:val="00200442"/>
    <w:rsid w:val="0020085E"/>
    <w:rsid w:val="0020188E"/>
    <w:rsid w:val="002068B1"/>
    <w:rsid w:val="0022120C"/>
    <w:rsid w:val="00223B9C"/>
    <w:rsid w:val="002302B5"/>
    <w:rsid w:val="00230881"/>
    <w:rsid w:val="00235F2B"/>
    <w:rsid w:val="0023663A"/>
    <w:rsid w:val="0024281E"/>
    <w:rsid w:val="00255E3E"/>
    <w:rsid w:val="00277890"/>
    <w:rsid w:val="002801DA"/>
    <w:rsid w:val="002821DE"/>
    <w:rsid w:val="00292415"/>
    <w:rsid w:val="002936FA"/>
    <w:rsid w:val="002945A8"/>
    <w:rsid w:val="00297A63"/>
    <w:rsid w:val="002A0CF9"/>
    <w:rsid w:val="002A74D1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1B1"/>
    <w:rsid w:val="002F470F"/>
    <w:rsid w:val="003038A0"/>
    <w:rsid w:val="00304129"/>
    <w:rsid w:val="003061E3"/>
    <w:rsid w:val="003123D6"/>
    <w:rsid w:val="00322A07"/>
    <w:rsid w:val="00324CE8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A4975"/>
    <w:rsid w:val="003B742E"/>
    <w:rsid w:val="003C4607"/>
    <w:rsid w:val="003D7903"/>
    <w:rsid w:val="003F1DB5"/>
    <w:rsid w:val="00400BF9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6528"/>
    <w:rsid w:val="0048792F"/>
    <w:rsid w:val="00497291"/>
    <w:rsid w:val="004A2635"/>
    <w:rsid w:val="004A275F"/>
    <w:rsid w:val="004A31A5"/>
    <w:rsid w:val="004A5BFF"/>
    <w:rsid w:val="004B2BAC"/>
    <w:rsid w:val="004B678F"/>
    <w:rsid w:val="004B7916"/>
    <w:rsid w:val="004C506E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45DF"/>
    <w:rsid w:val="0053534E"/>
    <w:rsid w:val="00550125"/>
    <w:rsid w:val="005505D6"/>
    <w:rsid w:val="005520E5"/>
    <w:rsid w:val="00553162"/>
    <w:rsid w:val="005667EB"/>
    <w:rsid w:val="00567F16"/>
    <w:rsid w:val="00572317"/>
    <w:rsid w:val="0057544E"/>
    <w:rsid w:val="00576AC1"/>
    <w:rsid w:val="00580869"/>
    <w:rsid w:val="005848C2"/>
    <w:rsid w:val="00592CF7"/>
    <w:rsid w:val="00593096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C1213"/>
    <w:rsid w:val="005D1317"/>
    <w:rsid w:val="005D58FC"/>
    <w:rsid w:val="005D7F2A"/>
    <w:rsid w:val="005E2BE7"/>
    <w:rsid w:val="005E48AD"/>
    <w:rsid w:val="005F04D5"/>
    <w:rsid w:val="005F27BE"/>
    <w:rsid w:val="005F3F32"/>
    <w:rsid w:val="005F79D0"/>
    <w:rsid w:val="00601416"/>
    <w:rsid w:val="00602B1D"/>
    <w:rsid w:val="006034BF"/>
    <w:rsid w:val="0061039C"/>
    <w:rsid w:val="0061143B"/>
    <w:rsid w:val="0061178A"/>
    <w:rsid w:val="006201D9"/>
    <w:rsid w:val="0062114E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4448"/>
    <w:rsid w:val="00697CEB"/>
    <w:rsid w:val="006A14A6"/>
    <w:rsid w:val="006A1531"/>
    <w:rsid w:val="006B18C5"/>
    <w:rsid w:val="006B64CE"/>
    <w:rsid w:val="006B6B68"/>
    <w:rsid w:val="006C4CBC"/>
    <w:rsid w:val="006C576F"/>
    <w:rsid w:val="006C5F2C"/>
    <w:rsid w:val="006D1343"/>
    <w:rsid w:val="006D3850"/>
    <w:rsid w:val="006E136E"/>
    <w:rsid w:val="006F0FAD"/>
    <w:rsid w:val="006F4F68"/>
    <w:rsid w:val="006F7ABD"/>
    <w:rsid w:val="007046FA"/>
    <w:rsid w:val="00722138"/>
    <w:rsid w:val="00727020"/>
    <w:rsid w:val="00735D77"/>
    <w:rsid w:val="007376F9"/>
    <w:rsid w:val="007417B9"/>
    <w:rsid w:val="00743F5D"/>
    <w:rsid w:val="00761AD8"/>
    <w:rsid w:val="00762FB0"/>
    <w:rsid w:val="0077091E"/>
    <w:rsid w:val="007717AA"/>
    <w:rsid w:val="00785DD9"/>
    <w:rsid w:val="007876A0"/>
    <w:rsid w:val="0079225F"/>
    <w:rsid w:val="00792E35"/>
    <w:rsid w:val="007A0577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3648A"/>
    <w:rsid w:val="00857532"/>
    <w:rsid w:val="0086124E"/>
    <w:rsid w:val="00866009"/>
    <w:rsid w:val="00866C2D"/>
    <w:rsid w:val="00872E60"/>
    <w:rsid w:val="00874D82"/>
    <w:rsid w:val="0088602A"/>
    <w:rsid w:val="008918E5"/>
    <w:rsid w:val="008A1C72"/>
    <w:rsid w:val="008B03D1"/>
    <w:rsid w:val="008B0C62"/>
    <w:rsid w:val="008B14AE"/>
    <w:rsid w:val="008C2508"/>
    <w:rsid w:val="008D0E59"/>
    <w:rsid w:val="008D16EA"/>
    <w:rsid w:val="008E49DF"/>
    <w:rsid w:val="008F0BB6"/>
    <w:rsid w:val="008F1337"/>
    <w:rsid w:val="00907220"/>
    <w:rsid w:val="009161B6"/>
    <w:rsid w:val="00921D19"/>
    <w:rsid w:val="00937D83"/>
    <w:rsid w:val="00943E66"/>
    <w:rsid w:val="00953F8F"/>
    <w:rsid w:val="00961EC1"/>
    <w:rsid w:val="009706B1"/>
    <w:rsid w:val="009729BA"/>
    <w:rsid w:val="009764DA"/>
    <w:rsid w:val="009766AB"/>
    <w:rsid w:val="00976DE1"/>
    <w:rsid w:val="00977259"/>
    <w:rsid w:val="00982E88"/>
    <w:rsid w:val="009831EB"/>
    <w:rsid w:val="00985E34"/>
    <w:rsid w:val="00985E35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4E9F"/>
    <w:rsid w:val="00A55571"/>
    <w:rsid w:val="00A55A7B"/>
    <w:rsid w:val="00A56AED"/>
    <w:rsid w:val="00A60429"/>
    <w:rsid w:val="00A60812"/>
    <w:rsid w:val="00A6515F"/>
    <w:rsid w:val="00A675F8"/>
    <w:rsid w:val="00A747A4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E4F8D"/>
    <w:rsid w:val="00AF4898"/>
    <w:rsid w:val="00AF56CA"/>
    <w:rsid w:val="00AF5FFA"/>
    <w:rsid w:val="00B15A6C"/>
    <w:rsid w:val="00B16D26"/>
    <w:rsid w:val="00B21C0D"/>
    <w:rsid w:val="00B32007"/>
    <w:rsid w:val="00B337A9"/>
    <w:rsid w:val="00B340BD"/>
    <w:rsid w:val="00B35670"/>
    <w:rsid w:val="00B35740"/>
    <w:rsid w:val="00B37746"/>
    <w:rsid w:val="00B37878"/>
    <w:rsid w:val="00B5127C"/>
    <w:rsid w:val="00B51A10"/>
    <w:rsid w:val="00B54D13"/>
    <w:rsid w:val="00B55CD7"/>
    <w:rsid w:val="00B60154"/>
    <w:rsid w:val="00B80CD6"/>
    <w:rsid w:val="00B829B2"/>
    <w:rsid w:val="00B82B06"/>
    <w:rsid w:val="00B91D78"/>
    <w:rsid w:val="00B95305"/>
    <w:rsid w:val="00BA276D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467F3"/>
    <w:rsid w:val="00C547EA"/>
    <w:rsid w:val="00C6140E"/>
    <w:rsid w:val="00C649A9"/>
    <w:rsid w:val="00C67F85"/>
    <w:rsid w:val="00C8083D"/>
    <w:rsid w:val="00C8738A"/>
    <w:rsid w:val="00C90881"/>
    <w:rsid w:val="00C90D37"/>
    <w:rsid w:val="00C94950"/>
    <w:rsid w:val="00C965DD"/>
    <w:rsid w:val="00C97A76"/>
    <w:rsid w:val="00CB1328"/>
    <w:rsid w:val="00CB17E2"/>
    <w:rsid w:val="00CB5440"/>
    <w:rsid w:val="00CC09FF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372F6"/>
    <w:rsid w:val="00D503E1"/>
    <w:rsid w:val="00D505E5"/>
    <w:rsid w:val="00D5151B"/>
    <w:rsid w:val="00D55197"/>
    <w:rsid w:val="00D605BD"/>
    <w:rsid w:val="00D62C9E"/>
    <w:rsid w:val="00D73E28"/>
    <w:rsid w:val="00D74517"/>
    <w:rsid w:val="00D753F0"/>
    <w:rsid w:val="00D95753"/>
    <w:rsid w:val="00DA42C3"/>
    <w:rsid w:val="00DB0B0B"/>
    <w:rsid w:val="00DB7F6F"/>
    <w:rsid w:val="00DC386D"/>
    <w:rsid w:val="00DC3C1E"/>
    <w:rsid w:val="00DD3A45"/>
    <w:rsid w:val="00DD53A0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34537"/>
    <w:rsid w:val="00E370EB"/>
    <w:rsid w:val="00E40154"/>
    <w:rsid w:val="00E47B2E"/>
    <w:rsid w:val="00E545CD"/>
    <w:rsid w:val="00E67FC3"/>
    <w:rsid w:val="00E70E64"/>
    <w:rsid w:val="00E751D5"/>
    <w:rsid w:val="00E814EC"/>
    <w:rsid w:val="00E81985"/>
    <w:rsid w:val="00E83FD3"/>
    <w:rsid w:val="00E843AB"/>
    <w:rsid w:val="00E87B1F"/>
    <w:rsid w:val="00E90795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6DC1"/>
    <w:rsid w:val="00EF7FEE"/>
    <w:rsid w:val="00F0764E"/>
    <w:rsid w:val="00F22606"/>
    <w:rsid w:val="00F327D0"/>
    <w:rsid w:val="00F336DF"/>
    <w:rsid w:val="00F35395"/>
    <w:rsid w:val="00F379B3"/>
    <w:rsid w:val="00F40D2B"/>
    <w:rsid w:val="00F41057"/>
    <w:rsid w:val="00F42A28"/>
    <w:rsid w:val="00F52D7C"/>
    <w:rsid w:val="00F52EE5"/>
    <w:rsid w:val="00F53AF9"/>
    <w:rsid w:val="00F54FBB"/>
    <w:rsid w:val="00F6016C"/>
    <w:rsid w:val="00F67507"/>
    <w:rsid w:val="00F73DDA"/>
    <w:rsid w:val="00F74559"/>
    <w:rsid w:val="00F76CC4"/>
    <w:rsid w:val="00F8209D"/>
    <w:rsid w:val="00F86E01"/>
    <w:rsid w:val="00F90509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B98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BF0"/>
    <w:rPr>
      <w:rFonts w:ascii="Cambria" w:hAnsi="Cambria"/>
      <w:b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7B98"/>
    <w:rPr>
      <w:rFonts w:eastAsia="Times New Roman"/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7B98"/>
    <w:rPr>
      <w:rFonts w:eastAsia="Times New Roman"/>
      <w:b/>
      <w:sz w:val="27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CBE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B98"/>
    <w:rPr>
      <w:rFonts w:ascii="Tahoma" w:hAnsi="Tahoma"/>
      <w:sz w:val="16"/>
      <w:lang w:val="ru-RU" w:eastAsia="en-US"/>
    </w:rPr>
  </w:style>
  <w:style w:type="paragraph" w:customStyle="1" w:styleId="1">
    <w:name w:val="Обычный1"/>
    <w:uiPriority w:val="99"/>
    <w:rsid w:val="00BC1BF0"/>
    <w:pPr>
      <w:widowControl w:val="0"/>
    </w:pPr>
    <w:rPr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0">
    <w:name w:val="Абзац списка1"/>
    <w:basedOn w:val="Normal"/>
    <w:uiPriority w:val="99"/>
    <w:rsid w:val="00B5127C"/>
    <w:pPr>
      <w:ind w:left="720"/>
    </w:pPr>
  </w:style>
  <w:style w:type="paragraph" w:styleId="BodyText">
    <w:name w:val="Body Text"/>
    <w:basedOn w:val="Normal"/>
    <w:link w:val="BodyTextChar"/>
    <w:uiPriority w:val="99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C2CBE"/>
    <w:rPr>
      <w:rFonts w:ascii="Calibri" w:hAnsi="Calibri"/>
      <w:lang w:eastAsia="en-US"/>
    </w:rPr>
  </w:style>
  <w:style w:type="paragraph" w:styleId="Header">
    <w:name w:val="header"/>
    <w:basedOn w:val="Normal"/>
    <w:link w:val="HeaderChar"/>
    <w:uiPriority w:val="99"/>
    <w:rsid w:val="00F52D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CBE"/>
    <w:rPr>
      <w:rFonts w:ascii="Calibri" w:hAnsi="Calibri"/>
      <w:lang w:eastAsia="en-US"/>
    </w:rPr>
  </w:style>
  <w:style w:type="character" w:styleId="PageNumber">
    <w:name w:val="page number"/>
    <w:basedOn w:val="DefaultParagraphFont"/>
    <w:uiPriority w:val="99"/>
    <w:rsid w:val="00F52D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1E7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CBE"/>
    <w:rPr>
      <w:rFonts w:ascii="Calibri" w:hAnsi="Calibri"/>
      <w:lang w:eastAsia="en-US"/>
    </w:rPr>
  </w:style>
  <w:style w:type="character" w:styleId="Emphasis">
    <w:name w:val="Emphasis"/>
    <w:basedOn w:val="DefaultParagraphFont"/>
    <w:uiPriority w:val="99"/>
    <w:qFormat/>
    <w:rsid w:val="009831EB"/>
    <w:rPr>
      <w:rFonts w:cs="Times New Roman"/>
      <w:i/>
    </w:rPr>
  </w:style>
  <w:style w:type="paragraph" w:customStyle="1" w:styleId="11">
    <w:name w:val="Обычный11"/>
    <w:uiPriority w:val="99"/>
    <w:rsid w:val="00835AE2"/>
    <w:pPr>
      <w:widowControl w:val="0"/>
    </w:pPr>
    <w:rPr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F76CC4"/>
    <w:pPr>
      <w:ind w:left="708"/>
    </w:pPr>
  </w:style>
  <w:style w:type="paragraph" w:customStyle="1" w:styleId="2">
    <w:name w:val="Обычный2"/>
    <w:uiPriority w:val="99"/>
    <w:rsid w:val="002A74D1"/>
    <w:pPr>
      <w:widowControl w:val="0"/>
    </w:pPr>
    <w:rPr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79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274</TotalTime>
  <Pages>6</Pages>
  <Words>1177</Words>
  <Characters>6710</Characters>
  <Application>Microsoft Office Outlook</Application>
  <DocSecurity>0</DocSecurity>
  <Lines>0</Lines>
  <Paragraphs>0</Paragraphs>
  <ScaleCrop>false</ScaleCrop>
  <Company>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Tonya</cp:lastModifiedBy>
  <cp:revision>48</cp:revision>
  <cp:lastPrinted>2020-08-25T11:40:00Z</cp:lastPrinted>
  <dcterms:created xsi:type="dcterms:W3CDTF">2020-08-18T13:54:00Z</dcterms:created>
  <dcterms:modified xsi:type="dcterms:W3CDTF">2020-08-25T13:31:00Z</dcterms:modified>
</cp:coreProperties>
</file>