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AF" w:rsidRDefault="002E7455" w:rsidP="004F75FB">
      <w:pPr>
        <w:pStyle w:val="Title1"/>
        <w:widowControl/>
        <w:rPr>
          <w:sz w:val="28"/>
        </w:rPr>
      </w:pPr>
      <w:r w:rsidRPr="002E7455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8028AF" w:rsidRPr="0001133A" w:rsidRDefault="008028AF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028AF" w:rsidRDefault="008028AF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028AF" w:rsidRDefault="008028AF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028AF" w:rsidRPr="00277E70" w:rsidRDefault="008028AF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8028AF" w:rsidRPr="004F75FB" w:rsidRDefault="008028AF" w:rsidP="007924CB">
      <w:pPr>
        <w:rPr>
          <w:sz w:val="18"/>
          <w:szCs w:val="18"/>
          <w:u w:val="single"/>
        </w:rPr>
      </w:pPr>
    </w:p>
    <w:p w:rsidR="008028AF" w:rsidRPr="00D376B5" w:rsidRDefault="008028AF" w:rsidP="007924CB">
      <w:pPr>
        <w:rPr>
          <w:b/>
          <w:sz w:val="28"/>
        </w:rPr>
      </w:pPr>
      <w:r>
        <w:rPr>
          <w:sz w:val="28"/>
        </w:rPr>
        <w:t>________</w:t>
      </w:r>
      <w:r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8028AF" w:rsidRDefault="008028AF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8028AF" w:rsidRDefault="008028AF" w:rsidP="007924CB">
      <w:pPr>
        <w:jc w:val="center"/>
        <w:rPr>
          <w:b/>
          <w:bCs/>
          <w:sz w:val="28"/>
          <w:szCs w:val="28"/>
        </w:rPr>
      </w:pPr>
    </w:p>
    <w:p w:rsidR="008028AF" w:rsidRDefault="008028AF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8028AF" w:rsidRPr="004F26C1" w:rsidRDefault="008028AF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Максимовича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Євгена</w:t>
      </w:r>
      <w:proofErr w:type="spellEnd"/>
      <w:r>
        <w:rPr>
          <w:b/>
          <w:sz w:val="28"/>
          <w:szCs w:val="28"/>
          <w:lang w:val="ru-RU"/>
        </w:rPr>
        <w:t>,</w:t>
      </w:r>
      <w:r w:rsidRPr="004F26C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6</w:t>
      </w:r>
    </w:p>
    <w:p w:rsidR="008028AF" w:rsidRDefault="008028AF" w:rsidP="00A36F8B">
      <w:pPr>
        <w:jc w:val="center"/>
        <w:rPr>
          <w:b/>
          <w:sz w:val="28"/>
          <w:szCs w:val="28"/>
        </w:rPr>
      </w:pPr>
    </w:p>
    <w:bookmarkEnd w:id="0"/>
    <w:p w:rsidR="008028AF" w:rsidRDefault="008028AF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8028AF" w:rsidRDefault="008028AF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8028AF" w:rsidRDefault="008028AF" w:rsidP="00373358">
      <w:pPr>
        <w:jc w:val="center"/>
        <w:rPr>
          <w:b/>
          <w:sz w:val="28"/>
        </w:rPr>
      </w:pPr>
    </w:p>
    <w:p w:rsidR="008028AF" w:rsidRPr="00661EC4" w:rsidRDefault="008028AF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028AF" w:rsidRDefault="008028AF" w:rsidP="00373358">
      <w:pPr>
        <w:jc w:val="both"/>
        <w:rPr>
          <w:sz w:val="16"/>
          <w:szCs w:val="16"/>
        </w:rPr>
      </w:pPr>
    </w:p>
    <w:p w:rsidR="008028AF" w:rsidRPr="00321718" w:rsidRDefault="008028AF" w:rsidP="00373358">
      <w:pPr>
        <w:jc w:val="both"/>
        <w:rPr>
          <w:sz w:val="16"/>
          <w:szCs w:val="16"/>
        </w:rPr>
      </w:pPr>
    </w:p>
    <w:p w:rsidR="008028AF" w:rsidRPr="006F553D" w:rsidRDefault="008028AF" w:rsidP="009B5EF0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>ради, здійснити приватизацію, шляхом продажу з аукціону об’єкта комунальної власності</w:t>
      </w:r>
      <w:r w:rsidR="007A62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C3EBE">
        <w:rPr>
          <w:sz w:val="28"/>
          <w:szCs w:val="28"/>
        </w:rPr>
        <w:t>міста Чернівців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proofErr w:type="spellStart"/>
      <w:r w:rsidRPr="00FB20AB">
        <w:rPr>
          <w:b/>
          <w:sz w:val="28"/>
          <w:szCs w:val="28"/>
        </w:rPr>
        <w:t>вул.Максимовича</w:t>
      </w:r>
      <w:proofErr w:type="spellEnd"/>
      <w:r w:rsidRPr="00FB20AB">
        <w:rPr>
          <w:b/>
          <w:sz w:val="28"/>
          <w:szCs w:val="28"/>
        </w:rPr>
        <w:t xml:space="preserve"> Євгена, 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8028AF" w:rsidRDefault="008028AF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8028AF" w:rsidRDefault="008028AF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8028AF" w:rsidRPr="002C3901" w:rsidRDefault="008028AF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8028AF" w:rsidRDefault="008028AF" w:rsidP="006741B5">
      <w:pPr>
        <w:spacing w:after="120"/>
        <w:ind w:firstLine="708"/>
        <w:jc w:val="both"/>
        <w:rPr>
          <w:sz w:val="28"/>
          <w:szCs w:val="28"/>
        </w:rPr>
      </w:pPr>
    </w:p>
    <w:p w:rsidR="008028AF" w:rsidRPr="00202293" w:rsidRDefault="008028AF" w:rsidP="007924CB">
      <w:pPr>
        <w:ind w:firstLine="708"/>
        <w:jc w:val="both"/>
        <w:rPr>
          <w:sz w:val="28"/>
          <w:szCs w:val="28"/>
        </w:rPr>
      </w:pPr>
    </w:p>
    <w:p w:rsidR="008028AF" w:rsidRPr="009147B9" w:rsidRDefault="008028AF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8028AF" w:rsidRPr="00322C90" w:rsidRDefault="008028AF" w:rsidP="00A06EE3">
      <w:pPr>
        <w:ind w:right="-87"/>
        <w:jc w:val="both"/>
        <w:rPr>
          <w:b/>
          <w:sz w:val="24"/>
          <w:lang w:val="ru-RU"/>
        </w:rPr>
      </w:pPr>
    </w:p>
    <w:p w:rsidR="008028AF" w:rsidRDefault="008028AF" w:rsidP="00A06EE3">
      <w:pPr>
        <w:ind w:right="-87"/>
        <w:jc w:val="both"/>
        <w:rPr>
          <w:b/>
          <w:sz w:val="24"/>
          <w:lang w:val="ru-RU"/>
        </w:rPr>
      </w:pPr>
    </w:p>
    <w:p w:rsidR="008028AF" w:rsidRDefault="008028AF" w:rsidP="00A06EE3">
      <w:pPr>
        <w:ind w:right="-87"/>
        <w:jc w:val="both"/>
        <w:rPr>
          <w:b/>
          <w:sz w:val="24"/>
          <w:lang w:val="ru-RU"/>
        </w:rPr>
      </w:pPr>
    </w:p>
    <w:p w:rsidR="008028AF" w:rsidRPr="004F26C1" w:rsidRDefault="008028AF" w:rsidP="00A06EE3">
      <w:pPr>
        <w:ind w:right="-87"/>
        <w:jc w:val="both"/>
        <w:rPr>
          <w:b/>
          <w:sz w:val="24"/>
          <w:lang w:val="ru-RU"/>
        </w:rPr>
      </w:pPr>
    </w:p>
    <w:p w:rsidR="008028AF" w:rsidRDefault="008028AF" w:rsidP="00A06EE3">
      <w:pPr>
        <w:ind w:right="-87"/>
        <w:jc w:val="both"/>
        <w:rPr>
          <w:b/>
          <w:sz w:val="24"/>
        </w:rPr>
      </w:pPr>
    </w:p>
    <w:p w:rsidR="008028AF" w:rsidRPr="00202293" w:rsidRDefault="008028AF" w:rsidP="007924CB">
      <w:pPr>
        <w:ind w:right="-87"/>
        <w:jc w:val="both"/>
        <w:rPr>
          <w:b/>
          <w:sz w:val="28"/>
          <w:szCs w:val="28"/>
        </w:rPr>
      </w:pPr>
    </w:p>
    <w:sectPr w:rsidR="008028AF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8AF" w:rsidRDefault="008028AF">
      <w:r>
        <w:separator/>
      </w:r>
    </w:p>
  </w:endnote>
  <w:endnote w:type="continuationSeparator" w:id="1">
    <w:p w:rsidR="008028AF" w:rsidRDefault="0080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8AF" w:rsidRDefault="008028AF">
      <w:r>
        <w:separator/>
      </w:r>
    </w:p>
  </w:footnote>
  <w:footnote w:type="continuationSeparator" w:id="1">
    <w:p w:rsidR="008028AF" w:rsidRDefault="00802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8AF" w:rsidRDefault="002E745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028A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028AF" w:rsidRDefault="008028A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8AF" w:rsidRDefault="002E7455">
    <w:pPr>
      <w:pStyle w:val="a7"/>
      <w:jc w:val="center"/>
    </w:pPr>
    <w:fldSimple w:instr=" PAGE   \* MERGEFORMAT ">
      <w:r w:rsidR="00E03F83">
        <w:rPr>
          <w:noProof/>
        </w:rPr>
        <w:t>2</w:t>
      </w:r>
    </w:fldSimple>
  </w:p>
  <w:p w:rsidR="008028AF" w:rsidRDefault="008028AF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77521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2E7455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62D3"/>
    <w:rsid w:val="007A7FBB"/>
    <w:rsid w:val="007B716F"/>
    <w:rsid w:val="007C0CBB"/>
    <w:rsid w:val="007C4DC5"/>
    <w:rsid w:val="007D1747"/>
    <w:rsid w:val="007D7557"/>
    <w:rsid w:val="007E7A83"/>
    <w:rsid w:val="008028AF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7D9C"/>
    <w:rsid w:val="0095602C"/>
    <w:rsid w:val="00956646"/>
    <w:rsid w:val="00956BB0"/>
    <w:rsid w:val="0096047D"/>
    <w:rsid w:val="00963D97"/>
    <w:rsid w:val="009702BD"/>
    <w:rsid w:val="009706E8"/>
    <w:rsid w:val="0097449B"/>
    <w:rsid w:val="00975431"/>
    <w:rsid w:val="00982F60"/>
    <w:rsid w:val="00990835"/>
    <w:rsid w:val="009B4E86"/>
    <w:rsid w:val="009B5EF0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13291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3F83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1216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20AB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5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20</TotalTime>
  <Pages>1</Pages>
  <Words>180</Words>
  <Characters>1228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Катя</cp:lastModifiedBy>
  <cp:revision>7</cp:revision>
  <cp:lastPrinted>2020-05-12T07:30:00Z</cp:lastPrinted>
  <dcterms:created xsi:type="dcterms:W3CDTF">2020-03-25T07:55:00Z</dcterms:created>
  <dcterms:modified xsi:type="dcterms:W3CDTF">2020-05-25T07:07:00Z</dcterms:modified>
</cp:coreProperties>
</file>