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72" w:rsidRPr="002F245F" w:rsidRDefault="00763672" w:rsidP="00355B00">
      <w:bookmarkStart w:id="0" w:name="_GoBack"/>
      <w:bookmarkEnd w:id="0"/>
    </w:p>
    <w:p w:rsidR="00763672" w:rsidRPr="002F245F" w:rsidRDefault="00763672" w:rsidP="00355B00">
      <w:pPr>
        <w:pStyle w:val="Heading11"/>
        <w:keepNext w:val="0"/>
        <w:outlineLvl w:val="9"/>
        <w:rPr>
          <w:szCs w:val="24"/>
        </w:rPr>
      </w:pPr>
      <w:r w:rsidRPr="000F0431">
        <w:rPr>
          <w:noProof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3.5pt;visibility:visible">
            <v:imagedata r:id="rId7" o:title=""/>
          </v:shape>
        </w:pict>
      </w:r>
    </w:p>
    <w:p w:rsidR="00763672" w:rsidRPr="002F245F" w:rsidRDefault="00763672" w:rsidP="00F277CF">
      <w:pPr>
        <w:jc w:val="center"/>
        <w:rPr>
          <w:b/>
          <w:sz w:val="36"/>
        </w:rPr>
      </w:pPr>
      <w:r w:rsidRPr="002F245F">
        <w:rPr>
          <w:b/>
          <w:sz w:val="36"/>
        </w:rPr>
        <w:t>У К Р А Ї Н А</w:t>
      </w:r>
    </w:p>
    <w:p w:rsidR="00763672" w:rsidRPr="002F245F" w:rsidRDefault="00763672" w:rsidP="00F277CF">
      <w:pPr>
        <w:pStyle w:val="Heading2"/>
        <w:spacing w:line="240" w:lineRule="auto"/>
      </w:pPr>
      <w:r w:rsidRPr="002F245F">
        <w:t>Чернівецька міська рада</w:t>
      </w:r>
    </w:p>
    <w:p w:rsidR="00763672" w:rsidRPr="002F245F" w:rsidRDefault="00763672" w:rsidP="00F277C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____ </w:t>
      </w:r>
      <w:r w:rsidRPr="002F245F">
        <w:rPr>
          <w:b/>
          <w:sz w:val="30"/>
          <w:szCs w:val="30"/>
        </w:rPr>
        <w:t xml:space="preserve">сесія </w:t>
      </w:r>
      <w:r w:rsidRPr="002F245F">
        <w:rPr>
          <w:b/>
          <w:sz w:val="30"/>
          <w:szCs w:val="30"/>
          <w:lang w:val="en-US"/>
        </w:rPr>
        <w:t>V</w:t>
      </w:r>
      <w:r w:rsidRPr="002F245F">
        <w:rPr>
          <w:b/>
          <w:sz w:val="30"/>
          <w:szCs w:val="30"/>
        </w:rPr>
        <w:t>І</w:t>
      </w:r>
      <w:r w:rsidRPr="002F245F">
        <w:rPr>
          <w:b/>
          <w:sz w:val="30"/>
          <w:szCs w:val="30"/>
          <w:lang w:val="ru-RU"/>
        </w:rPr>
        <w:t xml:space="preserve">І </w:t>
      </w:r>
      <w:r w:rsidRPr="002F245F">
        <w:rPr>
          <w:b/>
          <w:sz w:val="30"/>
          <w:szCs w:val="30"/>
        </w:rPr>
        <w:t>скликання</w:t>
      </w:r>
    </w:p>
    <w:p w:rsidR="00763672" w:rsidRPr="002F245F" w:rsidRDefault="00763672" w:rsidP="00F277CF">
      <w:pPr>
        <w:jc w:val="center"/>
        <w:rPr>
          <w:b/>
          <w:sz w:val="36"/>
          <w:szCs w:val="36"/>
        </w:rPr>
      </w:pPr>
      <w:r w:rsidRPr="002F245F">
        <w:rPr>
          <w:b/>
          <w:sz w:val="36"/>
          <w:szCs w:val="36"/>
        </w:rPr>
        <w:t>Р І Ш Е Н Н Я</w:t>
      </w:r>
    </w:p>
    <w:p w:rsidR="00763672" w:rsidRPr="002F245F" w:rsidRDefault="00763672" w:rsidP="00684C79">
      <w:pPr>
        <w:jc w:val="both"/>
        <w:rPr>
          <w:b/>
          <w:bCs/>
          <w:sz w:val="28"/>
        </w:rPr>
      </w:pPr>
      <w:r>
        <w:rPr>
          <w:bCs/>
          <w:sz w:val="28"/>
          <w:u w:val="single"/>
        </w:rPr>
        <w:t xml:space="preserve">              </w:t>
      </w:r>
      <w:r w:rsidRPr="009A25E9">
        <w:rPr>
          <w:bCs/>
          <w:sz w:val="28"/>
          <w:u w:val="single"/>
        </w:rPr>
        <w:t>2020 №</w:t>
      </w:r>
      <w:r>
        <w:rPr>
          <w:bCs/>
          <w:sz w:val="28"/>
          <w:u w:val="single"/>
        </w:rPr>
        <w:t xml:space="preserve">       </w:t>
      </w:r>
      <w:r w:rsidRPr="002F245F">
        <w:rPr>
          <w:b/>
          <w:bCs/>
          <w:sz w:val="28"/>
        </w:rPr>
        <w:t xml:space="preserve">                                       </w:t>
      </w:r>
      <w:r w:rsidRPr="002F245F">
        <w:rPr>
          <w:b/>
          <w:bCs/>
          <w:sz w:val="28"/>
        </w:rPr>
        <w:tab/>
        <w:t xml:space="preserve">                               </w:t>
      </w:r>
      <w:r w:rsidRPr="000B6D71">
        <w:rPr>
          <w:b/>
          <w:sz w:val="28"/>
        </w:rPr>
        <w:t>м. Чернівці</w:t>
      </w:r>
    </w:p>
    <w:p w:rsidR="00763672" w:rsidRPr="002F245F" w:rsidRDefault="00763672" w:rsidP="00C8355A">
      <w:pPr>
        <w:pStyle w:val="BodyTextIndent2"/>
        <w:jc w:val="center"/>
        <w:rPr>
          <w:b/>
          <w:bCs/>
        </w:rPr>
      </w:pPr>
    </w:p>
    <w:p w:rsidR="00763672" w:rsidRPr="000B6D71" w:rsidRDefault="00763672" w:rsidP="00BE00D8">
      <w:pPr>
        <w:ind w:firstLine="540"/>
        <w:jc w:val="center"/>
        <w:rPr>
          <w:rStyle w:val="s2"/>
          <w:b/>
          <w:sz w:val="28"/>
          <w:szCs w:val="28"/>
        </w:rPr>
      </w:pPr>
      <w:r w:rsidRPr="000B6D71">
        <w:rPr>
          <w:b/>
          <w:bCs/>
          <w:sz w:val="28"/>
          <w:szCs w:val="28"/>
        </w:rPr>
        <w:t xml:space="preserve">Про рішення виконавчого комітету міської ради від </w:t>
      </w:r>
      <w:r>
        <w:rPr>
          <w:b/>
          <w:bCs/>
          <w:sz w:val="28"/>
          <w:szCs w:val="28"/>
        </w:rPr>
        <w:t>24</w:t>
      </w:r>
      <w:r w:rsidRPr="000B6D7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12</w:t>
      </w:r>
      <w:r w:rsidRPr="000B6D71">
        <w:rPr>
          <w:b/>
          <w:bCs/>
          <w:sz w:val="28"/>
          <w:szCs w:val="28"/>
        </w:rPr>
        <w:t>.2019р. №</w:t>
      </w:r>
      <w:r>
        <w:rPr>
          <w:b/>
          <w:bCs/>
          <w:sz w:val="28"/>
          <w:szCs w:val="28"/>
        </w:rPr>
        <w:t>754</w:t>
      </w:r>
      <w:r w:rsidRPr="000B6D71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28 «Про передачу основних засобів»</w:t>
      </w:r>
    </w:p>
    <w:p w:rsidR="00763672" w:rsidRPr="002F245F" w:rsidRDefault="00763672" w:rsidP="00C8355A">
      <w:pPr>
        <w:pStyle w:val="BodyTextIndent2"/>
        <w:jc w:val="center"/>
        <w:rPr>
          <w:b/>
          <w:bCs/>
        </w:rPr>
      </w:pPr>
    </w:p>
    <w:p w:rsidR="00763672" w:rsidRPr="0036217E" w:rsidRDefault="00763672" w:rsidP="009A25E9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1150D">
        <w:rPr>
          <w:rFonts w:ascii="Times New Roman" w:hAnsi="Times New Roman" w:cs="Times New Roman"/>
          <w:bCs/>
          <w:sz w:val="28"/>
          <w:szCs w:val="28"/>
        </w:rPr>
        <w:tab/>
        <w:t xml:space="preserve">На засіданні виконавчого комітету міської ради, що відбулось             </w:t>
      </w:r>
      <w:r w:rsidRPr="00A87AEC">
        <w:rPr>
          <w:rFonts w:ascii="Times New Roman" w:hAnsi="Times New Roman" w:cs="Times New Roman"/>
          <w:bCs/>
          <w:sz w:val="28"/>
          <w:szCs w:val="28"/>
        </w:rPr>
        <w:t>24.12.2019р.</w:t>
      </w:r>
      <w:r w:rsidRPr="0061150D">
        <w:rPr>
          <w:rFonts w:ascii="Times New Roman" w:hAnsi="Times New Roman" w:cs="Times New Roman"/>
          <w:bCs/>
          <w:sz w:val="28"/>
          <w:szCs w:val="28"/>
        </w:rPr>
        <w:t>, прийнято рішення</w:t>
      </w:r>
      <w:r w:rsidRPr="0061150D">
        <w:rPr>
          <w:rFonts w:ascii="Times New Roman" w:hAnsi="Times New Roman" w:cs="Times New Roman"/>
          <w:sz w:val="28"/>
          <w:szCs w:val="28"/>
        </w:rPr>
        <w:t xml:space="preserve"> №</w:t>
      </w:r>
      <w:r w:rsidRPr="00A87AEC">
        <w:rPr>
          <w:rFonts w:ascii="Times New Roman" w:hAnsi="Times New Roman" w:cs="Times New Roman"/>
          <w:sz w:val="28"/>
          <w:szCs w:val="28"/>
        </w:rPr>
        <w:t xml:space="preserve">754/28 </w:t>
      </w:r>
      <w:r w:rsidRPr="00C7291F">
        <w:rPr>
          <w:sz w:val="28"/>
          <w:szCs w:val="28"/>
        </w:rPr>
        <w:t xml:space="preserve"> </w:t>
      </w:r>
      <w:r w:rsidRPr="00C7291F">
        <w:rPr>
          <w:rFonts w:ascii="Times New Roman" w:hAnsi="Times New Roman" w:cs="Times New Roman"/>
          <w:sz w:val="28"/>
          <w:szCs w:val="28"/>
        </w:rPr>
        <w:t>«Про передачу основних засобів»</w:t>
      </w:r>
      <w:r>
        <w:rPr>
          <w:rFonts w:ascii="Times New Roman" w:hAnsi="Times New Roman" w:cs="Times New Roman"/>
          <w:sz w:val="28"/>
          <w:szCs w:val="28"/>
        </w:rPr>
        <w:t>. Зазначене р</w:t>
      </w:r>
      <w:r w:rsidRPr="0061150D">
        <w:rPr>
          <w:rFonts w:ascii="Times New Roman" w:hAnsi="Times New Roman" w:cs="Times New Roman"/>
          <w:sz w:val="28"/>
          <w:szCs w:val="28"/>
        </w:rPr>
        <w:t>ішення,</w:t>
      </w:r>
      <w:r w:rsidRPr="0061150D">
        <w:rPr>
          <w:sz w:val="28"/>
          <w:szCs w:val="28"/>
        </w:rPr>
        <w:t xml:space="preserve"> </w:t>
      </w:r>
      <w:r w:rsidRPr="0061150D">
        <w:rPr>
          <w:rFonts w:ascii="Times New Roman" w:hAnsi="Times New Roman" w:cs="Times New Roman"/>
          <w:sz w:val="28"/>
          <w:szCs w:val="28"/>
        </w:rPr>
        <w:t xml:space="preserve">прийнято  з </w:t>
      </w:r>
      <w:r w:rsidRPr="00620016">
        <w:rPr>
          <w:rFonts w:ascii="Times New Roman" w:hAnsi="Times New Roman" w:cs="Times New Roman"/>
          <w:sz w:val="28"/>
          <w:szCs w:val="28"/>
        </w:rPr>
        <w:t>порушенням</w:t>
      </w:r>
      <w:r w:rsidRPr="0061150D">
        <w:rPr>
          <w:rFonts w:ascii="Times New Roman" w:hAnsi="Times New Roman" w:cs="Times New Roman"/>
          <w:sz w:val="28"/>
          <w:szCs w:val="28"/>
        </w:rPr>
        <w:t xml:space="preserve"> вимог Конституції України,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Положення</w:t>
      </w:r>
      <w:r w:rsidRPr="00B117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порядок списання майна, що є комунальною власністю територіальної громади 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117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Чернівців</w:t>
      </w:r>
      <w:r w:rsidRPr="00C7291F">
        <w:rPr>
          <w:rFonts w:ascii="Times New Roman" w:hAnsi="Times New Roman" w:cs="Times New Roman"/>
          <w:sz w:val="28"/>
          <w:szCs w:val="28"/>
        </w:rPr>
        <w:t>,</w:t>
      </w:r>
      <w:r w:rsidRPr="00B1179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затвердженого</w:t>
      </w:r>
      <w:r w:rsidRPr="00C7291F">
        <w:rPr>
          <w:rFonts w:ascii="Times New Roman" w:hAnsi="Times New Roman" w:cs="Times New Roman"/>
          <w:sz w:val="28"/>
          <w:szCs w:val="28"/>
        </w:rPr>
        <w:t xml:space="preserve"> рішенням міської ради </w:t>
      </w:r>
      <w:r w:rsidRPr="00C7291F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91F">
        <w:rPr>
          <w:rFonts w:ascii="Times New Roman" w:hAnsi="Times New Roman" w:cs="Times New Roman"/>
          <w:sz w:val="28"/>
          <w:szCs w:val="28"/>
        </w:rPr>
        <w:t xml:space="preserve">скликання </w:t>
      </w:r>
      <w:r>
        <w:rPr>
          <w:rFonts w:ascii="Times New Roman" w:hAnsi="Times New Roman" w:cs="Times New Roman"/>
          <w:sz w:val="28"/>
          <w:szCs w:val="28"/>
        </w:rPr>
        <w:t xml:space="preserve">від 27.03.2014 </w:t>
      </w:r>
      <w:r w:rsidRPr="00C7291F">
        <w:rPr>
          <w:rFonts w:ascii="Times New Roman" w:hAnsi="Times New Roman" w:cs="Times New Roman"/>
          <w:sz w:val="28"/>
          <w:szCs w:val="28"/>
        </w:rPr>
        <w:t>№ 1155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7291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63672" w:rsidRPr="003E2C62" w:rsidRDefault="00763672" w:rsidP="00EB5BEE">
      <w:pPr>
        <w:ind w:firstLine="540"/>
        <w:jc w:val="both"/>
        <w:rPr>
          <w:sz w:val="28"/>
          <w:szCs w:val="28"/>
        </w:rPr>
      </w:pPr>
      <w:r w:rsidRPr="003E2C62">
        <w:rPr>
          <w:sz w:val="28"/>
          <w:szCs w:val="28"/>
        </w:rPr>
        <w:t>Відповідно до частини 7 статті 59 Закону України «Про місцеве самоврядування в Україні»</w:t>
      </w:r>
      <w:r w:rsidRPr="003E2C62">
        <w:rPr>
          <w:color w:val="000000"/>
          <w:sz w:val="28"/>
          <w:szCs w:val="28"/>
          <w:shd w:val="clear" w:color="auto" w:fill="FFFFFF"/>
        </w:rPr>
        <w:t xml:space="preserve"> у разі незгоди сільського, селищного, міського голови (голови районної у місті ради) з рішенням виконавчого комітету ради він може зупинити дію цього рішення своїм розпорядженням та внести це питання на розгляд відповідної ради.</w:t>
      </w:r>
    </w:p>
    <w:p w:rsidR="00763672" w:rsidRDefault="00763672" w:rsidP="00EB5BEE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виконання зазначених повноважень та відповідно до статті </w:t>
      </w:r>
      <w:r w:rsidRPr="00653BEB">
        <w:rPr>
          <w:bCs/>
          <w:color w:val="000000"/>
          <w:sz w:val="28"/>
          <w:szCs w:val="28"/>
          <w:lang w:eastAsia="uk-UA"/>
        </w:rPr>
        <w:t xml:space="preserve">53 Регламенту виконавчого комітету Чернівецької міської ради, </w:t>
      </w:r>
      <w:r w:rsidRPr="00653BEB">
        <w:rPr>
          <w:color w:val="000000"/>
          <w:sz w:val="28"/>
          <w:szCs w:val="28"/>
        </w:rPr>
        <w:t>затвердженого рішенням Чернівецької міської ради від 01.12.2016 р.</w:t>
      </w:r>
      <w:r w:rsidRPr="00653BEB">
        <w:rPr>
          <w:b/>
          <w:color w:val="000000"/>
          <w:sz w:val="28"/>
          <w:szCs w:val="28"/>
        </w:rPr>
        <w:t xml:space="preserve">  </w:t>
      </w:r>
      <w:r w:rsidRPr="00653BEB">
        <w:rPr>
          <w:color w:val="000000"/>
          <w:sz w:val="28"/>
          <w:szCs w:val="28"/>
        </w:rPr>
        <w:t>№475 (</w:t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pgNum/>
      </w:r>
      <w:r w:rsidRPr="00653BEB">
        <w:rPr>
          <w:vanish/>
          <w:color w:val="000000"/>
          <w:sz w:val="28"/>
          <w:szCs w:val="28"/>
        </w:rPr>
        <w:t>ззіз</w:t>
      </w:r>
      <w:r w:rsidRPr="00653BEB">
        <w:rPr>
          <w:color w:val="000000"/>
          <w:sz w:val="28"/>
          <w:szCs w:val="28"/>
        </w:rPr>
        <w:t>зі змінами)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розпорядженням Чернівецького міського голови від 17.04.2020р. №159-р</w:t>
      </w:r>
      <w:r w:rsidRPr="003E2C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зупинено дію рішення виконавчого комітету міської ради </w:t>
      </w:r>
      <w:r w:rsidRPr="00AD1344"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24</w:t>
      </w:r>
      <w:r w:rsidRPr="00AD134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12</w:t>
      </w:r>
      <w:r w:rsidRPr="00AD1344">
        <w:rPr>
          <w:color w:val="000000"/>
          <w:sz w:val="28"/>
          <w:szCs w:val="28"/>
        </w:rPr>
        <w:t xml:space="preserve">.2019 р. </w:t>
      </w:r>
      <w:r>
        <w:rPr>
          <w:color w:val="000000"/>
          <w:sz w:val="28"/>
          <w:szCs w:val="28"/>
        </w:rPr>
        <w:t xml:space="preserve">                </w:t>
      </w:r>
      <w:r w:rsidRPr="00AD1344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754</w:t>
      </w:r>
      <w:r w:rsidRPr="00AD1344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2</w:t>
      </w:r>
      <w:r w:rsidRPr="00AD1344">
        <w:rPr>
          <w:color w:val="000000"/>
          <w:sz w:val="28"/>
          <w:szCs w:val="28"/>
        </w:rPr>
        <w:t>7 «</w:t>
      </w:r>
      <w:r w:rsidRPr="009A25E9">
        <w:rPr>
          <w:bCs/>
          <w:sz w:val="28"/>
          <w:szCs w:val="28"/>
        </w:rPr>
        <w:t>Про передачу основних засобів</w:t>
      </w:r>
      <w:r w:rsidRPr="009A25E9">
        <w:rPr>
          <w:color w:val="000000"/>
          <w:sz w:val="28"/>
          <w:szCs w:val="28"/>
        </w:rPr>
        <w:t>».</w:t>
      </w:r>
    </w:p>
    <w:p w:rsidR="00763672" w:rsidRPr="003161AC" w:rsidRDefault="00763672" w:rsidP="004011AB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uk-UA"/>
        </w:rPr>
        <w:t>Враховуючи зазначене вище, керуючись статтями 24, 26, 59 Закону України «Про місцеве самоврядування в Україні»</w:t>
      </w:r>
      <w:r w:rsidRPr="003161AC">
        <w:rPr>
          <w:sz w:val="28"/>
          <w:szCs w:val="28"/>
        </w:rPr>
        <w:t>, Чернівецька міська рада</w:t>
      </w:r>
    </w:p>
    <w:p w:rsidR="00763672" w:rsidRPr="002F245F" w:rsidRDefault="00763672" w:rsidP="00684C79">
      <w:pPr>
        <w:pStyle w:val="BodyTextIndent2"/>
      </w:pPr>
    </w:p>
    <w:p w:rsidR="00763672" w:rsidRDefault="00763672" w:rsidP="00DD17C8">
      <w:pPr>
        <w:ind w:firstLine="720"/>
        <w:jc w:val="center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В И Р І Ш И Л А : </w:t>
      </w:r>
    </w:p>
    <w:p w:rsidR="00763672" w:rsidRDefault="00763672" w:rsidP="00DD17C8">
      <w:pPr>
        <w:ind w:firstLine="720"/>
        <w:jc w:val="center"/>
        <w:rPr>
          <w:b/>
          <w:sz w:val="28"/>
          <w:szCs w:val="28"/>
        </w:rPr>
      </w:pPr>
    </w:p>
    <w:p w:rsidR="00763672" w:rsidRPr="007729D7" w:rsidRDefault="00763672" w:rsidP="00214A22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905BF9">
        <w:rPr>
          <w:b/>
          <w:sz w:val="28"/>
          <w:szCs w:val="28"/>
        </w:rPr>
        <w:t xml:space="preserve">. </w:t>
      </w:r>
      <w:r w:rsidRPr="007729D7">
        <w:rPr>
          <w:sz w:val="28"/>
          <w:szCs w:val="28"/>
        </w:rPr>
        <w:t>Скасувати рішення виконавчого комітету Чернівецької міської ради</w:t>
      </w:r>
      <w:r>
        <w:rPr>
          <w:sz w:val="28"/>
          <w:szCs w:val="28"/>
        </w:rPr>
        <w:t xml:space="preserve"> від </w:t>
      </w:r>
      <w:r w:rsidRPr="00A87AEC">
        <w:rPr>
          <w:bCs/>
          <w:sz w:val="28"/>
          <w:szCs w:val="28"/>
        </w:rPr>
        <w:t>24.12.2019р.</w:t>
      </w:r>
      <w:r w:rsidRPr="0061150D">
        <w:rPr>
          <w:sz w:val="28"/>
          <w:szCs w:val="28"/>
        </w:rPr>
        <w:t xml:space="preserve"> №</w:t>
      </w:r>
      <w:r w:rsidRPr="00A87AEC">
        <w:rPr>
          <w:sz w:val="28"/>
          <w:szCs w:val="28"/>
        </w:rPr>
        <w:t xml:space="preserve">754/28 </w:t>
      </w:r>
      <w:r w:rsidRPr="00C7291F">
        <w:rPr>
          <w:sz w:val="28"/>
          <w:szCs w:val="28"/>
        </w:rPr>
        <w:t xml:space="preserve"> «Про передачу основних засобів»</w:t>
      </w:r>
      <w:r>
        <w:rPr>
          <w:sz w:val="28"/>
          <w:szCs w:val="28"/>
        </w:rPr>
        <w:t>.</w:t>
      </w:r>
    </w:p>
    <w:p w:rsidR="00763672" w:rsidRPr="00150D65" w:rsidRDefault="00763672" w:rsidP="00214A22">
      <w:pPr>
        <w:ind w:firstLine="540"/>
        <w:jc w:val="both"/>
      </w:pPr>
    </w:p>
    <w:p w:rsidR="00763672" w:rsidRDefault="00763672" w:rsidP="00214A22">
      <w:pPr>
        <w:ind w:firstLine="540"/>
        <w:jc w:val="both"/>
        <w:rPr>
          <w:b/>
          <w:szCs w:val="28"/>
        </w:rPr>
      </w:pPr>
      <w:r>
        <w:rPr>
          <w:b/>
          <w:sz w:val="28"/>
          <w:szCs w:val="28"/>
        </w:rPr>
        <w:t>2</w:t>
      </w:r>
      <w:r w:rsidRPr="002F245F">
        <w:rPr>
          <w:b/>
          <w:sz w:val="28"/>
          <w:szCs w:val="28"/>
        </w:rPr>
        <w:t>.</w:t>
      </w:r>
      <w:r w:rsidRPr="002F245F">
        <w:rPr>
          <w:sz w:val="28"/>
          <w:szCs w:val="28"/>
        </w:rPr>
        <w:t xml:space="preserve"> Рішення підлягає</w:t>
      </w:r>
      <w:r>
        <w:rPr>
          <w:sz w:val="28"/>
          <w:szCs w:val="28"/>
        </w:rPr>
        <w:t xml:space="preserve"> оприлюдненню на офіційному веб</w:t>
      </w:r>
      <w:r w:rsidRPr="002F245F">
        <w:rPr>
          <w:sz w:val="28"/>
          <w:szCs w:val="28"/>
        </w:rPr>
        <w:t>порталі Чернівецької міської ради.</w:t>
      </w:r>
    </w:p>
    <w:p w:rsidR="00763672" w:rsidRDefault="00763672" w:rsidP="00214A22">
      <w:pPr>
        <w:pStyle w:val="BodyText3"/>
        <w:ind w:firstLine="540"/>
        <w:rPr>
          <w:b/>
          <w:szCs w:val="28"/>
        </w:rPr>
      </w:pPr>
    </w:p>
    <w:p w:rsidR="00763672" w:rsidRPr="00931299" w:rsidRDefault="00763672" w:rsidP="00214A22">
      <w:pPr>
        <w:pStyle w:val="BodyText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31299">
        <w:rPr>
          <w:b/>
          <w:sz w:val="28"/>
          <w:szCs w:val="28"/>
        </w:rPr>
        <w:t xml:space="preserve">. </w:t>
      </w:r>
      <w:r w:rsidRPr="00931299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931299">
        <w:rPr>
          <w:sz w:val="28"/>
          <w:szCs w:val="28"/>
          <w:shd w:val="clear" w:color="auto" w:fill="FFFFFF"/>
        </w:rPr>
        <w:t xml:space="preserve">законності, прав і свобод людини, регламенту, депутатської діяльності,   етики та запобігання  </w:t>
      </w:r>
      <w:r w:rsidRPr="00931299">
        <w:rPr>
          <w:color w:val="000000"/>
          <w:sz w:val="28"/>
          <w:szCs w:val="28"/>
          <w:shd w:val="clear" w:color="auto" w:fill="FFFFFF"/>
        </w:rPr>
        <w:t>корупції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931299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</w:t>
      </w:r>
    </w:p>
    <w:p w:rsidR="00763672" w:rsidRDefault="00763672" w:rsidP="00DA3308">
      <w:pPr>
        <w:jc w:val="both"/>
        <w:rPr>
          <w:b/>
          <w:bCs/>
          <w:sz w:val="28"/>
          <w:szCs w:val="28"/>
        </w:rPr>
      </w:pPr>
    </w:p>
    <w:p w:rsidR="00763672" w:rsidRDefault="00763672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763672" w:rsidRDefault="00763672" w:rsidP="00F94B4E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2F24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Чернівецький міський голова                                                       О.Каспрук</w:t>
      </w:r>
    </w:p>
    <w:sectPr w:rsidR="00763672" w:rsidSect="00FC332C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672" w:rsidRDefault="00763672">
      <w:r>
        <w:separator/>
      </w:r>
    </w:p>
  </w:endnote>
  <w:endnote w:type="continuationSeparator" w:id="1">
    <w:p w:rsidR="00763672" w:rsidRDefault="00763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672" w:rsidRDefault="00763672">
      <w:r>
        <w:separator/>
      </w:r>
    </w:p>
  </w:footnote>
  <w:footnote w:type="continuationSeparator" w:id="1">
    <w:p w:rsidR="00763672" w:rsidRDefault="00763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672" w:rsidRDefault="007636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3672" w:rsidRDefault="007636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672" w:rsidRDefault="007636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                                                                                         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63672" w:rsidRDefault="00763672">
    <w:pPr>
      <w:pStyle w:val="Header"/>
      <w:framePr w:wrap="around" w:vAnchor="text" w:hAnchor="margin" w:xAlign="center" w:y="1"/>
      <w:rPr>
        <w:rStyle w:val="PageNumber"/>
      </w:rPr>
    </w:pPr>
  </w:p>
  <w:p w:rsidR="00763672" w:rsidRDefault="00763672">
    <w:pPr>
      <w:pStyle w:val="Header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4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8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  <w:rPr>
        <w:rFonts w:cs="Times New Roman"/>
      </w:rPr>
    </w:lvl>
  </w:abstractNum>
  <w:abstractNum w:abstractNumId="13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  <w:b/>
      </w:rPr>
    </w:lvl>
  </w:abstractNum>
  <w:abstractNum w:abstractNumId="16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9702EE0"/>
    <w:multiLevelType w:val="hybridMultilevel"/>
    <w:tmpl w:val="18FE524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</w:num>
  <w:num w:numId="4">
    <w:abstractNumId w:val="14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3"/>
  </w:num>
  <w:num w:numId="11">
    <w:abstractNumId w:val="20"/>
  </w:num>
  <w:num w:numId="12">
    <w:abstractNumId w:val="18"/>
  </w:num>
  <w:num w:numId="13">
    <w:abstractNumId w:val="2"/>
  </w:num>
  <w:num w:numId="14">
    <w:abstractNumId w:val="9"/>
  </w:num>
  <w:num w:numId="15">
    <w:abstractNumId w:val="19"/>
  </w:num>
  <w:num w:numId="16">
    <w:abstractNumId w:val="11"/>
  </w:num>
  <w:num w:numId="17">
    <w:abstractNumId w:val="16"/>
  </w:num>
  <w:num w:numId="18">
    <w:abstractNumId w:val="6"/>
  </w:num>
  <w:num w:numId="19">
    <w:abstractNumId w:val="3"/>
  </w:num>
  <w:num w:numId="20">
    <w:abstractNumId w:val="8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BB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5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AF6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55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0C2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765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6FCB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D71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1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C9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373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6F5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9F6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22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027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DAB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5F1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829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3C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08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AD9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67"/>
    <w:rsid w:val="003033DD"/>
    <w:rsid w:val="00303604"/>
    <w:rsid w:val="0030365F"/>
    <w:rsid w:val="0030373F"/>
    <w:rsid w:val="0030377A"/>
    <w:rsid w:val="0030383D"/>
    <w:rsid w:val="00303BA4"/>
    <w:rsid w:val="00303C17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804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1AC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A39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5DD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2DF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68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7E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45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7B4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6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B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1AA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3DD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BB4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33C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6E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A47"/>
    <w:rsid w:val="004B6F92"/>
    <w:rsid w:val="004B706D"/>
    <w:rsid w:val="004B72BE"/>
    <w:rsid w:val="004B72F5"/>
    <w:rsid w:val="004B732C"/>
    <w:rsid w:val="004B73ED"/>
    <w:rsid w:val="004B7464"/>
    <w:rsid w:val="004B757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9B3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971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529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79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984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A0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285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5D7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DD7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2FDB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1EDF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245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AF7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2B3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71F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1F9E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17D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DA6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80E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0D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16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A2F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6FF"/>
    <w:rsid w:val="0064674F"/>
    <w:rsid w:val="0064691C"/>
    <w:rsid w:val="00646977"/>
    <w:rsid w:val="006469E5"/>
    <w:rsid w:val="00646B0F"/>
    <w:rsid w:val="00646B1E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EB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A5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A2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69A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A7E4B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66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47D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04B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672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87E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9D7"/>
    <w:rsid w:val="00772A75"/>
    <w:rsid w:val="00772C42"/>
    <w:rsid w:val="00772C70"/>
    <w:rsid w:val="00772CF4"/>
    <w:rsid w:val="00772FB5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1FB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272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33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39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949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3F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AFC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3F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97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C0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3C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42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B4D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5D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644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5BF9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6F1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71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574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299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5F4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66"/>
    <w:rsid w:val="00955280"/>
    <w:rsid w:val="009552EC"/>
    <w:rsid w:val="0095545F"/>
    <w:rsid w:val="00955475"/>
    <w:rsid w:val="009554B8"/>
    <w:rsid w:val="009554FA"/>
    <w:rsid w:val="0095588F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678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DB6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33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5E9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67A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D9A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35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A9B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1B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909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53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0F34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86B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991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AEC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344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64A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83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9C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28F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6EE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2ED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629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44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27"/>
    <w:rsid w:val="00B608C8"/>
    <w:rsid w:val="00B60AE0"/>
    <w:rsid w:val="00B60B4F"/>
    <w:rsid w:val="00B60CD8"/>
    <w:rsid w:val="00B60CE0"/>
    <w:rsid w:val="00B611E2"/>
    <w:rsid w:val="00B6147D"/>
    <w:rsid w:val="00B6165A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2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5DE3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8DD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03B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0D8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B8"/>
    <w:rsid w:val="00C06AF5"/>
    <w:rsid w:val="00C06FCF"/>
    <w:rsid w:val="00C072E9"/>
    <w:rsid w:val="00C0730F"/>
    <w:rsid w:val="00C07318"/>
    <w:rsid w:val="00C0757A"/>
    <w:rsid w:val="00C0757C"/>
    <w:rsid w:val="00C07727"/>
    <w:rsid w:val="00C077B0"/>
    <w:rsid w:val="00C077B9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1F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CD8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8D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4E44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2FA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709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6B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BC0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E7D94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CAD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3C1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258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D99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ABD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4FB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092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C7E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09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E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6DB"/>
    <w:rsid w:val="00E4377F"/>
    <w:rsid w:val="00E43D5C"/>
    <w:rsid w:val="00E43FAD"/>
    <w:rsid w:val="00E4405F"/>
    <w:rsid w:val="00E4444F"/>
    <w:rsid w:val="00E444C8"/>
    <w:rsid w:val="00E44B70"/>
    <w:rsid w:val="00E44DF4"/>
    <w:rsid w:val="00E45236"/>
    <w:rsid w:val="00E4597B"/>
    <w:rsid w:val="00E459CC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1A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784"/>
    <w:rsid w:val="00E6285E"/>
    <w:rsid w:val="00E62E1D"/>
    <w:rsid w:val="00E62E82"/>
    <w:rsid w:val="00E6328E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3F1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40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D64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A12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BEE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7DC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7F0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A64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5CAA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6ECA"/>
    <w:rsid w:val="00F2707B"/>
    <w:rsid w:val="00F2718F"/>
    <w:rsid w:val="00F2763B"/>
    <w:rsid w:val="00F277CF"/>
    <w:rsid w:val="00F2781A"/>
    <w:rsid w:val="00F27906"/>
    <w:rsid w:val="00F27B6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D93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684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A9F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7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264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682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56F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075"/>
    <w:rsid w:val="00FC332C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D7F97"/>
    <w:rsid w:val="00FE0149"/>
    <w:rsid w:val="00FE01B6"/>
    <w:rsid w:val="00FE02BE"/>
    <w:rsid w:val="00FE0411"/>
    <w:rsid w:val="00FE0801"/>
    <w:rsid w:val="00FE089B"/>
    <w:rsid w:val="00FE08F6"/>
    <w:rsid w:val="00FE09C6"/>
    <w:rsid w:val="00FE0CFC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0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A39"/>
    <w:pPr>
      <w:autoSpaceDE w:val="0"/>
      <w:autoSpaceDN w:val="0"/>
    </w:pPr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2A39"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F2A39"/>
    <w:pPr>
      <w:keepNext/>
      <w:spacing w:line="360" w:lineRule="auto"/>
      <w:jc w:val="center"/>
      <w:outlineLvl w:val="1"/>
    </w:pPr>
    <w:rPr>
      <w:b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5786B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5786B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5786B"/>
    <w:rPr>
      <w:rFonts w:ascii="Cambria" w:hAnsi="Cambria" w:cs="Times New Roman"/>
      <w:b/>
      <w:bCs/>
      <w:sz w:val="26"/>
      <w:szCs w:val="26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7F2A39"/>
    <w:pPr>
      <w:ind w:firstLine="72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D2006"/>
    <w:rPr>
      <w:rFonts w:cs="Times New Roman"/>
      <w:sz w:val="28"/>
      <w:szCs w:val="28"/>
      <w:lang w:val="uk-UA"/>
    </w:rPr>
  </w:style>
  <w:style w:type="paragraph" w:styleId="Title">
    <w:name w:val="Title"/>
    <w:basedOn w:val="Normal"/>
    <w:link w:val="TitleChar1"/>
    <w:uiPriority w:val="99"/>
    <w:qFormat/>
    <w:rsid w:val="007F2A39"/>
    <w:pPr>
      <w:jc w:val="center"/>
    </w:pPr>
    <w:rPr>
      <w:b/>
      <w:bCs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5786B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2">
    <w:name w:val="Body Text 2"/>
    <w:basedOn w:val="Normal"/>
    <w:link w:val="BodyText2Char"/>
    <w:uiPriority w:val="99"/>
    <w:rsid w:val="007F2A3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7F2A3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7F2A3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7F2A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F2A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7F2A3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paragraph" w:styleId="BodyText3">
    <w:name w:val="Body Text 3"/>
    <w:basedOn w:val="Normal"/>
    <w:link w:val="BodyText3Char"/>
    <w:uiPriority w:val="99"/>
    <w:rsid w:val="007F2A39"/>
    <w:pPr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5786B"/>
    <w:rPr>
      <w:rFonts w:cs="Times New Roman"/>
      <w:sz w:val="16"/>
      <w:szCs w:val="16"/>
      <w:lang w:val="uk-UA"/>
    </w:rPr>
  </w:style>
  <w:style w:type="paragraph" w:styleId="BodyTextIndent3">
    <w:name w:val="Body Text Indent 3"/>
    <w:basedOn w:val="Normal"/>
    <w:link w:val="BodyTextIndent3Char"/>
    <w:uiPriority w:val="99"/>
    <w:rsid w:val="007F2A39"/>
    <w:pPr>
      <w:ind w:firstLine="708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5786B"/>
    <w:rPr>
      <w:rFonts w:cs="Times New Roman"/>
      <w:sz w:val="16"/>
      <w:szCs w:val="1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7F2A3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37017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5786B"/>
    <w:rPr>
      <w:rFonts w:cs="Times New Roman"/>
      <w:sz w:val="20"/>
      <w:szCs w:val="20"/>
      <w:lang w:val="uk-UA"/>
    </w:rPr>
  </w:style>
  <w:style w:type="character" w:customStyle="1" w:styleId="a">
    <w:name w:val="знак сноски"/>
    <w:basedOn w:val="DefaultParagraphFont"/>
    <w:uiPriority w:val="99"/>
    <w:rsid w:val="00317EDE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833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86B"/>
    <w:rPr>
      <w:rFonts w:cs="Times New Roman"/>
      <w:sz w:val="2"/>
      <w:lang w:val="uk-UA"/>
    </w:rPr>
  </w:style>
  <w:style w:type="paragraph" w:customStyle="1" w:styleId="a0">
    <w:name w:val="Знак Знак Знак Знак Знак Знак"/>
    <w:basedOn w:val="Normal"/>
    <w:uiPriority w:val="99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">
    <w:name w:val="Знак Знак Знак Знак Знак Знак1"/>
    <w:basedOn w:val="Normal"/>
    <w:uiPriority w:val="99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Normal"/>
    <w:uiPriority w:val="99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DefaultParagraphFont"/>
    <w:uiPriority w:val="99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DefaultParagraphFont"/>
    <w:uiPriority w:val="99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ListParagraph">
    <w:name w:val="List Paragraph"/>
    <w:basedOn w:val="Normal"/>
    <w:uiPriority w:val="99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1">
    <w:name w:val="List Paragraph1"/>
    <w:basedOn w:val="Normal"/>
    <w:uiPriority w:val="99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1">
    <w:name w:val="Heading 11"/>
    <w:basedOn w:val="Normal"/>
    <w:next w:val="Normal"/>
    <w:uiPriority w:val="99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TitleChar1">
    <w:name w:val="Title Char1"/>
    <w:basedOn w:val="DefaultParagraphFont"/>
    <w:link w:val="Title"/>
    <w:uiPriority w:val="99"/>
    <w:locked/>
    <w:rsid w:val="00F6227B"/>
    <w:rPr>
      <w:rFonts w:cs="Times New Roman"/>
      <w:b/>
      <w:bCs/>
      <w:sz w:val="32"/>
      <w:lang w:val="uk-UA" w:eastAsia="ru-RU" w:bidi="ar-SA"/>
    </w:rPr>
  </w:style>
  <w:style w:type="paragraph" w:styleId="BlockText">
    <w:name w:val="Block Text"/>
    <w:basedOn w:val="Normal"/>
    <w:uiPriority w:val="99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paragraph" w:customStyle="1" w:styleId="rvps14">
    <w:name w:val="rvps14"/>
    <w:basedOn w:val="Normal"/>
    <w:uiPriority w:val="99"/>
    <w:rsid w:val="005D15E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styleId="NormalWeb">
    <w:name w:val="Normal (Web)"/>
    <w:basedOn w:val="Normal"/>
    <w:uiPriority w:val="99"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DefaultParagraphFont"/>
    <w:uiPriority w:val="99"/>
    <w:rsid w:val="00925AD7"/>
    <w:rPr>
      <w:rFonts w:cs="Times New Roman"/>
    </w:rPr>
  </w:style>
  <w:style w:type="paragraph" w:customStyle="1" w:styleId="10">
    <w:name w:val="Обычный1"/>
    <w:uiPriority w:val="99"/>
    <w:rsid w:val="00955266"/>
    <w:pPr>
      <w:spacing w:line="276" w:lineRule="auto"/>
    </w:pPr>
    <w:rPr>
      <w:rFonts w:ascii="Arial" w:hAnsi="Arial" w:cs="Arial"/>
      <w:lang w:val="uk-UA"/>
    </w:rPr>
  </w:style>
  <w:style w:type="character" w:customStyle="1" w:styleId="s2">
    <w:name w:val="s2"/>
    <w:basedOn w:val="DefaultParagraphFont"/>
    <w:uiPriority w:val="99"/>
    <w:rsid w:val="00BE00D8"/>
    <w:rPr>
      <w:rFonts w:cs="Times New Roman"/>
    </w:rPr>
  </w:style>
  <w:style w:type="table" w:styleId="TableGrid">
    <w:name w:val="Table Grid"/>
    <w:basedOn w:val="TableNormal"/>
    <w:uiPriority w:val="99"/>
    <w:rsid w:val="009312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DefaultParagraphFont"/>
    <w:uiPriority w:val="99"/>
    <w:rsid w:val="00EB5BEE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9A2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A25E9"/>
    <w:rPr>
      <w:rFonts w:ascii="Courier New" w:hAnsi="Courier New" w:cs="Courier New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386</TotalTime>
  <Pages>1</Pages>
  <Words>346</Words>
  <Characters>1975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WiZaRd</cp:lastModifiedBy>
  <cp:revision>19</cp:revision>
  <cp:lastPrinted>2020-04-22T10:34:00Z</cp:lastPrinted>
  <dcterms:created xsi:type="dcterms:W3CDTF">2019-04-25T07:58:00Z</dcterms:created>
  <dcterms:modified xsi:type="dcterms:W3CDTF">2020-04-22T13:34:00Z</dcterms:modified>
</cp:coreProperties>
</file>