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13" w:rsidRPr="002F245F" w:rsidRDefault="00EC0113" w:rsidP="00355B00">
      <w:pPr>
        <w:pStyle w:val="Heading11"/>
        <w:keepNext w:val="0"/>
        <w:outlineLvl w:val="9"/>
        <w:rPr>
          <w:szCs w:val="24"/>
        </w:rPr>
      </w:pPr>
      <w:r w:rsidRPr="008F74E6">
        <w:rPr>
          <w:noProof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3.5pt;visibility:visible">
            <v:imagedata r:id="rId7" o:title=""/>
          </v:shape>
        </w:pict>
      </w:r>
    </w:p>
    <w:p w:rsidR="00EC0113" w:rsidRPr="002F245F" w:rsidRDefault="00EC0113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EC0113" w:rsidRPr="002F245F" w:rsidRDefault="00EC0113" w:rsidP="00F277CF">
      <w:pPr>
        <w:pStyle w:val="Heading2"/>
        <w:spacing w:line="240" w:lineRule="auto"/>
      </w:pPr>
      <w:r w:rsidRPr="002F245F">
        <w:t>Чернівецька міська рада</w:t>
      </w:r>
    </w:p>
    <w:p w:rsidR="00EC0113" w:rsidRPr="002F245F" w:rsidRDefault="00EC0113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2F245F">
        <w:rPr>
          <w:b/>
          <w:sz w:val="30"/>
          <w:szCs w:val="30"/>
        </w:rPr>
        <w:t xml:space="preserve">сесія </w:t>
      </w:r>
      <w:r w:rsidRPr="002F245F">
        <w:rPr>
          <w:b/>
          <w:sz w:val="30"/>
          <w:szCs w:val="30"/>
          <w:lang w:val="en-US"/>
        </w:rPr>
        <w:t>V</w:t>
      </w:r>
      <w:r w:rsidRPr="002F245F">
        <w:rPr>
          <w:b/>
          <w:sz w:val="30"/>
          <w:szCs w:val="30"/>
        </w:rPr>
        <w:t>І</w:t>
      </w:r>
      <w:r w:rsidRPr="002F245F">
        <w:rPr>
          <w:b/>
          <w:sz w:val="30"/>
          <w:szCs w:val="30"/>
          <w:lang w:val="ru-RU"/>
        </w:rPr>
        <w:t xml:space="preserve">І </w:t>
      </w:r>
      <w:r w:rsidRPr="002F245F">
        <w:rPr>
          <w:b/>
          <w:sz w:val="30"/>
          <w:szCs w:val="30"/>
        </w:rPr>
        <w:t>скликання</w:t>
      </w:r>
    </w:p>
    <w:p w:rsidR="00EC0113" w:rsidRPr="002F245F" w:rsidRDefault="00EC0113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>Р І Ш Е Н Н Я</w:t>
      </w:r>
    </w:p>
    <w:p w:rsidR="00EC0113" w:rsidRPr="002F245F" w:rsidRDefault="00EC0113" w:rsidP="00684C79">
      <w:pPr>
        <w:jc w:val="both"/>
        <w:rPr>
          <w:b/>
          <w:bCs/>
          <w:sz w:val="28"/>
        </w:rPr>
      </w:pPr>
      <w:r>
        <w:rPr>
          <w:bCs/>
          <w:sz w:val="28"/>
          <w:u w:val="single"/>
        </w:rPr>
        <w:t xml:space="preserve">              </w:t>
      </w:r>
      <w:r w:rsidRPr="009A25E9">
        <w:rPr>
          <w:bCs/>
          <w:sz w:val="28"/>
          <w:u w:val="single"/>
        </w:rPr>
        <w:t>2020 №</w:t>
      </w:r>
      <w:r>
        <w:rPr>
          <w:bCs/>
          <w:sz w:val="28"/>
          <w:u w:val="single"/>
        </w:rPr>
        <w:t xml:space="preserve">       </w:t>
      </w:r>
      <w:r w:rsidRPr="002F245F">
        <w:rPr>
          <w:b/>
          <w:bCs/>
          <w:sz w:val="28"/>
        </w:rPr>
        <w:t xml:space="preserve">                                       </w:t>
      </w:r>
      <w:r w:rsidRPr="002F245F">
        <w:rPr>
          <w:b/>
          <w:bCs/>
          <w:sz w:val="28"/>
        </w:rPr>
        <w:tab/>
        <w:t xml:space="preserve">                               </w:t>
      </w:r>
      <w:r w:rsidRPr="000B6D71">
        <w:rPr>
          <w:b/>
          <w:sz w:val="28"/>
        </w:rPr>
        <w:t>м. Чернівці</w:t>
      </w:r>
    </w:p>
    <w:p w:rsidR="00EC0113" w:rsidRPr="002F245F" w:rsidRDefault="00EC0113" w:rsidP="00C8355A">
      <w:pPr>
        <w:pStyle w:val="BodyTextIndent2"/>
        <w:jc w:val="center"/>
        <w:rPr>
          <w:b/>
          <w:bCs/>
        </w:rPr>
      </w:pPr>
    </w:p>
    <w:p w:rsidR="00EC0113" w:rsidRDefault="00EC0113" w:rsidP="008F7925">
      <w:pPr>
        <w:ind w:right="-49"/>
        <w:jc w:val="center"/>
        <w:rPr>
          <w:b/>
          <w:sz w:val="28"/>
          <w:szCs w:val="28"/>
        </w:rPr>
      </w:pPr>
      <w:r w:rsidRPr="00CF1979">
        <w:rPr>
          <w:b/>
          <w:sz w:val="28"/>
          <w:szCs w:val="28"/>
        </w:rPr>
        <w:t>Про</w:t>
      </w:r>
      <w:r w:rsidRPr="00CF1979">
        <w:rPr>
          <w:b/>
        </w:rPr>
        <w:t xml:space="preserve"> </w:t>
      </w:r>
      <w:r w:rsidRPr="00CF1979">
        <w:rPr>
          <w:b/>
          <w:color w:val="000000"/>
          <w:sz w:val="28"/>
          <w:szCs w:val="28"/>
        </w:rPr>
        <w:t xml:space="preserve">рішення виконавчого комітету міської ради </w:t>
      </w:r>
      <w:r w:rsidRPr="00CF1979">
        <w:rPr>
          <w:b/>
          <w:sz w:val="28"/>
          <w:szCs w:val="28"/>
        </w:rPr>
        <w:t xml:space="preserve">від </w:t>
      </w:r>
      <w:r w:rsidRPr="00CF1979">
        <w:rPr>
          <w:b/>
          <w:bCs/>
          <w:sz w:val="28"/>
          <w:szCs w:val="28"/>
        </w:rPr>
        <w:t>14.04.2020р.</w:t>
      </w:r>
      <w:r w:rsidRPr="00CF1979">
        <w:rPr>
          <w:b/>
          <w:sz w:val="28"/>
          <w:szCs w:val="28"/>
        </w:rPr>
        <w:t xml:space="preserve"> </w:t>
      </w:r>
    </w:p>
    <w:p w:rsidR="00EC0113" w:rsidRDefault="00EC0113" w:rsidP="008F7925">
      <w:pPr>
        <w:ind w:right="-49"/>
        <w:jc w:val="center"/>
        <w:rPr>
          <w:b/>
          <w:sz w:val="28"/>
          <w:szCs w:val="28"/>
        </w:rPr>
      </w:pPr>
      <w:r w:rsidRPr="00CF1979">
        <w:rPr>
          <w:b/>
          <w:sz w:val="28"/>
          <w:szCs w:val="28"/>
        </w:rPr>
        <w:t xml:space="preserve">№182/8 «Про розгляд звернення фізичної особи – підприємця </w:t>
      </w:r>
    </w:p>
    <w:p w:rsidR="00EC0113" w:rsidRDefault="00EC0113" w:rsidP="008F7925">
      <w:pPr>
        <w:ind w:right="-49"/>
        <w:jc w:val="center"/>
        <w:rPr>
          <w:b/>
          <w:sz w:val="28"/>
          <w:szCs w:val="28"/>
        </w:rPr>
      </w:pPr>
      <w:r w:rsidRPr="00CF1979">
        <w:rPr>
          <w:b/>
          <w:sz w:val="28"/>
          <w:szCs w:val="28"/>
        </w:rPr>
        <w:t xml:space="preserve">Любки-Труфіної Лесі Орестівни щодо здійснення невід’ємних </w:t>
      </w:r>
    </w:p>
    <w:p w:rsidR="00EC0113" w:rsidRPr="00CF1979" w:rsidRDefault="00EC0113" w:rsidP="008F7925">
      <w:pPr>
        <w:ind w:right="-49"/>
        <w:jc w:val="center"/>
        <w:rPr>
          <w:b/>
          <w:bCs/>
          <w:sz w:val="28"/>
          <w:szCs w:val="28"/>
        </w:rPr>
      </w:pPr>
      <w:r w:rsidRPr="00CF1979">
        <w:rPr>
          <w:b/>
          <w:sz w:val="28"/>
          <w:szCs w:val="28"/>
        </w:rPr>
        <w:t>поліпшень об’єкта оренди за рахунок власних коштів»</w:t>
      </w:r>
    </w:p>
    <w:p w:rsidR="00EC0113" w:rsidRDefault="00EC0113" w:rsidP="00CF1979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</w:r>
    </w:p>
    <w:p w:rsidR="00EC0113" w:rsidRPr="00904921" w:rsidRDefault="00EC0113" w:rsidP="00CF1979">
      <w:pPr>
        <w:pStyle w:val="HTMLPreformatted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F11F6">
        <w:rPr>
          <w:rFonts w:ascii="Times New Roman" w:hAnsi="Times New Roman" w:cs="Times New Roman"/>
          <w:bCs/>
          <w:sz w:val="28"/>
          <w:szCs w:val="28"/>
        </w:rPr>
        <w:t>На засіданні виконавчого комітету міської ради, що відбулось             14.04.2020р., прийнято рішення</w:t>
      </w:r>
      <w:r w:rsidRPr="00AF11F6">
        <w:rPr>
          <w:rFonts w:ascii="Times New Roman" w:hAnsi="Times New Roman" w:cs="Times New Roman"/>
          <w:sz w:val="28"/>
          <w:szCs w:val="28"/>
        </w:rPr>
        <w:t xml:space="preserve"> №182/8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0DA">
        <w:rPr>
          <w:rFonts w:ascii="Times New Roman" w:hAnsi="Times New Roman" w:cs="Times New Roman"/>
          <w:sz w:val="28"/>
          <w:szCs w:val="28"/>
        </w:rPr>
        <w:t>«Про розгляд звернення фізичної особи – підприємця Любки-Труфіної Лесі Орестівни щодо здійснення невід’ємних поліпшень</w:t>
      </w:r>
      <w:r w:rsidRPr="00CB76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7697">
        <w:rPr>
          <w:rFonts w:ascii="Times New Roman" w:hAnsi="Times New Roman" w:cs="Times New Roman"/>
          <w:sz w:val="28"/>
          <w:szCs w:val="28"/>
        </w:rPr>
        <w:t>об’єкта оренди за рахунок власних коштів</w:t>
      </w:r>
      <w:r w:rsidRPr="00C729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4921">
        <w:rPr>
          <w:rFonts w:ascii="Times New Roman" w:hAnsi="Times New Roman" w:cs="Times New Roman"/>
          <w:sz w:val="28"/>
          <w:szCs w:val="28"/>
        </w:rPr>
        <w:t>яким надано згоду на здійснення невід’ємних поліпшень об’єкта оренди за рахунок власних коштів, відповідно до кошторису і в межах суми, затвердженої департаментом розвитку міської ради  та переліку невід’ємних поліпшень фізичній особі – підприємцю Любки-Труфіній Лесі Орестівні.</w:t>
      </w:r>
      <w:bookmarkStart w:id="0" w:name="_GoBack"/>
      <w:bookmarkEnd w:id="0"/>
    </w:p>
    <w:p w:rsidR="00EC0113" w:rsidRPr="009964C8" w:rsidRDefault="00EC0113" w:rsidP="00CF1979">
      <w:pPr>
        <w:jc w:val="both"/>
      </w:pPr>
      <w:r w:rsidRPr="00904921">
        <w:rPr>
          <w:sz w:val="28"/>
          <w:szCs w:val="28"/>
        </w:rPr>
        <w:tab/>
        <w:t>Вказане рішення прийнято з порушенням вимог Конституції України, Закону України «Про місцеве самоврядування в Україні», Закону України «Про оренду державного і комунального майна»,</w:t>
      </w:r>
      <w:r>
        <w:rPr>
          <w:sz w:val="28"/>
          <w:szCs w:val="28"/>
        </w:rPr>
        <w:t xml:space="preserve"> Положення </w:t>
      </w:r>
      <w:r w:rsidRPr="009964C8">
        <w:rPr>
          <w:bCs/>
          <w:sz w:val="28"/>
          <w:szCs w:val="28"/>
        </w:rPr>
        <w:t xml:space="preserve">про порядок надання згоди орендодавця на здійснення </w:t>
      </w:r>
      <w:r w:rsidRPr="00B6443A">
        <w:rPr>
          <w:bCs/>
          <w:sz w:val="28"/>
          <w:szCs w:val="28"/>
        </w:rPr>
        <w:t>невід’ємних поліпшень об’єкта оренди за рахунок власних коштів орендаря, врахування цих витрат та способи  їх відшкодування</w:t>
      </w:r>
      <w:r w:rsidRPr="00B6443A">
        <w:rPr>
          <w:sz w:val="28"/>
          <w:szCs w:val="28"/>
        </w:rPr>
        <w:t xml:space="preserve">, </w:t>
      </w:r>
      <w:r w:rsidRPr="00C7291F">
        <w:rPr>
          <w:sz w:val="28"/>
          <w:szCs w:val="28"/>
        </w:rPr>
        <w:t>затвердженому рішенням міської ради</w:t>
      </w:r>
      <w:r>
        <w:rPr>
          <w:sz w:val="28"/>
          <w:szCs w:val="28"/>
        </w:rPr>
        <w:t xml:space="preserve"> VІ скликання 02.07.2015 № 1639.</w:t>
      </w:r>
      <w:r w:rsidRPr="00C7291F">
        <w:rPr>
          <w:bCs/>
          <w:sz w:val="28"/>
          <w:szCs w:val="28"/>
        </w:rPr>
        <w:t xml:space="preserve"> </w:t>
      </w:r>
    </w:p>
    <w:p w:rsidR="00EC0113" w:rsidRPr="003E2C62" w:rsidRDefault="00EC0113" w:rsidP="00EB5BEE">
      <w:pPr>
        <w:ind w:firstLine="540"/>
        <w:jc w:val="both"/>
        <w:rPr>
          <w:sz w:val="28"/>
          <w:szCs w:val="28"/>
        </w:rPr>
      </w:pPr>
      <w:r w:rsidRPr="003E2C62">
        <w:rPr>
          <w:sz w:val="28"/>
          <w:szCs w:val="28"/>
        </w:rPr>
        <w:t>Відповідно до частини 7 статті 59 Закону України «Про місцеве самоврядування в Україні»</w:t>
      </w:r>
      <w:r w:rsidRPr="003E2C62">
        <w:rPr>
          <w:color w:val="000000"/>
          <w:sz w:val="28"/>
          <w:szCs w:val="28"/>
          <w:shd w:val="clear" w:color="auto" w:fill="FFFFFF"/>
        </w:rPr>
        <w:t xml:space="preserve"> у разі незгоди сільського, селищного, міського голови (голови районної у місті ради) з рішенням виконавчого комітету ради він може зупинити дію цього рішення своїм розпорядженням та внести це питання на розгляд відповідної ради.</w:t>
      </w:r>
    </w:p>
    <w:p w:rsidR="00EC0113" w:rsidRDefault="00EC0113" w:rsidP="00EB5BEE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виконання зазначених повноважень та відповідно до статті </w:t>
      </w:r>
      <w:r w:rsidRPr="00653BEB">
        <w:rPr>
          <w:bCs/>
          <w:color w:val="000000"/>
          <w:sz w:val="28"/>
          <w:szCs w:val="28"/>
          <w:lang w:eastAsia="uk-UA"/>
        </w:rPr>
        <w:t xml:space="preserve">53 Регламенту виконавчого комітету Чернівецької міської ради, </w:t>
      </w:r>
      <w:r w:rsidRPr="00653BEB">
        <w:rPr>
          <w:color w:val="000000"/>
          <w:sz w:val="28"/>
          <w:szCs w:val="28"/>
        </w:rPr>
        <w:t>затвердженого рішенням Чернівецької міської ради від 01.12.2016 р.</w:t>
      </w:r>
      <w:r w:rsidRPr="00653BEB">
        <w:rPr>
          <w:b/>
          <w:color w:val="000000"/>
          <w:sz w:val="28"/>
          <w:szCs w:val="28"/>
        </w:rPr>
        <w:t xml:space="preserve">  </w:t>
      </w:r>
      <w:r w:rsidRPr="00653BEB">
        <w:rPr>
          <w:color w:val="000000"/>
          <w:sz w:val="28"/>
          <w:szCs w:val="28"/>
        </w:rPr>
        <w:t>№475 (</w:t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t>ззіз</w:t>
      </w:r>
      <w:r w:rsidRPr="00653BEB">
        <w:rPr>
          <w:color w:val="000000"/>
          <w:sz w:val="28"/>
          <w:szCs w:val="28"/>
        </w:rPr>
        <w:t>зі змінами)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розпорядженням Чернівецького міського голови від 21.04.2020р. №164-р</w:t>
      </w:r>
      <w:r w:rsidRPr="003E2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зупинено дію рішення виконавчого комітету міської ради від </w:t>
      </w:r>
      <w:r>
        <w:rPr>
          <w:color w:val="000000"/>
          <w:sz w:val="28"/>
          <w:szCs w:val="28"/>
          <w:lang w:eastAsia="uk-UA"/>
        </w:rPr>
        <w:t>14</w:t>
      </w:r>
      <w:r w:rsidRPr="008F7925">
        <w:rPr>
          <w:color w:val="000000"/>
          <w:sz w:val="28"/>
          <w:szCs w:val="28"/>
          <w:lang w:eastAsia="uk-UA"/>
        </w:rPr>
        <w:t>.0</w:t>
      </w:r>
      <w:r>
        <w:rPr>
          <w:color w:val="000000"/>
          <w:sz w:val="28"/>
          <w:szCs w:val="28"/>
          <w:lang w:eastAsia="uk-UA"/>
        </w:rPr>
        <w:t>4</w:t>
      </w:r>
      <w:r w:rsidRPr="008F7925">
        <w:rPr>
          <w:color w:val="000000"/>
          <w:sz w:val="28"/>
          <w:szCs w:val="28"/>
          <w:lang w:eastAsia="uk-UA"/>
        </w:rPr>
        <w:t>.2020 р., прийнято рішення</w:t>
      </w:r>
      <w:r w:rsidRPr="008F7925">
        <w:rPr>
          <w:color w:val="000000"/>
          <w:sz w:val="28"/>
          <w:szCs w:val="28"/>
        </w:rPr>
        <w:t xml:space="preserve"> №1</w:t>
      </w:r>
      <w:r>
        <w:rPr>
          <w:color w:val="000000"/>
          <w:sz w:val="28"/>
          <w:szCs w:val="28"/>
        </w:rPr>
        <w:t>82</w:t>
      </w:r>
      <w:r w:rsidRPr="008F7925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8</w:t>
      </w:r>
      <w:r w:rsidRPr="008F79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200DA">
        <w:rPr>
          <w:sz w:val="28"/>
          <w:szCs w:val="28"/>
        </w:rPr>
        <w:t>Про розгляд звернення фізичної особи – підприємця Любки-Труфіної Лесі Орестівни щодо здійснення невід’ємних поліпшень</w:t>
      </w:r>
      <w:r>
        <w:rPr>
          <w:sz w:val="28"/>
          <w:szCs w:val="28"/>
        </w:rPr>
        <w:t xml:space="preserve"> об’єкта оренди за рахунок власних коштів».</w:t>
      </w:r>
    </w:p>
    <w:p w:rsidR="00EC0113" w:rsidRPr="003161AC" w:rsidRDefault="00EC0113" w:rsidP="004011AB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>Враховуючи зазначене вище, керуючись статтями 24, 26, 59 Закону України «Про місцеве самоврядування в Україні»</w:t>
      </w:r>
      <w:r w:rsidRPr="003161AC">
        <w:rPr>
          <w:sz w:val="28"/>
          <w:szCs w:val="28"/>
        </w:rPr>
        <w:t>, Чернівецька міська рада</w:t>
      </w:r>
    </w:p>
    <w:p w:rsidR="00EC0113" w:rsidRPr="002F245F" w:rsidRDefault="00EC0113" w:rsidP="00684C79">
      <w:pPr>
        <w:pStyle w:val="BodyTextIndent2"/>
      </w:pPr>
    </w:p>
    <w:p w:rsidR="00EC0113" w:rsidRDefault="00EC0113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EC0113" w:rsidRDefault="00EC0113" w:rsidP="00DD17C8">
      <w:pPr>
        <w:ind w:firstLine="720"/>
        <w:jc w:val="center"/>
        <w:rPr>
          <w:b/>
          <w:sz w:val="28"/>
          <w:szCs w:val="28"/>
        </w:rPr>
      </w:pPr>
    </w:p>
    <w:p w:rsidR="00EC0113" w:rsidRPr="007729D7" w:rsidRDefault="00EC0113" w:rsidP="00214A22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</w:t>
      </w:r>
      <w:r w:rsidRPr="007729D7">
        <w:rPr>
          <w:sz w:val="28"/>
          <w:szCs w:val="28"/>
        </w:rPr>
        <w:t>Скасувати рішення виконавчого комітету Чернівецької міської ради</w:t>
      </w:r>
      <w:r>
        <w:rPr>
          <w:sz w:val="28"/>
          <w:szCs w:val="28"/>
        </w:rPr>
        <w:t xml:space="preserve"> від </w:t>
      </w:r>
      <w:r>
        <w:rPr>
          <w:color w:val="000000"/>
          <w:sz w:val="28"/>
          <w:szCs w:val="28"/>
          <w:lang w:eastAsia="uk-UA"/>
        </w:rPr>
        <w:t>14</w:t>
      </w:r>
      <w:r w:rsidRPr="008F7925">
        <w:rPr>
          <w:color w:val="000000"/>
          <w:sz w:val="28"/>
          <w:szCs w:val="28"/>
          <w:lang w:eastAsia="uk-UA"/>
        </w:rPr>
        <w:t>.0</w:t>
      </w:r>
      <w:r>
        <w:rPr>
          <w:color w:val="000000"/>
          <w:sz w:val="28"/>
          <w:szCs w:val="28"/>
          <w:lang w:eastAsia="uk-UA"/>
        </w:rPr>
        <w:t>4</w:t>
      </w:r>
      <w:r w:rsidRPr="008F7925">
        <w:rPr>
          <w:color w:val="000000"/>
          <w:sz w:val="28"/>
          <w:szCs w:val="28"/>
          <w:lang w:eastAsia="uk-UA"/>
        </w:rPr>
        <w:t>.2020 р.</w:t>
      </w:r>
      <w:r w:rsidRPr="008F7925">
        <w:rPr>
          <w:color w:val="000000"/>
          <w:sz w:val="28"/>
          <w:szCs w:val="28"/>
        </w:rPr>
        <w:t xml:space="preserve"> №1</w:t>
      </w:r>
      <w:r>
        <w:rPr>
          <w:color w:val="000000"/>
          <w:sz w:val="28"/>
          <w:szCs w:val="28"/>
        </w:rPr>
        <w:t>82</w:t>
      </w:r>
      <w:r w:rsidRPr="008F7925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8</w:t>
      </w:r>
      <w:r w:rsidRPr="008F79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200DA">
        <w:rPr>
          <w:sz w:val="28"/>
          <w:szCs w:val="28"/>
        </w:rPr>
        <w:t>Про розгляд звернення фізичної особи – підприємця Любки-Труфіної Лесі Орестівни щодо здійснення невід’ємних поліпшень</w:t>
      </w:r>
      <w:r>
        <w:rPr>
          <w:sz w:val="28"/>
          <w:szCs w:val="28"/>
        </w:rPr>
        <w:t xml:space="preserve"> об’єкта оренди за рахунок власних коштів».</w:t>
      </w:r>
    </w:p>
    <w:p w:rsidR="00EC0113" w:rsidRPr="00150D65" w:rsidRDefault="00EC0113" w:rsidP="00214A22">
      <w:pPr>
        <w:ind w:firstLine="540"/>
        <w:jc w:val="both"/>
      </w:pPr>
    </w:p>
    <w:p w:rsidR="00EC0113" w:rsidRDefault="00EC0113" w:rsidP="00214A22">
      <w:pPr>
        <w:ind w:firstLine="540"/>
        <w:jc w:val="both"/>
        <w:rPr>
          <w:b/>
          <w:szCs w:val="28"/>
        </w:rPr>
      </w:pPr>
      <w:r>
        <w:rPr>
          <w:b/>
          <w:sz w:val="28"/>
          <w:szCs w:val="28"/>
        </w:rPr>
        <w:t>2</w:t>
      </w:r>
      <w:r w:rsidRPr="002F245F">
        <w:rPr>
          <w:b/>
          <w:sz w:val="28"/>
          <w:szCs w:val="28"/>
        </w:rPr>
        <w:t>.</w:t>
      </w:r>
      <w:r w:rsidRPr="002F245F">
        <w:rPr>
          <w:sz w:val="28"/>
          <w:szCs w:val="28"/>
        </w:rPr>
        <w:t xml:space="preserve"> Рішення підлягає</w:t>
      </w:r>
      <w:r>
        <w:rPr>
          <w:sz w:val="28"/>
          <w:szCs w:val="28"/>
        </w:rPr>
        <w:t xml:space="preserve"> оприлюдненню на офіційному веб</w:t>
      </w:r>
      <w:r w:rsidRPr="002F245F">
        <w:rPr>
          <w:sz w:val="28"/>
          <w:szCs w:val="28"/>
        </w:rPr>
        <w:t>порталі Чернівецької міської ради.</w:t>
      </w:r>
    </w:p>
    <w:p w:rsidR="00EC0113" w:rsidRDefault="00EC0113" w:rsidP="00214A22">
      <w:pPr>
        <w:pStyle w:val="BodyText3"/>
        <w:ind w:firstLine="540"/>
        <w:rPr>
          <w:b/>
          <w:szCs w:val="28"/>
        </w:rPr>
      </w:pPr>
    </w:p>
    <w:p w:rsidR="00EC0113" w:rsidRPr="00931299" w:rsidRDefault="00EC0113" w:rsidP="00214A22">
      <w:pPr>
        <w:pStyle w:val="BodyText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31299">
        <w:rPr>
          <w:b/>
          <w:sz w:val="28"/>
          <w:szCs w:val="28"/>
        </w:rPr>
        <w:t xml:space="preserve">. </w:t>
      </w:r>
      <w:r w:rsidRPr="0093129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931299">
        <w:rPr>
          <w:sz w:val="28"/>
          <w:szCs w:val="28"/>
          <w:shd w:val="clear" w:color="auto" w:fill="FFFFFF"/>
        </w:rPr>
        <w:t xml:space="preserve">законності, прав і свобод людини, регламенту, депутатської діяльності,   етики та запобігання  </w:t>
      </w:r>
      <w:r w:rsidRPr="00931299">
        <w:rPr>
          <w:color w:val="000000"/>
          <w:sz w:val="28"/>
          <w:szCs w:val="28"/>
          <w:shd w:val="clear" w:color="auto" w:fill="FFFFFF"/>
        </w:rPr>
        <w:t>корупції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3129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</w:t>
      </w:r>
    </w:p>
    <w:p w:rsidR="00EC0113" w:rsidRDefault="00EC0113" w:rsidP="00DA3308">
      <w:pPr>
        <w:jc w:val="both"/>
        <w:rPr>
          <w:b/>
          <w:bCs/>
          <w:sz w:val="28"/>
          <w:szCs w:val="28"/>
        </w:rPr>
      </w:pPr>
    </w:p>
    <w:p w:rsidR="00EC0113" w:rsidRDefault="00EC0113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EC0113" w:rsidRDefault="00EC0113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Чернівецький міський голова                                                       О.Каспрук</w:t>
      </w: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p w:rsidR="00EC0113" w:rsidRDefault="00EC0113" w:rsidP="002B293C">
      <w:pPr>
        <w:adjustRightInd w:val="0"/>
        <w:ind w:left="3402"/>
        <w:jc w:val="center"/>
        <w:rPr>
          <w:b/>
          <w:bCs/>
          <w:sz w:val="24"/>
        </w:rPr>
      </w:pPr>
    </w:p>
    <w:sectPr w:rsidR="00EC0113" w:rsidSect="00CB7697">
      <w:headerReference w:type="even" r:id="rId8"/>
      <w:headerReference w:type="default" r:id="rId9"/>
      <w:pgSz w:w="11906" w:h="16838"/>
      <w:pgMar w:top="397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113" w:rsidRDefault="00EC0113">
      <w:r>
        <w:separator/>
      </w:r>
    </w:p>
  </w:endnote>
  <w:endnote w:type="continuationSeparator" w:id="1">
    <w:p w:rsidR="00EC0113" w:rsidRDefault="00EC0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113" w:rsidRDefault="00EC0113">
      <w:r>
        <w:separator/>
      </w:r>
    </w:p>
  </w:footnote>
  <w:footnote w:type="continuationSeparator" w:id="1">
    <w:p w:rsidR="00EC0113" w:rsidRDefault="00EC0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13" w:rsidRDefault="00EC01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0113" w:rsidRDefault="00EC01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113" w:rsidRDefault="00EC01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                                                                                         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C0113" w:rsidRDefault="00EC0113">
    <w:pPr>
      <w:pStyle w:val="Header"/>
      <w:framePr w:wrap="around" w:vAnchor="text" w:hAnchor="margin" w:xAlign="center" w:y="1"/>
      <w:rPr>
        <w:rStyle w:val="PageNumber"/>
      </w:rPr>
    </w:pPr>
  </w:p>
  <w:p w:rsidR="00EC0113" w:rsidRDefault="00EC0113">
    <w:pPr>
      <w:pStyle w:val="Header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4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8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  <w:rPr>
        <w:rFonts w:cs="Times New Roman"/>
      </w:rPr>
    </w:lvl>
  </w:abstractNum>
  <w:abstractNum w:abstractNumId="13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  <w:b/>
      </w:rPr>
    </w:lvl>
  </w:abstractNum>
  <w:abstractNum w:abstractNumId="16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9702EE0"/>
    <w:multiLevelType w:val="hybridMultilevel"/>
    <w:tmpl w:val="18FE524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BB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AF6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55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0C2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765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6FCB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D71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C9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373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234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6F5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86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9F6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22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027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DAB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5F1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829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3C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BB8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08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0A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AD9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67"/>
    <w:rsid w:val="003033DD"/>
    <w:rsid w:val="00303604"/>
    <w:rsid w:val="0030365F"/>
    <w:rsid w:val="0030373F"/>
    <w:rsid w:val="0030377A"/>
    <w:rsid w:val="0030383D"/>
    <w:rsid w:val="00303BA4"/>
    <w:rsid w:val="00303C17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804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1AC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A39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5DD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2DF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68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A37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7E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45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7B4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6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B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1AA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3DD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BB4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33C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6E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A47"/>
    <w:rsid w:val="004B6F92"/>
    <w:rsid w:val="004B706D"/>
    <w:rsid w:val="004B72BE"/>
    <w:rsid w:val="004B72F5"/>
    <w:rsid w:val="004B732C"/>
    <w:rsid w:val="004B73ED"/>
    <w:rsid w:val="004B7464"/>
    <w:rsid w:val="004B757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9E0"/>
    <w:rsid w:val="004C0C9B"/>
    <w:rsid w:val="004C0E79"/>
    <w:rsid w:val="004C0E95"/>
    <w:rsid w:val="004C0FCA"/>
    <w:rsid w:val="004C11AD"/>
    <w:rsid w:val="004C1339"/>
    <w:rsid w:val="004C154D"/>
    <w:rsid w:val="004C19B3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971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529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79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984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A0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285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5D7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DD7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2FDB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1EDF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245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AF7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2B3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71F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1F9E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17D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DA6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80E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0D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16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A2F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6FF"/>
    <w:rsid w:val="0064674F"/>
    <w:rsid w:val="0064691C"/>
    <w:rsid w:val="00646977"/>
    <w:rsid w:val="006469E5"/>
    <w:rsid w:val="00646B0F"/>
    <w:rsid w:val="00646B1E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EB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A5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A2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69A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A7E4B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66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7D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04B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87E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9D7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1FB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272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33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39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0DA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949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3F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AFC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3F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97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C0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3C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42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B4D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930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5D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644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4E6"/>
    <w:rsid w:val="008F77E2"/>
    <w:rsid w:val="008F7925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921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5BF9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6F1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71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574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299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5F4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66"/>
    <w:rsid w:val="00955280"/>
    <w:rsid w:val="009552EC"/>
    <w:rsid w:val="0095545F"/>
    <w:rsid w:val="00955475"/>
    <w:rsid w:val="009554B8"/>
    <w:rsid w:val="009554FA"/>
    <w:rsid w:val="0095588F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678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DB6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8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33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5E9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67A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D9A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35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A9B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1B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909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53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0F34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6B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991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AEC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344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1F6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83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9C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28F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6EE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2ED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629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44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27"/>
    <w:rsid w:val="00B608C8"/>
    <w:rsid w:val="00B60AE0"/>
    <w:rsid w:val="00B60B4F"/>
    <w:rsid w:val="00B60CD8"/>
    <w:rsid w:val="00B60CE0"/>
    <w:rsid w:val="00B611E2"/>
    <w:rsid w:val="00B6147D"/>
    <w:rsid w:val="00B6165A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43A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C2E"/>
    <w:rsid w:val="00B76D19"/>
    <w:rsid w:val="00B76D9A"/>
    <w:rsid w:val="00B76EE8"/>
    <w:rsid w:val="00B76F4A"/>
    <w:rsid w:val="00B77236"/>
    <w:rsid w:val="00B7758E"/>
    <w:rsid w:val="00B7779B"/>
    <w:rsid w:val="00B77A2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5DE3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8DD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30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03B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0D8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B8"/>
    <w:rsid w:val="00C06AF5"/>
    <w:rsid w:val="00C06FCF"/>
    <w:rsid w:val="00C072E9"/>
    <w:rsid w:val="00C0730F"/>
    <w:rsid w:val="00C07318"/>
    <w:rsid w:val="00C0757A"/>
    <w:rsid w:val="00C0757C"/>
    <w:rsid w:val="00C07727"/>
    <w:rsid w:val="00C077B0"/>
    <w:rsid w:val="00C077B9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1F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CD8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8D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4E44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2FA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709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697"/>
    <w:rsid w:val="00CB7721"/>
    <w:rsid w:val="00CB7835"/>
    <w:rsid w:val="00CB7B0B"/>
    <w:rsid w:val="00CB7E08"/>
    <w:rsid w:val="00CC0107"/>
    <w:rsid w:val="00CC03D2"/>
    <w:rsid w:val="00CC0468"/>
    <w:rsid w:val="00CC046B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BC0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E7D94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979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CAD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3C1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258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D99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ABD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4FB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092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C7E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09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E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D5C"/>
    <w:rsid w:val="00E43FAD"/>
    <w:rsid w:val="00E4405F"/>
    <w:rsid w:val="00E4444F"/>
    <w:rsid w:val="00E444C8"/>
    <w:rsid w:val="00E44B70"/>
    <w:rsid w:val="00E44DF4"/>
    <w:rsid w:val="00E45236"/>
    <w:rsid w:val="00E4597B"/>
    <w:rsid w:val="00E459CC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1A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784"/>
    <w:rsid w:val="00E6285E"/>
    <w:rsid w:val="00E62E1D"/>
    <w:rsid w:val="00E62E82"/>
    <w:rsid w:val="00E6328E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3F1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40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D64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69E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A12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BEE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13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7DC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7F0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A64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5CAA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6ECA"/>
    <w:rsid w:val="00F2707B"/>
    <w:rsid w:val="00F2718F"/>
    <w:rsid w:val="00F2763B"/>
    <w:rsid w:val="00F277CF"/>
    <w:rsid w:val="00F2781A"/>
    <w:rsid w:val="00F27906"/>
    <w:rsid w:val="00F27B6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D93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684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A9F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7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264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682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56F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075"/>
    <w:rsid w:val="00FC332C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D7F97"/>
    <w:rsid w:val="00FE0149"/>
    <w:rsid w:val="00FE01B6"/>
    <w:rsid w:val="00FE02BE"/>
    <w:rsid w:val="00FE0411"/>
    <w:rsid w:val="00FE0801"/>
    <w:rsid w:val="00FE089B"/>
    <w:rsid w:val="00FE08F6"/>
    <w:rsid w:val="00FE09C6"/>
    <w:rsid w:val="00FE0CFC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0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A39"/>
    <w:pPr>
      <w:autoSpaceDE w:val="0"/>
      <w:autoSpaceDN w:val="0"/>
    </w:pPr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2A39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2A39"/>
    <w:pPr>
      <w:keepNext/>
      <w:spacing w:line="360" w:lineRule="auto"/>
      <w:jc w:val="center"/>
      <w:outlineLvl w:val="1"/>
    </w:pPr>
    <w:rPr>
      <w:b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786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5786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5786B"/>
    <w:rPr>
      <w:rFonts w:ascii="Cambria" w:hAnsi="Cambria" w:cs="Times New Roman"/>
      <w:b/>
      <w:bCs/>
      <w:sz w:val="26"/>
      <w:szCs w:val="26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7F2A39"/>
    <w:pPr>
      <w:ind w:firstLine="72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D2006"/>
    <w:rPr>
      <w:rFonts w:cs="Times New Roman"/>
      <w:sz w:val="28"/>
      <w:szCs w:val="28"/>
      <w:lang w:val="uk-UA"/>
    </w:rPr>
  </w:style>
  <w:style w:type="paragraph" w:styleId="Title">
    <w:name w:val="Title"/>
    <w:basedOn w:val="Normal"/>
    <w:link w:val="TitleChar1"/>
    <w:uiPriority w:val="99"/>
    <w:qFormat/>
    <w:rsid w:val="007F2A39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5786B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2">
    <w:name w:val="Body Text 2"/>
    <w:basedOn w:val="Normal"/>
    <w:link w:val="BodyText2Char"/>
    <w:uiPriority w:val="99"/>
    <w:rsid w:val="007F2A3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7F2A3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7F2A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7F2A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BodyText3">
    <w:name w:val="Body Text 3"/>
    <w:basedOn w:val="Normal"/>
    <w:link w:val="BodyText3Char"/>
    <w:uiPriority w:val="99"/>
    <w:rsid w:val="007F2A39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paragraph" w:styleId="BodyTextIndent3">
    <w:name w:val="Body Text Indent 3"/>
    <w:basedOn w:val="Normal"/>
    <w:link w:val="BodyTextIndent3Char"/>
    <w:uiPriority w:val="99"/>
    <w:rsid w:val="007F2A39"/>
    <w:pPr>
      <w:ind w:firstLine="708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7F2A3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3701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customStyle="1" w:styleId="a">
    <w:name w:val="знак сноски"/>
    <w:basedOn w:val="DefaultParagraphFont"/>
    <w:uiPriority w:val="99"/>
    <w:rsid w:val="00317EDE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83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86B"/>
    <w:rPr>
      <w:rFonts w:cs="Times New Roman"/>
      <w:sz w:val="2"/>
      <w:lang w:val="uk-UA"/>
    </w:rPr>
  </w:style>
  <w:style w:type="paragraph" w:customStyle="1" w:styleId="a0">
    <w:name w:val="Знак Знак Знак Знак Знак Знак"/>
    <w:basedOn w:val="Normal"/>
    <w:uiPriority w:val="99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 Знак Знак1"/>
    <w:basedOn w:val="Normal"/>
    <w:uiPriority w:val="99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Normal"/>
    <w:uiPriority w:val="99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DefaultParagraphFont"/>
    <w:uiPriority w:val="99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ListParagraph">
    <w:name w:val="List Paragraph"/>
    <w:basedOn w:val="Normal"/>
    <w:uiPriority w:val="99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1">
    <w:name w:val="List Paragraph1"/>
    <w:basedOn w:val="Normal"/>
    <w:uiPriority w:val="99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1">
    <w:name w:val="Heading 11"/>
    <w:basedOn w:val="Normal"/>
    <w:next w:val="Normal"/>
    <w:uiPriority w:val="99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F6227B"/>
    <w:rPr>
      <w:rFonts w:cs="Times New Roman"/>
      <w:b/>
      <w:bCs/>
      <w:sz w:val="32"/>
      <w:lang w:val="uk-UA" w:eastAsia="ru-RU" w:bidi="ar-SA"/>
    </w:rPr>
  </w:style>
  <w:style w:type="paragraph" w:styleId="BlockText">
    <w:name w:val="Block Text"/>
    <w:basedOn w:val="Normal"/>
    <w:uiPriority w:val="99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Normal"/>
    <w:uiPriority w:val="99"/>
    <w:rsid w:val="005D15E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NormalWeb">
    <w:name w:val="Normal (Web)"/>
    <w:basedOn w:val="Normal"/>
    <w:uiPriority w:val="99"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DefaultParagraphFont"/>
    <w:uiPriority w:val="99"/>
    <w:rsid w:val="00925AD7"/>
    <w:rPr>
      <w:rFonts w:cs="Times New Roman"/>
    </w:rPr>
  </w:style>
  <w:style w:type="paragraph" w:customStyle="1" w:styleId="10">
    <w:name w:val="Обычный1"/>
    <w:uiPriority w:val="99"/>
    <w:rsid w:val="00955266"/>
    <w:pPr>
      <w:spacing w:line="276" w:lineRule="auto"/>
    </w:pPr>
    <w:rPr>
      <w:rFonts w:ascii="Arial" w:hAnsi="Arial" w:cs="Arial"/>
      <w:lang w:val="uk-UA"/>
    </w:rPr>
  </w:style>
  <w:style w:type="character" w:customStyle="1" w:styleId="s2">
    <w:name w:val="s2"/>
    <w:basedOn w:val="DefaultParagraphFont"/>
    <w:uiPriority w:val="99"/>
    <w:rsid w:val="00BE00D8"/>
    <w:rPr>
      <w:rFonts w:cs="Times New Roman"/>
    </w:rPr>
  </w:style>
  <w:style w:type="table" w:styleId="TableGrid">
    <w:name w:val="Table Grid"/>
    <w:basedOn w:val="TableNormal"/>
    <w:uiPriority w:val="99"/>
    <w:rsid w:val="009312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DefaultParagraphFont"/>
    <w:uiPriority w:val="99"/>
    <w:rsid w:val="00EB5BEE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9A2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A25E9"/>
    <w:rPr>
      <w:rFonts w:ascii="Courier New" w:hAnsi="Courier New" w:cs="Courier New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413</TotalTime>
  <Pages>2</Pages>
  <Words>491</Words>
  <Characters>2803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WiZaRd</cp:lastModifiedBy>
  <cp:revision>21</cp:revision>
  <cp:lastPrinted>2020-04-22T10:34:00Z</cp:lastPrinted>
  <dcterms:created xsi:type="dcterms:W3CDTF">2019-04-25T07:58:00Z</dcterms:created>
  <dcterms:modified xsi:type="dcterms:W3CDTF">2020-04-22T13:35:00Z</dcterms:modified>
</cp:coreProperties>
</file>