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4C" w:rsidRDefault="0033424C" w:rsidP="004F75FB">
      <w:pPr>
        <w:pStyle w:val="Title1"/>
        <w:widowControl/>
        <w:rPr>
          <w:sz w:val="28"/>
        </w:rPr>
      </w:pPr>
      <w:r w:rsidRPr="00E26433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45pt;visibility:visible">
            <v:imagedata r:id="rId7" o:title=""/>
          </v:shape>
        </w:pict>
      </w:r>
    </w:p>
    <w:p w:rsidR="0033424C" w:rsidRPr="0001133A" w:rsidRDefault="0033424C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33424C" w:rsidRDefault="0033424C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33424C" w:rsidRDefault="0033424C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33424C" w:rsidRPr="00277E70" w:rsidRDefault="0033424C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33424C" w:rsidRPr="004F75FB" w:rsidRDefault="0033424C" w:rsidP="007924CB">
      <w:pPr>
        <w:rPr>
          <w:sz w:val="18"/>
          <w:szCs w:val="18"/>
          <w:u w:val="single"/>
        </w:rPr>
      </w:pPr>
    </w:p>
    <w:p w:rsidR="0033424C" w:rsidRPr="00D376B5" w:rsidRDefault="0033424C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33424C" w:rsidRDefault="0033424C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33424C" w:rsidRDefault="0033424C" w:rsidP="007924CB">
      <w:pPr>
        <w:jc w:val="center"/>
        <w:rPr>
          <w:b/>
          <w:bCs/>
          <w:sz w:val="28"/>
          <w:szCs w:val="28"/>
        </w:rPr>
      </w:pPr>
    </w:p>
    <w:p w:rsidR="0033424C" w:rsidRDefault="0033424C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33424C" w:rsidRPr="004F26C1" w:rsidRDefault="0033424C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28 Червня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35</w:t>
      </w:r>
    </w:p>
    <w:p w:rsidR="0033424C" w:rsidRDefault="0033424C" w:rsidP="00A36F8B">
      <w:pPr>
        <w:jc w:val="center"/>
        <w:rPr>
          <w:b/>
          <w:sz w:val="28"/>
          <w:szCs w:val="28"/>
        </w:rPr>
      </w:pPr>
    </w:p>
    <w:bookmarkEnd w:id="0"/>
    <w:p w:rsidR="0033424C" w:rsidRDefault="0033424C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33424C" w:rsidRDefault="0033424C" w:rsidP="00373358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33424C" w:rsidRDefault="0033424C" w:rsidP="00373358">
      <w:pPr>
        <w:jc w:val="center"/>
        <w:rPr>
          <w:b/>
          <w:sz w:val="28"/>
        </w:rPr>
      </w:pPr>
    </w:p>
    <w:p w:rsidR="0033424C" w:rsidRPr="00661EC4" w:rsidRDefault="0033424C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33424C" w:rsidRDefault="0033424C" w:rsidP="00373358">
      <w:pPr>
        <w:jc w:val="both"/>
        <w:rPr>
          <w:sz w:val="16"/>
          <w:szCs w:val="16"/>
        </w:rPr>
      </w:pPr>
    </w:p>
    <w:p w:rsidR="0033424C" w:rsidRPr="00321718" w:rsidRDefault="0033424C" w:rsidP="00373358">
      <w:pPr>
        <w:jc w:val="both"/>
        <w:rPr>
          <w:sz w:val="16"/>
          <w:szCs w:val="16"/>
        </w:rPr>
      </w:pPr>
    </w:p>
    <w:p w:rsidR="0033424C" w:rsidRPr="006F553D" w:rsidRDefault="0033424C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51B0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28 Червня,</w:t>
      </w:r>
      <w:r w:rsidRPr="00451B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35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33424C" w:rsidRDefault="0033424C" w:rsidP="00A33AA2">
      <w:pPr>
        <w:pStyle w:val="BodyTextIndent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33424C" w:rsidRDefault="0033424C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33424C" w:rsidRPr="002C3901" w:rsidRDefault="0033424C" w:rsidP="008D1482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33424C" w:rsidRDefault="0033424C" w:rsidP="006741B5">
      <w:pPr>
        <w:spacing w:after="120"/>
        <w:ind w:firstLine="708"/>
        <w:jc w:val="both"/>
        <w:rPr>
          <w:sz w:val="28"/>
          <w:szCs w:val="28"/>
        </w:rPr>
      </w:pPr>
    </w:p>
    <w:p w:rsidR="0033424C" w:rsidRPr="00202293" w:rsidRDefault="0033424C" w:rsidP="007924CB">
      <w:pPr>
        <w:ind w:firstLine="708"/>
        <w:jc w:val="both"/>
        <w:rPr>
          <w:sz w:val="28"/>
          <w:szCs w:val="28"/>
        </w:rPr>
      </w:pPr>
    </w:p>
    <w:p w:rsidR="0033424C" w:rsidRPr="009147B9" w:rsidRDefault="0033424C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33424C" w:rsidRPr="00322C90" w:rsidRDefault="0033424C" w:rsidP="00A06EE3">
      <w:pPr>
        <w:ind w:right="-87"/>
        <w:jc w:val="both"/>
        <w:rPr>
          <w:b/>
          <w:sz w:val="24"/>
          <w:lang w:val="ru-RU"/>
        </w:rPr>
      </w:pPr>
    </w:p>
    <w:p w:rsidR="0033424C" w:rsidRDefault="0033424C" w:rsidP="00A06EE3">
      <w:pPr>
        <w:ind w:right="-87"/>
        <w:jc w:val="both"/>
        <w:rPr>
          <w:b/>
          <w:sz w:val="24"/>
          <w:lang w:val="ru-RU"/>
        </w:rPr>
      </w:pPr>
    </w:p>
    <w:sectPr w:rsidR="0033424C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24C" w:rsidRDefault="0033424C">
      <w:r>
        <w:separator/>
      </w:r>
    </w:p>
  </w:endnote>
  <w:endnote w:type="continuationSeparator" w:id="0">
    <w:p w:rsidR="0033424C" w:rsidRDefault="00334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24C" w:rsidRDefault="0033424C">
      <w:r>
        <w:separator/>
      </w:r>
    </w:p>
  </w:footnote>
  <w:footnote w:type="continuationSeparator" w:id="0">
    <w:p w:rsidR="0033424C" w:rsidRDefault="00334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4C" w:rsidRDefault="0033424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424C" w:rsidRDefault="0033424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24C" w:rsidRDefault="0033424C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3424C" w:rsidRDefault="0033424C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F25"/>
    <w:rsid w:val="0001133A"/>
    <w:rsid w:val="00011B4B"/>
    <w:rsid w:val="000216A1"/>
    <w:rsid w:val="0002516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93A07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424C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875DD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16BE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26433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1</TotalTime>
  <Pages>1</Pages>
  <Words>206</Words>
  <Characters>1179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user</cp:lastModifiedBy>
  <cp:revision>4</cp:revision>
  <cp:lastPrinted>2019-09-17T13:54:00Z</cp:lastPrinted>
  <dcterms:created xsi:type="dcterms:W3CDTF">2020-02-12T10:41:00Z</dcterms:created>
  <dcterms:modified xsi:type="dcterms:W3CDTF">2020-02-25T14:26:00Z</dcterms:modified>
</cp:coreProperties>
</file>