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5B7" w:rsidRDefault="004F75B7" w:rsidP="004F75FB">
      <w:pPr>
        <w:pStyle w:val="Title1"/>
        <w:widowControl/>
        <w:rPr>
          <w:sz w:val="28"/>
        </w:rPr>
      </w:pPr>
      <w:r w:rsidRPr="00CC2FA3"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9.25pt;height:45pt;visibility:visible">
            <v:imagedata r:id="rId7" o:title=""/>
          </v:shape>
        </w:pict>
      </w:r>
    </w:p>
    <w:p w:rsidR="004F75B7" w:rsidRPr="0001133A" w:rsidRDefault="004F75B7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4F75B7" w:rsidRDefault="004F75B7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4F75B7" w:rsidRDefault="004F75B7" w:rsidP="007924C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  <w:u w:val="single"/>
        </w:rPr>
        <w:t xml:space="preserve"> __</w:t>
      </w:r>
      <w:r w:rsidRPr="00697F0D">
        <w:rPr>
          <w:b/>
          <w:sz w:val="30"/>
          <w:szCs w:val="30"/>
          <w:u w:val="single"/>
        </w:rPr>
        <w:t>_</w:t>
      </w:r>
      <w:r>
        <w:rPr>
          <w:b/>
          <w:sz w:val="30"/>
          <w:szCs w:val="30"/>
        </w:rPr>
        <w:t xml:space="preserve"> </w:t>
      </w:r>
      <w:r w:rsidRPr="00B05CF9">
        <w:rPr>
          <w:b/>
          <w:sz w:val="30"/>
          <w:szCs w:val="30"/>
        </w:rPr>
        <w:t xml:space="preserve">сесія </w:t>
      </w:r>
      <w:r w:rsidRPr="00277E70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277E70">
        <w:rPr>
          <w:b/>
          <w:sz w:val="30"/>
          <w:szCs w:val="30"/>
          <w:lang w:val="ru-RU"/>
        </w:rPr>
        <w:t xml:space="preserve">  </w:t>
      </w:r>
      <w:r w:rsidRPr="00B05CF9">
        <w:rPr>
          <w:b/>
          <w:sz w:val="30"/>
          <w:szCs w:val="30"/>
        </w:rPr>
        <w:t xml:space="preserve">скликання </w:t>
      </w:r>
    </w:p>
    <w:p w:rsidR="004F75B7" w:rsidRPr="00277E70" w:rsidRDefault="004F75B7" w:rsidP="007924CB">
      <w:pPr>
        <w:pStyle w:val="Heading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4F75B7" w:rsidRPr="004F75FB" w:rsidRDefault="004F75B7" w:rsidP="007924CB">
      <w:pPr>
        <w:rPr>
          <w:sz w:val="18"/>
          <w:szCs w:val="18"/>
          <w:u w:val="single"/>
        </w:rPr>
      </w:pPr>
    </w:p>
    <w:p w:rsidR="004F75B7" w:rsidRPr="00D376B5" w:rsidRDefault="004F75B7" w:rsidP="007924CB">
      <w:pPr>
        <w:rPr>
          <w:b/>
          <w:sz w:val="28"/>
        </w:rPr>
      </w:pPr>
      <w:r>
        <w:rPr>
          <w:sz w:val="28"/>
        </w:rPr>
        <w:t>________</w:t>
      </w:r>
      <w:r w:rsidRPr="00697F0D">
        <w:rPr>
          <w:sz w:val="28"/>
        </w:rPr>
        <w:t xml:space="preserve"> </w:t>
      </w:r>
      <w:r w:rsidRPr="00697F0D">
        <w:rPr>
          <w:b/>
          <w:sz w:val="28"/>
        </w:rPr>
        <w:t xml:space="preserve"> </w:t>
      </w:r>
      <w:r w:rsidRPr="00D376B5">
        <w:rPr>
          <w:b/>
          <w:sz w:val="28"/>
        </w:rPr>
        <w:t xml:space="preserve">№ </w:t>
      </w:r>
      <w:r>
        <w:rPr>
          <w:b/>
          <w:sz w:val="28"/>
        </w:rPr>
        <w:t>____</w:t>
      </w:r>
      <w:r w:rsidRPr="00D376B5">
        <w:rPr>
          <w:b/>
          <w:sz w:val="28"/>
        </w:rPr>
        <w:t xml:space="preserve">                                   </w:t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>
        <w:rPr>
          <w:b/>
          <w:sz w:val="28"/>
        </w:rPr>
        <w:t xml:space="preserve">     </w:t>
      </w:r>
      <w:r>
        <w:rPr>
          <w:b/>
          <w:sz w:val="28"/>
        </w:rPr>
        <w:tab/>
      </w:r>
      <w:r w:rsidRPr="00D376B5">
        <w:rPr>
          <w:b/>
          <w:sz w:val="28"/>
        </w:rPr>
        <w:tab/>
        <w:t xml:space="preserve">  </w:t>
      </w:r>
      <w:r>
        <w:rPr>
          <w:b/>
          <w:sz w:val="28"/>
        </w:rPr>
        <w:t xml:space="preserve">         </w:t>
      </w:r>
      <w:r w:rsidRPr="00D376B5">
        <w:rPr>
          <w:b/>
          <w:sz w:val="28"/>
        </w:rPr>
        <w:t>м.Чернівці</w:t>
      </w:r>
    </w:p>
    <w:p w:rsidR="004F75B7" w:rsidRDefault="004F75B7" w:rsidP="007924CB">
      <w:pPr>
        <w:jc w:val="center"/>
        <w:rPr>
          <w:b/>
          <w:bCs/>
          <w:sz w:val="28"/>
          <w:szCs w:val="28"/>
        </w:rPr>
      </w:pPr>
      <w:bookmarkStart w:id="0" w:name="_GoBack"/>
    </w:p>
    <w:p w:rsidR="004F75B7" w:rsidRDefault="004F75B7" w:rsidP="007924CB">
      <w:pPr>
        <w:jc w:val="center"/>
        <w:rPr>
          <w:b/>
          <w:bCs/>
          <w:sz w:val="28"/>
          <w:szCs w:val="28"/>
        </w:rPr>
      </w:pPr>
    </w:p>
    <w:p w:rsidR="004F75B7" w:rsidRDefault="004F75B7" w:rsidP="00253943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Про приватизацію</w:t>
      </w:r>
      <w:r>
        <w:rPr>
          <w:b/>
          <w:sz w:val="28"/>
          <w:szCs w:val="28"/>
        </w:rPr>
        <w:t xml:space="preserve"> об’єкта комунальної власності</w:t>
      </w:r>
    </w:p>
    <w:p w:rsidR="004F75B7" w:rsidRPr="004F26C1" w:rsidRDefault="004F75B7" w:rsidP="004F26C1">
      <w:pPr>
        <w:spacing w:after="24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міста</w:t>
      </w:r>
      <w:r w:rsidRPr="00F56BAB">
        <w:rPr>
          <w:b/>
          <w:sz w:val="28"/>
          <w:szCs w:val="28"/>
        </w:rPr>
        <w:t xml:space="preserve"> Чернівці</w:t>
      </w:r>
      <w:r>
        <w:rPr>
          <w:b/>
          <w:sz w:val="28"/>
          <w:szCs w:val="28"/>
        </w:rPr>
        <w:t>в за адресою</w:t>
      </w:r>
      <w:r>
        <w:rPr>
          <w:sz w:val="28"/>
          <w:szCs w:val="28"/>
        </w:rPr>
        <w:t xml:space="preserve"> </w:t>
      </w:r>
      <w:r w:rsidRPr="004F26C1">
        <w:rPr>
          <w:b/>
          <w:sz w:val="28"/>
          <w:szCs w:val="28"/>
          <w:lang w:val="ru-RU"/>
        </w:rPr>
        <w:t>вул.</w:t>
      </w:r>
      <w:r>
        <w:rPr>
          <w:b/>
          <w:sz w:val="28"/>
          <w:szCs w:val="28"/>
          <w:lang w:val="ru-RU"/>
        </w:rPr>
        <w:t>Університетська</w:t>
      </w:r>
      <w:r w:rsidRPr="004F26C1">
        <w:rPr>
          <w:b/>
          <w:sz w:val="28"/>
          <w:szCs w:val="28"/>
          <w:lang w:val="ru-RU"/>
        </w:rPr>
        <w:t xml:space="preserve">, </w:t>
      </w:r>
      <w:r>
        <w:rPr>
          <w:b/>
          <w:sz w:val="28"/>
          <w:szCs w:val="28"/>
          <w:lang w:val="ru-RU"/>
        </w:rPr>
        <w:t>1</w:t>
      </w:r>
    </w:p>
    <w:p w:rsidR="004F75B7" w:rsidRDefault="004F75B7" w:rsidP="00A36F8B">
      <w:pPr>
        <w:jc w:val="center"/>
        <w:rPr>
          <w:b/>
          <w:sz w:val="28"/>
          <w:szCs w:val="28"/>
        </w:rPr>
      </w:pPr>
    </w:p>
    <w:bookmarkEnd w:id="0"/>
    <w:p w:rsidR="004F75B7" w:rsidRDefault="004F75B7" w:rsidP="00373358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>статті 10 Закону України «Про приватизацію державного і комунального майна»,  рішення міської ради від --</w:t>
      </w:r>
      <w:r w:rsidRPr="004F26C1">
        <w:rPr>
          <w:i/>
          <w:sz w:val="28"/>
          <w:szCs w:val="28"/>
        </w:rPr>
        <w:t>.0</w:t>
      </w:r>
      <w:r>
        <w:rPr>
          <w:i/>
          <w:sz w:val="28"/>
          <w:szCs w:val="28"/>
        </w:rPr>
        <w:t>2</w:t>
      </w:r>
      <w:r w:rsidRPr="004F26C1">
        <w:rPr>
          <w:i/>
          <w:sz w:val="28"/>
          <w:szCs w:val="28"/>
        </w:rPr>
        <w:t>.20</w:t>
      </w:r>
      <w:r>
        <w:rPr>
          <w:i/>
          <w:sz w:val="28"/>
          <w:szCs w:val="28"/>
        </w:rPr>
        <w:t>20</w:t>
      </w:r>
      <w:r w:rsidRPr="004F26C1">
        <w:rPr>
          <w:i/>
          <w:sz w:val="28"/>
          <w:szCs w:val="28"/>
        </w:rPr>
        <w:t>р.</w:t>
      </w:r>
      <w:r>
        <w:rPr>
          <w:sz w:val="28"/>
          <w:szCs w:val="28"/>
        </w:rPr>
        <w:t xml:space="preserve"> №</w:t>
      </w:r>
      <w:r w:rsidRPr="004F26C1">
        <w:rPr>
          <w:i/>
          <w:sz w:val="28"/>
          <w:szCs w:val="28"/>
        </w:rPr>
        <w:t>1461</w:t>
      </w:r>
      <w:r>
        <w:rPr>
          <w:sz w:val="28"/>
          <w:szCs w:val="28"/>
        </w:rPr>
        <w:t xml:space="preserve"> «Про затвердження переліку об’єктів комунальної власності міста Чернівців, які підлягають приватизації в  2020 році», </w:t>
      </w:r>
      <w:r w:rsidRPr="005F1AB1">
        <w:rPr>
          <w:sz w:val="28"/>
          <w:szCs w:val="28"/>
        </w:rPr>
        <w:t xml:space="preserve"> Чернівецька міська рада</w:t>
      </w:r>
    </w:p>
    <w:p w:rsidR="004F75B7" w:rsidRDefault="004F75B7" w:rsidP="00373358">
      <w:pPr>
        <w:pStyle w:val="BodyText"/>
        <w:ind w:firstLine="720"/>
        <w:rPr>
          <w:sz w:val="16"/>
          <w:szCs w:val="16"/>
        </w:rPr>
      </w:pPr>
      <w:r>
        <w:t xml:space="preserve"> </w:t>
      </w:r>
    </w:p>
    <w:p w:rsidR="004F75B7" w:rsidRDefault="004F75B7" w:rsidP="00373358">
      <w:pPr>
        <w:jc w:val="center"/>
        <w:rPr>
          <w:b/>
          <w:sz w:val="28"/>
        </w:rPr>
      </w:pPr>
    </w:p>
    <w:p w:rsidR="004F75B7" w:rsidRPr="00661EC4" w:rsidRDefault="004F75B7" w:rsidP="00373358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4F75B7" w:rsidRDefault="004F75B7" w:rsidP="00373358">
      <w:pPr>
        <w:jc w:val="both"/>
        <w:rPr>
          <w:sz w:val="16"/>
          <w:szCs w:val="16"/>
        </w:rPr>
      </w:pPr>
    </w:p>
    <w:p w:rsidR="004F75B7" w:rsidRPr="00321718" w:rsidRDefault="004F75B7" w:rsidP="00373358">
      <w:pPr>
        <w:jc w:val="both"/>
        <w:rPr>
          <w:sz w:val="16"/>
          <w:szCs w:val="16"/>
        </w:rPr>
      </w:pPr>
    </w:p>
    <w:p w:rsidR="004F75B7" w:rsidRPr="006F553D" w:rsidRDefault="004F75B7" w:rsidP="00451B09">
      <w:pPr>
        <w:spacing w:after="240"/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 w:rsidRPr="00EF3891">
        <w:rPr>
          <w:sz w:val="28"/>
          <w:szCs w:val="28"/>
        </w:rPr>
        <w:t xml:space="preserve">Органу приватизації Чернівецької міської </w:t>
      </w:r>
      <w:r>
        <w:rPr>
          <w:sz w:val="28"/>
          <w:szCs w:val="28"/>
        </w:rPr>
        <w:t xml:space="preserve">ради, здійснити приватизацію, шляхом продажу з аукціону об’єкта комунальної власності   </w:t>
      </w:r>
      <w:r w:rsidRPr="008C3EBE">
        <w:rPr>
          <w:sz w:val="28"/>
          <w:szCs w:val="28"/>
        </w:rPr>
        <w:t>міста Чернівців</w:t>
      </w:r>
      <w:r>
        <w:rPr>
          <w:b/>
          <w:sz w:val="28"/>
          <w:szCs w:val="28"/>
        </w:rPr>
        <w:t xml:space="preserve"> за адресою</w:t>
      </w:r>
      <w:r>
        <w:rPr>
          <w:sz w:val="28"/>
          <w:szCs w:val="28"/>
        </w:rPr>
        <w:t xml:space="preserve"> </w:t>
      </w:r>
      <w:r w:rsidRPr="00451B09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 xml:space="preserve">Університетська, 1 </w:t>
      </w:r>
      <w:r>
        <w:rPr>
          <w:sz w:val="28"/>
          <w:szCs w:val="28"/>
        </w:rPr>
        <w:t xml:space="preserve">включеного до переліку об’єктів комунальної власності міста Чернівців, які підлягають приватизації в  2020 році (рішення міської ради </w:t>
      </w:r>
      <w:r>
        <w:rPr>
          <w:sz w:val="28"/>
          <w:szCs w:val="28"/>
          <w:lang w:val="en-US"/>
        </w:rPr>
        <w:t>VII</w:t>
      </w:r>
      <w:r w:rsidRPr="00697F0D">
        <w:rPr>
          <w:sz w:val="28"/>
          <w:szCs w:val="28"/>
        </w:rPr>
        <w:t xml:space="preserve"> </w:t>
      </w:r>
      <w:r>
        <w:rPr>
          <w:sz w:val="28"/>
          <w:szCs w:val="28"/>
        </w:rPr>
        <w:t>скликання від --.02.2020р. №---)</w:t>
      </w:r>
      <w:r w:rsidRPr="00051D16">
        <w:rPr>
          <w:sz w:val="28"/>
          <w:szCs w:val="28"/>
        </w:rPr>
        <w:t>.</w:t>
      </w:r>
      <w:r w:rsidRPr="000B3493">
        <w:rPr>
          <w:b/>
          <w:sz w:val="28"/>
          <w:szCs w:val="28"/>
        </w:rPr>
        <w:t xml:space="preserve"> </w:t>
      </w:r>
    </w:p>
    <w:p w:rsidR="004F75B7" w:rsidRDefault="004F75B7" w:rsidP="00A33AA2">
      <w:pPr>
        <w:pStyle w:val="BodyTextIndent"/>
        <w:tabs>
          <w:tab w:val="left" w:pos="0"/>
          <w:tab w:val="left" w:pos="720"/>
        </w:tabs>
        <w:spacing w:after="120"/>
        <w:ind w:left="0" w:right="-96" w:firstLine="0"/>
        <w:rPr>
          <w:sz w:val="16"/>
          <w:szCs w:val="16"/>
        </w:rPr>
      </w:pPr>
      <w:r>
        <w:rPr>
          <w:b/>
          <w:szCs w:val="28"/>
        </w:rPr>
        <w:tab/>
        <w:t xml:space="preserve">2. </w:t>
      </w:r>
      <w:r w:rsidRPr="009B4E86">
        <w:rPr>
          <w:szCs w:val="28"/>
        </w:rPr>
        <w:t xml:space="preserve">Рішення </w:t>
      </w:r>
      <w:r>
        <w:rPr>
          <w:szCs w:val="28"/>
        </w:rPr>
        <w:t>підлягає</w:t>
      </w:r>
      <w:r>
        <w:t xml:space="preserve"> оприлюдненню на офіційному вебпорталі Чернівецької міської ради.</w:t>
      </w:r>
    </w:p>
    <w:p w:rsidR="004F75B7" w:rsidRDefault="004F75B7" w:rsidP="00A33AA2">
      <w:pPr>
        <w:spacing w:after="120"/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 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4F75B7" w:rsidRPr="002C3901" w:rsidRDefault="004F75B7" w:rsidP="008D1482">
      <w:pPr>
        <w:pStyle w:val="BodyTextIndent"/>
        <w:tabs>
          <w:tab w:val="left" w:pos="0"/>
        </w:tabs>
        <w:spacing w:after="120"/>
        <w:ind w:left="0" w:right="-99" w:firstLine="0"/>
        <w:rPr>
          <w:b/>
          <w:szCs w:val="28"/>
        </w:rPr>
      </w:pPr>
      <w:r>
        <w:tab/>
      </w:r>
      <w:r>
        <w:rPr>
          <w:b/>
        </w:rPr>
        <w:t xml:space="preserve">4.   </w:t>
      </w:r>
      <w:r w:rsidRPr="00EB5907">
        <w:t xml:space="preserve">Контроль за виконанням рішення покласти на </w:t>
      </w:r>
      <w:r>
        <w:rPr>
          <w:color w:val="000000"/>
          <w:szCs w:val="28"/>
        </w:rPr>
        <w:t xml:space="preserve">постійну комісію міської ради </w:t>
      </w:r>
      <w:r w:rsidRPr="00811578">
        <w:rPr>
          <w:color w:val="000000"/>
          <w:szCs w:val="28"/>
        </w:rPr>
        <w:t xml:space="preserve">з питань </w:t>
      </w:r>
      <w:r>
        <w:rPr>
          <w:color w:val="000000"/>
          <w:szCs w:val="28"/>
        </w:rPr>
        <w:t>економіки, підприємництва, інвестицій та туризму</w:t>
      </w:r>
      <w:r w:rsidRPr="00D04E60">
        <w:rPr>
          <w:szCs w:val="28"/>
        </w:rPr>
        <w:t>.</w:t>
      </w:r>
    </w:p>
    <w:p w:rsidR="004F75B7" w:rsidRDefault="004F75B7" w:rsidP="006741B5">
      <w:pPr>
        <w:spacing w:after="120"/>
        <w:ind w:firstLine="708"/>
        <w:jc w:val="both"/>
        <w:rPr>
          <w:sz w:val="28"/>
          <w:szCs w:val="28"/>
        </w:rPr>
      </w:pPr>
    </w:p>
    <w:p w:rsidR="004F75B7" w:rsidRPr="00202293" w:rsidRDefault="004F75B7" w:rsidP="007924CB">
      <w:pPr>
        <w:ind w:firstLine="708"/>
        <w:jc w:val="both"/>
        <w:rPr>
          <w:sz w:val="28"/>
          <w:szCs w:val="28"/>
        </w:rPr>
      </w:pPr>
    </w:p>
    <w:p w:rsidR="004F75B7" w:rsidRPr="009147B9" w:rsidRDefault="004F75B7" w:rsidP="00A06EE3">
      <w:pPr>
        <w:ind w:right="-87"/>
        <w:jc w:val="both"/>
        <w:rPr>
          <w:lang w:val="ru-RU"/>
        </w:rPr>
      </w:pP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голова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 xml:space="preserve">     </w:t>
      </w:r>
      <w:r>
        <w:rPr>
          <w:b/>
          <w:sz w:val="28"/>
          <w:szCs w:val="28"/>
        </w:rPr>
        <w:tab/>
        <w:t>О</w:t>
      </w:r>
      <w:r w:rsidRPr="0020229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Каспрук</w:t>
      </w:r>
    </w:p>
    <w:p w:rsidR="004F75B7" w:rsidRPr="00322C90" w:rsidRDefault="004F75B7" w:rsidP="00A06EE3">
      <w:pPr>
        <w:ind w:right="-87"/>
        <w:jc w:val="both"/>
        <w:rPr>
          <w:b/>
          <w:sz w:val="24"/>
          <w:lang w:val="ru-RU"/>
        </w:rPr>
      </w:pPr>
    </w:p>
    <w:p w:rsidR="004F75B7" w:rsidRDefault="004F75B7" w:rsidP="00A06EE3">
      <w:pPr>
        <w:ind w:right="-87"/>
        <w:jc w:val="both"/>
        <w:rPr>
          <w:b/>
          <w:sz w:val="24"/>
          <w:lang w:val="ru-RU"/>
        </w:rPr>
      </w:pPr>
    </w:p>
    <w:p w:rsidR="004F75B7" w:rsidRDefault="004F75B7" w:rsidP="00A06EE3">
      <w:pPr>
        <w:ind w:right="-87"/>
        <w:jc w:val="both"/>
        <w:rPr>
          <w:b/>
          <w:sz w:val="24"/>
          <w:lang w:val="ru-RU"/>
        </w:rPr>
      </w:pPr>
    </w:p>
    <w:p w:rsidR="004F75B7" w:rsidRPr="004F26C1" w:rsidRDefault="004F75B7" w:rsidP="00A06EE3">
      <w:pPr>
        <w:ind w:right="-87"/>
        <w:jc w:val="both"/>
        <w:rPr>
          <w:b/>
          <w:sz w:val="24"/>
          <w:lang w:val="ru-RU"/>
        </w:rPr>
      </w:pPr>
    </w:p>
    <w:sectPr w:rsidR="004F75B7" w:rsidRPr="004F26C1" w:rsidSect="006B0BB8">
      <w:headerReference w:type="even" r:id="rId8"/>
      <w:headerReference w:type="default" r:id="rId9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75B7" w:rsidRDefault="004F75B7">
      <w:r>
        <w:separator/>
      </w:r>
    </w:p>
  </w:endnote>
  <w:endnote w:type="continuationSeparator" w:id="0">
    <w:p w:rsidR="004F75B7" w:rsidRDefault="004F75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75B7" w:rsidRDefault="004F75B7">
      <w:r>
        <w:separator/>
      </w:r>
    </w:p>
  </w:footnote>
  <w:footnote w:type="continuationSeparator" w:id="0">
    <w:p w:rsidR="004F75B7" w:rsidRDefault="004F75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75B7" w:rsidRDefault="004F75B7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F75B7" w:rsidRDefault="004F75B7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75B7" w:rsidRDefault="004F75B7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4F75B7" w:rsidRDefault="004F75B7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0F25"/>
    <w:rsid w:val="0001133A"/>
    <w:rsid w:val="00011B4B"/>
    <w:rsid w:val="000216A1"/>
    <w:rsid w:val="0002734A"/>
    <w:rsid w:val="00027F03"/>
    <w:rsid w:val="00047A83"/>
    <w:rsid w:val="00047C4A"/>
    <w:rsid w:val="00051D16"/>
    <w:rsid w:val="000545BF"/>
    <w:rsid w:val="0006674D"/>
    <w:rsid w:val="00067598"/>
    <w:rsid w:val="00070689"/>
    <w:rsid w:val="000A3144"/>
    <w:rsid w:val="000B0E44"/>
    <w:rsid w:val="000B3493"/>
    <w:rsid w:val="000C165F"/>
    <w:rsid w:val="000C28FE"/>
    <w:rsid w:val="000D2095"/>
    <w:rsid w:val="000F63ED"/>
    <w:rsid w:val="00103D34"/>
    <w:rsid w:val="0011310F"/>
    <w:rsid w:val="00115540"/>
    <w:rsid w:val="00125A67"/>
    <w:rsid w:val="001267B9"/>
    <w:rsid w:val="00135A3E"/>
    <w:rsid w:val="00136CD2"/>
    <w:rsid w:val="00141326"/>
    <w:rsid w:val="001546DA"/>
    <w:rsid w:val="001575DC"/>
    <w:rsid w:val="00180641"/>
    <w:rsid w:val="00185947"/>
    <w:rsid w:val="001C24F0"/>
    <w:rsid w:val="001C5484"/>
    <w:rsid w:val="001D18F5"/>
    <w:rsid w:val="001D58FE"/>
    <w:rsid w:val="001D658A"/>
    <w:rsid w:val="001D7CEB"/>
    <w:rsid w:val="001E0FF9"/>
    <w:rsid w:val="001E351A"/>
    <w:rsid w:val="001F09EC"/>
    <w:rsid w:val="00200891"/>
    <w:rsid w:val="00202293"/>
    <w:rsid w:val="00207F88"/>
    <w:rsid w:val="00253943"/>
    <w:rsid w:val="00254703"/>
    <w:rsid w:val="00266E60"/>
    <w:rsid w:val="002670E2"/>
    <w:rsid w:val="00272412"/>
    <w:rsid w:val="00275F56"/>
    <w:rsid w:val="00277E70"/>
    <w:rsid w:val="00283571"/>
    <w:rsid w:val="002A23DA"/>
    <w:rsid w:val="002A57B0"/>
    <w:rsid w:val="002A7DA3"/>
    <w:rsid w:val="002B7476"/>
    <w:rsid w:val="002C0943"/>
    <w:rsid w:val="002C3901"/>
    <w:rsid w:val="002D6219"/>
    <w:rsid w:val="002D771D"/>
    <w:rsid w:val="002E2250"/>
    <w:rsid w:val="002E3522"/>
    <w:rsid w:val="00321718"/>
    <w:rsid w:val="00322C90"/>
    <w:rsid w:val="00322F50"/>
    <w:rsid w:val="00323889"/>
    <w:rsid w:val="00326B48"/>
    <w:rsid w:val="00327744"/>
    <w:rsid w:val="00335CA7"/>
    <w:rsid w:val="00340934"/>
    <w:rsid w:val="00360F25"/>
    <w:rsid w:val="00366A08"/>
    <w:rsid w:val="00373358"/>
    <w:rsid w:val="00381568"/>
    <w:rsid w:val="003A2A1B"/>
    <w:rsid w:val="003A695D"/>
    <w:rsid w:val="003A7986"/>
    <w:rsid w:val="003B33F3"/>
    <w:rsid w:val="003B7167"/>
    <w:rsid w:val="003C435B"/>
    <w:rsid w:val="003C5984"/>
    <w:rsid w:val="003F2272"/>
    <w:rsid w:val="00402D50"/>
    <w:rsid w:val="00403A27"/>
    <w:rsid w:val="004123BA"/>
    <w:rsid w:val="00420CFD"/>
    <w:rsid w:val="004341F8"/>
    <w:rsid w:val="004432F0"/>
    <w:rsid w:val="00443A6C"/>
    <w:rsid w:val="004445F3"/>
    <w:rsid w:val="0044798B"/>
    <w:rsid w:val="00450766"/>
    <w:rsid w:val="00451B09"/>
    <w:rsid w:val="00454840"/>
    <w:rsid w:val="00467346"/>
    <w:rsid w:val="004676AA"/>
    <w:rsid w:val="0047038B"/>
    <w:rsid w:val="00476383"/>
    <w:rsid w:val="004931EF"/>
    <w:rsid w:val="00493D81"/>
    <w:rsid w:val="00494C4F"/>
    <w:rsid w:val="004B6F9C"/>
    <w:rsid w:val="004D5DEA"/>
    <w:rsid w:val="004F26C1"/>
    <w:rsid w:val="004F519F"/>
    <w:rsid w:val="004F539C"/>
    <w:rsid w:val="004F75B7"/>
    <w:rsid w:val="004F75FB"/>
    <w:rsid w:val="005005F3"/>
    <w:rsid w:val="00510F67"/>
    <w:rsid w:val="00515A80"/>
    <w:rsid w:val="00520CBF"/>
    <w:rsid w:val="005246B6"/>
    <w:rsid w:val="005338AC"/>
    <w:rsid w:val="00545C32"/>
    <w:rsid w:val="005543A5"/>
    <w:rsid w:val="00555316"/>
    <w:rsid w:val="00560E75"/>
    <w:rsid w:val="0057779C"/>
    <w:rsid w:val="0059017D"/>
    <w:rsid w:val="00592644"/>
    <w:rsid w:val="005A2EC6"/>
    <w:rsid w:val="005A5551"/>
    <w:rsid w:val="005B26FE"/>
    <w:rsid w:val="005B3072"/>
    <w:rsid w:val="005C78C2"/>
    <w:rsid w:val="005D0BBC"/>
    <w:rsid w:val="005D6220"/>
    <w:rsid w:val="005E262C"/>
    <w:rsid w:val="005F1AB1"/>
    <w:rsid w:val="005F400F"/>
    <w:rsid w:val="0060410B"/>
    <w:rsid w:val="0060500B"/>
    <w:rsid w:val="006153CF"/>
    <w:rsid w:val="00616606"/>
    <w:rsid w:val="006215C8"/>
    <w:rsid w:val="00627AC8"/>
    <w:rsid w:val="00633DFD"/>
    <w:rsid w:val="00636D8A"/>
    <w:rsid w:val="00642A06"/>
    <w:rsid w:val="00643547"/>
    <w:rsid w:val="00643AB1"/>
    <w:rsid w:val="006455C0"/>
    <w:rsid w:val="00655D09"/>
    <w:rsid w:val="0066082F"/>
    <w:rsid w:val="00661EC4"/>
    <w:rsid w:val="00667A4B"/>
    <w:rsid w:val="006741B5"/>
    <w:rsid w:val="006804F1"/>
    <w:rsid w:val="00692B44"/>
    <w:rsid w:val="00693FCD"/>
    <w:rsid w:val="00697F0D"/>
    <w:rsid w:val="006A5615"/>
    <w:rsid w:val="006A69F1"/>
    <w:rsid w:val="006A7D09"/>
    <w:rsid w:val="006A7E55"/>
    <w:rsid w:val="006B0BB8"/>
    <w:rsid w:val="006B68CB"/>
    <w:rsid w:val="006B7704"/>
    <w:rsid w:val="006D019A"/>
    <w:rsid w:val="006F4731"/>
    <w:rsid w:val="006F553D"/>
    <w:rsid w:val="00710564"/>
    <w:rsid w:val="007253AF"/>
    <w:rsid w:val="0074020D"/>
    <w:rsid w:val="0074222A"/>
    <w:rsid w:val="00765179"/>
    <w:rsid w:val="0078587A"/>
    <w:rsid w:val="00786632"/>
    <w:rsid w:val="007924CB"/>
    <w:rsid w:val="00795202"/>
    <w:rsid w:val="007A547E"/>
    <w:rsid w:val="007B716F"/>
    <w:rsid w:val="007C0CBB"/>
    <w:rsid w:val="007C4DC5"/>
    <w:rsid w:val="007D1747"/>
    <w:rsid w:val="007D7557"/>
    <w:rsid w:val="007E7A83"/>
    <w:rsid w:val="00806DB3"/>
    <w:rsid w:val="00811578"/>
    <w:rsid w:val="00811F39"/>
    <w:rsid w:val="008130F1"/>
    <w:rsid w:val="00813F95"/>
    <w:rsid w:val="00814577"/>
    <w:rsid w:val="00820318"/>
    <w:rsid w:val="00823ACB"/>
    <w:rsid w:val="00826953"/>
    <w:rsid w:val="00856978"/>
    <w:rsid w:val="00861152"/>
    <w:rsid w:val="008660A9"/>
    <w:rsid w:val="008678B6"/>
    <w:rsid w:val="00870058"/>
    <w:rsid w:val="00883D75"/>
    <w:rsid w:val="00886BA4"/>
    <w:rsid w:val="00887302"/>
    <w:rsid w:val="00890C82"/>
    <w:rsid w:val="00894CD8"/>
    <w:rsid w:val="00895898"/>
    <w:rsid w:val="008A2E84"/>
    <w:rsid w:val="008A54D4"/>
    <w:rsid w:val="008B05DB"/>
    <w:rsid w:val="008B0C14"/>
    <w:rsid w:val="008B5FC5"/>
    <w:rsid w:val="008C3EBE"/>
    <w:rsid w:val="008C71C6"/>
    <w:rsid w:val="008D1482"/>
    <w:rsid w:val="008D79C4"/>
    <w:rsid w:val="008F11CD"/>
    <w:rsid w:val="008F172F"/>
    <w:rsid w:val="008F5CDC"/>
    <w:rsid w:val="009014AB"/>
    <w:rsid w:val="009020A6"/>
    <w:rsid w:val="009147B9"/>
    <w:rsid w:val="00924E3D"/>
    <w:rsid w:val="00930DE5"/>
    <w:rsid w:val="00934809"/>
    <w:rsid w:val="0095602C"/>
    <w:rsid w:val="00956646"/>
    <w:rsid w:val="00956BB0"/>
    <w:rsid w:val="0096047D"/>
    <w:rsid w:val="00963D97"/>
    <w:rsid w:val="009702BD"/>
    <w:rsid w:val="0097449B"/>
    <w:rsid w:val="00975431"/>
    <w:rsid w:val="00982F60"/>
    <w:rsid w:val="00990835"/>
    <w:rsid w:val="009B4E86"/>
    <w:rsid w:val="009B73B4"/>
    <w:rsid w:val="009C0004"/>
    <w:rsid w:val="009C1BCD"/>
    <w:rsid w:val="009C7DA8"/>
    <w:rsid w:val="009D20CC"/>
    <w:rsid w:val="009D65C8"/>
    <w:rsid w:val="009D7E89"/>
    <w:rsid w:val="009F1672"/>
    <w:rsid w:val="00A06EE3"/>
    <w:rsid w:val="00A12DE2"/>
    <w:rsid w:val="00A202BA"/>
    <w:rsid w:val="00A20443"/>
    <w:rsid w:val="00A20745"/>
    <w:rsid w:val="00A25C68"/>
    <w:rsid w:val="00A31F1C"/>
    <w:rsid w:val="00A33AA2"/>
    <w:rsid w:val="00A36F8B"/>
    <w:rsid w:val="00A41436"/>
    <w:rsid w:val="00A50CA5"/>
    <w:rsid w:val="00A546DA"/>
    <w:rsid w:val="00A556B2"/>
    <w:rsid w:val="00A667D7"/>
    <w:rsid w:val="00A66D3D"/>
    <w:rsid w:val="00A66EE4"/>
    <w:rsid w:val="00A67197"/>
    <w:rsid w:val="00A6769E"/>
    <w:rsid w:val="00A70107"/>
    <w:rsid w:val="00A716D3"/>
    <w:rsid w:val="00A94971"/>
    <w:rsid w:val="00AA376C"/>
    <w:rsid w:val="00AA7803"/>
    <w:rsid w:val="00AB1D3C"/>
    <w:rsid w:val="00AD2FD2"/>
    <w:rsid w:val="00B05CF9"/>
    <w:rsid w:val="00B05E76"/>
    <w:rsid w:val="00B10576"/>
    <w:rsid w:val="00B13710"/>
    <w:rsid w:val="00B14F67"/>
    <w:rsid w:val="00B1598F"/>
    <w:rsid w:val="00B237D7"/>
    <w:rsid w:val="00B3682F"/>
    <w:rsid w:val="00B401AC"/>
    <w:rsid w:val="00B45C87"/>
    <w:rsid w:val="00B544CD"/>
    <w:rsid w:val="00B54587"/>
    <w:rsid w:val="00B563E7"/>
    <w:rsid w:val="00B742D0"/>
    <w:rsid w:val="00B90117"/>
    <w:rsid w:val="00B973D6"/>
    <w:rsid w:val="00BA020C"/>
    <w:rsid w:val="00BD77F8"/>
    <w:rsid w:val="00BE18B8"/>
    <w:rsid w:val="00C13289"/>
    <w:rsid w:val="00C27407"/>
    <w:rsid w:val="00C448A6"/>
    <w:rsid w:val="00C47704"/>
    <w:rsid w:val="00C619C4"/>
    <w:rsid w:val="00C649F4"/>
    <w:rsid w:val="00C669D9"/>
    <w:rsid w:val="00C738EA"/>
    <w:rsid w:val="00C74709"/>
    <w:rsid w:val="00C80D7B"/>
    <w:rsid w:val="00C84B86"/>
    <w:rsid w:val="00C90F15"/>
    <w:rsid w:val="00C92458"/>
    <w:rsid w:val="00CA32F6"/>
    <w:rsid w:val="00CB1DF5"/>
    <w:rsid w:val="00CB4696"/>
    <w:rsid w:val="00CB56FB"/>
    <w:rsid w:val="00CC1383"/>
    <w:rsid w:val="00CC2FA3"/>
    <w:rsid w:val="00CC5533"/>
    <w:rsid w:val="00CC7E6A"/>
    <w:rsid w:val="00CD6DCE"/>
    <w:rsid w:val="00CD7B32"/>
    <w:rsid w:val="00D04E60"/>
    <w:rsid w:val="00D06D9D"/>
    <w:rsid w:val="00D10BCC"/>
    <w:rsid w:val="00D23035"/>
    <w:rsid w:val="00D23550"/>
    <w:rsid w:val="00D26CCF"/>
    <w:rsid w:val="00D27DC6"/>
    <w:rsid w:val="00D33054"/>
    <w:rsid w:val="00D376B5"/>
    <w:rsid w:val="00D4093F"/>
    <w:rsid w:val="00D430E9"/>
    <w:rsid w:val="00D8435B"/>
    <w:rsid w:val="00D916AF"/>
    <w:rsid w:val="00D97FF7"/>
    <w:rsid w:val="00DB71C3"/>
    <w:rsid w:val="00DC3772"/>
    <w:rsid w:val="00DC4DBE"/>
    <w:rsid w:val="00DC70C2"/>
    <w:rsid w:val="00DC79EA"/>
    <w:rsid w:val="00DF15EC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339F5"/>
    <w:rsid w:val="00E534D3"/>
    <w:rsid w:val="00E539A9"/>
    <w:rsid w:val="00E6713A"/>
    <w:rsid w:val="00E718C9"/>
    <w:rsid w:val="00E75C8E"/>
    <w:rsid w:val="00E760C9"/>
    <w:rsid w:val="00E76C5B"/>
    <w:rsid w:val="00E82051"/>
    <w:rsid w:val="00E836C9"/>
    <w:rsid w:val="00E83DDB"/>
    <w:rsid w:val="00E91FD0"/>
    <w:rsid w:val="00E94E6D"/>
    <w:rsid w:val="00EA71C4"/>
    <w:rsid w:val="00EB4555"/>
    <w:rsid w:val="00EB5907"/>
    <w:rsid w:val="00EB751B"/>
    <w:rsid w:val="00EC2E1E"/>
    <w:rsid w:val="00ED0ED5"/>
    <w:rsid w:val="00ED669E"/>
    <w:rsid w:val="00EE0354"/>
    <w:rsid w:val="00EF2AAA"/>
    <w:rsid w:val="00EF3891"/>
    <w:rsid w:val="00EF527C"/>
    <w:rsid w:val="00F25148"/>
    <w:rsid w:val="00F25F74"/>
    <w:rsid w:val="00F4680B"/>
    <w:rsid w:val="00F56BAB"/>
    <w:rsid w:val="00F60FB5"/>
    <w:rsid w:val="00F627D9"/>
    <w:rsid w:val="00F677A3"/>
    <w:rsid w:val="00F80F91"/>
    <w:rsid w:val="00F952DA"/>
    <w:rsid w:val="00FA7CD0"/>
    <w:rsid w:val="00FB4634"/>
    <w:rsid w:val="00FB4B4B"/>
    <w:rsid w:val="00FB6858"/>
    <w:rsid w:val="00FC082A"/>
    <w:rsid w:val="00FC5DE6"/>
    <w:rsid w:val="00FC6242"/>
    <w:rsid w:val="00FC7C70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CB56FB"/>
    <w:rPr>
      <w:sz w:val="20"/>
      <w:szCs w:val="20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56FB"/>
    <w:pPr>
      <w:keepNext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</w:pPr>
    <w:rPr>
      <w:sz w:val="20"/>
      <w:szCs w:val="20"/>
    </w:rPr>
  </w:style>
  <w:style w:type="paragraph" w:customStyle="1" w:styleId="Title1">
    <w:name w:val="Title1"/>
    <w:basedOn w:val="Normal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BodyText">
    <w:name w:val="Body Text"/>
    <w:basedOn w:val="Normal"/>
    <w:link w:val="BodyTextChar"/>
    <w:uiPriority w:val="99"/>
    <w:rsid w:val="00CB56FB"/>
    <w:pPr>
      <w:jc w:val="both"/>
    </w:pPr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BodyTextIndent">
    <w:name w:val="Body Text Indent"/>
    <w:basedOn w:val="Normal"/>
    <w:link w:val="BodyTextIndentChar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Header">
    <w:name w:val="header"/>
    <w:basedOn w:val="Normal"/>
    <w:link w:val="HeaderChar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F4731"/>
    <w:rPr>
      <w:rFonts w:cs="Times New Roman"/>
      <w:lang w:eastAsia="ru-RU"/>
    </w:rPr>
  </w:style>
  <w:style w:type="paragraph" w:styleId="Footer">
    <w:name w:val="footer"/>
    <w:basedOn w:val="Normal"/>
    <w:link w:val="FooterChar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BodyTextIndent2">
    <w:name w:val="Body Text Indent 2"/>
    <w:basedOn w:val="Normal"/>
    <w:link w:val="BodyTextIndent2Char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PageNumber">
    <w:name w:val="page number"/>
    <w:basedOn w:val="DefaultParagraphFont"/>
    <w:uiPriority w:val="99"/>
    <w:rsid w:val="00CB56FB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CB56FB"/>
    <w:pPr>
      <w:ind w:firstLine="720"/>
      <w:jc w:val="both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Normal"/>
    <w:uiPriority w:val="99"/>
    <w:rsid w:val="00335CA7"/>
    <w:rPr>
      <w:rFonts w:ascii="Verdana" w:hAnsi="Verdana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836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836C9"/>
    <w:rPr>
      <w:rFonts w:ascii="Tahoma" w:hAnsi="Tahoma" w:cs="Tahoma"/>
      <w:sz w:val="16"/>
      <w:szCs w:val="16"/>
      <w:lang w:eastAsia="ru-RU"/>
    </w:rPr>
  </w:style>
  <w:style w:type="paragraph" w:styleId="Title">
    <w:name w:val="Title"/>
    <w:basedOn w:val="Normal"/>
    <w:next w:val="Normal"/>
    <w:link w:val="TitleChar"/>
    <w:uiPriority w:val="99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ListParagraph">
    <w:name w:val="List Paragraph"/>
    <w:basedOn w:val="Normal"/>
    <w:uiPriority w:val="99"/>
    <w:qFormat/>
    <w:rsid w:val="004123BA"/>
    <w:pPr>
      <w:ind w:left="720"/>
      <w:contextualSpacing/>
    </w:pPr>
  </w:style>
  <w:style w:type="paragraph" w:customStyle="1" w:styleId="Default">
    <w:name w:val="Default"/>
    <w:uiPriority w:val="99"/>
    <w:rsid w:val="00956646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754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72;&#1090;&#1103;\&#1055;&#1088;&#1080;&#1074;&#1072;&#1090;&#1080;&#1079;&#1072;&#1094;&#1110;&#1103;\&#1064;&#1077;&#1074;&#1095;&#1077;&#1085;&#1082;&#1072;,%209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Шевченка, 90</Template>
  <TotalTime>1</TotalTime>
  <Pages>1</Pages>
  <Words>208</Words>
  <Characters>1189</Characters>
  <Application>Microsoft Office Outlook</Application>
  <DocSecurity>0</DocSecurity>
  <Lines>0</Lines>
  <Paragraphs>0</Paragraphs>
  <ScaleCrop>false</ScaleCrop>
  <Company>Департамент экономики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Катя</dc:creator>
  <cp:keywords/>
  <dc:description/>
  <cp:lastModifiedBy>user</cp:lastModifiedBy>
  <cp:revision>4</cp:revision>
  <cp:lastPrinted>2019-09-17T13:54:00Z</cp:lastPrinted>
  <dcterms:created xsi:type="dcterms:W3CDTF">2020-02-12T12:15:00Z</dcterms:created>
  <dcterms:modified xsi:type="dcterms:W3CDTF">2020-02-25T14:26:00Z</dcterms:modified>
</cp:coreProperties>
</file>