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46E" w:rsidRDefault="00027A6C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714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6E" w:rsidRPr="0001133A" w:rsidRDefault="0022346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2346E" w:rsidRDefault="0022346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2346E" w:rsidRDefault="0022346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22346E" w:rsidRPr="00277E70" w:rsidRDefault="0022346E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2346E" w:rsidRPr="004F75FB" w:rsidRDefault="0022346E" w:rsidP="007924CB">
      <w:pPr>
        <w:rPr>
          <w:sz w:val="18"/>
          <w:szCs w:val="18"/>
          <w:u w:val="single"/>
        </w:rPr>
      </w:pPr>
    </w:p>
    <w:p w:rsidR="0022346E" w:rsidRPr="00D376B5" w:rsidRDefault="0022346E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22346E" w:rsidRDefault="0022346E" w:rsidP="007924CB">
      <w:pPr>
        <w:jc w:val="center"/>
        <w:rPr>
          <w:b/>
          <w:bCs/>
          <w:sz w:val="28"/>
          <w:szCs w:val="28"/>
        </w:rPr>
      </w:pPr>
    </w:p>
    <w:p w:rsidR="0022346E" w:rsidRDefault="0022346E" w:rsidP="007924CB">
      <w:pPr>
        <w:jc w:val="center"/>
        <w:rPr>
          <w:b/>
          <w:bCs/>
          <w:sz w:val="28"/>
          <w:szCs w:val="28"/>
        </w:rPr>
      </w:pPr>
    </w:p>
    <w:p w:rsidR="0022346E" w:rsidRDefault="0022346E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22346E" w:rsidRPr="004F26C1" w:rsidRDefault="0022346E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Кобилиці Лук</w:t>
      </w:r>
      <w:r w:rsidRPr="00E339F5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  <w:lang w:val="ru-RU"/>
        </w:rPr>
        <w:t>яна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122</w:t>
      </w:r>
    </w:p>
    <w:p w:rsidR="0022346E" w:rsidRDefault="0022346E" w:rsidP="00A36F8B">
      <w:pPr>
        <w:jc w:val="center"/>
        <w:rPr>
          <w:b/>
          <w:sz w:val="28"/>
          <w:szCs w:val="28"/>
        </w:rPr>
      </w:pPr>
    </w:p>
    <w:p w:rsidR="0022346E" w:rsidRDefault="0022346E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22346E" w:rsidRDefault="0022346E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2346E" w:rsidRDefault="0022346E" w:rsidP="00373358">
      <w:pPr>
        <w:jc w:val="center"/>
        <w:rPr>
          <w:b/>
          <w:sz w:val="28"/>
        </w:rPr>
      </w:pPr>
    </w:p>
    <w:p w:rsidR="0022346E" w:rsidRPr="00661EC4" w:rsidRDefault="0022346E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2346E" w:rsidRDefault="0022346E" w:rsidP="00373358">
      <w:pPr>
        <w:jc w:val="both"/>
        <w:rPr>
          <w:sz w:val="16"/>
          <w:szCs w:val="16"/>
        </w:rPr>
      </w:pPr>
    </w:p>
    <w:p w:rsidR="0022346E" w:rsidRPr="00321718" w:rsidRDefault="0022346E" w:rsidP="00373358">
      <w:pPr>
        <w:jc w:val="both"/>
        <w:rPr>
          <w:sz w:val="16"/>
          <w:szCs w:val="16"/>
        </w:rPr>
      </w:pPr>
    </w:p>
    <w:p w:rsidR="0022346E" w:rsidRPr="006F553D" w:rsidRDefault="0022346E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B03DFE">
        <w:rPr>
          <w:b/>
          <w:sz w:val="28"/>
          <w:szCs w:val="28"/>
        </w:rPr>
        <w:t>вул.Кобилиці Лук’яна, 122</w:t>
      </w:r>
      <w:r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22346E" w:rsidRDefault="0022346E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22346E" w:rsidRDefault="0022346E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22346E" w:rsidRPr="002C3901" w:rsidRDefault="0022346E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22346E" w:rsidRDefault="0022346E" w:rsidP="006741B5">
      <w:pPr>
        <w:spacing w:after="120"/>
        <w:ind w:firstLine="708"/>
        <w:jc w:val="both"/>
        <w:rPr>
          <w:sz w:val="28"/>
          <w:szCs w:val="28"/>
        </w:rPr>
      </w:pPr>
    </w:p>
    <w:p w:rsidR="0022346E" w:rsidRPr="00202293" w:rsidRDefault="0022346E" w:rsidP="007924CB">
      <w:pPr>
        <w:ind w:firstLine="708"/>
        <w:jc w:val="both"/>
        <w:rPr>
          <w:sz w:val="28"/>
          <w:szCs w:val="28"/>
        </w:rPr>
      </w:pPr>
    </w:p>
    <w:p w:rsidR="0022346E" w:rsidRPr="009147B9" w:rsidRDefault="0022346E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22346E" w:rsidRPr="00322C90" w:rsidRDefault="0022346E" w:rsidP="00A06EE3">
      <w:pPr>
        <w:ind w:right="-87"/>
        <w:jc w:val="both"/>
        <w:rPr>
          <w:b/>
          <w:sz w:val="24"/>
          <w:lang w:val="ru-RU"/>
        </w:rPr>
      </w:pPr>
    </w:p>
    <w:p w:rsidR="0022346E" w:rsidRDefault="0022346E" w:rsidP="00A06EE3">
      <w:pPr>
        <w:ind w:right="-87"/>
        <w:jc w:val="both"/>
        <w:rPr>
          <w:b/>
          <w:sz w:val="24"/>
          <w:lang w:val="ru-RU"/>
        </w:rPr>
      </w:pPr>
    </w:p>
    <w:sectPr w:rsidR="0022346E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8E5" w:rsidRDefault="004048E5">
      <w:r>
        <w:separator/>
      </w:r>
    </w:p>
  </w:endnote>
  <w:endnote w:type="continuationSeparator" w:id="0">
    <w:p w:rsidR="004048E5" w:rsidRDefault="0040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8E5" w:rsidRDefault="004048E5">
      <w:r>
        <w:separator/>
      </w:r>
    </w:p>
  </w:footnote>
  <w:footnote w:type="continuationSeparator" w:id="0">
    <w:p w:rsidR="004048E5" w:rsidRDefault="00404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6E" w:rsidRDefault="0022346E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346E" w:rsidRDefault="0022346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6E" w:rsidRDefault="004048E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346E">
      <w:rPr>
        <w:noProof/>
      </w:rPr>
      <w:t>2</w:t>
    </w:r>
    <w:r>
      <w:rPr>
        <w:noProof/>
      </w:rPr>
      <w:fldChar w:fldCharType="end"/>
    </w:r>
  </w:p>
  <w:p w:rsidR="0022346E" w:rsidRDefault="0022346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27A6C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2346E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048E5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42D7F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3DFE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96C7D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0262"/>
    <w:rsid w:val="00E03EBC"/>
    <w:rsid w:val="00E057B7"/>
    <w:rsid w:val="00E114A6"/>
    <w:rsid w:val="00E12FCD"/>
    <w:rsid w:val="00E142A7"/>
    <w:rsid w:val="00E16FD7"/>
    <w:rsid w:val="00E20677"/>
    <w:rsid w:val="00E339F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D7B6291-2B00-4E82-A6B1-65BA50DA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70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2019-09-17T13:54:00Z</cp:lastPrinted>
  <dcterms:created xsi:type="dcterms:W3CDTF">2020-02-25T14:54:00Z</dcterms:created>
  <dcterms:modified xsi:type="dcterms:W3CDTF">2020-02-25T14:54:00Z</dcterms:modified>
</cp:coreProperties>
</file>