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5E" w:rsidRDefault="007D075E" w:rsidP="0034226E">
      <w:pPr>
        <w:pStyle w:val="Title1"/>
        <w:widowControl/>
        <w:rPr>
          <w:sz w:val="28"/>
        </w:rPr>
      </w:pPr>
      <w:r w:rsidRPr="003C5595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7D075E" w:rsidRPr="0001133A" w:rsidRDefault="007D075E" w:rsidP="0034226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7D075E" w:rsidRDefault="007D075E" w:rsidP="0034226E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D075E" w:rsidRDefault="007D075E" w:rsidP="0034226E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7D075E" w:rsidRPr="00277E70" w:rsidRDefault="007D075E" w:rsidP="0034226E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7D075E" w:rsidRPr="004F75FB" w:rsidRDefault="007D075E" w:rsidP="0034226E">
      <w:pPr>
        <w:rPr>
          <w:sz w:val="18"/>
          <w:szCs w:val="18"/>
          <w:u w:val="single"/>
        </w:rPr>
      </w:pPr>
    </w:p>
    <w:p w:rsidR="007D075E" w:rsidRPr="00D376B5" w:rsidRDefault="007D075E" w:rsidP="0034226E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7D075E" w:rsidRDefault="007D075E" w:rsidP="0034226E">
      <w:pPr>
        <w:jc w:val="center"/>
        <w:rPr>
          <w:b/>
          <w:bCs/>
          <w:sz w:val="28"/>
          <w:szCs w:val="28"/>
        </w:rPr>
      </w:pPr>
      <w:bookmarkStart w:id="0" w:name="_GoBack"/>
    </w:p>
    <w:p w:rsidR="007D075E" w:rsidRDefault="007D075E" w:rsidP="0034226E">
      <w:pPr>
        <w:jc w:val="center"/>
        <w:rPr>
          <w:b/>
          <w:bCs/>
          <w:sz w:val="28"/>
          <w:szCs w:val="28"/>
        </w:rPr>
      </w:pPr>
    </w:p>
    <w:p w:rsidR="007D075E" w:rsidRDefault="007D075E" w:rsidP="0034226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7D075E" w:rsidRPr="00191EE5" w:rsidRDefault="007D075E" w:rsidP="0034226E">
      <w:pPr>
        <w:spacing w:after="2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191EE5">
        <w:rPr>
          <w:b/>
          <w:sz w:val="28"/>
          <w:szCs w:val="28"/>
          <w:lang w:val="ru-RU"/>
        </w:rPr>
        <w:t>вул.Героїв Майдану, 4</w:t>
      </w:r>
    </w:p>
    <w:bookmarkEnd w:id="0"/>
    <w:p w:rsidR="007D075E" w:rsidRDefault="007D075E" w:rsidP="0034226E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>
        <w:rPr>
          <w:i/>
          <w:sz w:val="28"/>
          <w:szCs w:val="28"/>
        </w:rPr>
        <w:t xml:space="preserve"> ---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7D075E" w:rsidRDefault="007D075E" w:rsidP="0034226E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7D075E" w:rsidRDefault="007D075E" w:rsidP="0034226E">
      <w:pPr>
        <w:jc w:val="center"/>
        <w:rPr>
          <w:b/>
          <w:sz w:val="28"/>
        </w:rPr>
      </w:pPr>
    </w:p>
    <w:p w:rsidR="007D075E" w:rsidRPr="00661EC4" w:rsidRDefault="007D075E" w:rsidP="0034226E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7D075E" w:rsidRDefault="007D075E" w:rsidP="0034226E">
      <w:pPr>
        <w:jc w:val="both"/>
        <w:rPr>
          <w:sz w:val="16"/>
          <w:szCs w:val="16"/>
        </w:rPr>
      </w:pPr>
    </w:p>
    <w:p w:rsidR="007D075E" w:rsidRPr="00321718" w:rsidRDefault="007D075E" w:rsidP="0034226E">
      <w:pPr>
        <w:jc w:val="both"/>
        <w:rPr>
          <w:sz w:val="16"/>
          <w:szCs w:val="16"/>
        </w:rPr>
      </w:pPr>
    </w:p>
    <w:p w:rsidR="007D075E" w:rsidRPr="006F553D" w:rsidRDefault="007D075E" w:rsidP="0034226E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F44FCE">
        <w:rPr>
          <w:b/>
          <w:sz w:val="28"/>
          <w:szCs w:val="28"/>
        </w:rPr>
        <w:t>вул.Героїв Майдану, 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7D075E" w:rsidRDefault="007D075E" w:rsidP="0034226E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7D075E" w:rsidRDefault="007D075E" w:rsidP="0034226E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7D075E" w:rsidRPr="002C3901" w:rsidRDefault="007D075E" w:rsidP="0034226E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7D075E" w:rsidRDefault="007D075E" w:rsidP="0034226E">
      <w:pPr>
        <w:spacing w:after="120"/>
        <w:ind w:firstLine="708"/>
        <w:jc w:val="both"/>
        <w:rPr>
          <w:sz w:val="28"/>
          <w:szCs w:val="28"/>
        </w:rPr>
      </w:pPr>
    </w:p>
    <w:p w:rsidR="007D075E" w:rsidRPr="00202293" w:rsidRDefault="007D075E" w:rsidP="0034226E">
      <w:pPr>
        <w:ind w:firstLine="708"/>
        <w:jc w:val="both"/>
        <w:rPr>
          <w:sz w:val="28"/>
          <w:szCs w:val="28"/>
        </w:rPr>
      </w:pPr>
    </w:p>
    <w:p w:rsidR="007D075E" w:rsidRPr="009147B9" w:rsidRDefault="007D075E" w:rsidP="0034226E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7D075E" w:rsidRPr="00322C90" w:rsidRDefault="007D075E" w:rsidP="0034226E">
      <w:pPr>
        <w:ind w:right="-87"/>
        <w:jc w:val="both"/>
        <w:rPr>
          <w:b/>
          <w:sz w:val="24"/>
          <w:lang w:val="ru-RU"/>
        </w:rPr>
      </w:pPr>
    </w:p>
    <w:p w:rsidR="007D075E" w:rsidRDefault="007D075E" w:rsidP="0034226E">
      <w:pPr>
        <w:ind w:right="-87"/>
        <w:jc w:val="both"/>
        <w:rPr>
          <w:b/>
          <w:sz w:val="24"/>
          <w:lang w:val="ru-RU"/>
        </w:rPr>
      </w:pPr>
    </w:p>
    <w:p w:rsidR="007D075E" w:rsidRDefault="007D075E" w:rsidP="0034226E">
      <w:pPr>
        <w:ind w:right="-87"/>
        <w:jc w:val="both"/>
        <w:rPr>
          <w:b/>
          <w:sz w:val="24"/>
          <w:lang w:val="ru-RU"/>
        </w:rPr>
      </w:pPr>
    </w:p>
    <w:p w:rsidR="007D075E" w:rsidRPr="004F26C1" w:rsidRDefault="007D075E" w:rsidP="0034226E">
      <w:pPr>
        <w:ind w:right="-87"/>
        <w:jc w:val="both"/>
        <w:rPr>
          <w:b/>
          <w:sz w:val="24"/>
          <w:lang w:val="ru-RU"/>
        </w:rPr>
      </w:pPr>
    </w:p>
    <w:p w:rsidR="007D075E" w:rsidRDefault="007D075E" w:rsidP="0034226E">
      <w:pPr>
        <w:ind w:right="-87"/>
        <w:jc w:val="both"/>
        <w:rPr>
          <w:b/>
          <w:sz w:val="24"/>
        </w:rPr>
      </w:pPr>
    </w:p>
    <w:p w:rsidR="007D075E" w:rsidRDefault="007D075E" w:rsidP="0034226E">
      <w:pPr>
        <w:ind w:right="-87"/>
        <w:jc w:val="both"/>
        <w:rPr>
          <w:b/>
          <w:sz w:val="24"/>
        </w:rPr>
      </w:pPr>
    </w:p>
    <w:sectPr w:rsidR="007D075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75E" w:rsidRDefault="007D075E">
      <w:r>
        <w:separator/>
      </w:r>
    </w:p>
  </w:endnote>
  <w:endnote w:type="continuationSeparator" w:id="0">
    <w:p w:rsidR="007D075E" w:rsidRDefault="007D0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75E" w:rsidRDefault="007D075E">
      <w:r>
        <w:separator/>
      </w:r>
    </w:p>
  </w:footnote>
  <w:footnote w:type="continuationSeparator" w:id="0">
    <w:p w:rsidR="007D075E" w:rsidRDefault="007D0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75E" w:rsidRDefault="007D075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075E" w:rsidRDefault="007D075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75E" w:rsidRDefault="007D075E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D075E" w:rsidRDefault="007D075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06C6"/>
    <w:rsid w:val="000C165F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91EE5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3792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C4C39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4226E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595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55E95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D09E9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075E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238F"/>
    <w:rsid w:val="00963D97"/>
    <w:rsid w:val="009702BD"/>
    <w:rsid w:val="0097449B"/>
    <w:rsid w:val="00975431"/>
    <w:rsid w:val="00975D42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0805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4FCE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13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</TotalTime>
  <Pages>1</Pages>
  <Words>208</Words>
  <Characters>1188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user</cp:lastModifiedBy>
  <cp:revision>3</cp:revision>
  <cp:lastPrinted>2020-02-12T08:27:00Z</cp:lastPrinted>
  <dcterms:created xsi:type="dcterms:W3CDTF">2020-02-12T13:55:00Z</dcterms:created>
  <dcterms:modified xsi:type="dcterms:W3CDTF">2020-02-25T14:24:00Z</dcterms:modified>
</cp:coreProperties>
</file>