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3A" w:rsidRPr="00CC3A03" w:rsidRDefault="0086403A" w:rsidP="0052734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2512C8">
        <w:rPr>
          <w:rFonts w:ascii="Times New Roman" w:hAnsi="Times New Roman"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50.25pt;visibility:visible">
            <v:imagedata r:id="rId7" o:title=""/>
          </v:shape>
        </w:pict>
      </w:r>
    </w:p>
    <w:p w:rsidR="0086403A" w:rsidRPr="00CC3A03" w:rsidRDefault="0086403A" w:rsidP="00527347">
      <w:pPr>
        <w:pStyle w:val="Caption"/>
        <w:widowControl w:val="0"/>
        <w:rPr>
          <w:sz w:val="36"/>
          <w:szCs w:val="36"/>
        </w:rPr>
      </w:pPr>
      <w:r w:rsidRPr="00CC3A03">
        <w:rPr>
          <w:sz w:val="36"/>
          <w:szCs w:val="36"/>
        </w:rPr>
        <w:t>У К Р А Ї Н А</w:t>
      </w:r>
    </w:p>
    <w:p w:rsidR="0086403A" w:rsidRPr="00CC3A03" w:rsidRDefault="0086403A" w:rsidP="00527347">
      <w:pPr>
        <w:pStyle w:val="Heading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C3A03">
        <w:rPr>
          <w:sz w:val="36"/>
          <w:szCs w:val="36"/>
        </w:rPr>
        <w:t>Чернівецька   міська   рада</w:t>
      </w:r>
    </w:p>
    <w:p w:rsidR="0086403A" w:rsidRPr="00CC3A03" w:rsidRDefault="0086403A" w:rsidP="00527347">
      <w:pPr>
        <w:pStyle w:val="Heading4"/>
        <w:widowControl w:val="0"/>
        <w:spacing w:line="240" w:lineRule="auto"/>
        <w:rPr>
          <w:b/>
          <w:bCs/>
          <w:sz w:val="36"/>
          <w:szCs w:val="36"/>
        </w:rPr>
      </w:pPr>
      <w:r w:rsidRPr="00CC3A03">
        <w:rPr>
          <w:b/>
          <w:bCs/>
          <w:sz w:val="36"/>
          <w:szCs w:val="36"/>
        </w:rPr>
        <w:t>___ сесія VII скликання</w:t>
      </w:r>
    </w:p>
    <w:p w:rsidR="0086403A" w:rsidRPr="00CC3A03" w:rsidRDefault="0086403A" w:rsidP="00527347">
      <w:pPr>
        <w:pStyle w:val="Heading4"/>
        <w:widowControl w:val="0"/>
        <w:spacing w:line="240" w:lineRule="auto"/>
        <w:rPr>
          <w:b/>
          <w:szCs w:val="32"/>
        </w:rPr>
      </w:pPr>
      <w:r w:rsidRPr="00CC3A03">
        <w:rPr>
          <w:b/>
          <w:szCs w:val="32"/>
        </w:rPr>
        <w:t>Р І Ш Е Н Н Я</w:t>
      </w:r>
    </w:p>
    <w:p w:rsidR="0086403A" w:rsidRPr="00CC3A03" w:rsidRDefault="0086403A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86403A" w:rsidRPr="00CC3A03" w:rsidRDefault="0086403A" w:rsidP="008A492D">
      <w:pPr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>________2019 № _____                                                                               м.Чернівці</w:t>
      </w:r>
    </w:p>
    <w:p w:rsidR="0086403A" w:rsidRPr="00CC3A03" w:rsidRDefault="0086403A" w:rsidP="00DF07E8">
      <w:pPr>
        <w:jc w:val="center"/>
        <w:outlineLvl w:val="0"/>
        <w:rPr>
          <w:b/>
          <w:sz w:val="28"/>
          <w:szCs w:val="28"/>
          <w:lang w:val="uk-UA"/>
        </w:rPr>
      </w:pPr>
    </w:p>
    <w:p w:rsidR="0086403A" w:rsidRPr="00CC3A03" w:rsidRDefault="0086403A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Про надання  одноразової грошової допомоги родині загиблого при виконанні обов’язків під час проходження військової служби </w:t>
      </w:r>
    </w:p>
    <w:p w:rsidR="0086403A" w:rsidRPr="00CC3A03" w:rsidRDefault="0086403A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в східних регіонах України </w:t>
      </w:r>
    </w:p>
    <w:p w:rsidR="0086403A" w:rsidRPr="00CC3A03" w:rsidRDefault="0086403A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86403A" w:rsidRPr="00CC3A03" w:rsidRDefault="0086403A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 xml:space="preserve">Відповідно до статті 26, 50, 59 Закону України «Про місцеве самоврядування в Україні», рішення міської ради VII скликання </w:t>
      </w:r>
      <w:r w:rsidRPr="00CC3A03">
        <w:rPr>
          <w:sz w:val="28"/>
          <w:szCs w:val="28"/>
          <w:lang w:val="uk-UA"/>
        </w:rPr>
        <w:br/>
        <w:t>від 20.12.2018 р. № 1567 «Про міський бюджет на 2019 рік»,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CC3A03">
        <w:rPr>
          <w:b/>
          <w:sz w:val="28"/>
          <w:szCs w:val="28"/>
          <w:lang w:val="uk-UA"/>
        </w:rPr>
        <w:t xml:space="preserve"> </w:t>
      </w:r>
      <w:r w:rsidRPr="00CC3A03">
        <w:rPr>
          <w:sz w:val="28"/>
          <w:szCs w:val="28"/>
          <w:lang w:val="uk-UA"/>
        </w:rPr>
        <w:t>зі змінами, Чернівецька міська рада</w:t>
      </w:r>
    </w:p>
    <w:p w:rsidR="0086403A" w:rsidRPr="00CC3A03" w:rsidRDefault="0086403A" w:rsidP="005A4CEE">
      <w:pPr>
        <w:widowControl w:val="0"/>
        <w:jc w:val="center"/>
        <w:rPr>
          <w:sz w:val="16"/>
          <w:szCs w:val="16"/>
          <w:lang w:val="uk-UA"/>
        </w:rPr>
      </w:pPr>
    </w:p>
    <w:p w:rsidR="0086403A" w:rsidRPr="00CC3A03" w:rsidRDefault="0086403A" w:rsidP="00442F79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В И Р І Ш И Л А :</w:t>
      </w:r>
    </w:p>
    <w:p w:rsidR="0086403A" w:rsidRPr="00CC3A03" w:rsidRDefault="0086403A" w:rsidP="00AE4E23">
      <w:pPr>
        <w:pStyle w:val="BodyTextIndent3"/>
        <w:widowControl w:val="0"/>
        <w:tabs>
          <w:tab w:val="left" w:pos="-5670"/>
        </w:tabs>
        <w:spacing w:after="0"/>
        <w:ind w:left="284" w:firstLine="720"/>
        <w:jc w:val="both"/>
        <w:rPr>
          <w:lang w:val="uk-UA"/>
        </w:rPr>
      </w:pPr>
    </w:p>
    <w:p w:rsidR="0086403A" w:rsidRPr="00CC3A03" w:rsidRDefault="0086403A" w:rsidP="00F660D9">
      <w:pPr>
        <w:pStyle w:val="BodyTextIndent3"/>
        <w:widowControl w:val="0"/>
        <w:tabs>
          <w:tab w:val="left" w:pos="-5670"/>
        </w:tabs>
        <w:spacing w:after="0"/>
        <w:ind w:left="0"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1.</w:t>
      </w:r>
      <w:r w:rsidRPr="00CC3A03">
        <w:rPr>
          <w:sz w:val="28"/>
          <w:szCs w:val="28"/>
          <w:lang w:val="uk-UA"/>
        </w:rPr>
        <w:t xml:space="preserve"> Надати одноразову грошову допомогу </w:t>
      </w:r>
      <w:r>
        <w:rPr>
          <w:sz w:val="28"/>
          <w:szCs w:val="28"/>
          <w:lang w:val="uk-UA"/>
        </w:rPr>
        <w:t>……..</w:t>
      </w:r>
      <w:r w:rsidRPr="00CC3A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</w:t>
      </w:r>
      <w:r w:rsidRPr="00CC3A03">
        <w:rPr>
          <w:sz w:val="28"/>
          <w:szCs w:val="28"/>
          <w:lang w:val="uk-UA"/>
        </w:rPr>
        <w:t xml:space="preserve">, загиблого при виконанні обов’язків під час проходження військової служби в східних регіонах України, в розмірі 100 000 грн.   </w:t>
      </w:r>
    </w:p>
    <w:p w:rsidR="0086403A" w:rsidRPr="00CC3A03" w:rsidRDefault="0086403A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2.</w:t>
      </w:r>
      <w:r w:rsidRPr="00CC3A03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86403A" w:rsidRPr="00CC3A03" w:rsidRDefault="0086403A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3.</w:t>
      </w:r>
      <w:r w:rsidRPr="00CC3A03">
        <w:rPr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і директора департаменту праці та соціального захисту населення міської ради.</w:t>
      </w:r>
    </w:p>
    <w:p w:rsidR="0086403A" w:rsidRPr="00CC3A03" w:rsidRDefault="0086403A" w:rsidP="00F660D9">
      <w:pPr>
        <w:widowControl w:val="0"/>
        <w:tabs>
          <w:tab w:val="left" w:pos="7088"/>
        </w:tabs>
        <w:spacing w:before="120" w:after="20"/>
        <w:ind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4.</w:t>
      </w:r>
      <w:r w:rsidRPr="00CC3A0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86403A" w:rsidRDefault="0086403A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86403A" w:rsidRPr="00CC3A03" w:rsidRDefault="0086403A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86403A" w:rsidRPr="00F02803" w:rsidRDefault="0086403A" w:rsidP="00977F14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86403A" w:rsidRPr="00CC3A03" w:rsidRDefault="0086403A" w:rsidP="004A2449">
      <w:pPr>
        <w:ind w:firstLine="900"/>
        <w:jc w:val="both"/>
        <w:outlineLvl w:val="0"/>
        <w:rPr>
          <w:sz w:val="27"/>
          <w:szCs w:val="27"/>
          <w:lang w:val="uk-UA"/>
        </w:rPr>
      </w:pPr>
    </w:p>
    <w:sectPr w:rsidR="0086403A" w:rsidRPr="00CC3A03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3A" w:rsidRDefault="0086403A">
      <w:r>
        <w:separator/>
      </w:r>
    </w:p>
  </w:endnote>
  <w:endnote w:type="continuationSeparator" w:id="0">
    <w:p w:rsidR="0086403A" w:rsidRDefault="00864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3A" w:rsidRDefault="0086403A" w:rsidP="006E5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403A" w:rsidRDefault="008640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3A" w:rsidRPr="005D1708" w:rsidRDefault="0086403A" w:rsidP="006E5B34">
    <w:pPr>
      <w:pStyle w:val="Footer"/>
      <w:framePr w:wrap="around" w:vAnchor="text" w:hAnchor="margin" w:xAlign="center" w:y="1"/>
      <w:rPr>
        <w:rStyle w:val="PageNumber"/>
        <w:lang w:val="en-US"/>
      </w:rPr>
    </w:pPr>
  </w:p>
  <w:p w:rsidR="0086403A" w:rsidRDefault="0086403A" w:rsidP="005D1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3A" w:rsidRDefault="0086403A">
      <w:r>
        <w:separator/>
      </w:r>
    </w:p>
  </w:footnote>
  <w:footnote w:type="continuationSeparator" w:id="0">
    <w:p w:rsidR="0086403A" w:rsidRDefault="00864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03A" w:rsidRDefault="0086403A" w:rsidP="0088233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403A" w:rsidRDefault="008640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</w:abstractNum>
  <w:abstractNum w:abstractNumId="4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5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92D"/>
    <w:rsid w:val="0000518C"/>
    <w:rsid w:val="00016682"/>
    <w:rsid w:val="0002191B"/>
    <w:rsid w:val="00070F20"/>
    <w:rsid w:val="00087BE9"/>
    <w:rsid w:val="00093E9E"/>
    <w:rsid w:val="000E4FC9"/>
    <w:rsid w:val="001027CD"/>
    <w:rsid w:val="00105619"/>
    <w:rsid w:val="00107907"/>
    <w:rsid w:val="00114E2B"/>
    <w:rsid w:val="00117BDA"/>
    <w:rsid w:val="00127F7A"/>
    <w:rsid w:val="00131C8C"/>
    <w:rsid w:val="00133361"/>
    <w:rsid w:val="00133CD1"/>
    <w:rsid w:val="001513ED"/>
    <w:rsid w:val="0017086F"/>
    <w:rsid w:val="00171DDC"/>
    <w:rsid w:val="00182060"/>
    <w:rsid w:val="001863F7"/>
    <w:rsid w:val="0018655F"/>
    <w:rsid w:val="001A2B5A"/>
    <w:rsid w:val="001B1440"/>
    <w:rsid w:val="001B721C"/>
    <w:rsid w:val="001C3326"/>
    <w:rsid w:val="001D3AF3"/>
    <w:rsid w:val="001E29F2"/>
    <w:rsid w:val="00214357"/>
    <w:rsid w:val="00221639"/>
    <w:rsid w:val="002435D9"/>
    <w:rsid w:val="00251183"/>
    <w:rsid w:val="002512C8"/>
    <w:rsid w:val="00282541"/>
    <w:rsid w:val="00283E89"/>
    <w:rsid w:val="002A094A"/>
    <w:rsid w:val="002A7086"/>
    <w:rsid w:val="002C0CDF"/>
    <w:rsid w:val="002C16D9"/>
    <w:rsid w:val="002D19CC"/>
    <w:rsid w:val="002D5331"/>
    <w:rsid w:val="003214D6"/>
    <w:rsid w:val="00335CFE"/>
    <w:rsid w:val="00353AF5"/>
    <w:rsid w:val="0035504A"/>
    <w:rsid w:val="00375586"/>
    <w:rsid w:val="00397C3A"/>
    <w:rsid w:val="003D0771"/>
    <w:rsid w:val="003E2093"/>
    <w:rsid w:val="00400F1C"/>
    <w:rsid w:val="00405767"/>
    <w:rsid w:val="004300D4"/>
    <w:rsid w:val="00442F79"/>
    <w:rsid w:val="004434C0"/>
    <w:rsid w:val="004650D4"/>
    <w:rsid w:val="00466486"/>
    <w:rsid w:val="00472AFC"/>
    <w:rsid w:val="004741EA"/>
    <w:rsid w:val="00482246"/>
    <w:rsid w:val="004A2449"/>
    <w:rsid w:val="004A5A19"/>
    <w:rsid w:val="004B607A"/>
    <w:rsid w:val="004B6165"/>
    <w:rsid w:val="004C0FE8"/>
    <w:rsid w:val="004D2410"/>
    <w:rsid w:val="004D6951"/>
    <w:rsid w:val="004E28EF"/>
    <w:rsid w:val="004E4A82"/>
    <w:rsid w:val="004F4469"/>
    <w:rsid w:val="00527347"/>
    <w:rsid w:val="00532A28"/>
    <w:rsid w:val="005503C5"/>
    <w:rsid w:val="00553E06"/>
    <w:rsid w:val="00577B15"/>
    <w:rsid w:val="005875B0"/>
    <w:rsid w:val="005A4CEE"/>
    <w:rsid w:val="005B000F"/>
    <w:rsid w:val="005B55BC"/>
    <w:rsid w:val="005D1708"/>
    <w:rsid w:val="005D1AEE"/>
    <w:rsid w:val="005D42A3"/>
    <w:rsid w:val="005D4457"/>
    <w:rsid w:val="005F1964"/>
    <w:rsid w:val="005F6E7F"/>
    <w:rsid w:val="00613631"/>
    <w:rsid w:val="00623879"/>
    <w:rsid w:val="006431FD"/>
    <w:rsid w:val="00650F93"/>
    <w:rsid w:val="00665063"/>
    <w:rsid w:val="0067127B"/>
    <w:rsid w:val="006749D2"/>
    <w:rsid w:val="00696CFD"/>
    <w:rsid w:val="006A0EB4"/>
    <w:rsid w:val="006D3A5F"/>
    <w:rsid w:val="006E5B34"/>
    <w:rsid w:val="007144EA"/>
    <w:rsid w:val="007264E5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20218"/>
    <w:rsid w:val="00832015"/>
    <w:rsid w:val="00835187"/>
    <w:rsid w:val="008403C0"/>
    <w:rsid w:val="0084093B"/>
    <w:rsid w:val="00841E94"/>
    <w:rsid w:val="00844960"/>
    <w:rsid w:val="008561FE"/>
    <w:rsid w:val="00856676"/>
    <w:rsid w:val="0086403A"/>
    <w:rsid w:val="0088233D"/>
    <w:rsid w:val="008A492D"/>
    <w:rsid w:val="008A6A20"/>
    <w:rsid w:val="008B239D"/>
    <w:rsid w:val="008B6817"/>
    <w:rsid w:val="008C6A6F"/>
    <w:rsid w:val="008C75F8"/>
    <w:rsid w:val="008F50DB"/>
    <w:rsid w:val="00915A66"/>
    <w:rsid w:val="00916E4F"/>
    <w:rsid w:val="00921A50"/>
    <w:rsid w:val="00941182"/>
    <w:rsid w:val="00967AE9"/>
    <w:rsid w:val="009776F7"/>
    <w:rsid w:val="00977F14"/>
    <w:rsid w:val="00991545"/>
    <w:rsid w:val="00994373"/>
    <w:rsid w:val="00996784"/>
    <w:rsid w:val="009D59DE"/>
    <w:rsid w:val="009D7EC2"/>
    <w:rsid w:val="009E669C"/>
    <w:rsid w:val="00A007D7"/>
    <w:rsid w:val="00A07A51"/>
    <w:rsid w:val="00A207B1"/>
    <w:rsid w:val="00A224E8"/>
    <w:rsid w:val="00A46FF7"/>
    <w:rsid w:val="00A72FD9"/>
    <w:rsid w:val="00A8088B"/>
    <w:rsid w:val="00A81C7A"/>
    <w:rsid w:val="00AA4D32"/>
    <w:rsid w:val="00AB2B1D"/>
    <w:rsid w:val="00AC4359"/>
    <w:rsid w:val="00AD06D0"/>
    <w:rsid w:val="00AD7573"/>
    <w:rsid w:val="00AE4E23"/>
    <w:rsid w:val="00AE695A"/>
    <w:rsid w:val="00AF0E27"/>
    <w:rsid w:val="00B047F5"/>
    <w:rsid w:val="00B30F7E"/>
    <w:rsid w:val="00B35AA2"/>
    <w:rsid w:val="00B639A0"/>
    <w:rsid w:val="00B65F12"/>
    <w:rsid w:val="00B768B1"/>
    <w:rsid w:val="00B81002"/>
    <w:rsid w:val="00B86D2E"/>
    <w:rsid w:val="00B9419D"/>
    <w:rsid w:val="00BA13DC"/>
    <w:rsid w:val="00BB0E36"/>
    <w:rsid w:val="00BD03F6"/>
    <w:rsid w:val="00BD3C0B"/>
    <w:rsid w:val="00BE5D31"/>
    <w:rsid w:val="00C44D59"/>
    <w:rsid w:val="00C75739"/>
    <w:rsid w:val="00C830B5"/>
    <w:rsid w:val="00C92ED6"/>
    <w:rsid w:val="00CC3A03"/>
    <w:rsid w:val="00CD7959"/>
    <w:rsid w:val="00CF44BB"/>
    <w:rsid w:val="00CF46C8"/>
    <w:rsid w:val="00CF6491"/>
    <w:rsid w:val="00CF7E4C"/>
    <w:rsid w:val="00D23414"/>
    <w:rsid w:val="00D40EC6"/>
    <w:rsid w:val="00D43684"/>
    <w:rsid w:val="00D5715E"/>
    <w:rsid w:val="00D60A9B"/>
    <w:rsid w:val="00D624CF"/>
    <w:rsid w:val="00D70BD8"/>
    <w:rsid w:val="00D8519F"/>
    <w:rsid w:val="00DC3141"/>
    <w:rsid w:val="00DC3CB6"/>
    <w:rsid w:val="00DD576E"/>
    <w:rsid w:val="00DE2F96"/>
    <w:rsid w:val="00DE5DB7"/>
    <w:rsid w:val="00DE6B3F"/>
    <w:rsid w:val="00DF07E8"/>
    <w:rsid w:val="00E0686B"/>
    <w:rsid w:val="00E22295"/>
    <w:rsid w:val="00E2517D"/>
    <w:rsid w:val="00E605FC"/>
    <w:rsid w:val="00E62BA8"/>
    <w:rsid w:val="00E65488"/>
    <w:rsid w:val="00E71C1A"/>
    <w:rsid w:val="00E71E39"/>
    <w:rsid w:val="00E90D09"/>
    <w:rsid w:val="00E96A58"/>
    <w:rsid w:val="00ED0747"/>
    <w:rsid w:val="00ED3C56"/>
    <w:rsid w:val="00EF1B73"/>
    <w:rsid w:val="00EF222F"/>
    <w:rsid w:val="00EF48D3"/>
    <w:rsid w:val="00F02803"/>
    <w:rsid w:val="00F06AC3"/>
    <w:rsid w:val="00F10E9D"/>
    <w:rsid w:val="00F12A13"/>
    <w:rsid w:val="00F14A95"/>
    <w:rsid w:val="00F15BAF"/>
    <w:rsid w:val="00F27EAE"/>
    <w:rsid w:val="00F305E0"/>
    <w:rsid w:val="00F435B0"/>
    <w:rsid w:val="00F660D9"/>
    <w:rsid w:val="00F84C0E"/>
    <w:rsid w:val="00F90631"/>
    <w:rsid w:val="00FB26F3"/>
    <w:rsid w:val="00FB3781"/>
    <w:rsid w:val="00FD3DEC"/>
    <w:rsid w:val="00FE5EDC"/>
    <w:rsid w:val="00F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2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214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0F7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30F7E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30F7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30F7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Footer">
    <w:name w:val="footer"/>
    <w:basedOn w:val="Normal"/>
    <w:link w:val="FooterChar"/>
    <w:uiPriority w:val="99"/>
    <w:rsid w:val="006E5B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6E5B3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D17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customStyle="1" w:styleId="CharChar">
    <w:name w:val="Char Знак Знак Char Знак"/>
    <w:basedOn w:val="Normal"/>
    <w:uiPriority w:val="99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Normal"/>
    <w:uiPriority w:val="99"/>
    <w:rsid w:val="00DE2F96"/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E2F96"/>
    <w:pPr>
      <w:spacing w:after="120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customStyle="1" w:styleId="rvps6">
    <w:name w:val="rvps6"/>
    <w:basedOn w:val="Normal"/>
    <w:uiPriority w:val="99"/>
    <w:rsid w:val="00DE2F96"/>
    <w:pPr>
      <w:spacing w:before="100" w:beforeAutospacing="1" w:after="100" w:afterAutospacing="1"/>
    </w:pPr>
  </w:style>
  <w:style w:type="paragraph" w:styleId="Caption">
    <w:name w:val="caption"/>
    <w:basedOn w:val="Normal"/>
    <w:uiPriority w:val="99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Normal"/>
    <w:next w:val="Normal"/>
    <w:uiPriority w:val="99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NormalWeb">
    <w:name w:val="Normal (Web)"/>
    <w:basedOn w:val="Normal"/>
    <w:uiPriority w:val="99"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CF44BB"/>
    <w:rPr>
      <w:rFonts w:cs="Times New Roman"/>
    </w:rPr>
  </w:style>
  <w:style w:type="character" w:styleId="Hyperlink">
    <w:name w:val="Hyperlink"/>
    <w:basedOn w:val="DefaultParagraphFont"/>
    <w:uiPriority w:val="99"/>
    <w:rsid w:val="00CF44BB"/>
    <w:rPr>
      <w:rFonts w:cs="Times New Roman"/>
      <w:color w:val="0000FF"/>
      <w:u w:val="single"/>
    </w:rPr>
  </w:style>
  <w:style w:type="character" w:customStyle="1" w:styleId="rvts37">
    <w:name w:val="rvts37"/>
    <w:basedOn w:val="DefaultParagraphFont"/>
    <w:uiPriority w:val="99"/>
    <w:rsid w:val="00107907"/>
    <w:rPr>
      <w:rFonts w:cs="Times New Roman"/>
    </w:rPr>
  </w:style>
  <w:style w:type="paragraph" w:customStyle="1" w:styleId="a">
    <w:name w:val="Знак"/>
    <w:basedOn w:val="Normal"/>
    <w:uiPriority w:val="99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A72FD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30F7E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3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1272</Words>
  <Characters>726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Юлия</cp:lastModifiedBy>
  <cp:revision>3</cp:revision>
  <cp:lastPrinted>2019-05-16T07:02:00Z</cp:lastPrinted>
  <dcterms:created xsi:type="dcterms:W3CDTF">2019-05-16T07:02:00Z</dcterms:created>
  <dcterms:modified xsi:type="dcterms:W3CDTF">2019-05-16T07:03:00Z</dcterms:modified>
</cp:coreProperties>
</file>