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40" w:rsidRDefault="009F4FCA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540" w:rsidRPr="0001133A" w:rsidRDefault="00080540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80540" w:rsidRDefault="00080540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080540" w:rsidRDefault="00080540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080540" w:rsidRPr="00277E70" w:rsidRDefault="00080540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080540" w:rsidRPr="004F75FB" w:rsidRDefault="00080540" w:rsidP="007924CB">
      <w:pPr>
        <w:rPr>
          <w:sz w:val="18"/>
          <w:szCs w:val="18"/>
          <w:u w:val="single"/>
        </w:rPr>
      </w:pPr>
    </w:p>
    <w:p w:rsidR="00080540" w:rsidRPr="00D376B5" w:rsidRDefault="00080540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080540" w:rsidRDefault="00080540" w:rsidP="007924CB">
      <w:pPr>
        <w:jc w:val="center"/>
        <w:rPr>
          <w:b/>
          <w:bCs/>
          <w:sz w:val="28"/>
          <w:szCs w:val="28"/>
        </w:rPr>
      </w:pPr>
    </w:p>
    <w:p w:rsidR="00080540" w:rsidRDefault="00080540" w:rsidP="007924CB">
      <w:pPr>
        <w:jc w:val="center"/>
        <w:rPr>
          <w:b/>
          <w:bCs/>
          <w:sz w:val="28"/>
          <w:szCs w:val="28"/>
        </w:rPr>
      </w:pPr>
    </w:p>
    <w:p w:rsidR="00080540" w:rsidRDefault="00080540" w:rsidP="0025394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080540" w:rsidRDefault="00080540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Шевченка Тараса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90</w:t>
      </w:r>
    </w:p>
    <w:bookmarkEnd w:id="0"/>
    <w:p w:rsidR="00080540" w:rsidRPr="00360F25" w:rsidRDefault="00080540" w:rsidP="00A36F8B">
      <w:pPr>
        <w:jc w:val="center"/>
        <w:rPr>
          <w:b/>
          <w:bCs/>
          <w:sz w:val="16"/>
          <w:szCs w:val="16"/>
        </w:rPr>
      </w:pPr>
    </w:p>
    <w:p w:rsidR="00080540" w:rsidRDefault="00080540" w:rsidP="00A36F8B">
      <w:pPr>
        <w:jc w:val="center"/>
        <w:rPr>
          <w:b/>
          <w:sz w:val="28"/>
          <w:szCs w:val="28"/>
        </w:rPr>
      </w:pPr>
    </w:p>
    <w:p w:rsidR="00080540" w:rsidRDefault="00080540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080540" w:rsidRDefault="00080540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080540" w:rsidRDefault="00080540" w:rsidP="00373358">
      <w:pPr>
        <w:jc w:val="center"/>
        <w:rPr>
          <w:b/>
          <w:sz w:val="28"/>
        </w:rPr>
      </w:pPr>
    </w:p>
    <w:p w:rsidR="00080540" w:rsidRPr="00661EC4" w:rsidRDefault="00080540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080540" w:rsidRDefault="00080540" w:rsidP="00373358">
      <w:pPr>
        <w:jc w:val="both"/>
        <w:rPr>
          <w:sz w:val="16"/>
          <w:szCs w:val="16"/>
        </w:rPr>
      </w:pPr>
    </w:p>
    <w:p w:rsidR="00080540" w:rsidRPr="00321718" w:rsidRDefault="00080540" w:rsidP="00373358">
      <w:pPr>
        <w:jc w:val="both"/>
        <w:rPr>
          <w:sz w:val="16"/>
          <w:szCs w:val="16"/>
        </w:rPr>
      </w:pPr>
    </w:p>
    <w:p w:rsidR="00080540" w:rsidRPr="006F553D" w:rsidRDefault="00080540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Шевченка Тараса, 90 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080540" w:rsidRDefault="00080540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080540" w:rsidRDefault="00080540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080540" w:rsidRPr="002C3901" w:rsidRDefault="00080540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080540" w:rsidRDefault="00080540" w:rsidP="006741B5">
      <w:pPr>
        <w:spacing w:after="120"/>
        <w:ind w:firstLine="708"/>
        <w:jc w:val="both"/>
        <w:rPr>
          <w:sz w:val="28"/>
          <w:szCs w:val="28"/>
        </w:rPr>
      </w:pPr>
    </w:p>
    <w:p w:rsidR="00080540" w:rsidRPr="00202293" w:rsidRDefault="00080540" w:rsidP="007924CB">
      <w:pPr>
        <w:ind w:firstLine="708"/>
        <w:jc w:val="both"/>
        <w:rPr>
          <w:sz w:val="28"/>
          <w:szCs w:val="28"/>
        </w:rPr>
      </w:pPr>
    </w:p>
    <w:p w:rsidR="00080540" w:rsidRDefault="00080540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080540" w:rsidRDefault="00080540" w:rsidP="009147B9">
      <w:pPr>
        <w:ind w:right="-87"/>
        <w:jc w:val="both"/>
        <w:rPr>
          <w:b/>
          <w:sz w:val="24"/>
        </w:rPr>
      </w:pPr>
    </w:p>
    <w:sectPr w:rsidR="00080540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F5D" w:rsidRDefault="00B13F5D">
      <w:r>
        <w:separator/>
      </w:r>
    </w:p>
  </w:endnote>
  <w:endnote w:type="continuationSeparator" w:id="0">
    <w:p w:rsidR="00B13F5D" w:rsidRDefault="00B1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F5D" w:rsidRDefault="00B13F5D">
      <w:r>
        <w:separator/>
      </w:r>
    </w:p>
  </w:footnote>
  <w:footnote w:type="continuationSeparator" w:id="0">
    <w:p w:rsidR="00B13F5D" w:rsidRDefault="00B13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540" w:rsidRDefault="0008054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0540" w:rsidRDefault="0008054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540" w:rsidRDefault="00B13F5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0540">
      <w:rPr>
        <w:noProof/>
      </w:rPr>
      <w:t>2</w:t>
    </w:r>
    <w:r>
      <w:rPr>
        <w:noProof/>
      </w:rPr>
      <w:fldChar w:fldCharType="end"/>
    </w:r>
  </w:p>
  <w:p w:rsidR="00080540" w:rsidRDefault="0008054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80540"/>
    <w:rsid w:val="000A3144"/>
    <w:rsid w:val="000B0E44"/>
    <w:rsid w:val="000B3493"/>
    <w:rsid w:val="000C165F"/>
    <w:rsid w:val="000D2095"/>
    <w:rsid w:val="000E1BB5"/>
    <w:rsid w:val="000F63ED"/>
    <w:rsid w:val="0011310F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6AA"/>
    <w:rsid w:val="0047038B"/>
    <w:rsid w:val="00476383"/>
    <w:rsid w:val="004931EF"/>
    <w:rsid w:val="00493D81"/>
    <w:rsid w:val="00494C4F"/>
    <w:rsid w:val="004B6F9C"/>
    <w:rsid w:val="004D5DEA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5750A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9F4FCA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3F5D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531A2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679F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F4743BD-31D8-44F1-B2A7-E50DA175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1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2019-03-06T15:13:00Z</cp:lastPrinted>
  <dcterms:created xsi:type="dcterms:W3CDTF">2019-03-26T12:49:00Z</dcterms:created>
  <dcterms:modified xsi:type="dcterms:W3CDTF">2019-03-26T12:49:00Z</dcterms:modified>
</cp:coreProperties>
</file>