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C07" w:rsidRPr="001539BB" w:rsidRDefault="008E5C07" w:rsidP="002B364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E5F7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6.75pt;height:54pt;visibility:visible">
            <v:imagedata r:id="rId7" o:title=""/>
          </v:shape>
        </w:pict>
      </w:r>
    </w:p>
    <w:p w:rsidR="008E5C07" w:rsidRPr="001539BB" w:rsidRDefault="008E5C07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У К Р А Ї Н А</w:t>
      </w:r>
    </w:p>
    <w:p w:rsidR="008E5C07" w:rsidRPr="001539BB" w:rsidRDefault="008E5C07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Чернівецька  міська рада</w:t>
      </w:r>
    </w:p>
    <w:p w:rsidR="008E5C07" w:rsidRPr="001539BB" w:rsidRDefault="008E5C07" w:rsidP="002B364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Pr="001539BB">
        <w:rPr>
          <w:b/>
          <w:sz w:val="32"/>
          <w:szCs w:val="32"/>
          <w:lang w:val="uk-UA"/>
        </w:rPr>
        <w:t xml:space="preserve"> сесія  VІІ скликання </w:t>
      </w:r>
    </w:p>
    <w:p w:rsidR="008E5C07" w:rsidRPr="001539BB" w:rsidRDefault="008E5C07" w:rsidP="002B3644">
      <w:pPr>
        <w:pStyle w:val="Heading3"/>
        <w:jc w:val="center"/>
        <w:rPr>
          <w:sz w:val="32"/>
        </w:rPr>
      </w:pPr>
      <w:r w:rsidRPr="001539BB">
        <w:rPr>
          <w:sz w:val="32"/>
        </w:rPr>
        <w:t>Р  І  Ш  Е  Н  Н  Я</w:t>
      </w:r>
    </w:p>
    <w:p w:rsidR="008E5C07" w:rsidRPr="001539BB" w:rsidRDefault="008E5C07" w:rsidP="002B3644">
      <w:pPr>
        <w:rPr>
          <w:lang w:val="uk-UA" w:eastAsia="uk-UA"/>
        </w:rPr>
      </w:pPr>
    </w:p>
    <w:p w:rsidR="008E5C07" w:rsidRPr="001539BB" w:rsidRDefault="008E5C07" w:rsidP="002B3644">
      <w:pPr>
        <w:pStyle w:val="Heading3"/>
        <w:jc w:val="center"/>
        <w:rPr>
          <w:sz w:val="16"/>
          <w:szCs w:val="16"/>
        </w:rPr>
      </w:pPr>
    </w:p>
    <w:p w:rsidR="008E5C07" w:rsidRDefault="008E5C07" w:rsidP="002B36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     .09.201</w:t>
      </w:r>
      <w:r w:rsidRPr="00686C22">
        <w:rPr>
          <w:rFonts w:ascii="Times New Roman" w:hAnsi="Times New Roman"/>
          <w:sz w:val="28"/>
          <w:szCs w:val="28"/>
          <w:u w:val="single"/>
          <w:lang w:val="uk-UA"/>
        </w:rPr>
        <w:t>8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421D5E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Pr="00421D5E">
        <w:rPr>
          <w:rFonts w:ascii="Times New Roman" w:hAnsi="Times New Roman"/>
          <w:sz w:val="28"/>
          <w:szCs w:val="28"/>
          <w:lang w:val="uk-UA"/>
        </w:rPr>
        <w:t>м. Чернівці</w:t>
      </w:r>
    </w:p>
    <w:p w:rsidR="008E5C07" w:rsidRDefault="008E5C07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5C07" w:rsidRPr="00421D5E" w:rsidRDefault="008E5C07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E5C07" w:rsidRPr="001539BB" w:rsidRDefault="008E5C07" w:rsidP="002B3644">
      <w:pPr>
        <w:spacing w:line="216" w:lineRule="auto"/>
        <w:rPr>
          <w:sz w:val="16"/>
          <w:szCs w:val="16"/>
          <w:lang w:val="uk-UA"/>
        </w:rPr>
      </w:pPr>
    </w:p>
    <w:p w:rsidR="008E5C07" w:rsidRDefault="008E5C07" w:rsidP="006F4202">
      <w:pPr>
        <w:pStyle w:val="Heading6"/>
        <w:spacing w:before="0" w:after="0"/>
        <w:jc w:val="center"/>
        <w:rPr>
          <w:sz w:val="28"/>
          <w:szCs w:val="28"/>
        </w:rPr>
      </w:pPr>
      <w:r w:rsidRPr="002B3644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 секретаря (керуючого справами)</w:t>
      </w:r>
    </w:p>
    <w:p w:rsidR="008E5C07" w:rsidRPr="002B3644" w:rsidRDefault="008E5C07" w:rsidP="006F4202">
      <w:pPr>
        <w:pStyle w:val="Heading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виконавчого комітету Чернівецької міської ради</w:t>
      </w:r>
    </w:p>
    <w:p w:rsidR="008E5C07" w:rsidRDefault="008E5C07" w:rsidP="002B3644">
      <w:pPr>
        <w:rPr>
          <w:sz w:val="28"/>
          <w:szCs w:val="28"/>
          <w:lang w:val="uk-UA"/>
        </w:rPr>
      </w:pPr>
    </w:p>
    <w:p w:rsidR="008E5C07" w:rsidRPr="002B3644" w:rsidRDefault="008E5C07" w:rsidP="002B3644">
      <w:pPr>
        <w:rPr>
          <w:sz w:val="28"/>
          <w:szCs w:val="28"/>
          <w:lang w:val="uk-UA"/>
        </w:rPr>
      </w:pPr>
    </w:p>
    <w:p w:rsidR="008E5C07" w:rsidRPr="002B3644" w:rsidRDefault="008E5C07" w:rsidP="002B3644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2B3644">
        <w:rPr>
          <w:szCs w:val="28"/>
        </w:rPr>
        <w:t xml:space="preserve">статей 26, </w:t>
      </w:r>
      <w:r>
        <w:rPr>
          <w:szCs w:val="28"/>
        </w:rPr>
        <w:t>51</w:t>
      </w:r>
      <w:r w:rsidRPr="002B3644">
        <w:rPr>
          <w:szCs w:val="28"/>
        </w:rPr>
        <w:t xml:space="preserve"> Закону України «Про місцеве самоврядування в Україні»,</w:t>
      </w:r>
      <w:r>
        <w:rPr>
          <w:szCs w:val="28"/>
        </w:rPr>
        <w:t xml:space="preserve"> статті 10 Закону України «Про службу в органах місцевого самоврядування»,</w:t>
      </w:r>
      <w:r w:rsidRPr="002B3644">
        <w:rPr>
          <w:szCs w:val="28"/>
        </w:rPr>
        <w:t xml:space="preserve"> Чернівецька міська рада</w:t>
      </w:r>
    </w:p>
    <w:p w:rsidR="008E5C07" w:rsidRDefault="008E5C07" w:rsidP="00715E1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07" w:rsidRDefault="008E5C07" w:rsidP="00715E1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3644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8E5C07" w:rsidRDefault="008E5C07" w:rsidP="00715E1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5C07" w:rsidRPr="006454D3" w:rsidRDefault="008E5C07" w:rsidP="006454D3">
      <w:pPr>
        <w:pStyle w:val="Heading6"/>
        <w:spacing w:after="100" w:afterAutospacing="1"/>
        <w:ind w:firstLine="53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ab/>
        <w:t xml:space="preserve">Затвердити секретарем (керуючим справами) виконавчого комітету Чернівецької міської ради </w:t>
      </w:r>
      <w:r w:rsidRPr="006454D3">
        <w:rPr>
          <w:b w:val="0"/>
          <w:sz w:val="28"/>
          <w:szCs w:val="28"/>
        </w:rPr>
        <w:t>член</w:t>
      </w:r>
      <w:r>
        <w:rPr>
          <w:b w:val="0"/>
          <w:sz w:val="28"/>
          <w:szCs w:val="28"/>
        </w:rPr>
        <w:t>а</w:t>
      </w:r>
      <w:r w:rsidRPr="006454D3">
        <w:rPr>
          <w:b w:val="0"/>
          <w:sz w:val="28"/>
          <w:szCs w:val="28"/>
        </w:rPr>
        <w:t xml:space="preserve"> виконавчого комітету Чернівецької міської ради (за згодою)</w:t>
      </w:r>
      <w:r>
        <w:rPr>
          <w:b w:val="0"/>
          <w:sz w:val="28"/>
          <w:szCs w:val="28"/>
        </w:rPr>
        <w:t xml:space="preserve"> </w:t>
      </w:r>
      <w:r w:rsidRPr="006454D3">
        <w:rPr>
          <w:b w:val="0"/>
          <w:sz w:val="28"/>
          <w:szCs w:val="28"/>
        </w:rPr>
        <w:t>Бабюк Антонін</w:t>
      </w:r>
      <w:r>
        <w:rPr>
          <w:b w:val="0"/>
          <w:sz w:val="28"/>
          <w:szCs w:val="28"/>
        </w:rPr>
        <w:t>у</w:t>
      </w:r>
      <w:r w:rsidRPr="006454D3">
        <w:rPr>
          <w:b w:val="0"/>
          <w:sz w:val="28"/>
          <w:szCs w:val="28"/>
        </w:rPr>
        <w:t xml:space="preserve"> Анатоліївн</w:t>
      </w:r>
      <w:r>
        <w:rPr>
          <w:b w:val="0"/>
          <w:sz w:val="28"/>
          <w:szCs w:val="28"/>
        </w:rPr>
        <w:t>у.</w:t>
      </w:r>
    </w:p>
    <w:p w:rsidR="008E5C07" w:rsidRPr="00A5292A" w:rsidRDefault="008E5C07" w:rsidP="00715E1E">
      <w:pPr>
        <w:pStyle w:val="BodyText"/>
        <w:spacing w:after="100" w:afterAutospacing="1"/>
        <w:ind w:firstLine="539"/>
        <w:jc w:val="both"/>
        <w:rPr>
          <w:szCs w:val="28"/>
        </w:rPr>
      </w:pPr>
      <w:r w:rsidRPr="00A5292A">
        <w:rPr>
          <w:szCs w:val="28"/>
        </w:rPr>
        <w:t>2</w:t>
      </w:r>
      <w:r>
        <w:rPr>
          <w:szCs w:val="28"/>
        </w:rPr>
        <w:t>.</w:t>
      </w:r>
      <w:r>
        <w:rPr>
          <w:szCs w:val="28"/>
        </w:rPr>
        <w:tab/>
      </w:r>
      <w:r w:rsidRPr="00A5292A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8E5C07" w:rsidRPr="00E860C3" w:rsidRDefault="008E5C07" w:rsidP="00E860C3">
      <w:pPr>
        <w:pStyle w:val="BodyText"/>
        <w:spacing w:after="100" w:afterAutospacing="1"/>
        <w:ind w:firstLine="539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2B3644">
        <w:rPr>
          <w:szCs w:val="28"/>
        </w:rPr>
        <w:t xml:space="preserve">Контроль за виконанням рішення покласти на постійну комісію </w:t>
      </w:r>
      <w:r>
        <w:rPr>
          <w:szCs w:val="28"/>
        </w:rPr>
        <w:t>з</w:t>
      </w:r>
      <w:r w:rsidRPr="00E860C3">
        <w:rPr>
          <w:szCs w:val="28"/>
        </w:rPr>
        <w:t xml:space="preserve"> питань законності, прав і свобод людини, регламенту, депутатської діяльності, етики та запобігання корупції</w:t>
      </w:r>
    </w:p>
    <w:p w:rsidR="008E5C07" w:rsidRDefault="008E5C07" w:rsidP="002B3644">
      <w:pPr>
        <w:pStyle w:val="Heading3"/>
        <w:rPr>
          <w:szCs w:val="28"/>
        </w:rPr>
      </w:pPr>
    </w:p>
    <w:p w:rsidR="008E5C07" w:rsidRDefault="008E5C07" w:rsidP="00E860C3">
      <w:pPr>
        <w:rPr>
          <w:lang w:val="uk-UA" w:eastAsia="uk-UA"/>
        </w:rPr>
      </w:pPr>
    </w:p>
    <w:p w:rsidR="008E5C07" w:rsidRDefault="008E5C07" w:rsidP="00E860C3">
      <w:pPr>
        <w:rPr>
          <w:lang w:val="uk-UA" w:eastAsia="uk-UA"/>
        </w:rPr>
      </w:pPr>
    </w:p>
    <w:p w:rsidR="008E5C07" w:rsidRPr="002B3644" w:rsidRDefault="008E5C07" w:rsidP="002B3644">
      <w:pPr>
        <w:rPr>
          <w:sz w:val="28"/>
          <w:szCs w:val="28"/>
          <w:lang w:val="uk-UA" w:eastAsia="uk-UA"/>
        </w:rPr>
      </w:pPr>
    </w:p>
    <w:p w:rsidR="008E5C07" w:rsidRDefault="008E5C07" w:rsidP="002B3644">
      <w:pPr>
        <w:pStyle w:val="Heading3"/>
        <w:jc w:val="both"/>
        <w:rPr>
          <w:szCs w:val="28"/>
        </w:rPr>
      </w:pPr>
      <w:r>
        <w:rPr>
          <w:szCs w:val="28"/>
        </w:rPr>
        <w:t>Секретар Чернівецької</w:t>
      </w:r>
    </w:p>
    <w:p w:rsidR="008E5C07" w:rsidRDefault="008E5C07" w:rsidP="002B3644">
      <w:pPr>
        <w:pStyle w:val="Heading3"/>
        <w:jc w:val="both"/>
        <w:rPr>
          <w:szCs w:val="28"/>
        </w:rPr>
      </w:pPr>
      <w:r>
        <w:rPr>
          <w:szCs w:val="28"/>
        </w:rPr>
        <w:t xml:space="preserve">міської ради                     </w:t>
      </w:r>
      <w:r w:rsidRPr="002B3644">
        <w:rPr>
          <w:szCs w:val="28"/>
        </w:rPr>
        <w:t xml:space="preserve">    </w:t>
      </w:r>
      <w:r>
        <w:rPr>
          <w:szCs w:val="28"/>
        </w:rPr>
        <w:t xml:space="preserve">    </w:t>
      </w:r>
      <w:r w:rsidRPr="002B3644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   </w:t>
      </w:r>
      <w:r w:rsidRPr="002B3644">
        <w:rPr>
          <w:szCs w:val="28"/>
        </w:rPr>
        <w:t xml:space="preserve">    </w:t>
      </w:r>
      <w:r>
        <w:rPr>
          <w:szCs w:val="28"/>
        </w:rPr>
        <w:t>В. Продан</w:t>
      </w:r>
    </w:p>
    <w:p w:rsidR="008E5C07" w:rsidRPr="00A5292A" w:rsidRDefault="008E5C07" w:rsidP="00A5292A">
      <w:pPr>
        <w:rPr>
          <w:lang w:val="uk-UA" w:eastAsia="uk-UA"/>
        </w:rPr>
      </w:pPr>
      <w:bookmarkStart w:id="0" w:name="_GoBack"/>
      <w:bookmarkEnd w:id="0"/>
    </w:p>
    <w:sectPr w:rsidR="008E5C07" w:rsidRPr="00A5292A" w:rsidSect="00332AD9">
      <w:headerReference w:type="even" r:id="rId8"/>
      <w:headerReference w:type="default" r:id="rId9"/>
      <w:pgSz w:w="11907" w:h="16840"/>
      <w:pgMar w:top="1021" w:right="567" w:bottom="102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C07" w:rsidRDefault="008E5C07">
      <w:r>
        <w:separator/>
      </w:r>
    </w:p>
  </w:endnote>
  <w:endnote w:type="continuationSeparator" w:id="1">
    <w:p w:rsidR="008E5C07" w:rsidRDefault="008E5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C07" w:rsidRDefault="008E5C07">
      <w:r>
        <w:separator/>
      </w:r>
    </w:p>
  </w:footnote>
  <w:footnote w:type="continuationSeparator" w:id="1">
    <w:p w:rsidR="008E5C07" w:rsidRDefault="008E5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07" w:rsidRDefault="008E5C07" w:rsidP="007677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5C07" w:rsidRDefault="008E5C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C07" w:rsidRDefault="008E5C07" w:rsidP="007677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E5C07" w:rsidRDefault="008E5C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52330"/>
    <w:multiLevelType w:val="multilevel"/>
    <w:tmpl w:val="B3B222EC"/>
    <w:lvl w:ilvl="0">
      <w:start w:val="1"/>
      <w:numFmt w:val="decimal"/>
      <w:lvlText w:val="%1."/>
      <w:lvlJc w:val="left"/>
      <w:pPr>
        <w:ind w:left="1200" w:hanging="64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644"/>
    <w:rsid w:val="00026F1C"/>
    <w:rsid w:val="000550D6"/>
    <w:rsid w:val="000558D9"/>
    <w:rsid w:val="00071B37"/>
    <w:rsid w:val="000B3E74"/>
    <w:rsid w:val="001205A9"/>
    <w:rsid w:val="0012742E"/>
    <w:rsid w:val="00147C48"/>
    <w:rsid w:val="001539BB"/>
    <w:rsid w:val="00157BD0"/>
    <w:rsid w:val="001B2A39"/>
    <w:rsid w:val="001D1599"/>
    <w:rsid w:val="002348EE"/>
    <w:rsid w:val="0029204C"/>
    <w:rsid w:val="0029296E"/>
    <w:rsid w:val="002B3644"/>
    <w:rsid w:val="002C34EF"/>
    <w:rsid w:val="002E5F74"/>
    <w:rsid w:val="00332AD9"/>
    <w:rsid w:val="00352AEB"/>
    <w:rsid w:val="003A5F2C"/>
    <w:rsid w:val="003D32BC"/>
    <w:rsid w:val="003F77CF"/>
    <w:rsid w:val="00421D5E"/>
    <w:rsid w:val="004C603C"/>
    <w:rsid w:val="004D55A3"/>
    <w:rsid w:val="00546395"/>
    <w:rsid w:val="00553BAB"/>
    <w:rsid w:val="005A4CEB"/>
    <w:rsid w:val="005B1C65"/>
    <w:rsid w:val="005F0D64"/>
    <w:rsid w:val="005F43E1"/>
    <w:rsid w:val="006454D3"/>
    <w:rsid w:val="00667B2E"/>
    <w:rsid w:val="00671C0C"/>
    <w:rsid w:val="00686C22"/>
    <w:rsid w:val="006E1FC4"/>
    <w:rsid w:val="006F4202"/>
    <w:rsid w:val="006F6493"/>
    <w:rsid w:val="00715E1E"/>
    <w:rsid w:val="0076774D"/>
    <w:rsid w:val="00790FBB"/>
    <w:rsid w:val="008E0DAA"/>
    <w:rsid w:val="008E5C07"/>
    <w:rsid w:val="009C7681"/>
    <w:rsid w:val="00A153DA"/>
    <w:rsid w:val="00A4385A"/>
    <w:rsid w:val="00A5292A"/>
    <w:rsid w:val="00A94A99"/>
    <w:rsid w:val="00AD4B35"/>
    <w:rsid w:val="00B16F40"/>
    <w:rsid w:val="00B437AF"/>
    <w:rsid w:val="00BA5984"/>
    <w:rsid w:val="00BD1735"/>
    <w:rsid w:val="00C365BE"/>
    <w:rsid w:val="00CF26F2"/>
    <w:rsid w:val="00D5241B"/>
    <w:rsid w:val="00D92A08"/>
    <w:rsid w:val="00E860C3"/>
    <w:rsid w:val="00EB6F1F"/>
    <w:rsid w:val="00ED029B"/>
    <w:rsid w:val="00F55D81"/>
    <w:rsid w:val="00F67889"/>
    <w:rsid w:val="00F81656"/>
    <w:rsid w:val="00F81A19"/>
    <w:rsid w:val="00FE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3644"/>
    <w:rPr>
      <w:rFonts w:ascii="Cambria" w:eastAsia="MS ??" w:hAnsi="Cambria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3644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B3644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B3644"/>
    <w:rPr>
      <w:rFonts w:eastAsia="MS ??"/>
      <w:b/>
      <w:sz w:val="28"/>
      <w:lang w:val="uk-UA" w:eastAsia="uk-U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B3644"/>
    <w:rPr>
      <w:rFonts w:eastAsia="MS ??"/>
      <w:b/>
      <w:sz w:val="22"/>
      <w:lang w:val="uk-UA" w:eastAsia="ru-RU"/>
    </w:rPr>
  </w:style>
  <w:style w:type="paragraph" w:customStyle="1" w:styleId="1">
    <w:name w:val="Абзац списку1"/>
    <w:basedOn w:val="Normal"/>
    <w:uiPriority w:val="99"/>
    <w:rsid w:val="002B364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B3644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B3644"/>
    <w:rPr>
      <w:rFonts w:eastAsia="MS ??"/>
      <w:sz w:val="28"/>
      <w:lang w:val="uk-UA" w:eastAsia="ru-RU"/>
    </w:rPr>
  </w:style>
  <w:style w:type="paragraph" w:styleId="Header">
    <w:name w:val="header"/>
    <w:basedOn w:val="Normal"/>
    <w:link w:val="HeaderChar"/>
    <w:uiPriority w:val="99"/>
    <w:rsid w:val="00421D5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1391"/>
    <w:rPr>
      <w:rFonts w:ascii="Cambria" w:eastAsia="MS ??" w:hAnsi="Cambria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421D5E"/>
    <w:rPr>
      <w:rFonts w:cs="Times New Roman"/>
    </w:rPr>
  </w:style>
  <w:style w:type="paragraph" w:styleId="ListParagraph">
    <w:name w:val="List Paragraph"/>
    <w:basedOn w:val="Normal"/>
    <w:uiPriority w:val="99"/>
    <w:qFormat/>
    <w:rsid w:val="00667B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6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155</Words>
  <Characters>884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WiZaRd</cp:lastModifiedBy>
  <cp:revision>3</cp:revision>
  <cp:lastPrinted>2017-07-20T07:07:00Z</cp:lastPrinted>
  <dcterms:created xsi:type="dcterms:W3CDTF">2018-09-25T14:31:00Z</dcterms:created>
  <dcterms:modified xsi:type="dcterms:W3CDTF">2018-09-25T14:31:00Z</dcterms:modified>
</cp:coreProperties>
</file>