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08" w:type="dxa"/>
        <w:tblLook w:val="00A0"/>
      </w:tblPr>
      <w:tblGrid>
        <w:gridCol w:w="6733"/>
        <w:gridCol w:w="8675"/>
      </w:tblGrid>
      <w:tr w:rsidR="008004F6" w:rsidRPr="00FF5E94" w:rsidTr="00D724FE">
        <w:tc>
          <w:tcPr>
            <w:tcW w:w="6733" w:type="dxa"/>
          </w:tcPr>
          <w:p w:rsidR="008004F6" w:rsidRPr="00FF5E94" w:rsidRDefault="008004F6" w:rsidP="00FF5E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675" w:type="dxa"/>
          </w:tcPr>
          <w:p w:rsidR="008004F6" w:rsidRPr="00E05741" w:rsidRDefault="008004F6" w:rsidP="004C555C">
            <w:pPr>
              <w:spacing w:after="0" w:line="240" w:lineRule="auto"/>
              <w:ind w:left="3887"/>
              <w:rPr>
                <w:rFonts w:ascii="Times New Roman" w:hAnsi="Times New Roman"/>
                <w:b/>
                <w:sz w:val="24"/>
                <w:szCs w:val="28"/>
              </w:rPr>
            </w:pPr>
            <w:r w:rsidRPr="00E05741">
              <w:rPr>
                <w:rFonts w:ascii="Times New Roman" w:hAnsi="Times New Roman"/>
                <w:b/>
                <w:sz w:val="24"/>
                <w:szCs w:val="28"/>
              </w:rPr>
              <w:t xml:space="preserve">Додаток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  <w:p w:rsidR="008004F6" w:rsidRDefault="008004F6" w:rsidP="004C555C">
            <w:pPr>
              <w:spacing w:after="0" w:line="240" w:lineRule="auto"/>
              <w:ind w:left="3887"/>
              <w:jc w:val="both"/>
              <w:rPr>
                <w:rFonts w:ascii="Times New Roman" w:hAnsi="Times New Roman"/>
              </w:rPr>
            </w:pPr>
            <w:r w:rsidRPr="00D529C0">
              <w:rPr>
                <w:rFonts w:ascii="Times New Roman" w:hAnsi="Times New Roman"/>
              </w:rPr>
              <w:t>до Програми</w:t>
            </w:r>
            <w:r>
              <w:rPr>
                <w:rFonts w:ascii="Times New Roman" w:hAnsi="Times New Roman"/>
              </w:rPr>
              <w:t xml:space="preserve"> </w:t>
            </w:r>
            <w:r w:rsidRPr="00EF73EF">
              <w:rPr>
                <w:rFonts w:ascii="Times New Roman" w:hAnsi="Times New Roman"/>
              </w:rPr>
              <w:t>мобілізаційної підготовки, об</w:t>
            </w:r>
            <w:r w:rsidRPr="00EF73EF">
              <w:rPr>
                <w:rFonts w:ascii="Times New Roman" w:hAnsi="Times New Roman"/>
              </w:rPr>
              <w:t>о</w:t>
            </w:r>
            <w:r w:rsidRPr="00EF73EF">
              <w:rPr>
                <w:rFonts w:ascii="Times New Roman" w:hAnsi="Times New Roman"/>
              </w:rPr>
              <w:t>ронної роботи</w:t>
            </w:r>
            <w:r>
              <w:rPr>
                <w:rFonts w:ascii="Times New Roman" w:hAnsi="Times New Roman"/>
              </w:rPr>
              <w:t xml:space="preserve"> </w:t>
            </w:r>
            <w:r w:rsidRPr="0043442E">
              <w:rPr>
                <w:rFonts w:ascii="Times New Roman" w:hAnsi="Times New Roman"/>
              </w:rPr>
              <w:t>міста Чернівців та шефської д</w:t>
            </w:r>
            <w:r w:rsidRPr="0043442E">
              <w:rPr>
                <w:rFonts w:ascii="Times New Roman" w:hAnsi="Times New Roman"/>
              </w:rPr>
              <w:t>о</w:t>
            </w:r>
            <w:r w:rsidRPr="0043442E">
              <w:rPr>
                <w:rFonts w:ascii="Times New Roman" w:hAnsi="Times New Roman"/>
              </w:rPr>
              <w:t>помоги військовим частинам А2582</w:t>
            </w:r>
            <w:r>
              <w:rPr>
                <w:rFonts w:ascii="Times New Roman" w:hAnsi="Times New Roman"/>
              </w:rPr>
              <w:t>,</w:t>
            </w:r>
            <w:r w:rsidRPr="0043442E">
              <w:rPr>
                <w:rFonts w:ascii="Times New Roman" w:hAnsi="Times New Roman"/>
              </w:rPr>
              <w:t xml:space="preserve"> А2308</w:t>
            </w:r>
            <w:r>
              <w:rPr>
                <w:rFonts w:ascii="Times New Roman" w:hAnsi="Times New Roman"/>
              </w:rPr>
              <w:t xml:space="preserve"> та </w:t>
            </w:r>
            <w:r w:rsidRPr="00C43AEA">
              <w:rPr>
                <w:rFonts w:ascii="Times New Roman" w:hAnsi="Times New Roman"/>
                <w:lang w:val="ru-RU"/>
              </w:rPr>
              <w:t>2195</w:t>
            </w:r>
            <w:r w:rsidRPr="0043442E">
              <w:rPr>
                <w:rFonts w:ascii="Times New Roman" w:hAnsi="Times New Roman"/>
              </w:rPr>
              <w:t xml:space="preserve"> на</w:t>
            </w:r>
            <w:r w:rsidRPr="00EF73EF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>21</w:t>
            </w:r>
            <w:r w:rsidRPr="00EF73EF">
              <w:rPr>
                <w:rFonts w:ascii="Times New Roman" w:hAnsi="Times New Roman"/>
              </w:rPr>
              <w:t>-2022 роки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004F6" w:rsidRPr="00402A8A" w:rsidRDefault="008004F6" w:rsidP="004C555C">
            <w:pPr>
              <w:pStyle w:val="Heading5"/>
              <w:ind w:left="3887"/>
              <w:jc w:val="left"/>
              <w:rPr>
                <w:b/>
                <w:szCs w:val="28"/>
                <w:lang w:val="en-US"/>
              </w:rPr>
            </w:pPr>
            <w:r w:rsidRPr="00402A8A">
              <w:rPr>
                <w:sz w:val="22"/>
                <w:szCs w:val="22"/>
                <w:u w:val="single"/>
                <w:lang w:val="uk-UA" w:eastAsia="en-US"/>
              </w:rPr>
              <w:t>08.12.</w:t>
            </w:r>
            <w:r>
              <w:rPr>
                <w:sz w:val="22"/>
                <w:szCs w:val="22"/>
                <w:u w:val="single"/>
                <w:lang w:val="uk-UA" w:eastAsia="en-US"/>
              </w:rPr>
              <w:t>2020</w:t>
            </w:r>
            <w:r w:rsidRPr="00F75D16">
              <w:rPr>
                <w:sz w:val="22"/>
                <w:szCs w:val="22"/>
                <w:lang w:val="uk-UA" w:eastAsia="en-US"/>
              </w:rPr>
              <w:t xml:space="preserve">  № </w:t>
            </w:r>
            <w:r w:rsidRPr="00402A8A">
              <w:rPr>
                <w:sz w:val="22"/>
                <w:szCs w:val="22"/>
                <w:u w:val="single"/>
                <w:lang w:val="en-US" w:eastAsia="en-US"/>
              </w:rPr>
              <w:t>2557</w:t>
            </w:r>
          </w:p>
        </w:tc>
      </w:tr>
    </w:tbl>
    <w:p w:rsidR="008004F6" w:rsidRDefault="008004F6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04F6" w:rsidRPr="007C69F7" w:rsidRDefault="008004F6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9F7">
        <w:rPr>
          <w:rFonts w:ascii="Times New Roman" w:hAnsi="Times New Roman"/>
          <w:b/>
          <w:sz w:val="28"/>
          <w:szCs w:val="28"/>
        </w:rPr>
        <w:t xml:space="preserve">Ресурсне забезпечення </w:t>
      </w:r>
    </w:p>
    <w:p w:rsidR="008004F6" w:rsidRPr="007C69F7" w:rsidRDefault="008004F6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9F7">
        <w:rPr>
          <w:rFonts w:ascii="Times New Roman" w:hAnsi="Times New Roman"/>
          <w:b/>
          <w:sz w:val="28"/>
          <w:szCs w:val="28"/>
        </w:rPr>
        <w:t xml:space="preserve">Програми мобілізаційної підготовки, оборонної роботи міста Чернівців </w:t>
      </w:r>
    </w:p>
    <w:p w:rsidR="008004F6" w:rsidRPr="007C69F7" w:rsidRDefault="008004F6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9F7">
        <w:rPr>
          <w:rFonts w:ascii="Times New Roman" w:hAnsi="Times New Roman"/>
          <w:b/>
          <w:sz w:val="28"/>
          <w:szCs w:val="28"/>
        </w:rPr>
        <w:t xml:space="preserve">та шефської допомоги військовим частинам А2582, А2308 та </w:t>
      </w:r>
      <w:r>
        <w:rPr>
          <w:rFonts w:ascii="Times New Roman" w:hAnsi="Times New Roman"/>
          <w:b/>
          <w:sz w:val="28"/>
          <w:szCs w:val="28"/>
        </w:rPr>
        <w:t xml:space="preserve">2195 </w:t>
      </w:r>
      <w:r w:rsidRPr="007C69F7">
        <w:rPr>
          <w:rFonts w:ascii="Times New Roman" w:hAnsi="Times New Roman"/>
          <w:b/>
          <w:sz w:val="28"/>
          <w:szCs w:val="28"/>
        </w:rPr>
        <w:t xml:space="preserve"> </w:t>
      </w:r>
    </w:p>
    <w:p w:rsidR="008004F6" w:rsidRPr="007C69F7" w:rsidRDefault="008004F6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9F7">
        <w:rPr>
          <w:rFonts w:ascii="Times New Roman" w:hAnsi="Times New Roman"/>
          <w:b/>
          <w:sz w:val="28"/>
          <w:szCs w:val="28"/>
        </w:rPr>
        <w:t>на 2021-2022 роки</w:t>
      </w:r>
    </w:p>
    <w:p w:rsidR="008004F6" w:rsidRPr="007C69F7" w:rsidRDefault="008004F6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4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1563"/>
        <w:gridCol w:w="1623"/>
        <w:gridCol w:w="6478"/>
      </w:tblGrid>
      <w:tr w:rsidR="008004F6" w:rsidRPr="007C69F7" w:rsidTr="00246F94">
        <w:tc>
          <w:tcPr>
            <w:tcW w:w="4785" w:type="dxa"/>
            <w:vMerge w:val="restart"/>
            <w:vAlign w:val="center"/>
          </w:tcPr>
          <w:p w:rsidR="008004F6" w:rsidRPr="003A32AF" w:rsidRDefault="008004F6" w:rsidP="002F6C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32AF">
              <w:rPr>
                <w:rFonts w:ascii="Times New Roman" w:hAnsi="Times New Roman"/>
                <w:b/>
                <w:color w:val="000000"/>
              </w:rPr>
              <w:t>Обсяг коштів, які пропонується залучити на виконання Програми</w:t>
            </w:r>
          </w:p>
        </w:tc>
        <w:tc>
          <w:tcPr>
            <w:tcW w:w="1563" w:type="dxa"/>
            <w:tcBorders>
              <w:bottom w:val="nil"/>
            </w:tcBorders>
            <w:vAlign w:val="center"/>
          </w:tcPr>
          <w:p w:rsidR="008004F6" w:rsidRPr="003A32AF" w:rsidRDefault="008004F6" w:rsidP="007C69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bottom w:val="nil"/>
            </w:tcBorders>
            <w:vAlign w:val="center"/>
          </w:tcPr>
          <w:p w:rsidR="008004F6" w:rsidRPr="003A32AF" w:rsidRDefault="008004F6" w:rsidP="007C69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78" w:type="dxa"/>
            <w:tcBorders>
              <w:bottom w:val="nil"/>
            </w:tcBorders>
            <w:vAlign w:val="center"/>
          </w:tcPr>
          <w:p w:rsidR="008004F6" w:rsidRPr="003A32AF" w:rsidRDefault="008004F6" w:rsidP="002F6CD7">
            <w:pPr>
              <w:jc w:val="center"/>
              <w:rPr>
                <w:rFonts w:ascii="Times New Roman" w:hAnsi="Times New Roman"/>
                <w:b/>
              </w:rPr>
            </w:pPr>
            <w:r w:rsidRPr="003A32AF">
              <w:rPr>
                <w:rFonts w:ascii="Times New Roman" w:hAnsi="Times New Roman"/>
                <w:b/>
                <w:color w:val="000000"/>
              </w:rPr>
              <w:t xml:space="preserve">                       </w:t>
            </w:r>
          </w:p>
        </w:tc>
      </w:tr>
      <w:tr w:rsidR="008004F6" w:rsidRPr="007C69F7" w:rsidTr="00F44A02">
        <w:trPr>
          <w:trHeight w:val="640"/>
        </w:trPr>
        <w:tc>
          <w:tcPr>
            <w:tcW w:w="4785" w:type="dxa"/>
            <w:vMerge/>
          </w:tcPr>
          <w:p w:rsidR="008004F6" w:rsidRPr="003A32AF" w:rsidRDefault="008004F6" w:rsidP="00A60A17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563" w:type="dxa"/>
            <w:tcBorders>
              <w:top w:val="nil"/>
            </w:tcBorders>
            <w:vAlign w:val="center"/>
          </w:tcPr>
          <w:p w:rsidR="008004F6" w:rsidRPr="003A32AF" w:rsidRDefault="008004F6" w:rsidP="00F44D80">
            <w:pPr>
              <w:jc w:val="center"/>
              <w:rPr>
                <w:rFonts w:ascii="Times New Roman" w:hAnsi="Times New Roman"/>
                <w:b/>
              </w:rPr>
            </w:pPr>
            <w:r w:rsidRPr="003A32AF">
              <w:rPr>
                <w:rFonts w:ascii="Times New Roman" w:hAnsi="Times New Roman"/>
                <w:b/>
              </w:rPr>
              <w:t>2021 рік</w:t>
            </w:r>
          </w:p>
        </w:tc>
        <w:tc>
          <w:tcPr>
            <w:tcW w:w="1623" w:type="dxa"/>
            <w:tcBorders>
              <w:top w:val="nil"/>
            </w:tcBorders>
            <w:vAlign w:val="center"/>
          </w:tcPr>
          <w:p w:rsidR="008004F6" w:rsidRPr="003A32AF" w:rsidRDefault="008004F6" w:rsidP="00F44D80">
            <w:pPr>
              <w:jc w:val="center"/>
              <w:rPr>
                <w:rFonts w:ascii="Times New Roman" w:hAnsi="Times New Roman"/>
                <w:b/>
              </w:rPr>
            </w:pPr>
            <w:r w:rsidRPr="003A32AF">
              <w:rPr>
                <w:rFonts w:ascii="Times New Roman" w:hAnsi="Times New Roman"/>
                <w:b/>
              </w:rPr>
              <w:t>2022 рік</w:t>
            </w:r>
          </w:p>
        </w:tc>
        <w:tc>
          <w:tcPr>
            <w:tcW w:w="6478" w:type="dxa"/>
            <w:tcBorders>
              <w:top w:val="nil"/>
            </w:tcBorders>
            <w:vAlign w:val="center"/>
          </w:tcPr>
          <w:p w:rsidR="008004F6" w:rsidRPr="003A32AF" w:rsidRDefault="008004F6" w:rsidP="00A60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2AF">
              <w:rPr>
                <w:rFonts w:ascii="Times New Roman" w:hAnsi="Times New Roman"/>
                <w:b/>
                <w:color w:val="000000"/>
              </w:rPr>
              <w:t>Усього витрат на виконання Програми</w:t>
            </w:r>
          </w:p>
        </w:tc>
      </w:tr>
      <w:tr w:rsidR="008004F6" w:rsidRPr="007C69F7" w:rsidTr="00246F94">
        <w:tc>
          <w:tcPr>
            <w:tcW w:w="4785" w:type="dxa"/>
          </w:tcPr>
          <w:p w:rsidR="008004F6" w:rsidRPr="003A32AF" w:rsidRDefault="008004F6" w:rsidP="00A60A17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3A32AF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1563" w:type="dxa"/>
            <w:vAlign w:val="center"/>
          </w:tcPr>
          <w:p w:rsidR="008004F6" w:rsidRPr="003A32AF" w:rsidRDefault="008004F6" w:rsidP="00A60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2AF">
              <w:rPr>
                <w:rFonts w:ascii="Times New Roman" w:hAnsi="Times New Roman"/>
              </w:rPr>
              <w:t>2</w:t>
            </w:r>
          </w:p>
        </w:tc>
        <w:tc>
          <w:tcPr>
            <w:tcW w:w="1623" w:type="dxa"/>
            <w:vAlign w:val="center"/>
          </w:tcPr>
          <w:p w:rsidR="008004F6" w:rsidRPr="003A32AF" w:rsidRDefault="008004F6" w:rsidP="00A60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2AF">
              <w:rPr>
                <w:rFonts w:ascii="Times New Roman" w:hAnsi="Times New Roman"/>
              </w:rPr>
              <w:t>3</w:t>
            </w:r>
          </w:p>
        </w:tc>
        <w:tc>
          <w:tcPr>
            <w:tcW w:w="6478" w:type="dxa"/>
            <w:vAlign w:val="center"/>
          </w:tcPr>
          <w:p w:rsidR="008004F6" w:rsidRPr="003A32AF" w:rsidRDefault="008004F6" w:rsidP="00A60A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2AF">
              <w:rPr>
                <w:rFonts w:ascii="Times New Roman" w:hAnsi="Times New Roman"/>
              </w:rPr>
              <w:t>4</w:t>
            </w:r>
          </w:p>
        </w:tc>
      </w:tr>
      <w:tr w:rsidR="008004F6" w:rsidRPr="007C69F7" w:rsidTr="00246F94">
        <w:tc>
          <w:tcPr>
            <w:tcW w:w="4785" w:type="dxa"/>
          </w:tcPr>
          <w:p w:rsidR="008004F6" w:rsidRPr="003A32AF" w:rsidRDefault="008004F6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</w:p>
          <w:p w:rsidR="008004F6" w:rsidRPr="003A32AF" w:rsidRDefault="008004F6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A32AF">
              <w:rPr>
                <w:rFonts w:ascii="Times New Roman" w:hAnsi="Times New Roman"/>
                <w:iCs/>
              </w:rPr>
              <w:t>Обсяг ресурсів, усього:</w:t>
            </w:r>
          </w:p>
          <w:p w:rsidR="008004F6" w:rsidRPr="003A32AF" w:rsidRDefault="008004F6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563" w:type="dxa"/>
            <w:vAlign w:val="center"/>
          </w:tcPr>
          <w:p w:rsidR="008004F6" w:rsidRPr="003A32AF" w:rsidRDefault="008004F6" w:rsidP="002F6C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2AF">
              <w:rPr>
                <w:rFonts w:ascii="Times New Roman" w:hAnsi="Times New Roman"/>
                <w:lang w:val="en-US"/>
              </w:rPr>
              <w:t>2</w:t>
            </w:r>
            <w:r w:rsidRPr="003A32AF">
              <w:rPr>
                <w:rFonts w:ascii="Times New Roman" w:hAnsi="Times New Roman"/>
              </w:rPr>
              <w:t>264,1</w:t>
            </w:r>
          </w:p>
        </w:tc>
        <w:tc>
          <w:tcPr>
            <w:tcW w:w="1623" w:type="dxa"/>
            <w:vAlign w:val="center"/>
          </w:tcPr>
          <w:p w:rsidR="008004F6" w:rsidRPr="003A32AF" w:rsidRDefault="008004F6" w:rsidP="002F6C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2AF">
              <w:rPr>
                <w:rFonts w:ascii="Times New Roman" w:hAnsi="Times New Roman"/>
              </w:rPr>
              <w:t>280,0</w:t>
            </w:r>
          </w:p>
        </w:tc>
        <w:tc>
          <w:tcPr>
            <w:tcW w:w="6478" w:type="dxa"/>
            <w:vAlign w:val="center"/>
          </w:tcPr>
          <w:p w:rsidR="008004F6" w:rsidRPr="003A32AF" w:rsidRDefault="008004F6" w:rsidP="00F93F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A32AF">
              <w:rPr>
                <w:rFonts w:ascii="Times New Roman" w:hAnsi="Times New Roman"/>
                <w:lang w:val="en-US"/>
              </w:rPr>
              <w:t>2544</w:t>
            </w:r>
            <w:r w:rsidRPr="003A32AF">
              <w:rPr>
                <w:rFonts w:ascii="Times New Roman" w:hAnsi="Times New Roman"/>
              </w:rPr>
              <w:t>,</w:t>
            </w:r>
            <w:r w:rsidRPr="003A32AF">
              <w:rPr>
                <w:rFonts w:ascii="Times New Roman" w:hAnsi="Times New Roman"/>
                <w:lang w:val="en-US"/>
              </w:rPr>
              <w:t>1</w:t>
            </w:r>
            <w:r w:rsidRPr="003A32AF">
              <w:rPr>
                <w:rFonts w:ascii="Times New Roman" w:hAnsi="Times New Roman"/>
              </w:rPr>
              <w:t xml:space="preserve"> тис. грн.</w:t>
            </w:r>
          </w:p>
        </w:tc>
      </w:tr>
      <w:tr w:rsidR="008004F6" w:rsidRPr="007C69F7" w:rsidTr="00246F94">
        <w:tc>
          <w:tcPr>
            <w:tcW w:w="4785" w:type="dxa"/>
          </w:tcPr>
          <w:p w:rsidR="008004F6" w:rsidRPr="003A32AF" w:rsidRDefault="008004F6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</w:p>
          <w:p w:rsidR="008004F6" w:rsidRPr="003A32AF" w:rsidRDefault="008004F6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A32AF">
              <w:rPr>
                <w:rFonts w:ascii="Times New Roman" w:hAnsi="Times New Roman"/>
                <w:iCs/>
              </w:rPr>
              <w:t xml:space="preserve">у </w:t>
            </w:r>
            <w:r w:rsidRPr="00AE3AD9">
              <w:rPr>
                <w:rFonts w:ascii="Times New Roman" w:hAnsi="Times New Roman"/>
                <w:iCs/>
                <w:color w:val="000000"/>
              </w:rPr>
              <w:t xml:space="preserve">тому числі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 Чернівецької міської тер</w:t>
            </w:r>
            <w:r w:rsidRPr="00AE3AD9">
              <w:rPr>
                <w:rFonts w:ascii="Times New Roman" w:hAnsi="Times New Roman"/>
                <w:bCs/>
                <w:color w:val="000000"/>
              </w:rPr>
              <w:t>и</w:t>
            </w:r>
            <w:r w:rsidRPr="00AE3AD9">
              <w:rPr>
                <w:rFonts w:ascii="Times New Roman" w:hAnsi="Times New Roman"/>
                <w:bCs/>
                <w:color w:val="000000"/>
              </w:rPr>
              <w:t>торіальної громади</w:t>
            </w:r>
            <w:r w:rsidRPr="003A32AF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563" w:type="dxa"/>
            <w:vAlign w:val="center"/>
          </w:tcPr>
          <w:p w:rsidR="008004F6" w:rsidRPr="003A32AF" w:rsidRDefault="008004F6" w:rsidP="009E07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2AF">
              <w:rPr>
                <w:rFonts w:ascii="Times New Roman" w:hAnsi="Times New Roman"/>
                <w:lang w:val="en-US"/>
              </w:rPr>
              <w:t>2</w:t>
            </w:r>
            <w:r w:rsidRPr="003A32AF">
              <w:rPr>
                <w:rFonts w:ascii="Times New Roman" w:hAnsi="Times New Roman"/>
              </w:rPr>
              <w:t>264,1</w:t>
            </w:r>
          </w:p>
        </w:tc>
        <w:tc>
          <w:tcPr>
            <w:tcW w:w="1623" w:type="dxa"/>
            <w:vAlign w:val="center"/>
          </w:tcPr>
          <w:p w:rsidR="008004F6" w:rsidRPr="003A32AF" w:rsidRDefault="008004F6" w:rsidP="009E07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32AF">
              <w:rPr>
                <w:rFonts w:ascii="Times New Roman" w:hAnsi="Times New Roman"/>
              </w:rPr>
              <w:t>280,0</w:t>
            </w:r>
          </w:p>
        </w:tc>
        <w:tc>
          <w:tcPr>
            <w:tcW w:w="6478" w:type="dxa"/>
            <w:vAlign w:val="center"/>
          </w:tcPr>
          <w:p w:rsidR="008004F6" w:rsidRPr="003A32AF" w:rsidRDefault="008004F6" w:rsidP="00F93FC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A32AF">
              <w:rPr>
                <w:rFonts w:ascii="Times New Roman" w:hAnsi="Times New Roman"/>
                <w:lang w:val="en-US"/>
              </w:rPr>
              <w:t>2544</w:t>
            </w:r>
            <w:r w:rsidRPr="003A32AF">
              <w:rPr>
                <w:rFonts w:ascii="Times New Roman" w:hAnsi="Times New Roman"/>
              </w:rPr>
              <w:t>,</w:t>
            </w:r>
            <w:r w:rsidRPr="003A32AF">
              <w:rPr>
                <w:rFonts w:ascii="Times New Roman" w:hAnsi="Times New Roman"/>
                <w:lang w:val="en-US"/>
              </w:rPr>
              <w:t>1</w:t>
            </w:r>
            <w:r w:rsidRPr="003A32AF">
              <w:rPr>
                <w:rFonts w:ascii="Times New Roman" w:hAnsi="Times New Roman"/>
              </w:rPr>
              <w:t xml:space="preserve"> тис. грн.</w:t>
            </w:r>
          </w:p>
        </w:tc>
      </w:tr>
    </w:tbl>
    <w:p w:rsidR="008004F6" w:rsidRPr="007C69F7" w:rsidRDefault="008004F6" w:rsidP="00285881">
      <w:pPr>
        <w:spacing w:after="0" w:line="240" w:lineRule="auto"/>
        <w:jc w:val="center"/>
        <w:rPr>
          <w:sz w:val="28"/>
          <w:szCs w:val="28"/>
        </w:rPr>
      </w:pPr>
    </w:p>
    <w:p w:rsidR="008004F6" w:rsidRPr="007C69F7" w:rsidRDefault="008004F6" w:rsidP="00285881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4613" w:type="dxa"/>
        <w:tblInd w:w="817" w:type="dxa"/>
        <w:tblLook w:val="00A0"/>
      </w:tblPr>
      <w:tblGrid>
        <w:gridCol w:w="8284"/>
        <w:gridCol w:w="6329"/>
      </w:tblGrid>
      <w:tr w:rsidR="008004F6" w:rsidRPr="007C69F7" w:rsidTr="00817FAE">
        <w:trPr>
          <w:trHeight w:val="321"/>
        </w:trPr>
        <w:tc>
          <w:tcPr>
            <w:tcW w:w="8284" w:type="dxa"/>
          </w:tcPr>
          <w:p w:rsidR="008004F6" w:rsidRPr="007C69F7" w:rsidRDefault="008004F6" w:rsidP="008F1C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69F7">
              <w:rPr>
                <w:rFonts w:ascii="Times New Roman" w:hAnsi="Times New Roman"/>
                <w:b/>
                <w:sz w:val="28"/>
                <w:szCs w:val="28"/>
              </w:rPr>
              <w:t>Секретар Чернівецької міської ради</w:t>
            </w:r>
          </w:p>
        </w:tc>
        <w:tc>
          <w:tcPr>
            <w:tcW w:w="6329" w:type="dxa"/>
            <w:tcBorders>
              <w:bottom w:val="nil"/>
            </w:tcBorders>
          </w:tcPr>
          <w:p w:rsidR="008004F6" w:rsidRPr="007C69F7" w:rsidRDefault="008004F6" w:rsidP="008F1C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C69F7">
              <w:rPr>
                <w:rFonts w:ascii="Times New Roman" w:hAnsi="Times New Roman"/>
                <w:b/>
                <w:sz w:val="28"/>
                <w:szCs w:val="28"/>
              </w:rPr>
              <w:t>В.Продан</w:t>
            </w:r>
          </w:p>
        </w:tc>
      </w:tr>
    </w:tbl>
    <w:p w:rsidR="008004F6" w:rsidRPr="002E0CC1" w:rsidRDefault="008004F6" w:rsidP="005B0B84">
      <w:pPr>
        <w:spacing w:after="0" w:line="240" w:lineRule="auto"/>
        <w:jc w:val="center"/>
        <w:rPr>
          <w:sz w:val="24"/>
        </w:rPr>
      </w:pPr>
    </w:p>
    <w:sectPr w:rsidR="008004F6" w:rsidRPr="002E0CC1" w:rsidSect="005F5A74">
      <w:headerReference w:type="first" r:id="rId7"/>
      <w:pgSz w:w="16838" w:h="11906" w:orient="landscape"/>
      <w:pgMar w:top="1701" w:right="1134" w:bottom="0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4F6" w:rsidRDefault="008004F6" w:rsidP="00DD2E38">
      <w:pPr>
        <w:spacing w:after="0" w:line="240" w:lineRule="auto"/>
      </w:pPr>
      <w:r>
        <w:separator/>
      </w:r>
    </w:p>
  </w:endnote>
  <w:endnote w:type="continuationSeparator" w:id="0">
    <w:p w:rsidR="008004F6" w:rsidRDefault="008004F6" w:rsidP="00DD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4F6" w:rsidRDefault="008004F6" w:rsidP="00DD2E38">
      <w:pPr>
        <w:spacing w:after="0" w:line="240" w:lineRule="auto"/>
      </w:pPr>
      <w:r>
        <w:separator/>
      </w:r>
    </w:p>
  </w:footnote>
  <w:footnote w:type="continuationSeparator" w:id="0">
    <w:p w:rsidR="008004F6" w:rsidRDefault="008004F6" w:rsidP="00DD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F6" w:rsidRDefault="008004F6">
    <w:pPr>
      <w:pStyle w:val="Header"/>
      <w:jc w:val="center"/>
    </w:pPr>
    <w:fldSimple w:instr="PAGE   \* MERGEFORMAT">
      <w:r w:rsidRPr="005F5A74">
        <w:rPr>
          <w:noProof/>
        </w:rPr>
        <w:t>1</w:t>
      </w:r>
    </w:fldSimple>
  </w:p>
  <w:p w:rsidR="008004F6" w:rsidRDefault="008004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42E1"/>
    <w:multiLevelType w:val="hybridMultilevel"/>
    <w:tmpl w:val="C8D651F8"/>
    <w:lvl w:ilvl="0" w:tplc="5D001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D34"/>
    <w:rsid w:val="0000476C"/>
    <w:rsid w:val="000047C8"/>
    <w:rsid w:val="00005AB6"/>
    <w:rsid w:val="00006BFF"/>
    <w:rsid w:val="000077E8"/>
    <w:rsid w:val="00010169"/>
    <w:rsid w:val="0001083C"/>
    <w:rsid w:val="000112CC"/>
    <w:rsid w:val="00011705"/>
    <w:rsid w:val="00014581"/>
    <w:rsid w:val="000157B0"/>
    <w:rsid w:val="0001661B"/>
    <w:rsid w:val="00017C85"/>
    <w:rsid w:val="00021AD3"/>
    <w:rsid w:val="000221C7"/>
    <w:rsid w:val="00022FA3"/>
    <w:rsid w:val="00024161"/>
    <w:rsid w:val="00024D40"/>
    <w:rsid w:val="00024D63"/>
    <w:rsid w:val="0002673F"/>
    <w:rsid w:val="0002675B"/>
    <w:rsid w:val="00026D4E"/>
    <w:rsid w:val="000327C7"/>
    <w:rsid w:val="00033BEF"/>
    <w:rsid w:val="00035DDE"/>
    <w:rsid w:val="00037B9E"/>
    <w:rsid w:val="00042C3D"/>
    <w:rsid w:val="00046D9B"/>
    <w:rsid w:val="00046FDB"/>
    <w:rsid w:val="000512C3"/>
    <w:rsid w:val="00055D60"/>
    <w:rsid w:val="00056BF8"/>
    <w:rsid w:val="00057852"/>
    <w:rsid w:val="00057890"/>
    <w:rsid w:val="000620AA"/>
    <w:rsid w:val="0006225B"/>
    <w:rsid w:val="00062AE2"/>
    <w:rsid w:val="00063308"/>
    <w:rsid w:val="00063EA2"/>
    <w:rsid w:val="00067138"/>
    <w:rsid w:val="0006772E"/>
    <w:rsid w:val="00067EDD"/>
    <w:rsid w:val="00070E36"/>
    <w:rsid w:val="00071263"/>
    <w:rsid w:val="00075FF0"/>
    <w:rsid w:val="00085DE4"/>
    <w:rsid w:val="000860E5"/>
    <w:rsid w:val="000868B2"/>
    <w:rsid w:val="00091055"/>
    <w:rsid w:val="00091E2E"/>
    <w:rsid w:val="00091EAF"/>
    <w:rsid w:val="0009265D"/>
    <w:rsid w:val="000934A1"/>
    <w:rsid w:val="00094392"/>
    <w:rsid w:val="00096C0E"/>
    <w:rsid w:val="000A10BD"/>
    <w:rsid w:val="000A6A38"/>
    <w:rsid w:val="000B05E3"/>
    <w:rsid w:val="000B146C"/>
    <w:rsid w:val="000B39C7"/>
    <w:rsid w:val="000B41C8"/>
    <w:rsid w:val="000C2A2A"/>
    <w:rsid w:val="000D1B24"/>
    <w:rsid w:val="000D64CE"/>
    <w:rsid w:val="000E2004"/>
    <w:rsid w:val="000E34CF"/>
    <w:rsid w:val="000E39E4"/>
    <w:rsid w:val="000E45B9"/>
    <w:rsid w:val="000E4D6C"/>
    <w:rsid w:val="000E5248"/>
    <w:rsid w:val="000F0634"/>
    <w:rsid w:val="000F5A55"/>
    <w:rsid w:val="000F5BA1"/>
    <w:rsid w:val="00100774"/>
    <w:rsid w:val="00100F3B"/>
    <w:rsid w:val="00101B98"/>
    <w:rsid w:val="00104B7D"/>
    <w:rsid w:val="0010752C"/>
    <w:rsid w:val="00114436"/>
    <w:rsid w:val="0012041E"/>
    <w:rsid w:val="00120CF7"/>
    <w:rsid w:val="00123407"/>
    <w:rsid w:val="00123D51"/>
    <w:rsid w:val="0012497A"/>
    <w:rsid w:val="00125CCD"/>
    <w:rsid w:val="0012612B"/>
    <w:rsid w:val="00131BFB"/>
    <w:rsid w:val="00132686"/>
    <w:rsid w:val="0013381B"/>
    <w:rsid w:val="00135FA2"/>
    <w:rsid w:val="00136EB0"/>
    <w:rsid w:val="00141817"/>
    <w:rsid w:val="00141F89"/>
    <w:rsid w:val="00142F2C"/>
    <w:rsid w:val="0015017B"/>
    <w:rsid w:val="00150A79"/>
    <w:rsid w:val="00151567"/>
    <w:rsid w:val="00152308"/>
    <w:rsid w:val="0015462E"/>
    <w:rsid w:val="00160C86"/>
    <w:rsid w:val="001638B2"/>
    <w:rsid w:val="0016544C"/>
    <w:rsid w:val="00166CE9"/>
    <w:rsid w:val="001709A4"/>
    <w:rsid w:val="00171514"/>
    <w:rsid w:val="001723A1"/>
    <w:rsid w:val="00173316"/>
    <w:rsid w:val="001738E7"/>
    <w:rsid w:val="00173A1C"/>
    <w:rsid w:val="00177E18"/>
    <w:rsid w:val="00190380"/>
    <w:rsid w:val="001906AC"/>
    <w:rsid w:val="00190FAB"/>
    <w:rsid w:val="00191337"/>
    <w:rsid w:val="0019227B"/>
    <w:rsid w:val="00193946"/>
    <w:rsid w:val="0019499F"/>
    <w:rsid w:val="00195D72"/>
    <w:rsid w:val="00195E9B"/>
    <w:rsid w:val="001A409B"/>
    <w:rsid w:val="001A4EF8"/>
    <w:rsid w:val="001A5ECA"/>
    <w:rsid w:val="001B0A41"/>
    <w:rsid w:val="001B2231"/>
    <w:rsid w:val="001B2251"/>
    <w:rsid w:val="001B42B8"/>
    <w:rsid w:val="001B46EE"/>
    <w:rsid w:val="001B5C80"/>
    <w:rsid w:val="001B744C"/>
    <w:rsid w:val="001B748C"/>
    <w:rsid w:val="001B7590"/>
    <w:rsid w:val="001C1089"/>
    <w:rsid w:val="001C7BA5"/>
    <w:rsid w:val="001D0372"/>
    <w:rsid w:val="001D3B3C"/>
    <w:rsid w:val="001D3C11"/>
    <w:rsid w:val="001D3F9B"/>
    <w:rsid w:val="001D4AC4"/>
    <w:rsid w:val="001D4F89"/>
    <w:rsid w:val="001D5401"/>
    <w:rsid w:val="001D7505"/>
    <w:rsid w:val="001E1057"/>
    <w:rsid w:val="001E3A90"/>
    <w:rsid w:val="001E4825"/>
    <w:rsid w:val="001E4838"/>
    <w:rsid w:val="001E5A79"/>
    <w:rsid w:val="001F281E"/>
    <w:rsid w:val="001F373C"/>
    <w:rsid w:val="001F42C0"/>
    <w:rsid w:val="001F4708"/>
    <w:rsid w:val="001F473F"/>
    <w:rsid w:val="001F5674"/>
    <w:rsid w:val="00203711"/>
    <w:rsid w:val="00204811"/>
    <w:rsid w:val="002049E0"/>
    <w:rsid w:val="00207B8E"/>
    <w:rsid w:val="00213100"/>
    <w:rsid w:val="00215423"/>
    <w:rsid w:val="0021636B"/>
    <w:rsid w:val="00216B40"/>
    <w:rsid w:val="002240BD"/>
    <w:rsid w:val="00226ED7"/>
    <w:rsid w:val="00227030"/>
    <w:rsid w:val="002309CB"/>
    <w:rsid w:val="00230C86"/>
    <w:rsid w:val="00233A5E"/>
    <w:rsid w:val="00233AA9"/>
    <w:rsid w:val="002344ED"/>
    <w:rsid w:val="00235C40"/>
    <w:rsid w:val="00235DB8"/>
    <w:rsid w:val="0023601E"/>
    <w:rsid w:val="002401F3"/>
    <w:rsid w:val="00241002"/>
    <w:rsid w:val="0024468E"/>
    <w:rsid w:val="0024624C"/>
    <w:rsid w:val="00246960"/>
    <w:rsid w:val="00246F94"/>
    <w:rsid w:val="0025230C"/>
    <w:rsid w:val="00257D65"/>
    <w:rsid w:val="00257DFF"/>
    <w:rsid w:val="00261E0B"/>
    <w:rsid w:val="00264194"/>
    <w:rsid w:val="0026627E"/>
    <w:rsid w:val="00273E1D"/>
    <w:rsid w:val="00274329"/>
    <w:rsid w:val="002806D5"/>
    <w:rsid w:val="00285881"/>
    <w:rsid w:val="00287A24"/>
    <w:rsid w:val="002902DA"/>
    <w:rsid w:val="002909E0"/>
    <w:rsid w:val="00290C32"/>
    <w:rsid w:val="00290D91"/>
    <w:rsid w:val="002950D8"/>
    <w:rsid w:val="00297BD7"/>
    <w:rsid w:val="002A2F99"/>
    <w:rsid w:val="002A4075"/>
    <w:rsid w:val="002A735B"/>
    <w:rsid w:val="002A7614"/>
    <w:rsid w:val="002B02C7"/>
    <w:rsid w:val="002B316E"/>
    <w:rsid w:val="002B5BC1"/>
    <w:rsid w:val="002B6878"/>
    <w:rsid w:val="002C111A"/>
    <w:rsid w:val="002C1DE3"/>
    <w:rsid w:val="002C2B75"/>
    <w:rsid w:val="002C39CD"/>
    <w:rsid w:val="002C4136"/>
    <w:rsid w:val="002C4387"/>
    <w:rsid w:val="002C4D1E"/>
    <w:rsid w:val="002C553B"/>
    <w:rsid w:val="002C5625"/>
    <w:rsid w:val="002C6A61"/>
    <w:rsid w:val="002C6E8F"/>
    <w:rsid w:val="002C77BC"/>
    <w:rsid w:val="002D39AA"/>
    <w:rsid w:val="002D5D65"/>
    <w:rsid w:val="002D734B"/>
    <w:rsid w:val="002E0CC1"/>
    <w:rsid w:val="002E3B79"/>
    <w:rsid w:val="002E4A29"/>
    <w:rsid w:val="002E50BC"/>
    <w:rsid w:val="002E62B1"/>
    <w:rsid w:val="002F0EE5"/>
    <w:rsid w:val="002F1BC7"/>
    <w:rsid w:val="002F68B8"/>
    <w:rsid w:val="002F6CD7"/>
    <w:rsid w:val="002F746B"/>
    <w:rsid w:val="002F7D46"/>
    <w:rsid w:val="00300ACB"/>
    <w:rsid w:val="00301629"/>
    <w:rsid w:val="00301817"/>
    <w:rsid w:val="00302CE5"/>
    <w:rsid w:val="00303E32"/>
    <w:rsid w:val="003060F5"/>
    <w:rsid w:val="00306D60"/>
    <w:rsid w:val="0031093D"/>
    <w:rsid w:val="00311B57"/>
    <w:rsid w:val="003126A3"/>
    <w:rsid w:val="003171CF"/>
    <w:rsid w:val="00317274"/>
    <w:rsid w:val="00317516"/>
    <w:rsid w:val="003231B5"/>
    <w:rsid w:val="00323438"/>
    <w:rsid w:val="00324ED9"/>
    <w:rsid w:val="00325CBC"/>
    <w:rsid w:val="003315BB"/>
    <w:rsid w:val="003315FB"/>
    <w:rsid w:val="00334085"/>
    <w:rsid w:val="00336048"/>
    <w:rsid w:val="00336529"/>
    <w:rsid w:val="00340F24"/>
    <w:rsid w:val="003410A7"/>
    <w:rsid w:val="0034215D"/>
    <w:rsid w:val="00346A52"/>
    <w:rsid w:val="00347140"/>
    <w:rsid w:val="0034752B"/>
    <w:rsid w:val="003533F1"/>
    <w:rsid w:val="00357F74"/>
    <w:rsid w:val="00360265"/>
    <w:rsid w:val="0036123D"/>
    <w:rsid w:val="00362160"/>
    <w:rsid w:val="00363263"/>
    <w:rsid w:val="00363CEA"/>
    <w:rsid w:val="00364000"/>
    <w:rsid w:val="00367C54"/>
    <w:rsid w:val="00370586"/>
    <w:rsid w:val="003750E8"/>
    <w:rsid w:val="003750FE"/>
    <w:rsid w:val="003764FE"/>
    <w:rsid w:val="003770C8"/>
    <w:rsid w:val="0038152C"/>
    <w:rsid w:val="00382257"/>
    <w:rsid w:val="00386870"/>
    <w:rsid w:val="003876CE"/>
    <w:rsid w:val="00391800"/>
    <w:rsid w:val="00392EB8"/>
    <w:rsid w:val="00393CC1"/>
    <w:rsid w:val="00397081"/>
    <w:rsid w:val="003A32AF"/>
    <w:rsid w:val="003A346F"/>
    <w:rsid w:val="003B0D84"/>
    <w:rsid w:val="003B1CCE"/>
    <w:rsid w:val="003B2081"/>
    <w:rsid w:val="003B40EC"/>
    <w:rsid w:val="003B4673"/>
    <w:rsid w:val="003B4C11"/>
    <w:rsid w:val="003C36F3"/>
    <w:rsid w:val="003C7C4F"/>
    <w:rsid w:val="003D401C"/>
    <w:rsid w:val="003E05C5"/>
    <w:rsid w:val="003E23FA"/>
    <w:rsid w:val="003E3B9E"/>
    <w:rsid w:val="003E5E39"/>
    <w:rsid w:val="003E6D01"/>
    <w:rsid w:val="003F0063"/>
    <w:rsid w:val="003F07CC"/>
    <w:rsid w:val="003F0B60"/>
    <w:rsid w:val="003F343F"/>
    <w:rsid w:val="003F3E98"/>
    <w:rsid w:val="003F4EBF"/>
    <w:rsid w:val="003F6CBE"/>
    <w:rsid w:val="004007DB"/>
    <w:rsid w:val="00402A8A"/>
    <w:rsid w:val="00404998"/>
    <w:rsid w:val="00404D0C"/>
    <w:rsid w:val="00405C3A"/>
    <w:rsid w:val="00410AE9"/>
    <w:rsid w:val="00415D93"/>
    <w:rsid w:val="004206E7"/>
    <w:rsid w:val="00421D5A"/>
    <w:rsid w:val="00427540"/>
    <w:rsid w:val="004276BF"/>
    <w:rsid w:val="00427EF9"/>
    <w:rsid w:val="0043442E"/>
    <w:rsid w:val="004400B7"/>
    <w:rsid w:val="00441974"/>
    <w:rsid w:val="004442F0"/>
    <w:rsid w:val="00447057"/>
    <w:rsid w:val="00447063"/>
    <w:rsid w:val="00454035"/>
    <w:rsid w:val="00460128"/>
    <w:rsid w:val="00460F66"/>
    <w:rsid w:val="004612AC"/>
    <w:rsid w:val="00461979"/>
    <w:rsid w:val="00463688"/>
    <w:rsid w:val="00466A6C"/>
    <w:rsid w:val="00467CC4"/>
    <w:rsid w:val="004705F7"/>
    <w:rsid w:val="00473462"/>
    <w:rsid w:val="004737A1"/>
    <w:rsid w:val="00474261"/>
    <w:rsid w:val="004760CA"/>
    <w:rsid w:val="004773F7"/>
    <w:rsid w:val="0047787A"/>
    <w:rsid w:val="00477A55"/>
    <w:rsid w:val="00477D5F"/>
    <w:rsid w:val="004806F7"/>
    <w:rsid w:val="00480DD9"/>
    <w:rsid w:val="00483D02"/>
    <w:rsid w:val="004870FC"/>
    <w:rsid w:val="00491534"/>
    <w:rsid w:val="0049616C"/>
    <w:rsid w:val="004962C4"/>
    <w:rsid w:val="004973A2"/>
    <w:rsid w:val="004A0379"/>
    <w:rsid w:val="004A1D8B"/>
    <w:rsid w:val="004A22ED"/>
    <w:rsid w:val="004A4EB5"/>
    <w:rsid w:val="004A5834"/>
    <w:rsid w:val="004A6383"/>
    <w:rsid w:val="004B00DD"/>
    <w:rsid w:val="004B06B6"/>
    <w:rsid w:val="004B59CE"/>
    <w:rsid w:val="004C345E"/>
    <w:rsid w:val="004C555C"/>
    <w:rsid w:val="004D161A"/>
    <w:rsid w:val="004D1ABE"/>
    <w:rsid w:val="004D218A"/>
    <w:rsid w:val="004D2634"/>
    <w:rsid w:val="004D3E3E"/>
    <w:rsid w:val="004D5BD6"/>
    <w:rsid w:val="004D799A"/>
    <w:rsid w:val="004E5040"/>
    <w:rsid w:val="004E5096"/>
    <w:rsid w:val="004F02E3"/>
    <w:rsid w:val="004F3368"/>
    <w:rsid w:val="004F4F60"/>
    <w:rsid w:val="004F654E"/>
    <w:rsid w:val="004F686E"/>
    <w:rsid w:val="00500AAF"/>
    <w:rsid w:val="00500C02"/>
    <w:rsid w:val="005102EA"/>
    <w:rsid w:val="005104EF"/>
    <w:rsid w:val="0051183A"/>
    <w:rsid w:val="0051204C"/>
    <w:rsid w:val="00513A1B"/>
    <w:rsid w:val="00514F2F"/>
    <w:rsid w:val="00515A14"/>
    <w:rsid w:val="005223ED"/>
    <w:rsid w:val="00522530"/>
    <w:rsid w:val="00522ECC"/>
    <w:rsid w:val="00526F90"/>
    <w:rsid w:val="005345B9"/>
    <w:rsid w:val="005356D2"/>
    <w:rsid w:val="00535F63"/>
    <w:rsid w:val="00540CE1"/>
    <w:rsid w:val="00541BA0"/>
    <w:rsid w:val="00543058"/>
    <w:rsid w:val="00544921"/>
    <w:rsid w:val="00544C7A"/>
    <w:rsid w:val="005462BD"/>
    <w:rsid w:val="00546CB0"/>
    <w:rsid w:val="0054773B"/>
    <w:rsid w:val="00552892"/>
    <w:rsid w:val="005563B2"/>
    <w:rsid w:val="00557B03"/>
    <w:rsid w:val="00557E96"/>
    <w:rsid w:val="0056475E"/>
    <w:rsid w:val="00567E32"/>
    <w:rsid w:val="00571071"/>
    <w:rsid w:val="00574B9C"/>
    <w:rsid w:val="005758AB"/>
    <w:rsid w:val="005758E5"/>
    <w:rsid w:val="005833CF"/>
    <w:rsid w:val="00592160"/>
    <w:rsid w:val="00594170"/>
    <w:rsid w:val="00595D36"/>
    <w:rsid w:val="00596217"/>
    <w:rsid w:val="00596450"/>
    <w:rsid w:val="005A2511"/>
    <w:rsid w:val="005A310F"/>
    <w:rsid w:val="005A3A77"/>
    <w:rsid w:val="005A4296"/>
    <w:rsid w:val="005A433A"/>
    <w:rsid w:val="005A45CE"/>
    <w:rsid w:val="005A4774"/>
    <w:rsid w:val="005A6092"/>
    <w:rsid w:val="005B0B84"/>
    <w:rsid w:val="005B320A"/>
    <w:rsid w:val="005B35F9"/>
    <w:rsid w:val="005B3E2D"/>
    <w:rsid w:val="005C104B"/>
    <w:rsid w:val="005C2161"/>
    <w:rsid w:val="005C2432"/>
    <w:rsid w:val="005C422A"/>
    <w:rsid w:val="005C4258"/>
    <w:rsid w:val="005C4AE5"/>
    <w:rsid w:val="005D31CE"/>
    <w:rsid w:val="005D321A"/>
    <w:rsid w:val="005D3B4A"/>
    <w:rsid w:val="005D3DFB"/>
    <w:rsid w:val="005E08AF"/>
    <w:rsid w:val="005E12CA"/>
    <w:rsid w:val="005E4F81"/>
    <w:rsid w:val="005F10C9"/>
    <w:rsid w:val="005F3488"/>
    <w:rsid w:val="005F3DAA"/>
    <w:rsid w:val="005F4CFD"/>
    <w:rsid w:val="005F507A"/>
    <w:rsid w:val="005F5A74"/>
    <w:rsid w:val="005F64B2"/>
    <w:rsid w:val="005F7928"/>
    <w:rsid w:val="00600C02"/>
    <w:rsid w:val="00601AB8"/>
    <w:rsid w:val="00601FCA"/>
    <w:rsid w:val="00602E3E"/>
    <w:rsid w:val="00604C99"/>
    <w:rsid w:val="0060715A"/>
    <w:rsid w:val="00616942"/>
    <w:rsid w:val="00617990"/>
    <w:rsid w:val="00622183"/>
    <w:rsid w:val="00623056"/>
    <w:rsid w:val="00623546"/>
    <w:rsid w:val="0062369F"/>
    <w:rsid w:val="0062476D"/>
    <w:rsid w:val="00625AE1"/>
    <w:rsid w:val="00630E63"/>
    <w:rsid w:val="00631AB7"/>
    <w:rsid w:val="00634092"/>
    <w:rsid w:val="00637288"/>
    <w:rsid w:val="00637F76"/>
    <w:rsid w:val="006416C7"/>
    <w:rsid w:val="006427A7"/>
    <w:rsid w:val="0064293C"/>
    <w:rsid w:val="00644515"/>
    <w:rsid w:val="00647951"/>
    <w:rsid w:val="00650301"/>
    <w:rsid w:val="00653AF5"/>
    <w:rsid w:val="0065400C"/>
    <w:rsid w:val="006571E6"/>
    <w:rsid w:val="0065731B"/>
    <w:rsid w:val="006576D5"/>
    <w:rsid w:val="00663ABA"/>
    <w:rsid w:val="00670F33"/>
    <w:rsid w:val="00674F5F"/>
    <w:rsid w:val="00675056"/>
    <w:rsid w:val="006762A0"/>
    <w:rsid w:val="006803F0"/>
    <w:rsid w:val="0068353F"/>
    <w:rsid w:val="00683B6F"/>
    <w:rsid w:val="00686100"/>
    <w:rsid w:val="006866C5"/>
    <w:rsid w:val="00690851"/>
    <w:rsid w:val="00692813"/>
    <w:rsid w:val="00693AFF"/>
    <w:rsid w:val="00695800"/>
    <w:rsid w:val="00697E15"/>
    <w:rsid w:val="006A2220"/>
    <w:rsid w:val="006A2CC3"/>
    <w:rsid w:val="006B0BDD"/>
    <w:rsid w:val="006B1595"/>
    <w:rsid w:val="006B3974"/>
    <w:rsid w:val="006B3F8E"/>
    <w:rsid w:val="006B6843"/>
    <w:rsid w:val="006B778D"/>
    <w:rsid w:val="006C0710"/>
    <w:rsid w:val="006C56D2"/>
    <w:rsid w:val="006C652E"/>
    <w:rsid w:val="006D0434"/>
    <w:rsid w:val="006D3492"/>
    <w:rsid w:val="006D5E46"/>
    <w:rsid w:val="006D6300"/>
    <w:rsid w:val="006D6957"/>
    <w:rsid w:val="006E36F3"/>
    <w:rsid w:val="006E473B"/>
    <w:rsid w:val="006E4CBB"/>
    <w:rsid w:val="006E66BC"/>
    <w:rsid w:val="006E7ACF"/>
    <w:rsid w:val="006F0D20"/>
    <w:rsid w:val="006F2A43"/>
    <w:rsid w:val="006F3D9F"/>
    <w:rsid w:val="006F591F"/>
    <w:rsid w:val="006F6201"/>
    <w:rsid w:val="006F79F2"/>
    <w:rsid w:val="00700C2A"/>
    <w:rsid w:val="00700DE5"/>
    <w:rsid w:val="00700FF3"/>
    <w:rsid w:val="00701760"/>
    <w:rsid w:val="00701D34"/>
    <w:rsid w:val="00703B09"/>
    <w:rsid w:val="00710708"/>
    <w:rsid w:val="00710E56"/>
    <w:rsid w:val="00714D2E"/>
    <w:rsid w:val="00714F3B"/>
    <w:rsid w:val="0071798A"/>
    <w:rsid w:val="00720660"/>
    <w:rsid w:val="0072279B"/>
    <w:rsid w:val="00725606"/>
    <w:rsid w:val="00726E6D"/>
    <w:rsid w:val="00727B84"/>
    <w:rsid w:val="007313F7"/>
    <w:rsid w:val="007332A7"/>
    <w:rsid w:val="00740CD7"/>
    <w:rsid w:val="00740FE9"/>
    <w:rsid w:val="0074130E"/>
    <w:rsid w:val="00747FEB"/>
    <w:rsid w:val="00751E06"/>
    <w:rsid w:val="00755415"/>
    <w:rsid w:val="00755A4E"/>
    <w:rsid w:val="007578A6"/>
    <w:rsid w:val="007623A8"/>
    <w:rsid w:val="00762FD2"/>
    <w:rsid w:val="0076315F"/>
    <w:rsid w:val="00764338"/>
    <w:rsid w:val="00767B97"/>
    <w:rsid w:val="007711AF"/>
    <w:rsid w:val="00772487"/>
    <w:rsid w:val="0077251A"/>
    <w:rsid w:val="00772718"/>
    <w:rsid w:val="0077296F"/>
    <w:rsid w:val="0077619F"/>
    <w:rsid w:val="007771F9"/>
    <w:rsid w:val="00780452"/>
    <w:rsid w:val="0078531A"/>
    <w:rsid w:val="007943D0"/>
    <w:rsid w:val="007A1759"/>
    <w:rsid w:val="007A5C21"/>
    <w:rsid w:val="007B47DB"/>
    <w:rsid w:val="007C1942"/>
    <w:rsid w:val="007C58D8"/>
    <w:rsid w:val="007C69F7"/>
    <w:rsid w:val="007C75EE"/>
    <w:rsid w:val="007C7E29"/>
    <w:rsid w:val="007D00CF"/>
    <w:rsid w:val="007D4367"/>
    <w:rsid w:val="007D50F0"/>
    <w:rsid w:val="007D70AC"/>
    <w:rsid w:val="007E0065"/>
    <w:rsid w:val="007E14F0"/>
    <w:rsid w:val="007E2A5E"/>
    <w:rsid w:val="007E39EC"/>
    <w:rsid w:val="007E4FB1"/>
    <w:rsid w:val="007F0F69"/>
    <w:rsid w:val="007F21D7"/>
    <w:rsid w:val="007F2597"/>
    <w:rsid w:val="007F2F1A"/>
    <w:rsid w:val="007F335F"/>
    <w:rsid w:val="007F4DEC"/>
    <w:rsid w:val="008004F6"/>
    <w:rsid w:val="00802327"/>
    <w:rsid w:val="00802508"/>
    <w:rsid w:val="00804E8E"/>
    <w:rsid w:val="00814B2A"/>
    <w:rsid w:val="0081670B"/>
    <w:rsid w:val="00816BEA"/>
    <w:rsid w:val="0081746C"/>
    <w:rsid w:val="00817FAE"/>
    <w:rsid w:val="00820447"/>
    <w:rsid w:val="008214CC"/>
    <w:rsid w:val="00821897"/>
    <w:rsid w:val="00827A0A"/>
    <w:rsid w:val="00830414"/>
    <w:rsid w:val="008315A6"/>
    <w:rsid w:val="008322EB"/>
    <w:rsid w:val="008365B1"/>
    <w:rsid w:val="008376BC"/>
    <w:rsid w:val="008420D7"/>
    <w:rsid w:val="00842376"/>
    <w:rsid w:val="008428D4"/>
    <w:rsid w:val="0084333A"/>
    <w:rsid w:val="0084359F"/>
    <w:rsid w:val="00843788"/>
    <w:rsid w:val="0084398B"/>
    <w:rsid w:val="00843A40"/>
    <w:rsid w:val="00844244"/>
    <w:rsid w:val="00845228"/>
    <w:rsid w:val="0084542A"/>
    <w:rsid w:val="0085062B"/>
    <w:rsid w:val="0085078B"/>
    <w:rsid w:val="00852466"/>
    <w:rsid w:val="00852BFB"/>
    <w:rsid w:val="00855D8C"/>
    <w:rsid w:val="00856795"/>
    <w:rsid w:val="00856C55"/>
    <w:rsid w:val="0085764E"/>
    <w:rsid w:val="00857A71"/>
    <w:rsid w:val="00862489"/>
    <w:rsid w:val="00864810"/>
    <w:rsid w:val="00865085"/>
    <w:rsid w:val="00872C8F"/>
    <w:rsid w:val="008732D8"/>
    <w:rsid w:val="00873417"/>
    <w:rsid w:val="008762B9"/>
    <w:rsid w:val="008779FA"/>
    <w:rsid w:val="008804DF"/>
    <w:rsid w:val="00882C41"/>
    <w:rsid w:val="008830DA"/>
    <w:rsid w:val="00885008"/>
    <w:rsid w:val="00885225"/>
    <w:rsid w:val="008852E5"/>
    <w:rsid w:val="00885FD1"/>
    <w:rsid w:val="00892494"/>
    <w:rsid w:val="00896C1A"/>
    <w:rsid w:val="00896D45"/>
    <w:rsid w:val="008A022D"/>
    <w:rsid w:val="008A1478"/>
    <w:rsid w:val="008A6121"/>
    <w:rsid w:val="008A62A2"/>
    <w:rsid w:val="008B0877"/>
    <w:rsid w:val="008B0E81"/>
    <w:rsid w:val="008B338F"/>
    <w:rsid w:val="008B386A"/>
    <w:rsid w:val="008B61B0"/>
    <w:rsid w:val="008B67E6"/>
    <w:rsid w:val="008C0234"/>
    <w:rsid w:val="008C06E1"/>
    <w:rsid w:val="008C0DB4"/>
    <w:rsid w:val="008C46FA"/>
    <w:rsid w:val="008C4C16"/>
    <w:rsid w:val="008D0178"/>
    <w:rsid w:val="008D01BB"/>
    <w:rsid w:val="008D03F6"/>
    <w:rsid w:val="008D0C31"/>
    <w:rsid w:val="008D0D70"/>
    <w:rsid w:val="008D3D12"/>
    <w:rsid w:val="008D540F"/>
    <w:rsid w:val="008D5638"/>
    <w:rsid w:val="008D6B6F"/>
    <w:rsid w:val="008D6FCF"/>
    <w:rsid w:val="008D7C7B"/>
    <w:rsid w:val="008D7DF6"/>
    <w:rsid w:val="008E0117"/>
    <w:rsid w:val="008E08C0"/>
    <w:rsid w:val="008E09E3"/>
    <w:rsid w:val="008E0E56"/>
    <w:rsid w:val="008E1097"/>
    <w:rsid w:val="008E29AA"/>
    <w:rsid w:val="008E48B8"/>
    <w:rsid w:val="008E4A7D"/>
    <w:rsid w:val="008E6EC4"/>
    <w:rsid w:val="008E6F25"/>
    <w:rsid w:val="008E76AE"/>
    <w:rsid w:val="008F1C2E"/>
    <w:rsid w:val="008F3031"/>
    <w:rsid w:val="008F4AA4"/>
    <w:rsid w:val="008F5394"/>
    <w:rsid w:val="008F65F3"/>
    <w:rsid w:val="008F72A0"/>
    <w:rsid w:val="00901CDE"/>
    <w:rsid w:val="009025F6"/>
    <w:rsid w:val="00903311"/>
    <w:rsid w:val="00903494"/>
    <w:rsid w:val="0090376F"/>
    <w:rsid w:val="00904363"/>
    <w:rsid w:val="009050AA"/>
    <w:rsid w:val="00907F0F"/>
    <w:rsid w:val="009169EB"/>
    <w:rsid w:val="00917FF2"/>
    <w:rsid w:val="009225B4"/>
    <w:rsid w:val="00933DC3"/>
    <w:rsid w:val="00937E41"/>
    <w:rsid w:val="0094160C"/>
    <w:rsid w:val="00947E98"/>
    <w:rsid w:val="00950091"/>
    <w:rsid w:val="009505DA"/>
    <w:rsid w:val="00956AE2"/>
    <w:rsid w:val="00956B64"/>
    <w:rsid w:val="00960A32"/>
    <w:rsid w:val="0096170C"/>
    <w:rsid w:val="009622A7"/>
    <w:rsid w:val="00962B8A"/>
    <w:rsid w:val="00967A0B"/>
    <w:rsid w:val="00967AC9"/>
    <w:rsid w:val="00972C0B"/>
    <w:rsid w:val="00973560"/>
    <w:rsid w:val="00976D77"/>
    <w:rsid w:val="00977520"/>
    <w:rsid w:val="0098004E"/>
    <w:rsid w:val="00983630"/>
    <w:rsid w:val="00986235"/>
    <w:rsid w:val="00987547"/>
    <w:rsid w:val="00991641"/>
    <w:rsid w:val="00992BB0"/>
    <w:rsid w:val="00993197"/>
    <w:rsid w:val="00995AAA"/>
    <w:rsid w:val="00996F2F"/>
    <w:rsid w:val="009A1A39"/>
    <w:rsid w:val="009A25EB"/>
    <w:rsid w:val="009A521C"/>
    <w:rsid w:val="009B07A0"/>
    <w:rsid w:val="009B2F17"/>
    <w:rsid w:val="009B32B4"/>
    <w:rsid w:val="009B4233"/>
    <w:rsid w:val="009B7901"/>
    <w:rsid w:val="009C0AB7"/>
    <w:rsid w:val="009C0EA5"/>
    <w:rsid w:val="009C21A6"/>
    <w:rsid w:val="009C4F57"/>
    <w:rsid w:val="009C570A"/>
    <w:rsid w:val="009C6FA2"/>
    <w:rsid w:val="009D0F91"/>
    <w:rsid w:val="009D2B66"/>
    <w:rsid w:val="009D5D04"/>
    <w:rsid w:val="009D68CA"/>
    <w:rsid w:val="009D693A"/>
    <w:rsid w:val="009D7840"/>
    <w:rsid w:val="009E0760"/>
    <w:rsid w:val="009E26F3"/>
    <w:rsid w:val="009E541D"/>
    <w:rsid w:val="009E54E9"/>
    <w:rsid w:val="009E5E97"/>
    <w:rsid w:val="009E78C3"/>
    <w:rsid w:val="009E7E9D"/>
    <w:rsid w:val="009F0E0B"/>
    <w:rsid w:val="009F6B10"/>
    <w:rsid w:val="00A059EB"/>
    <w:rsid w:val="00A11BE4"/>
    <w:rsid w:val="00A12F87"/>
    <w:rsid w:val="00A132EC"/>
    <w:rsid w:val="00A13F2D"/>
    <w:rsid w:val="00A1497B"/>
    <w:rsid w:val="00A14EB0"/>
    <w:rsid w:val="00A207C8"/>
    <w:rsid w:val="00A22B9D"/>
    <w:rsid w:val="00A23E14"/>
    <w:rsid w:val="00A266CB"/>
    <w:rsid w:val="00A26FBD"/>
    <w:rsid w:val="00A278FF"/>
    <w:rsid w:val="00A32D6E"/>
    <w:rsid w:val="00A33130"/>
    <w:rsid w:val="00A354DD"/>
    <w:rsid w:val="00A379C0"/>
    <w:rsid w:val="00A41725"/>
    <w:rsid w:val="00A43353"/>
    <w:rsid w:val="00A44074"/>
    <w:rsid w:val="00A44625"/>
    <w:rsid w:val="00A44662"/>
    <w:rsid w:val="00A45B0C"/>
    <w:rsid w:val="00A46D25"/>
    <w:rsid w:val="00A4761B"/>
    <w:rsid w:val="00A52823"/>
    <w:rsid w:val="00A54F9C"/>
    <w:rsid w:val="00A55A5C"/>
    <w:rsid w:val="00A56410"/>
    <w:rsid w:val="00A57DDA"/>
    <w:rsid w:val="00A601A0"/>
    <w:rsid w:val="00A60A17"/>
    <w:rsid w:val="00A63311"/>
    <w:rsid w:val="00A638F7"/>
    <w:rsid w:val="00A66BC3"/>
    <w:rsid w:val="00A71EF9"/>
    <w:rsid w:val="00A73484"/>
    <w:rsid w:val="00A742A3"/>
    <w:rsid w:val="00A7470F"/>
    <w:rsid w:val="00A76782"/>
    <w:rsid w:val="00A7787D"/>
    <w:rsid w:val="00A813FA"/>
    <w:rsid w:val="00A81699"/>
    <w:rsid w:val="00A8243A"/>
    <w:rsid w:val="00A83C93"/>
    <w:rsid w:val="00A84F21"/>
    <w:rsid w:val="00A858DD"/>
    <w:rsid w:val="00A85E54"/>
    <w:rsid w:val="00A90808"/>
    <w:rsid w:val="00A9187A"/>
    <w:rsid w:val="00A924DD"/>
    <w:rsid w:val="00A976EC"/>
    <w:rsid w:val="00AA07C2"/>
    <w:rsid w:val="00AA25A5"/>
    <w:rsid w:val="00AA330D"/>
    <w:rsid w:val="00AA3DD3"/>
    <w:rsid w:val="00AA6818"/>
    <w:rsid w:val="00AA7881"/>
    <w:rsid w:val="00AB061C"/>
    <w:rsid w:val="00AB0CA8"/>
    <w:rsid w:val="00AB0CFC"/>
    <w:rsid w:val="00AB3B44"/>
    <w:rsid w:val="00AB485D"/>
    <w:rsid w:val="00AB746D"/>
    <w:rsid w:val="00AC121D"/>
    <w:rsid w:val="00AC2A9D"/>
    <w:rsid w:val="00AC5D7D"/>
    <w:rsid w:val="00AD08E5"/>
    <w:rsid w:val="00AD3840"/>
    <w:rsid w:val="00AD41C8"/>
    <w:rsid w:val="00AD444D"/>
    <w:rsid w:val="00AD55D3"/>
    <w:rsid w:val="00AD6811"/>
    <w:rsid w:val="00AE3AD9"/>
    <w:rsid w:val="00AE6A82"/>
    <w:rsid w:val="00AE7BD0"/>
    <w:rsid w:val="00AF0610"/>
    <w:rsid w:val="00AF35EE"/>
    <w:rsid w:val="00AF4052"/>
    <w:rsid w:val="00AF4FE7"/>
    <w:rsid w:val="00B020A3"/>
    <w:rsid w:val="00B0252E"/>
    <w:rsid w:val="00B0583A"/>
    <w:rsid w:val="00B065B2"/>
    <w:rsid w:val="00B10607"/>
    <w:rsid w:val="00B11E43"/>
    <w:rsid w:val="00B146E4"/>
    <w:rsid w:val="00B15630"/>
    <w:rsid w:val="00B16C68"/>
    <w:rsid w:val="00B20278"/>
    <w:rsid w:val="00B20A32"/>
    <w:rsid w:val="00B21F41"/>
    <w:rsid w:val="00B22FCD"/>
    <w:rsid w:val="00B2603F"/>
    <w:rsid w:val="00B30248"/>
    <w:rsid w:val="00B31BE0"/>
    <w:rsid w:val="00B33725"/>
    <w:rsid w:val="00B35A9C"/>
    <w:rsid w:val="00B35C39"/>
    <w:rsid w:val="00B36E67"/>
    <w:rsid w:val="00B37248"/>
    <w:rsid w:val="00B40A75"/>
    <w:rsid w:val="00B42F5F"/>
    <w:rsid w:val="00B50369"/>
    <w:rsid w:val="00B503F1"/>
    <w:rsid w:val="00B51BD8"/>
    <w:rsid w:val="00B55889"/>
    <w:rsid w:val="00B56D6F"/>
    <w:rsid w:val="00B57653"/>
    <w:rsid w:val="00B603BA"/>
    <w:rsid w:val="00B616D5"/>
    <w:rsid w:val="00B62048"/>
    <w:rsid w:val="00B67E52"/>
    <w:rsid w:val="00B71988"/>
    <w:rsid w:val="00B71C63"/>
    <w:rsid w:val="00B75D94"/>
    <w:rsid w:val="00B80260"/>
    <w:rsid w:val="00B80CBA"/>
    <w:rsid w:val="00B81423"/>
    <w:rsid w:val="00B82267"/>
    <w:rsid w:val="00B8398E"/>
    <w:rsid w:val="00B83997"/>
    <w:rsid w:val="00B84B82"/>
    <w:rsid w:val="00B85798"/>
    <w:rsid w:val="00B86F93"/>
    <w:rsid w:val="00B928E9"/>
    <w:rsid w:val="00B95B1C"/>
    <w:rsid w:val="00B972F4"/>
    <w:rsid w:val="00BA05BD"/>
    <w:rsid w:val="00BA0E8A"/>
    <w:rsid w:val="00BB0D5C"/>
    <w:rsid w:val="00BB19D6"/>
    <w:rsid w:val="00BB2272"/>
    <w:rsid w:val="00BB4C5A"/>
    <w:rsid w:val="00BB4D4A"/>
    <w:rsid w:val="00BC43BC"/>
    <w:rsid w:val="00BC5405"/>
    <w:rsid w:val="00BC5F85"/>
    <w:rsid w:val="00BC6DFF"/>
    <w:rsid w:val="00BC78EA"/>
    <w:rsid w:val="00BD304A"/>
    <w:rsid w:val="00BD4A0C"/>
    <w:rsid w:val="00BD7697"/>
    <w:rsid w:val="00BE66D3"/>
    <w:rsid w:val="00BE6B09"/>
    <w:rsid w:val="00BE716A"/>
    <w:rsid w:val="00BE7F36"/>
    <w:rsid w:val="00BF0876"/>
    <w:rsid w:val="00BF121F"/>
    <w:rsid w:val="00BF1907"/>
    <w:rsid w:val="00BF19F2"/>
    <w:rsid w:val="00BF37EC"/>
    <w:rsid w:val="00BF657A"/>
    <w:rsid w:val="00C05910"/>
    <w:rsid w:val="00C1132A"/>
    <w:rsid w:val="00C120F5"/>
    <w:rsid w:val="00C128F0"/>
    <w:rsid w:val="00C146D9"/>
    <w:rsid w:val="00C14EF8"/>
    <w:rsid w:val="00C23298"/>
    <w:rsid w:val="00C25C81"/>
    <w:rsid w:val="00C26070"/>
    <w:rsid w:val="00C33064"/>
    <w:rsid w:val="00C331F9"/>
    <w:rsid w:val="00C3343F"/>
    <w:rsid w:val="00C34008"/>
    <w:rsid w:val="00C34652"/>
    <w:rsid w:val="00C350C6"/>
    <w:rsid w:val="00C36D6B"/>
    <w:rsid w:val="00C41143"/>
    <w:rsid w:val="00C43AEA"/>
    <w:rsid w:val="00C46A24"/>
    <w:rsid w:val="00C47848"/>
    <w:rsid w:val="00C5124C"/>
    <w:rsid w:val="00C513F7"/>
    <w:rsid w:val="00C522CA"/>
    <w:rsid w:val="00C529BA"/>
    <w:rsid w:val="00C52D48"/>
    <w:rsid w:val="00C53A8C"/>
    <w:rsid w:val="00C563D3"/>
    <w:rsid w:val="00C565F2"/>
    <w:rsid w:val="00C60CDB"/>
    <w:rsid w:val="00C642AD"/>
    <w:rsid w:val="00C65267"/>
    <w:rsid w:val="00C675B1"/>
    <w:rsid w:val="00C712CF"/>
    <w:rsid w:val="00C7377E"/>
    <w:rsid w:val="00C7732D"/>
    <w:rsid w:val="00C81344"/>
    <w:rsid w:val="00C838F6"/>
    <w:rsid w:val="00C83AFE"/>
    <w:rsid w:val="00C84729"/>
    <w:rsid w:val="00C855CD"/>
    <w:rsid w:val="00C87621"/>
    <w:rsid w:val="00C87F9C"/>
    <w:rsid w:val="00C91193"/>
    <w:rsid w:val="00C917F8"/>
    <w:rsid w:val="00C92CAC"/>
    <w:rsid w:val="00C931B7"/>
    <w:rsid w:val="00C94A63"/>
    <w:rsid w:val="00C953DE"/>
    <w:rsid w:val="00CA6BEB"/>
    <w:rsid w:val="00CA7C9B"/>
    <w:rsid w:val="00CB2BDA"/>
    <w:rsid w:val="00CB57C4"/>
    <w:rsid w:val="00CB5868"/>
    <w:rsid w:val="00CC1434"/>
    <w:rsid w:val="00CC145F"/>
    <w:rsid w:val="00CC1F14"/>
    <w:rsid w:val="00CC207A"/>
    <w:rsid w:val="00CC2D25"/>
    <w:rsid w:val="00CC6C88"/>
    <w:rsid w:val="00CC77FD"/>
    <w:rsid w:val="00CD1DB1"/>
    <w:rsid w:val="00CD2CC3"/>
    <w:rsid w:val="00CD35C9"/>
    <w:rsid w:val="00CD4521"/>
    <w:rsid w:val="00CD5621"/>
    <w:rsid w:val="00CD5878"/>
    <w:rsid w:val="00CD5B49"/>
    <w:rsid w:val="00CE1A44"/>
    <w:rsid w:val="00CE1DA7"/>
    <w:rsid w:val="00CE2C5C"/>
    <w:rsid w:val="00CF02C8"/>
    <w:rsid w:val="00CF03E3"/>
    <w:rsid w:val="00CF1667"/>
    <w:rsid w:val="00D003C4"/>
    <w:rsid w:val="00D01365"/>
    <w:rsid w:val="00D01DE5"/>
    <w:rsid w:val="00D02002"/>
    <w:rsid w:val="00D06F8F"/>
    <w:rsid w:val="00D07625"/>
    <w:rsid w:val="00D14A94"/>
    <w:rsid w:val="00D1781B"/>
    <w:rsid w:val="00D20DFF"/>
    <w:rsid w:val="00D23A8D"/>
    <w:rsid w:val="00D24FED"/>
    <w:rsid w:val="00D2543F"/>
    <w:rsid w:val="00D27C20"/>
    <w:rsid w:val="00D32E20"/>
    <w:rsid w:val="00D333F4"/>
    <w:rsid w:val="00D37E83"/>
    <w:rsid w:val="00D4272D"/>
    <w:rsid w:val="00D42CBD"/>
    <w:rsid w:val="00D443E0"/>
    <w:rsid w:val="00D46612"/>
    <w:rsid w:val="00D47645"/>
    <w:rsid w:val="00D529C0"/>
    <w:rsid w:val="00D54653"/>
    <w:rsid w:val="00D55ADB"/>
    <w:rsid w:val="00D56C9E"/>
    <w:rsid w:val="00D56EFD"/>
    <w:rsid w:val="00D63FEC"/>
    <w:rsid w:val="00D64321"/>
    <w:rsid w:val="00D6542E"/>
    <w:rsid w:val="00D657A1"/>
    <w:rsid w:val="00D6614A"/>
    <w:rsid w:val="00D661DA"/>
    <w:rsid w:val="00D724FE"/>
    <w:rsid w:val="00D729A2"/>
    <w:rsid w:val="00D738D0"/>
    <w:rsid w:val="00D73B96"/>
    <w:rsid w:val="00D74E3C"/>
    <w:rsid w:val="00D812D3"/>
    <w:rsid w:val="00D829C4"/>
    <w:rsid w:val="00D82B82"/>
    <w:rsid w:val="00D82E81"/>
    <w:rsid w:val="00D83F95"/>
    <w:rsid w:val="00D84065"/>
    <w:rsid w:val="00D84DA9"/>
    <w:rsid w:val="00D84EC8"/>
    <w:rsid w:val="00D855DB"/>
    <w:rsid w:val="00D862C8"/>
    <w:rsid w:val="00D86491"/>
    <w:rsid w:val="00D91DE3"/>
    <w:rsid w:val="00D93396"/>
    <w:rsid w:val="00DA0E25"/>
    <w:rsid w:val="00DA2DB5"/>
    <w:rsid w:val="00DA4FDB"/>
    <w:rsid w:val="00DC37F0"/>
    <w:rsid w:val="00DC42A4"/>
    <w:rsid w:val="00DC4816"/>
    <w:rsid w:val="00DC48D7"/>
    <w:rsid w:val="00DC5DAF"/>
    <w:rsid w:val="00DD0533"/>
    <w:rsid w:val="00DD0B63"/>
    <w:rsid w:val="00DD15DF"/>
    <w:rsid w:val="00DD2AC4"/>
    <w:rsid w:val="00DD2DD9"/>
    <w:rsid w:val="00DD2E38"/>
    <w:rsid w:val="00DD3FF5"/>
    <w:rsid w:val="00DD4064"/>
    <w:rsid w:val="00DD48EA"/>
    <w:rsid w:val="00DD52FC"/>
    <w:rsid w:val="00DD5AEB"/>
    <w:rsid w:val="00DD6383"/>
    <w:rsid w:val="00DD65ED"/>
    <w:rsid w:val="00DD6C18"/>
    <w:rsid w:val="00DE12E6"/>
    <w:rsid w:val="00DE695D"/>
    <w:rsid w:val="00DF16F2"/>
    <w:rsid w:val="00DF2D06"/>
    <w:rsid w:val="00DF31A3"/>
    <w:rsid w:val="00DF6C89"/>
    <w:rsid w:val="00DF7350"/>
    <w:rsid w:val="00E02CF8"/>
    <w:rsid w:val="00E03486"/>
    <w:rsid w:val="00E04AC5"/>
    <w:rsid w:val="00E05741"/>
    <w:rsid w:val="00E05F5C"/>
    <w:rsid w:val="00E07690"/>
    <w:rsid w:val="00E10542"/>
    <w:rsid w:val="00E14FC4"/>
    <w:rsid w:val="00E17B3E"/>
    <w:rsid w:val="00E239DF"/>
    <w:rsid w:val="00E307A1"/>
    <w:rsid w:val="00E37A0C"/>
    <w:rsid w:val="00E41A1F"/>
    <w:rsid w:val="00E423FB"/>
    <w:rsid w:val="00E51889"/>
    <w:rsid w:val="00E54B86"/>
    <w:rsid w:val="00E55F8A"/>
    <w:rsid w:val="00E61305"/>
    <w:rsid w:val="00E617A0"/>
    <w:rsid w:val="00E61969"/>
    <w:rsid w:val="00E631DB"/>
    <w:rsid w:val="00E634C7"/>
    <w:rsid w:val="00E647BB"/>
    <w:rsid w:val="00E66803"/>
    <w:rsid w:val="00E67A96"/>
    <w:rsid w:val="00E71A6C"/>
    <w:rsid w:val="00E7475C"/>
    <w:rsid w:val="00E750C3"/>
    <w:rsid w:val="00E8186F"/>
    <w:rsid w:val="00E87ABD"/>
    <w:rsid w:val="00E900F1"/>
    <w:rsid w:val="00E91C47"/>
    <w:rsid w:val="00E931B5"/>
    <w:rsid w:val="00E949C4"/>
    <w:rsid w:val="00EA21D7"/>
    <w:rsid w:val="00EA6995"/>
    <w:rsid w:val="00EA7D58"/>
    <w:rsid w:val="00EB1797"/>
    <w:rsid w:val="00EB2B46"/>
    <w:rsid w:val="00EB46D0"/>
    <w:rsid w:val="00EB4DE2"/>
    <w:rsid w:val="00EB5910"/>
    <w:rsid w:val="00EC2586"/>
    <w:rsid w:val="00EC28C6"/>
    <w:rsid w:val="00EC5E40"/>
    <w:rsid w:val="00EC68A1"/>
    <w:rsid w:val="00ED1214"/>
    <w:rsid w:val="00ED19E0"/>
    <w:rsid w:val="00ED1AB8"/>
    <w:rsid w:val="00ED537B"/>
    <w:rsid w:val="00ED70F1"/>
    <w:rsid w:val="00EE0E2C"/>
    <w:rsid w:val="00EE20F3"/>
    <w:rsid w:val="00EE21A0"/>
    <w:rsid w:val="00EE4E93"/>
    <w:rsid w:val="00EF4E15"/>
    <w:rsid w:val="00EF6C7D"/>
    <w:rsid w:val="00EF73EF"/>
    <w:rsid w:val="00F01877"/>
    <w:rsid w:val="00F0312E"/>
    <w:rsid w:val="00F049F6"/>
    <w:rsid w:val="00F0587F"/>
    <w:rsid w:val="00F10CD1"/>
    <w:rsid w:val="00F13C0E"/>
    <w:rsid w:val="00F148A8"/>
    <w:rsid w:val="00F2281E"/>
    <w:rsid w:val="00F229F3"/>
    <w:rsid w:val="00F23ADC"/>
    <w:rsid w:val="00F23C0B"/>
    <w:rsid w:val="00F25660"/>
    <w:rsid w:val="00F26268"/>
    <w:rsid w:val="00F26645"/>
    <w:rsid w:val="00F26EC5"/>
    <w:rsid w:val="00F30FC9"/>
    <w:rsid w:val="00F338BE"/>
    <w:rsid w:val="00F34151"/>
    <w:rsid w:val="00F35F9A"/>
    <w:rsid w:val="00F42566"/>
    <w:rsid w:val="00F44752"/>
    <w:rsid w:val="00F44A02"/>
    <w:rsid w:val="00F44D80"/>
    <w:rsid w:val="00F458E5"/>
    <w:rsid w:val="00F508C3"/>
    <w:rsid w:val="00F51B3F"/>
    <w:rsid w:val="00F544E4"/>
    <w:rsid w:val="00F605B4"/>
    <w:rsid w:val="00F65998"/>
    <w:rsid w:val="00F67D58"/>
    <w:rsid w:val="00F7346F"/>
    <w:rsid w:val="00F73B7A"/>
    <w:rsid w:val="00F75D16"/>
    <w:rsid w:val="00F75D62"/>
    <w:rsid w:val="00F775EC"/>
    <w:rsid w:val="00F77D9D"/>
    <w:rsid w:val="00F8179D"/>
    <w:rsid w:val="00F82D34"/>
    <w:rsid w:val="00F83ECF"/>
    <w:rsid w:val="00F87A91"/>
    <w:rsid w:val="00F92F1C"/>
    <w:rsid w:val="00F93FCB"/>
    <w:rsid w:val="00F9530F"/>
    <w:rsid w:val="00F9565E"/>
    <w:rsid w:val="00FA1048"/>
    <w:rsid w:val="00FA267D"/>
    <w:rsid w:val="00FA3AC1"/>
    <w:rsid w:val="00FA68DB"/>
    <w:rsid w:val="00FA7D04"/>
    <w:rsid w:val="00FB01E7"/>
    <w:rsid w:val="00FB10EC"/>
    <w:rsid w:val="00FB3E47"/>
    <w:rsid w:val="00FB535A"/>
    <w:rsid w:val="00FB64FF"/>
    <w:rsid w:val="00FC2C9C"/>
    <w:rsid w:val="00FC2DAF"/>
    <w:rsid w:val="00FC4AAA"/>
    <w:rsid w:val="00FC6997"/>
    <w:rsid w:val="00FC7854"/>
    <w:rsid w:val="00FD418C"/>
    <w:rsid w:val="00FD4F45"/>
    <w:rsid w:val="00FD5DD9"/>
    <w:rsid w:val="00FD6385"/>
    <w:rsid w:val="00FD718B"/>
    <w:rsid w:val="00FE022D"/>
    <w:rsid w:val="00FE06BC"/>
    <w:rsid w:val="00FE4933"/>
    <w:rsid w:val="00FE4CDC"/>
    <w:rsid w:val="00FE59CA"/>
    <w:rsid w:val="00FE5FF6"/>
    <w:rsid w:val="00FE6627"/>
    <w:rsid w:val="00FE715F"/>
    <w:rsid w:val="00FF55F6"/>
    <w:rsid w:val="00FF5E94"/>
    <w:rsid w:val="00FF6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5B1"/>
    <w:pPr>
      <w:spacing w:after="200" w:line="276" w:lineRule="auto"/>
    </w:pPr>
    <w:rPr>
      <w:lang w:val="uk-UA" w:eastAsia="en-US"/>
    </w:rPr>
  </w:style>
  <w:style w:type="paragraph" w:styleId="Heading5">
    <w:name w:val="heading 5"/>
    <w:basedOn w:val="1"/>
    <w:next w:val="1"/>
    <w:link w:val="Heading5Char"/>
    <w:uiPriority w:val="99"/>
    <w:qFormat/>
    <w:rsid w:val="00132686"/>
    <w:pPr>
      <w:keepNext/>
      <w:jc w:val="right"/>
      <w:outlineLvl w:val="4"/>
    </w:pPr>
    <w:rPr>
      <w:sz w:val="28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132686"/>
    <w:rPr>
      <w:rFonts w:ascii="Times New Roman" w:hAnsi="Times New Roman" w:cs="Times New Roman"/>
      <w:sz w:val="28"/>
      <w:lang w:eastAsia="ru-RU"/>
    </w:rPr>
  </w:style>
  <w:style w:type="table" w:styleId="TableGrid">
    <w:name w:val="Table Grid"/>
    <w:basedOn w:val="TableNormal"/>
    <w:uiPriority w:val="99"/>
    <w:rsid w:val="002E0C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D55D3"/>
    <w:pPr>
      <w:spacing w:after="0" w:line="240" w:lineRule="auto"/>
    </w:pPr>
    <w:rPr>
      <w:rFonts w:ascii="Tahoma" w:hAnsi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5D3"/>
    <w:rPr>
      <w:rFonts w:ascii="Tahoma" w:hAnsi="Tahoma" w:cs="Times New Roman"/>
      <w:sz w:val="16"/>
    </w:rPr>
  </w:style>
  <w:style w:type="character" w:customStyle="1" w:styleId="10">
    <w:name w:val="Основной текст + 10"/>
    <w:aliases w:val="5 pt,Интервал 0 pt"/>
    <w:uiPriority w:val="99"/>
    <w:rsid w:val="00F92F1C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  <w:style w:type="character" w:customStyle="1" w:styleId="a">
    <w:name w:val="Основной текст_"/>
    <w:link w:val="11"/>
    <w:uiPriority w:val="99"/>
    <w:locked/>
    <w:rsid w:val="00F92F1C"/>
    <w:rPr>
      <w:rFonts w:ascii="Times New Roman" w:hAnsi="Times New Roman"/>
      <w:spacing w:val="2"/>
      <w:shd w:val="clear" w:color="auto" w:fill="FFFFFF"/>
    </w:rPr>
  </w:style>
  <w:style w:type="paragraph" w:customStyle="1" w:styleId="11">
    <w:name w:val="Основной текст1"/>
    <w:basedOn w:val="Normal"/>
    <w:link w:val="a"/>
    <w:uiPriority w:val="99"/>
    <w:rsid w:val="00F92F1C"/>
    <w:pPr>
      <w:widowControl w:val="0"/>
      <w:shd w:val="clear" w:color="auto" w:fill="FFFFFF"/>
      <w:spacing w:before="120" w:after="300" w:line="240" w:lineRule="atLeast"/>
      <w:jc w:val="both"/>
    </w:pPr>
    <w:rPr>
      <w:rFonts w:ascii="Times New Roman" w:hAnsi="Times New Roman"/>
      <w:spacing w:val="2"/>
      <w:sz w:val="20"/>
      <w:szCs w:val="20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7D70A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D70AC"/>
    <w:rPr>
      <w:rFonts w:ascii="Times New Roman" w:hAnsi="Times New Roman" w:cs="Times New Roman"/>
      <w:sz w:val="28"/>
      <w:lang w:eastAsia="ru-RU"/>
    </w:rPr>
  </w:style>
  <w:style w:type="paragraph" w:styleId="Header">
    <w:name w:val="header"/>
    <w:basedOn w:val="Normal"/>
    <w:link w:val="HeaderChar"/>
    <w:uiPriority w:val="99"/>
    <w:rsid w:val="00DD2E38"/>
    <w:pPr>
      <w:tabs>
        <w:tab w:val="center" w:pos="4677"/>
        <w:tab w:val="right" w:pos="9355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D2E38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DD2E38"/>
    <w:pPr>
      <w:tabs>
        <w:tab w:val="center" w:pos="4677"/>
        <w:tab w:val="right" w:pos="9355"/>
      </w:tabs>
    </w:pPr>
    <w:rPr>
      <w:lang w:val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D2E38"/>
    <w:rPr>
      <w:rFonts w:cs="Times New Roman"/>
      <w:sz w:val="22"/>
      <w:lang w:eastAsia="en-US"/>
    </w:rPr>
  </w:style>
  <w:style w:type="paragraph" w:styleId="BlockText">
    <w:name w:val="Block Text"/>
    <w:basedOn w:val="Normal"/>
    <w:uiPriority w:val="99"/>
    <w:rsid w:val="00132686"/>
    <w:pPr>
      <w:spacing w:after="0" w:line="240" w:lineRule="auto"/>
      <w:ind w:left="720" w:right="-58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Обычный1"/>
    <w:uiPriority w:val="99"/>
    <w:rsid w:val="00132686"/>
    <w:rPr>
      <w:rFonts w:ascii="Times New Roman" w:eastAsia="Times New Roman" w:hAnsi="Times New Roman"/>
      <w:sz w:val="20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2F6C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32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107</Words>
  <Characters>610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1</dc:creator>
  <cp:keywords/>
  <dc:description/>
  <cp:lastModifiedBy>WiZaRd</cp:lastModifiedBy>
  <cp:revision>26</cp:revision>
  <cp:lastPrinted>2020-12-04T14:55:00Z</cp:lastPrinted>
  <dcterms:created xsi:type="dcterms:W3CDTF">2020-12-02T14:49:00Z</dcterms:created>
  <dcterms:modified xsi:type="dcterms:W3CDTF">2020-12-16T08:43:00Z</dcterms:modified>
</cp:coreProperties>
</file>