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6204"/>
        <w:gridCol w:w="3510"/>
      </w:tblGrid>
      <w:tr w:rsidR="00742255" w:rsidRPr="004A40A7" w:rsidTr="00DA5DD8">
        <w:tc>
          <w:tcPr>
            <w:tcW w:w="6204" w:type="dxa"/>
          </w:tcPr>
          <w:p w:rsidR="00742255" w:rsidRPr="00277534" w:rsidRDefault="00742255" w:rsidP="004A40A7">
            <w:pPr>
              <w:jc w:val="both"/>
              <w:rPr>
                <w:color w:val="000000"/>
                <w:sz w:val="28"/>
                <w:szCs w:val="28"/>
                <w:lang w:val="uk-UA"/>
              </w:rPr>
            </w:pPr>
            <w:bookmarkStart w:id="0" w:name="_GoBack"/>
            <w:bookmarkEnd w:id="0"/>
          </w:p>
        </w:tc>
        <w:tc>
          <w:tcPr>
            <w:tcW w:w="3510" w:type="dxa"/>
          </w:tcPr>
          <w:p w:rsidR="00742255" w:rsidRPr="00277534" w:rsidRDefault="00742255" w:rsidP="004A40A7">
            <w:pPr>
              <w:jc w:val="both"/>
              <w:rPr>
                <w:b/>
                <w:color w:val="000000"/>
                <w:sz w:val="28"/>
                <w:szCs w:val="28"/>
                <w:lang w:val="uk-UA"/>
              </w:rPr>
            </w:pPr>
            <w:r w:rsidRPr="00277534">
              <w:rPr>
                <w:b/>
                <w:color w:val="000000"/>
                <w:sz w:val="28"/>
                <w:szCs w:val="28"/>
                <w:lang w:val="uk-UA"/>
              </w:rPr>
              <w:t>ЗАТВЕРДЖЕНО</w:t>
            </w:r>
          </w:p>
          <w:p w:rsidR="00742255" w:rsidRPr="00277534" w:rsidRDefault="00742255" w:rsidP="004A40A7">
            <w:pPr>
              <w:rPr>
                <w:color w:val="000000"/>
                <w:sz w:val="28"/>
                <w:szCs w:val="28"/>
                <w:lang w:val="uk-UA"/>
              </w:rPr>
            </w:pPr>
            <w:r w:rsidRPr="00277534">
              <w:rPr>
                <w:color w:val="000000"/>
                <w:sz w:val="28"/>
                <w:szCs w:val="28"/>
                <w:lang w:val="uk-UA"/>
              </w:rPr>
              <w:t>Рішення Чернівецької міської ради</w:t>
            </w:r>
          </w:p>
          <w:p w:rsidR="00742255" w:rsidRPr="00277534" w:rsidRDefault="00742255" w:rsidP="004A40A7">
            <w:pPr>
              <w:rPr>
                <w:color w:val="000000"/>
                <w:sz w:val="28"/>
                <w:szCs w:val="28"/>
                <w:lang w:val="uk-UA"/>
              </w:rPr>
            </w:pPr>
            <w:r w:rsidRPr="00277534">
              <w:rPr>
                <w:color w:val="000000"/>
                <w:sz w:val="28"/>
                <w:szCs w:val="28"/>
                <w:lang w:val="uk-UA"/>
              </w:rPr>
              <w:t>VІІ скликання</w:t>
            </w:r>
          </w:p>
          <w:p w:rsidR="00742255" w:rsidRPr="00277534" w:rsidRDefault="00742255" w:rsidP="004A40A7">
            <w:pPr>
              <w:rPr>
                <w:b/>
                <w:color w:val="000000"/>
                <w:sz w:val="28"/>
                <w:szCs w:val="28"/>
                <w:lang w:val="en-US"/>
              </w:rPr>
            </w:pPr>
            <w:r w:rsidRPr="00277534">
              <w:rPr>
                <w:sz w:val="28"/>
                <w:szCs w:val="28"/>
                <w:u w:val="single"/>
                <w:lang w:val="uk-UA" w:eastAsia="en-US"/>
              </w:rPr>
              <w:t>08.12.2020</w:t>
            </w:r>
            <w:r w:rsidRPr="00277534">
              <w:rPr>
                <w:sz w:val="28"/>
                <w:szCs w:val="28"/>
                <w:lang w:val="uk-UA" w:eastAsia="en-US"/>
              </w:rPr>
              <w:t xml:space="preserve">  № </w:t>
            </w:r>
            <w:r w:rsidRPr="00277534">
              <w:rPr>
                <w:sz w:val="28"/>
                <w:szCs w:val="28"/>
                <w:u w:val="single"/>
                <w:lang w:val="en-US" w:eastAsia="en-US"/>
              </w:rPr>
              <w:t>2557</w:t>
            </w:r>
          </w:p>
        </w:tc>
      </w:tr>
    </w:tbl>
    <w:p w:rsidR="00742255" w:rsidRPr="004A40A7" w:rsidRDefault="00742255" w:rsidP="004A40A7">
      <w:pPr>
        <w:jc w:val="both"/>
        <w:rPr>
          <w:b/>
          <w:color w:val="000000"/>
          <w:sz w:val="32"/>
          <w:szCs w:val="32"/>
          <w:lang w:val="uk-UA"/>
        </w:rPr>
      </w:pPr>
    </w:p>
    <w:p w:rsidR="00742255" w:rsidRPr="004A40A7" w:rsidRDefault="00742255" w:rsidP="004A40A7">
      <w:pPr>
        <w:spacing w:after="120"/>
        <w:jc w:val="center"/>
        <w:rPr>
          <w:b/>
          <w:color w:val="000000"/>
          <w:sz w:val="32"/>
          <w:szCs w:val="32"/>
          <w:lang w:val="uk-UA"/>
        </w:rPr>
      </w:pPr>
    </w:p>
    <w:p w:rsidR="00742255" w:rsidRPr="004A40A7" w:rsidRDefault="00742255" w:rsidP="004A40A7">
      <w:pPr>
        <w:spacing w:after="120"/>
        <w:jc w:val="center"/>
        <w:rPr>
          <w:b/>
          <w:color w:val="000000"/>
          <w:sz w:val="32"/>
          <w:szCs w:val="32"/>
          <w:lang w:val="uk-UA"/>
        </w:rPr>
      </w:pPr>
    </w:p>
    <w:p w:rsidR="00742255" w:rsidRPr="004A40A7" w:rsidRDefault="00742255" w:rsidP="004A40A7">
      <w:pPr>
        <w:spacing w:after="120"/>
        <w:jc w:val="center"/>
        <w:rPr>
          <w:b/>
          <w:color w:val="000000"/>
          <w:sz w:val="40"/>
          <w:szCs w:val="40"/>
          <w:lang w:val="uk-UA"/>
        </w:rPr>
      </w:pPr>
    </w:p>
    <w:p w:rsidR="00742255" w:rsidRPr="004A40A7" w:rsidRDefault="00742255" w:rsidP="004A40A7">
      <w:pPr>
        <w:spacing w:after="120"/>
        <w:jc w:val="center"/>
        <w:rPr>
          <w:b/>
          <w:color w:val="000000"/>
          <w:sz w:val="40"/>
          <w:szCs w:val="40"/>
          <w:lang w:val="uk-UA"/>
        </w:rPr>
      </w:pPr>
    </w:p>
    <w:p w:rsidR="00742255" w:rsidRPr="004A40A7" w:rsidRDefault="00742255" w:rsidP="004A40A7">
      <w:pPr>
        <w:spacing w:after="120"/>
        <w:jc w:val="center"/>
        <w:rPr>
          <w:b/>
          <w:color w:val="000000"/>
          <w:sz w:val="40"/>
          <w:szCs w:val="40"/>
          <w:lang w:val="uk-UA"/>
        </w:rPr>
      </w:pPr>
    </w:p>
    <w:p w:rsidR="00742255" w:rsidRPr="00175EE1" w:rsidRDefault="00742255" w:rsidP="004A40A7">
      <w:pPr>
        <w:spacing w:after="120"/>
        <w:jc w:val="center"/>
        <w:rPr>
          <w:b/>
          <w:color w:val="000000"/>
          <w:sz w:val="28"/>
          <w:szCs w:val="28"/>
          <w:lang w:val="uk-UA"/>
        </w:rPr>
      </w:pPr>
      <w:r w:rsidRPr="00175EE1">
        <w:rPr>
          <w:b/>
          <w:color w:val="000000"/>
          <w:sz w:val="28"/>
          <w:szCs w:val="28"/>
          <w:lang w:val="uk-UA"/>
        </w:rPr>
        <w:t xml:space="preserve">ПРОГРАМА </w:t>
      </w:r>
    </w:p>
    <w:p w:rsidR="00742255" w:rsidRPr="00175EE1" w:rsidRDefault="00742255" w:rsidP="004A40A7">
      <w:pPr>
        <w:jc w:val="center"/>
        <w:rPr>
          <w:b/>
          <w:color w:val="000000"/>
          <w:sz w:val="28"/>
          <w:szCs w:val="28"/>
          <w:lang w:val="uk-UA"/>
        </w:rPr>
      </w:pPr>
      <w:r w:rsidRPr="00175EE1">
        <w:rPr>
          <w:b/>
          <w:color w:val="000000"/>
          <w:sz w:val="28"/>
          <w:szCs w:val="28"/>
          <w:lang w:val="uk-UA"/>
        </w:rPr>
        <w:t xml:space="preserve">мобілізаційної підготовки, оборонної роботи міста Чернівців </w:t>
      </w:r>
    </w:p>
    <w:p w:rsidR="00742255" w:rsidRPr="00175EE1" w:rsidRDefault="00742255" w:rsidP="004A40A7">
      <w:pPr>
        <w:jc w:val="center"/>
        <w:rPr>
          <w:b/>
          <w:color w:val="000000"/>
          <w:sz w:val="28"/>
          <w:szCs w:val="28"/>
          <w:lang w:val="uk-UA"/>
        </w:rPr>
      </w:pPr>
      <w:r w:rsidRPr="00175EE1">
        <w:rPr>
          <w:b/>
          <w:color w:val="000000"/>
          <w:sz w:val="28"/>
          <w:szCs w:val="28"/>
          <w:lang w:val="uk-UA"/>
        </w:rPr>
        <w:t xml:space="preserve">та шефської допомоги військовим частинам </w:t>
      </w:r>
    </w:p>
    <w:p w:rsidR="00742255" w:rsidRPr="00175EE1" w:rsidRDefault="00742255" w:rsidP="004A40A7">
      <w:pPr>
        <w:jc w:val="center"/>
        <w:rPr>
          <w:b/>
          <w:color w:val="000000"/>
          <w:sz w:val="28"/>
          <w:szCs w:val="28"/>
          <w:lang w:val="uk-UA"/>
        </w:rPr>
      </w:pPr>
      <w:r w:rsidRPr="00175EE1">
        <w:rPr>
          <w:b/>
          <w:color w:val="000000"/>
          <w:sz w:val="28"/>
          <w:szCs w:val="28"/>
          <w:lang w:val="uk-UA"/>
        </w:rPr>
        <w:t xml:space="preserve">А2582, А2308 </w:t>
      </w:r>
      <w:r w:rsidRPr="00175EE1">
        <w:rPr>
          <w:b/>
          <w:color w:val="000000"/>
          <w:sz w:val="28"/>
          <w:szCs w:val="28"/>
        </w:rPr>
        <w:t>та 2195 на 20</w:t>
      </w:r>
      <w:r w:rsidRPr="00175EE1">
        <w:rPr>
          <w:b/>
          <w:color w:val="000000"/>
          <w:sz w:val="28"/>
          <w:szCs w:val="28"/>
          <w:lang w:val="uk-UA"/>
        </w:rPr>
        <w:t>21</w:t>
      </w:r>
      <w:r w:rsidRPr="00175EE1">
        <w:rPr>
          <w:b/>
          <w:color w:val="000000"/>
          <w:sz w:val="28"/>
          <w:szCs w:val="28"/>
        </w:rPr>
        <w:t>-2022 роки</w:t>
      </w:r>
    </w:p>
    <w:p w:rsidR="00742255" w:rsidRPr="004A40A7" w:rsidRDefault="00742255" w:rsidP="004A40A7">
      <w:pPr>
        <w:jc w:val="center"/>
        <w:rPr>
          <w:b/>
          <w:color w:val="000000"/>
          <w:sz w:val="32"/>
          <w:lang w:val="uk-UA"/>
        </w:rPr>
      </w:pPr>
    </w:p>
    <w:p w:rsidR="00742255" w:rsidRPr="004A40A7" w:rsidRDefault="00742255" w:rsidP="004A40A7">
      <w:pPr>
        <w:spacing w:after="120"/>
        <w:jc w:val="center"/>
        <w:rPr>
          <w:b/>
          <w:color w:val="000000"/>
          <w:sz w:val="28"/>
          <w:szCs w:val="28"/>
          <w:lang w:val="uk-UA"/>
        </w:rPr>
      </w:pPr>
    </w:p>
    <w:p w:rsidR="00742255" w:rsidRPr="004A40A7" w:rsidRDefault="00742255" w:rsidP="004A40A7">
      <w:pPr>
        <w:spacing w:after="120"/>
        <w:jc w:val="center"/>
        <w:rPr>
          <w:b/>
          <w:color w:val="000000"/>
          <w:sz w:val="28"/>
          <w:szCs w:val="28"/>
          <w:lang w:val="uk-UA"/>
        </w:rPr>
      </w:pPr>
    </w:p>
    <w:p w:rsidR="00742255" w:rsidRPr="004A40A7" w:rsidRDefault="00742255" w:rsidP="004A40A7">
      <w:pPr>
        <w:spacing w:after="120"/>
        <w:jc w:val="center"/>
        <w:rPr>
          <w:b/>
          <w:color w:val="000000"/>
          <w:sz w:val="28"/>
          <w:szCs w:val="28"/>
          <w:lang w:val="uk-UA"/>
        </w:rPr>
      </w:pPr>
    </w:p>
    <w:p w:rsidR="00742255" w:rsidRPr="004A40A7" w:rsidRDefault="00742255" w:rsidP="004A40A7">
      <w:pPr>
        <w:spacing w:after="120"/>
        <w:jc w:val="center"/>
        <w:rPr>
          <w:b/>
          <w:color w:val="000000"/>
          <w:sz w:val="28"/>
          <w:szCs w:val="28"/>
          <w:lang w:val="uk-UA"/>
        </w:rPr>
      </w:pPr>
    </w:p>
    <w:p w:rsidR="00742255" w:rsidRPr="004A40A7" w:rsidRDefault="00742255" w:rsidP="004A40A7">
      <w:pPr>
        <w:spacing w:after="120"/>
        <w:jc w:val="center"/>
        <w:rPr>
          <w:b/>
          <w:color w:val="000000"/>
          <w:sz w:val="28"/>
          <w:szCs w:val="28"/>
          <w:lang w:val="uk-UA"/>
        </w:rPr>
      </w:pPr>
    </w:p>
    <w:p w:rsidR="00742255" w:rsidRPr="004A40A7" w:rsidRDefault="00742255" w:rsidP="004A40A7">
      <w:pPr>
        <w:spacing w:after="120"/>
        <w:jc w:val="center"/>
        <w:rPr>
          <w:b/>
          <w:color w:val="000000"/>
          <w:sz w:val="28"/>
          <w:szCs w:val="28"/>
          <w:lang w:val="uk-UA"/>
        </w:rPr>
      </w:pPr>
    </w:p>
    <w:p w:rsidR="00742255" w:rsidRPr="004A40A7" w:rsidRDefault="00742255" w:rsidP="004A40A7">
      <w:pPr>
        <w:spacing w:after="120"/>
        <w:jc w:val="center"/>
        <w:rPr>
          <w:b/>
          <w:color w:val="000000"/>
          <w:sz w:val="28"/>
          <w:szCs w:val="28"/>
          <w:lang w:val="uk-UA"/>
        </w:rPr>
      </w:pPr>
    </w:p>
    <w:p w:rsidR="00742255" w:rsidRPr="004A40A7" w:rsidRDefault="00742255" w:rsidP="004A40A7">
      <w:pPr>
        <w:spacing w:after="120"/>
        <w:jc w:val="center"/>
        <w:rPr>
          <w:b/>
          <w:color w:val="000000"/>
          <w:sz w:val="28"/>
          <w:szCs w:val="28"/>
          <w:lang w:val="uk-UA"/>
        </w:rPr>
      </w:pPr>
    </w:p>
    <w:p w:rsidR="00742255" w:rsidRPr="004A40A7" w:rsidRDefault="00742255" w:rsidP="004A40A7">
      <w:pPr>
        <w:spacing w:after="120"/>
        <w:jc w:val="center"/>
        <w:rPr>
          <w:b/>
          <w:color w:val="000000"/>
          <w:sz w:val="28"/>
          <w:szCs w:val="28"/>
          <w:lang w:val="uk-UA"/>
        </w:rPr>
      </w:pPr>
    </w:p>
    <w:p w:rsidR="00742255" w:rsidRPr="004A40A7" w:rsidRDefault="00742255" w:rsidP="004A40A7">
      <w:pPr>
        <w:spacing w:after="120"/>
        <w:jc w:val="center"/>
        <w:rPr>
          <w:b/>
          <w:color w:val="000000"/>
          <w:sz w:val="28"/>
          <w:szCs w:val="28"/>
          <w:lang w:val="uk-UA"/>
        </w:rPr>
      </w:pPr>
    </w:p>
    <w:p w:rsidR="00742255" w:rsidRPr="004A40A7" w:rsidRDefault="00742255" w:rsidP="004A40A7">
      <w:pPr>
        <w:tabs>
          <w:tab w:val="left" w:pos="3980"/>
        </w:tabs>
        <w:spacing w:after="120"/>
        <w:rPr>
          <w:b/>
          <w:color w:val="000000"/>
          <w:sz w:val="28"/>
          <w:szCs w:val="28"/>
          <w:lang w:val="uk-UA"/>
        </w:rPr>
      </w:pPr>
      <w:r w:rsidRPr="004A40A7">
        <w:rPr>
          <w:b/>
          <w:color w:val="000000"/>
          <w:sz w:val="28"/>
          <w:szCs w:val="28"/>
          <w:lang w:val="uk-UA"/>
        </w:rPr>
        <w:tab/>
      </w:r>
    </w:p>
    <w:p w:rsidR="00742255" w:rsidRPr="004A40A7" w:rsidRDefault="00742255" w:rsidP="004A40A7">
      <w:pPr>
        <w:tabs>
          <w:tab w:val="left" w:pos="3980"/>
        </w:tabs>
        <w:spacing w:after="120"/>
        <w:rPr>
          <w:b/>
          <w:color w:val="000000"/>
          <w:sz w:val="28"/>
          <w:szCs w:val="28"/>
          <w:lang w:val="uk-UA"/>
        </w:rPr>
      </w:pPr>
    </w:p>
    <w:p w:rsidR="00742255" w:rsidRPr="004A40A7" w:rsidRDefault="00742255" w:rsidP="004A40A7">
      <w:pPr>
        <w:tabs>
          <w:tab w:val="left" w:pos="3980"/>
        </w:tabs>
        <w:spacing w:after="120"/>
        <w:rPr>
          <w:b/>
          <w:color w:val="000000"/>
          <w:sz w:val="28"/>
          <w:szCs w:val="28"/>
          <w:lang w:val="uk-UA"/>
        </w:rPr>
      </w:pPr>
    </w:p>
    <w:p w:rsidR="00742255" w:rsidRPr="004A40A7" w:rsidRDefault="00742255" w:rsidP="004A40A7">
      <w:pPr>
        <w:tabs>
          <w:tab w:val="left" w:pos="3980"/>
        </w:tabs>
        <w:spacing w:after="120"/>
        <w:rPr>
          <w:b/>
          <w:color w:val="000000"/>
          <w:sz w:val="28"/>
          <w:szCs w:val="28"/>
          <w:lang w:val="uk-UA"/>
        </w:rPr>
      </w:pPr>
    </w:p>
    <w:p w:rsidR="00742255" w:rsidRPr="004A40A7" w:rsidRDefault="00742255" w:rsidP="004A40A7">
      <w:pPr>
        <w:tabs>
          <w:tab w:val="left" w:pos="3980"/>
        </w:tabs>
        <w:spacing w:after="120"/>
        <w:rPr>
          <w:b/>
          <w:color w:val="000000"/>
          <w:sz w:val="28"/>
          <w:szCs w:val="28"/>
          <w:lang w:val="uk-UA"/>
        </w:rPr>
      </w:pPr>
    </w:p>
    <w:p w:rsidR="00742255" w:rsidRPr="004A40A7" w:rsidRDefault="00742255" w:rsidP="004A40A7">
      <w:pPr>
        <w:tabs>
          <w:tab w:val="left" w:pos="3980"/>
        </w:tabs>
        <w:spacing w:after="120"/>
        <w:rPr>
          <w:b/>
          <w:color w:val="000000"/>
          <w:sz w:val="28"/>
          <w:szCs w:val="28"/>
          <w:lang w:val="uk-UA"/>
        </w:rPr>
      </w:pPr>
    </w:p>
    <w:p w:rsidR="00742255" w:rsidRPr="004A40A7" w:rsidRDefault="00742255" w:rsidP="004A40A7">
      <w:pPr>
        <w:jc w:val="center"/>
        <w:rPr>
          <w:b/>
          <w:i/>
          <w:color w:val="000000"/>
          <w:sz w:val="28"/>
          <w:szCs w:val="28"/>
          <w:lang w:val="uk-UA"/>
        </w:rPr>
      </w:pPr>
    </w:p>
    <w:p w:rsidR="00742255" w:rsidRPr="004A40A7" w:rsidRDefault="00742255" w:rsidP="004A40A7">
      <w:pPr>
        <w:jc w:val="center"/>
        <w:rPr>
          <w:b/>
          <w:color w:val="000000"/>
          <w:sz w:val="28"/>
          <w:szCs w:val="28"/>
          <w:lang w:val="uk-UA"/>
        </w:rPr>
      </w:pPr>
      <w:r w:rsidRPr="004A40A7">
        <w:rPr>
          <w:b/>
          <w:color w:val="000000"/>
          <w:sz w:val="28"/>
          <w:szCs w:val="28"/>
          <w:lang w:val="uk-UA"/>
        </w:rPr>
        <w:t>м.Чернівці</w:t>
      </w:r>
    </w:p>
    <w:p w:rsidR="00742255" w:rsidRPr="004A40A7" w:rsidRDefault="00742255" w:rsidP="004A40A7">
      <w:pPr>
        <w:jc w:val="center"/>
        <w:rPr>
          <w:b/>
          <w:i/>
          <w:color w:val="000000"/>
          <w:sz w:val="28"/>
          <w:szCs w:val="28"/>
          <w:lang w:val="uk-UA"/>
        </w:rPr>
      </w:pPr>
    </w:p>
    <w:p w:rsidR="00742255" w:rsidRDefault="00742255" w:rsidP="004A40A7">
      <w:pPr>
        <w:spacing w:after="200"/>
        <w:jc w:val="center"/>
        <w:rPr>
          <w:b/>
          <w:color w:val="000000"/>
          <w:sz w:val="28"/>
          <w:szCs w:val="28"/>
          <w:lang w:val="uk-UA"/>
        </w:rPr>
      </w:pPr>
    </w:p>
    <w:p w:rsidR="00742255" w:rsidRPr="004A40A7" w:rsidRDefault="00742255" w:rsidP="004A40A7">
      <w:pPr>
        <w:spacing w:after="200"/>
        <w:jc w:val="center"/>
        <w:rPr>
          <w:b/>
          <w:color w:val="000000"/>
          <w:sz w:val="28"/>
          <w:szCs w:val="28"/>
          <w:lang w:val="uk-UA"/>
        </w:rPr>
      </w:pPr>
      <w:r w:rsidRPr="004A40A7">
        <w:rPr>
          <w:b/>
          <w:color w:val="000000"/>
          <w:sz w:val="28"/>
          <w:szCs w:val="28"/>
          <w:lang w:val="uk-UA"/>
        </w:rPr>
        <w:t>ЗМІСТ</w:t>
      </w:r>
    </w:p>
    <w:p w:rsidR="00742255" w:rsidRPr="004A40A7" w:rsidRDefault="00742255" w:rsidP="004A40A7">
      <w:pPr>
        <w:spacing w:after="120"/>
        <w:jc w:val="center"/>
        <w:rPr>
          <w:b/>
          <w:color w:val="000000"/>
          <w:lang w:val="uk-UA"/>
        </w:rPr>
      </w:pPr>
    </w:p>
    <w:tbl>
      <w:tblPr>
        <w:tblW w:w="10065" w:type="dxa"/>
        <w:tblInd w:w="-318" w:type="dxa"/>
        <w:tblLayout w:type="fixed"/>
        <w:tblLook w:val="01E0"/>
      </w:tblPr>
      <w:tblGrid>
        <w:gridCol w:w="534"/>
        <w:gridCol w:w="8505"/>
        <w:gridCol w:w="1026"/>
      </w:tblGrid>
      <w:tr w:rsidR="00742255" w:rsidRPr="004A40A7" w:rsidTr="00063F92">
        <w:tc>
          <w:tcPr>
            <w:tcW w:w="534" w:type="dxa"/>
          </w:tcPr>
          <w:p w:rsidR="00742255" w:rsidRPr="004A40A7" w:rsidRDefault="00742255" w:rsidP="004A40A7">
            <w:pPr>
              <w:rPr>
                <w:b/>
                <w:color w:val="000000"/>
                <w:sz w:val="28"/>
                <w:szCs w:val="28"/>
                <w:lang w:val="uk-UA"/>
              </w:rPr>
            </w:pPr>
            <w:r w:rsidRPr="004A40A7">
              <w:rPr>
                <w:b/>
                <w:color w:val="000000"/>
                <w:sz w:val="28"/>
                <w:szCs w:val="28"/>
                <w:lang w:val="uk-UA"/>
              </w:rPr>
              <w:t>1.</w:t>
            </w:r>
          </w:p>
        </w:tc>
        <w:tc>
          <w:tcPr>
            <w:tcW w:w="8505" w:type="dxa"/>
          </w:tcPr>
          <w:p w:rsidR="00742255" w:rsidRPr="004A40A7" w:rsidRDefault="00742255" w:rsidP="004A40A7">
            <w:pPr>
              <w:ind w:right="176"/>
              <w:jc w:val="both"/>
              <w:rPr>
                <w:color w:val="000000"/>
                <w:sz w:val="28"/>
                <w:szCs w:val="32"/>
                <w:lang w:val="uk-UA"/>
              </w:rPr>
            </w:pPr>
            <w:r w:rsidRPr="004A40A7">
              <w:rPr>
                <w:color w:val="000000"/>
                <w:sz w:val="28"/>
                <w:szCs w:val="28"/>
                <w:lang w:val="uk-UA"/>
              </w:rPr>
              <w:t xml:space="preserve">Паспорт Програми мобілізаційної підготовки, оборонної роботи міста Чернівців та шефської допомоги </w:t>
            </w:r>
            <w:r w:rsidRPr="004A40A7">
              <w:rPr>
                <w:color w:val="000000"/>
                <w:sz w:val="28"/>
                <w:szCs w:val="32"/>
                <w:lang w:val="uk-UA"/>
              </w:rPr>
              <w:t>військовим частинам А2582,</w:t>
            </w:r>
          </w:p>
          <w:p w:rsidR="00742255" w:rsidRPr="004A40A7" w:rsidRDefault="00742255" w:rsidP="004A40A7">
            <w:pPr>
              <w:tabs>
                <w:tab w:val="left" w:pos="8255"/>
              </w:tabs>
              <w:ind w:right="34"/>
              <w:jc w:val="both"/>
              <w:rPr>
                <w:color w:val="000000"/>
                <w:sz w:val="28"/>
                <w:szCs w:val="28"/>
                <w:lang w:val="uk-UA"/>
              </w:rPr>
            </w:pPr>
            <w:r w:rsidRPr="004A40A7">
              <w:rPr>
                <w:color w:val="000000"/>
                <w:sz w:val="28"/>
                <w:szCs w:val="32"/>
                <w:lang w:val="uk-UA"/>
              </w:rPr>
              <w:t>А2308</w:t>
            </w:r>
            <w:r w:rsidRPr="004A40A7">
              <w:rPr>
                <w:b/>
                <w:color w:val="000000"/>
                <w:szCs w:val="32"/>
              </w:rPr>
              <w:t xml:space="preserve"> </w:t>
            </w:r>
            <w:r w:rsidRPr="004A40A7">
              <w:rPr>
                <w:color w:val="000000"/>
                <w:sz w:val="28"/>
                <w:szCs w:val="28"/>
              </w:rPr>
              <w:t xml:space="preserve">та </w:t>
            </w:r>
            <w:r w:rsidRPr="004A40A7">
              <w:rPr>
                <w:color w:val="000000"/>
                <w:sz w:val="28"/>
                <w:szCs w:val="28"/>
                <w:lang w:val="en-US"/>
              </w:rPr>
              <w:t>2195</w:t>
            </w:r>
            <w:r w:rsidRPr="004A40A7">
              <w:rPr>
                <w:color w:val="000000"/>
                <w:sz w:val="28"/>
                <w:szCs w:val="28"/>
              </w:rPr>
              <w:t xml:space="preserve"> на 20</w:t>
            </w:r>
            <w:r w:rsidRPr="004A40A7">
              <w:rPr>
                <w:color w:val="000000"/>
                <w:sz w:val="28"/>
                <w:szCs w:val="28"/>
                <w:lang w:val="uk-UA"/>
              </w:rPr>
              <w:t>21</w:t>
            </w:r>
            <w:r w:rsidRPr="004A40A7">
              <w:rPr>
                <w:color w:val="000000"/>
                <w:sz w:val="28"/>
                <w:szCs w:val="28"/>
              </w:rPr>
              <w:t>-2022 роки</w:t>
            </w:r>
            <w:r w:rsidRPr="004A40A7">
              <w:rPr>
                <w:color w:val="000000"/>
                <w:sz w:val="28"/>
                <w:szCs w:val="28"/>
                <w:lang w:val="uk-UA"/>
              </w:rPr>
              <w:t xml:space="preserve"> </w:t>
            </w:r>
          </w:p>
        </w:tc>
        <w:tc>
          <w:tcPr>
            <w:tcW w:w="1026" w:type="dxa"/>
            <w:vAlign w:val="bottom"/>
          </w:tcPr>
          <w:p w:rsidR="00742255" w:rsidRPr="004A40A7" w:rsidRDefault="00742255" w:rsidP="004A40A7">
            <w:pPr>
              <w:jc w:val="right"/>
              <w:rPr>
                <w:b/>
                <w:color w:val="000000"/>
                <w:sz w:val="28"/>
                <w:szCs w:val="28"/>
                <w:lang w:val="uk-UA"/>
              </w:rPr>
            </w:pPr>
            <w:r w:rsidRPr="004A40A7">
              <w:rPr>
                <w:b/>
                <w:color w:val="000000"/>
                <w:sz w:val="28"/>
                <w:szCs w:val="28"/>
                <w:lang w:val="uk-UA"/>
              </w:rPr>
              <w:t>3-4</w:t>
            </w:r>
          </w:p>
        </w:tc>
      </w:tr>
      <w:tr w:rsidR="00742255" w:rsidRPr="004A40A7" w:rsidTr="00063F92">
        <w:tc>
          <w:tcPr>
            <w:tcW w:w="534" w:type="dxa"/>
          </w:tcPr>
          <w:p w:rsidR="00742255" w:rsidRPr="004A40A7" w:rsidRDefault="00742255" w:rsidP="004A40A7">
            <w:pPr>
              <w:rPr>
                <w:b/>
                <w:color w:val="000000"/>
                <w:sz w:val="28"/>
                <w:szCs w:val="28"/>
                <w:lang w:val="uk-UA"/>
              </w:rPr>
            </w:pPr>
            <w:r w:rsidRPr="004A40A7">
              <w:rPr>
                <w:b/>
                <w:color w:val="000000"/>
                <w:sz w:val="28"/>
                <w:szCs w:val="28"/>
                <w:lang w:val="uk-UA"/>
              </w:rPr>
              <w:t>2.</w:t>
            </w:r>
          </w:p>
        </w:tc>
        <w:tc>
          <w:tcPr>
            <w:tcW w:w="8505" w:type="dxa"/>
          </w:tcPr>
          <w:p w:rsidR="00742255" w:rsidRPr="004A40A7" w:rsidRDefault="00742255" w:rsidP="004A40A7">
            <w:pPr>
              <w:rPr>
                <w:color w:val="000000"/>
                <w:sz w:val="28"/>
                <w:szCs w:val="28"/>
                <w:lang w:val="uk-UA" w:eastAsia="en-US"/>
              </w:rPr>
            </w:pPr>
            <w:r w:rsidRPr="004A40A7">
              <w:rPr>
                <w:color w:val="000000"/>
                <w:sz w:val="28"/>
                <w:szCs w:val="28"/>
                <w:lang w:val="uk-UA" w:eastAsia="en-US"/>
              </w:rPr>
              <w:t>Визначення проблеми, на розв’язання якої спрямована програма</w:t>
            </w:r>
          </w:p>
        </w:tc>
        <w:tc>
          <w:tcPr>
            <w:tcW w:w="1026" w:type="dxa"/>
            <w:vAlign w:val="bottom"/>
          </w:tcPr>
          <w:p w:rsidR="00742255" w:rsidRPr="004A40A7" w:rsidRDefault="00742255" w:rsidP="004A40A7">
            <w:pPr>
              <w:jc w:val="right"/>
              <w:rPr>
                <w:b/>
                <w:color w:val="000000"/>
                <w:sz w:val="28"/>
                <w:szCs w:val="28"/>
                <w:lang w:val="uk-UA"/>
              </w:rPr>
            </w:pPr>
            <w:r w:rsidRPr="004A40A7">
              <w:rPr>
                <w:b/>
                <w:color w:val="000000"/>
                <w:sz w:val="28"/>
                <w:szCs w:val="28"/>
                <w:lang w:val="uk-UA"/>
              </w:rPr>
              <w:t>5</w:t>
            </w:r>
          </w:p>
        </w:tc>
      </w:tr>
      <w:tr w:rsidR="00742255" w:rsidRPr="004A40A7" w:rsidTr="00063F92">
        <w:tc>
          <w:tcPr>
            <w:tcW w:w="534" w:type="dxa"/>
          </w:tcPr>
          <w:p w:rsidR="00742255" w:rsidRPr="004A40A7" w:rsidRDefault="00742255" w:rsidP="004A40A7">
            <w:pPr>
              <w:rPr>
                <w:b/>
                <w:color w:val="000000"/>
                <w:sz w:val="28"/>
                <w:szCs w:val="28"/>
                <w:lang w:val="uk-UA"/>
              </w:rPr>
            </w:pPr>
            <w:r w:rsidRPr="004A40A7">
              <w:rPr>
                <w:b/>
                <w:color w:val="000000"/>
                <w:sz w:val="28"/>
                <w:szCs w:val="28"/>
                <w:lang w:val="uk-UA"/>
              </w:rPr>
              <w:t>3.</w:t>
            </w:r>
          </w:p>
        </w:tc>
        <w:tc>
          <w:tcPr>
            <w:tcW w:w="8505" w:type="dxa"/>
          </w:tcPr>
          <w:p w:rsidR="00742255" w:rsidRPr="004A40A7" w:rsidRDefault="00742255" w:rsidP="004A40A7">
            <w:pPr>
              <w:rPr>
                <w:color w:val="000000"/>
                <w:sz w:val="28"/>
                <w:szCs w:val="28"/>
                <w:lang w:val="uk-UA" w:eastAsia="en-US"/>
              </w:rPr>
            </w:pPr>
            <w:r w:rsidRPr="004A40A7">
              <w:rPr>
                <w:color w:val="000000"/>
                <w:sz w:val="28"/>
                <w:szCs w:val="28"/>
                <w:lang w:val="uk-UA" w:eastAsia="en-US"/>
              </w:rPr>
              <w:t>Визначення мети Програми</w:t>
            </w:r>
          </w:p>
        </w:tc>
        <w:tc>
          <w:tcPr>
            <w:tcW w:w="1026" w:type="dxa"/>
            <w:vAlign w:val="bottom"/>
          </w:tcPr>
          <w:p w:rsidR="00742255" w:rsidRPr="004A40A7" w:rsidRDefault="00742255" w:rsidP="004A40A7">
            <w:pPr>
              <w:jc w:val="right"/>
              <w:rPr>
                <w:b/>
                <w:color w:val="000000"/>
                <w:sz w:val="28"/>
                <w:szCs w:val="28"/>
                <w:lang w:val="uk-UA"/>
              </w:rPr>
            </w:pPr>
            <w:r w:rsidRPr="004A40A7">
              <w:rPr>
                <w:b/>
                <w:color w:val="000000"/>
                <w:sz w:val="28"/>
                <w:szCs w:val="28"/>
                <w:lang w:val="uk-UA"/>
              </w:rPr>
              <w:t>5-6</w:t>
            </w:r>
          </w:p>
        </w:tc>
      </w:tr>
      <w:tr w:rsidR="00742255" w:rsidRPr="004A40A7" w:rsidTr="00063F92">
        <w:tc>
          <w:tcPr>
            <w:tcW w:w="534" w:type="dxa"/>
          </w:tcPr>
          <w:p w:rsidR="00742255" w:rsidRPr="004A40A7" w:rsidRDefault="00742255" w:rsidP="004A40A7">
            <w:pPr>
              <w:rPr>
                <w:b/>
                <w:color w:val="000000"/>
                <w:sz w:val="28"/>
                <w:szCs w:val="28"/>
                <w:lang w:val="uk-UA"/>
              </w:rPr>
            </w:pPr>
            <w:r w:rsidRPr="004A40A7">
              <w:rPr>
                <w:b/>
                <w:color w:val="000000"/>
                <w:sz w:val="28"/>
                <w:szCs w:val="28"/>
                <w:lang w:val="uk-UA"/>
              </w:rPr>
              <w:t>4.</w:t>
            </w:r>
          </w:p>
        </w:tc>
        <w:tc>
          <w:tcPr>
            <w:tcW w:w="8505" w:type="dxa"/>
          </w:tcPr>
          <w:p w:rsidR="00742255" w:rsidRPr="004A40A7" w:rsidRDefault="00742255" w:rsidP="004A40A7">
            <w:pPr>
              <w:spacing w:after="120"/>
              <w:rPr>
                <w:color w:val="000000"/>
                <w:sz w:val="28"/>
                <w:szCs w:val="28"/>
                <w:lang w:val="uk-UA" w:eastAsia="en-US"/>
              </w:rPr>
            </w:pPr>
            <w:r w:rsidRPr="004A40A7">
              <w:rPr>
                <w:color w:val="000000"/>
                <w:sz w:val="28"/>
                <w:szCs w:val="28"/>
                <w:lang w:val="uk-UA" w:eastAsia="en-US"/>
              </w:rPr>
              <w:t>Обґрунтування шляхів і засобів розв'язання проблеми, строки виконання Програми</w:t>
            </w:r>
          </w:p>
        </w:tc>
        <w:tc>
          <w:tcPr>
            <w:tcW w:w="1026" w:type="dxa"/>
            <w:vAlign w:val="bottom"/>
          </w:tcPr>
          <w:p w:rsidR="00742255" w:rsidRPr="004A40A7" w:rsidRDefault="00742255" w:rsidP="004A40A7">
            <w:pPr>
              <w:jc w:val="right"/>
              <w:rPr>
                <w:b/>
                <w:color w:val="000000"/>
                <w:sz w:val="28"/>
                <w:szCs w:val="28"/>
                <w:lang w:val="uk-UA"/>
              </w:rPr>
            </w:pPr>
            <w:r w:rsidRPr="004A40A7">
              <w:rPr>
                <w:b/>
                <w:color w:val="000000"/>
                <w:sz w:val="28"/>
                <w:szCs w:val="28"/>
                <w:lang w:val="uk-UA"/>
              </w:rPr>
              <w:t>6</w:t>
            </w:r>
          </w:p>
        </w:tc>
      </w:tr>
      <w:tr w:rsidR="00742255" w:rsidRPr="004A40A7" w:rsidTr="00063F92">
        <w:tc>
          <w:tcPr>
            <w:tcW w:w="534" w:type="dxa"/>
          </w:tcPr>
          <w:p w:rsidR="00742255" w:rsidRPr="004A40A7" w:rsidRDefault="00742255" w:rsidP="004A40A7">
            <w:pPr>
              <w:rPr>
                <w:b/>
                <w:color w:val="000000"/>
                <w:sz w:val="28"/>
                <w:szCs w:val="28"/>
                <w:lang w:val="uk-UA"/>
              </w:rPr>
            </w:pPr>
            <w:r w:rsidRPr="004A40A7">
              <w:rPr>
                <w:b/>
                <w:color w:val="000000"/>
                <w:sz w:val="28"/>
                <w:szCs w:val="28"/>
                <w:lang w:val="uk-UA"/>
              </w:rPr>
              <w:t>5.</w:t>
            </w:r>
          </w:p>
        </w:tc>
        <w:tc>
          <w:tcPr>
            <w:tcW w:w="8505" w:type="dxa"/>
          </w:tcPr>
          <w:p w:rsidR="00742255" w:rsidRPr="004A40A7" w:rsidRDefault="00742255" w:rsidP="004A40A7">
            <w:pPr>
              <w:rPr>
                <w:color w:val="000000"/>
                <w:sz w:val="28"/>
                <w:szCs w:val="28"/>
                <w:lang w:val="uk-UA" w:eastAsia="en-US"/>
              </w:rPr>
            </w:pPr>
            <w:r w:rsidRPr="004A40A7">
              <w:rPr>
                <w:color w:val="000000"/>
                <w:sz w:val="28"/>
                <w:szCs w:val="28"/>
                <w:lang w:val="uk-UA" w:eastAsia="en-US"/>
              </w:rPr>
              <w:t>Перелік завдань Програми та результативні показники</w:t>
            </w:r>
          </w:p>
        </w:tc>
        <w:tc>
          <w:tcPr>
            <w:tcW w:w="1026" w:type="dxa"/>
            <w:vAlign w:val="bottom"/>
          </w:tcPr>
          <w:p w:rsidR="00742255" w:rsidRPr="004A40A7" w:rsidRDefault="00742255" w:rsidP="004A40A7">
            <w:pPr>
              <w:jc w:val="right"/>
              <w:rPr>
                <w:b/>
                <w:color w:val="000000"/>
                <w:sz w:val="28"/>
                <w:szCs w:val="28"/>
                <w:lang w:val="uk-UA"/>
              </w:rPr>
            </w:pPr>
            <w:r w:rsidRPr="004A40A7">
              <w:rPr>
                <w:b/>
                <w:color w:val="000000"/>
                <w:sz w:val="28"/>
                <w:szCs w:val="28"/>
                <w:lang w:val="uk-UA"/>
              </w:rPr>
              <w:t>6-7</w:t>
            </w:r>
          </w:p>
        </w:tc>
      </w:tr>
      <w:tr w:rsidR="00742255" w:rsidRPr="004A40A7" w:rsidTr="00063F92">
        <w:tc>
          <w:tcPr>
            <w:tcW w:w="534" w:type="dxa"/>
          </w:tcPr>
          <w:p w:rsidR="00742255" w:rsidRPr="004A40A7" w:rsidRDefault="00742255" w:rsidP="004A40A7">
            <w:pPr>
              <w:rPr>
                <w:b/>
                <w:color w:val="000000"/>
                <w:sz w:val="28"/>
                <w:szCs w:val="28"/>
                <w:lang w:val="uk-UA"/>
              </w:rPr>
            </w:pPr>
            <w:r w:rsidRPr="004A40A7">
              <w:rPr>
                <w:b/>
                <w:color w:val="000000"/>
                <w:sz w:val="28"/>
                <w:szCs w:val="28"/>
                <w:lang w:val="uk-UA"/>
              </w:rPr>
              <w:t>6.</w:t>
            </w:r>
          </w:p>
        </w:tc>
        <w:tc>
          <w:tcPr>
            <w:tcW w:w="8505" w:type="dxa"/>
          </w:tcPr>
          <w:p w:rsidR="00742255" w:rsidRPr="004A40A7" w:rsidRDefault="00742255" w:rsidP="004A40A7">
            <w:pPr>
              <w:rPr>
                <w:color w:val="000000"/>
                <w:sz w:val="28"/>
                <w:szCs w:val="28"/>
                <w:lang w:val="uk-UA" w:eastAsia="en-US"/>
              </w:rPr>
            </w:pPr>
            <w:r w:rsidRPr="004A40A7">
              <w:rPr>
                <w:color w:val="000000"/>
                <w:sz w:val="28"/>
                <w:szCs w:val="28"/>
                <w:lang w:val="uk-UA" w:eastAsia="en-US"/>
              </w:rPr>
              <w:t>Напрями діяльності та заходи Програми</w:t>
            </w:r>
          </w:p>
        </w:tc>
        <w:tc>
          <w:tcPr>
            <w:tcW w:w="1026" w:type="dxa"/>
            <w:vAlign w:val="bottom"/>
          </w:tcPr>
          <w:p w:rsidR="00742255" w:rsidRPr="004A40A7" w:rsidRDefault="00742255" w:rsidP="004A40A7">
            <w:pPr>
              <w:jc w:val="right"/>
              <w:rPr>
                <w:b/>
                <w:color w:val="000000"/>
                <w:sz w:val="28"/>
                <w:szCs w:val="28"/>
                <w:lang w:val="en-US"/>
              </w:rPr>
            </w:pPr>
            <w:r w:rsidRPr="004A40A7">
              <w:rPr>
                <w:b/>
                <w:color w:val="000000"/>
                <w:sz w:val="28"/>
                <w:szCs w:val="28"/>
                <w:lang w:val="en-US"/>
              </w:rPr>
              <w:t>8</w:t>
            </w:r>
          </w:p>
        </w:tc>
      </w:tr>
      <w:tr w:rsidR="00742255" w:rsidRPr="004A40A7" w:rsidTr="00063F92">
        <w:tc>
          <w:tcPr>
            <w:tcW w:w="534" w:type="dxa"/>
          </w:tcPr>
          <w:p w:rsidR="00742255" w:rsidRPr="004A40A7" w:rsidRDefault="00742255" w:rsidP="004A40A7">
            <w:pPr>
              <w:rPr>
                <w:b/>
                <w:color w:val="000000"/>
                <w:sz w:val="28"/>
                <w:szCs w:val="28"/>
                <w:lang w:val="uk-UA"/>
              </w:rPr>
            </w:pPr>
            <w:r w:rsidRPr="004A40A7">
              <w:rPr>
                <w:b/>
                <w:color w:val="000000"/>
                <w:sz w:val="28"/>
                <w:szCs w:val="28"/>
                <w:lang w:val="uk-UA"/>
              </w:rPr>
              <w:t>7.</w:t>
            </w:r>
          </w:p>
        </w:tc>
        <w:tc>
          <w:tcPr>
            <w:tcW w:w="8505" w:type="dxa"/>
          </w:tcPr>
          <w:p w:rsidR="00742255" w:rsidRPr="004A40A7" w:rsidRDefault="00742255" w:rsidP="004A40A7">
            <w:pPr>
              <w:rPr>
                <w:color w:val="000000"/>
                <w:sz w:val="28"/>
                <w:szCs w:val="28"/>
                <w:lang w:val="uk-UA" w:eastAsia="en-US"/>
              </w:rPr>
            </w:pPr>
            <w:r w:rsidRPr="004A40A7">
              <w:rPr>
                <w:color w:val="000000"/>
                <w:sz w:val="28"/>
                <w:szCs w:val="28"/>
                <w:lang w:val="uk-UA" w:eastAsia="en-US"/>
              </w:rPr>
              <w:t>Координація та контроль за ходом виконання Програми</w:t>
            </w:r>
          </w:p>
        </w:tc>
        <w:tc>
          <w:tcPr>
            <w:tcW w:w="1026" w:type="dxa"/>
            <w:vAlign w:val="bottom"/>
          </w:tcPr>
          <w:p w:rsidR="00742255" w:rsidRPr="004A40A7" w:rsidRDefault="00742255" w:rsidP="004A40A7">
            <w:pPr>
              <w:jc w:val="right"/>
              <w:rPr>
                <w:b/>
                <w:color w:val="000000"/>
                <w:sz w:val="28"/>
                <w:szCs w:val="28"/>
                <w:lang w:val="uk-UA"/>
              </w:rPr>
            </w:pPr>
            <w:r w:rsidRPr="004A40A7">
              <w:rPr>
                <w:b/>
                <w:color w:val="000000"/>
                <w:sz w:val="28"/>
                <w:szCs w:val="28"/>
                <w:lang w:val="uk-UA"/>
              </w:rPr>
              <w:t>8</w:t>
            </w:r>
          </w:p>
        </w:tc>
      </w:tr>
      <w:tr w:rsidR="00742255" w:rsidRPr="004A40A7" w:rsidTr="00063F92">
        <w:tc>
          <w:tcPr>
            <w:tcW w:w="534" w:type="dxa"/>
          </w:tcPr>
          <w:p w:rsidR="00742255" w:rsidRPr="004A40A7" w:rsidRDefault="00742255" w:rsidP="004A40A7">
            <w:pPr>
              <w:rPr>
                <w:b/>
                <w:color w:val="000000"/>
                <w:sz w:val="28"/>
                <w:szCs w:val="28"/>
                <w:lang w:val="uk-UA"/>
              </w:rPr>
            </w:pPr>
          </w:p>
        </w:tc>
        <w:tc>
          <w:tcPr>
            <w:tcW w:w="8505" w:type="dxa"/>
          </w:tcPr>
          <w:p w:rsidR="00742255" w:rsidRPr="004A40A7" w:rsidRDefault="00742255" w:rsidP="004A40A7">
            <w:pPr>
              <w:spacing w:after="240"/>
              <w:ind w:right="176"/>
              <w:jc w:val="both"/>
              <w:rPr>
                <w:color w:val="000000"/>
                <w:sz w:val="28"/>
                <w:szCs w:val="28"/>
                <w:highlight w:val="yellow"/>
                <w:lang w:val="uk-UA"/>
              </w:rPr>
            </w:pPr>
            <w:r w:rsidRPr="004A40A7">
              <w:rPr>
                <w:color w:val="000000"/>
                <w:sz w:val="28"/>
                <w:szCs w:val="28"/>
                <w:lang w:val="uk-UA" w:eastAsia="en-US"/>
              </w:rPr>
              <w:t xml:space="preserve">Додаток 1. Ресурсне забезпечення Програми мобілізаційної підготовки, оборонної роботи міста Чернівців та шефської допомоги військовим частинам </w:t>
            </w:r>
            <w:r w:rsidRPr="004A40A7">
              <w:rPr>
                <w:color w:val="000000"/>
                <w:sz w:val="28"/>
                <w:szCs w:val="32"/>
                <w:lang w:val="uk-UA"/>
              </w:rPr>
              <w:t>А2582, А2308</w:t>
            </w:r>
            <w:r w:rsidRPr="004A40A7">
              <w:rPr>
                <w:b/>
                <w:color w:val="000000"/>
                <w:szCs w:val="32"/>
              </w:rPr>
              <w:t xml:space="preserve"> </w:t>
            </w:r>
            <w:r w:rsidRPr="004A40A7">
              <w:rPr>
                <w:color w:val="000000"/>
                <w:sz w:val="28"/>
                <w:szCs w:val="28"/>
              </w:rPr>
              <w:t>та 2195 на 20</w:t>
            </w:r>
            <w:r w:rsidRPr="004A40A7">
              <w:rPr>
                <w:color w:val="000000"/>
                <w:sz w:val="28"/>
                <w:szCs w:val="28"/>
                <w:lang w:val="uk-UA"/>
              </w:rPr>
              <w:t>21</w:t>
            </w:r>
            <w:r w:rsidRPr="004A40A7">
              <w:rPr>
                <w:color w:val="000000"/>
                <w:sz w:val="28"/>
                <w:szCs w:val="28"/>
              </w:rPr>
              <w:t>-2022 роки</w:t>
            </w:r>
          </w:p>
        </w:tc>
        <w:tc>
          <w:tcPr>
            <w:tcW w:w="1026" w:type="dxa"/>
            <w:vAlign w:val="bottom"/>
          </w:tcPr>
          <w:p w:rsidR="00742255" w:rsidRPr="004A40A7" w:rsidRDefault="00742255" w:rsidP="004A40A7">
            <w:pPr>
              <w:rPr>
                <w:b/>
                <w:color w:val="000000"/>
                <w:sz w:val="28"/>
                <w:szCs w:val="28"/>
                <w:lang w:val="uk-UA"/>
              </w:rPr>
            </w:pPr>
          </w:p>
        </w:tc>
      </w:tr>
      <w:tr w:rsidR="00742255" w:rsidRPr="004A40A7" w:rsidTr="00063F92">
        <w:tc>
          <w:tcPr>
            <w:tcW w:w="534" w:type="dxa"/>
          </w:tcPr>
          <w:p w:rsidR="00742255" w:rsidRPr="004A40A7" w:rsidRDefault="00742255" w:rsidP="004A40A7">
            <w:pPr>
              <w:rPr>
                <w:b/>
                <w:color w:val="000000"/>
                <w:sz w:val="28"/>
                <w:szCs w:val="28"/>
                <w:lang w:val="uk-UA"/>
              </w:rPr>
            </w:pPr>
          </w:p>
        </w:tc>
        <w:tc>
          <w:tcPr>
            <w:tcW w:w="8505" w:type="dxa"/>
          </w:tcPr>
          <w:p w:rsidR="00742255" w:rsidRPr="004A40A7" w:rsidRDefault="00742255" w:rsidP="004A40A7">
            <w:pPr>
              <w:spacing w:after="240"/>
              <w:ind w:right="176"/>
              <w:jc w:val="both"/>
              <w:rPr>
                <w:color w:val="000000"/>
                <w:sz w:val="28"/>
                <w:szCs w:val="28"/>
                <w:highlight w:val="yellow"/>
                <w:lang w:val="uk-UA"/>
              </w:rPr>
            </w:pPr>
            <w:r w:rsidRPr="004A40A7">
              <w:rPr>
                <w:color w:val="000000"/>
                <w:sz w:val="28"/>
                <w:szCs w:val="28"/>
                <w:lang w:val="uk-UA" w:eastAsia="en-US"/>
              </w:rPr>
              <w:t xml:space="preserve">Додаток 2. Результативні показники Програми мобілізаційної підготовки, оборонної роботи міста Чернівців та шефської допомоги військовим частинам </w:t>
            </w:r>
            <w:r w:rsidRPr="004A40A7">
              <w:rPr>
                <w:color w:val="000000"/>
                <w:sz w:val="28"/>
                <w:szCs w:val="32"/>
                <w:lang w:val="uk-UA"/>
              </w:rPr>
              <w:t>А2582, А2308</w:t>
            </w:r>
            <w:r w:rsidRPr="004A40A7">
              <w:rPr>
                <w:b/>
                <w:color w:val="000000"/>
                <w:szCs w:val="32"/>
              </w:rPr>
              <w:t xml:space="preserve"> </w:t>
            </w:r>
            <w:r w:rsidRPr="004A40A7">
              <w:rPr>
                <w:color w:val="000000"/>
                <w:sz w:val="28"/>
                <w:szCs w:val="28"/>
              </w:rPr>
              <w:t>та 2195 на 20</w:t>
            </w:r>
            <w:r w:rsidRPr="004A40A7">
              <w:rPr>
                <w:color w:val="000000"/>
                <w:sz w:val="28"/>
                <w:szCs w:val="28"/>
                <w:lang w:val="uk-UA"/>
              </w:rPr>
              <w:t>21</w:t>
            </w:r>
            <w:r w:rsidRPr="004A40A7">
              <w:rPr>
                <w:color w:val="000000"/>
                <w:sz w:val="28"/>
                <w:szCs w:val="28"/>
              </w:rPr>
              <w:t>-2022 роки</w:t>
            </w:r>
          </w:p>
        </w:tc>
        <w:tc>
          <w:tcPr>
            <w:tcW w:w="1026" w:type="dxa"/>
            <w:vAlign w:val="bottom"/>
          </w:tcPr>
          <w:p w:rsidR="00742255" w:rsidRPr="004A40A7" w:rsidRDefault="00742255" w:rsidP="004A40A7">
            <w:pPr>
              <w:jc w:val="right"/>
              <w:rPr>
                <w:b/>
                <w:color w:val="000000"/>
                <w:sz w:val="28"/>
                <w:szCs w:val="28"/>
                <w:lang w:val="uk-UA"/>
              </w:rPr>
            </w:pPr>
          </w:p>
        </w:tc>
      </w:tr>
      <w:tr w:rsidR="00742255" w:rsidRPr="004A40A7" w:rsidTr="00063F92">
        <w:tc>
          <w:tcPr>
            <w:tcW w:w="534" w:type="dxa"/>
          </w:tcPr>
          <w:p w:rsidR="00742255" w:rsidRPr="004A40A7" w:rsidRDefault="00742255" w:rsidP="004A40A7">
            <w:pPr>
              <w:rPr>
                <w:b/>
                <w:color w:val="000000"/>
                <w:sz w:val="28"/>
                <w:szCs w:val="28"/>
                <w:lang w:val="uk-UA"/>
              </w:rPr>
            </w:pPr>
          </w:p>
        </w:tc>
        <w:tc>
          <w:tcPr>
            <w:tcW w:w="8505" w:type="dxa"/>
          </w:tcPr>
          <w:p w:rsidR="00742255" w:rsidRPr="004A40A7" w:rsidRDefault="00742255" w:rsidP="004A40A7">
            <w:pPr>
              <w:spacing w:after="240"/>
              <w:ind w:right="176"/>
              <w:jc w:val="both"/>
              <w:rPr>
                <w:color w:val="000000"/>
                <w:sz w:val="28"/>
                <w:szCs w:val="28"/>
                <w:highlight w:val="yellow"/>
                <w:lang w:val="uk-UA"/>
              </w:rPr>
            </w:pPr>
            <w:r w:rsidRPr="004A40A7">
              <w:rPr>
                <w:color w:val="000000"/>
                <w:sz w:val="28"/>
                <w:szCs w:val="28"/>
                <w:lang w:val="uk-UA" w:eastAsia="en-US"/>
              </w:rPr>
              <w:t xml:space="preserve">Додаток 3. Напрями діяльності та заходи Програми мобілізаційної підготовки, оборонної роботи міста Чернівців та шефської допомоги військовим частинам </w:t>
            </w:r>
            <w:r w:rsidRPr="004A40A7">
              <w:rPr>
                <w:color w:val="000000"/>
                <w:sz w:val="28"/>
                <w:szCs w:val="32"/>
                <w:lang w:val="uk-UA"/>
              </w:rPr>
              <w:t>А2582, А2308</w:t>
            </w:r>
            <w:r w:rsidRPr="004A40A7">
              <w:rPr>
                <w:b/>
                <w:color w:val="000000"/>
                <w:szCs w:val="32"/>
              </w:rPr>
              <w:t xml:space="preserve"> </w:t>
            </w:r>
            <w:r w:rsidRPr="004A40A7">
              <w:rPr>
                <w:color w:val="000000"/>
                <w:sz w:val="28"/>
                <w:szCs w:val="28"/>
              </w:rPr>
              <w:t>та 2195 на 20</w:t>
            </w:r>
            <w:r w:rsidRPr="004A40A7">
              <w:rPr>
                <w:color w:val="000000"/>
                <w:sz w:val="28"/>
                <w:szCs w:val="28"/>
                <w:lang w:val="uk-UA"/>
              </w:rPr>
              <w:t>21</w:t>
            </w:r>
            <w:r w:rsidRPr="004A40A7">
              <w:rPr>
                <w:color w:val="000000"/>
                <w:sz w:val="28"/>
                <w:szCs w:val="28"/>
              </w:rPr>
              <w:t>-2022 роки</w:t>
            </w:r>
          </w:p>
        </w:tc>
        <w:tc>
          <w:tcPr>
            <w:tcW w:w="1026" w:type="dxa"/>
            <w:vAlign w:val="bottom"/>
          </w:tcPr>
          <w:p w:rsidR="00742255" w:rsidRPr="004A40A7" w:rsidRDefault="00742255" w:rsidP="004A40A7">
            <w:pPr>
              <w:jc w:val="right"/>
              <w:rPr>
                <w:b/>
                <w:color w:val="000000"/>
                <w:sz w:val="28"/>
                <w:szCs w:val="28"/>
                <w:lang w:val="uk-UA"/>
              </w:rPr>
            </w:pPr>
          </w:p>
          <w:p w:rsidR="00742255" w:rsidRPr="004A40A7" w:rsidRDefault="00742255" w:rsidP="004A40A7">
            <w:pPr>
              <w:jc w:val="right"/>
              <w:rPr>
                <w:b/>
                <w:color w:val="000000"/>
                <w:sz w:val="28"/>
                <w:szCs w:val="28"/>
                <w:lang w:val="uk-UA"/>
              </w:rPr>
            </w:pPr>
          </w:p>
        </w:tc>
      </w:tr>
      <w:tr w:rsidR="00742255" w:rsidRPr="004A40A7" w:rsidTr="00063F92">
        <w:tc>
          <w:tcPr>
            <w:tcW w:w="534" w:type="dxa"/>
          </w:tcPr>
          <w:p w:rsidR="00742255" w:rsidRPr="004A40A7" w:rsidRDefault="00742255" w:rsidP="004A40A7">
            <w:pPr>
              <w:rPr>
                <w:b/>
                <w:color w:val="000000"/>
                <w:sz w:val="28"/>
                <w:szCs w:val="28"/>
                <w:lang w:val="uk-UA"/>
              </w:rPr>
            </w:pPr>
          </w:p>
        </w:tc>
        <w:tc>
          <w:tcPr>
            <w:tcW w:w="8505" w:type="dxa"/>
          </w:tcPr>
          <w:p w:rsidR="00742255" w:rsidRPr="004A40A7" w:rsidRDefault="00742255" w:rsidP="004A40A7">
            <w:pPr>
              <w:rPr>
                <w:color w:val="000000"/>
                <w:sz w:val="28"/>
                <w:szCs w:val="28"/>
                <w:highlight w:val="yellow"/>
                <w:lang w:val="uk-UA"/>
              </w:rPr>
            </w:pPr>
          </w:p>
        </w:tc>
        <w:tc>
          <w:tcPr>
            <w:tcW w:w="1026" w:type="dxa"/>
            <w:vAlign w:val="bottom"/>
          </w:tcPr>
          <w:p w:rsidR="00742255" w:rsidRPr="004A40A7" w:rsidRDefault="00742255" w:rsidP="004A40A7">
            <w:pPr>
              <w:jc w:val="right"/>
              <w:rPr>
                <w:b/>
                <w:color w:val="000000"/>
                <w:sz w:val="28"/>
                <w:szCs w:val="28"/>
                <w:highlight w:val="yellow"/>
                <w:lang w:val="uk-UA"/>
              </w:rPr>
            </w:pPr>
          </w:p>
        </w:tc>
      </w:tr>
      <w:tr w:rsidR="00742255" w:rsidRPr="004A40A7" w:rsidTr="00063F92">
        <w:tc>
          <w:tcPr>
            <w:tcW w:w="534" w:type="dxa"/>
          </w:tcPr>
          <w:p w:rsidR="00742255" w:rsidRPr="004A40A7" w:rsidRDefault="00742255" w:rsidP="004A40A7">
            <w:pPr>
              <w:rPr>
                <w:b/>
                <w:color w:val="000000"/>
                <w:sz w:val="28"/>
                <w:szCs w:val="28"/>
                <w:lang w:val="uk-UA"/>
              </w:rPr>
            </w:pPr>
          </w:p>
        </w:tc>
        <w:tc>
          <w:tcPr>
            <w:tcW w:w="8505" w:type="dxa"/>
          </w:tcPr>
          <w:p w:rsidR="00742255" w:rsidRPr="004A40A7" w:rsidRDefault="00742255" w:rsidP="004A40A7">
            <w:pPr>
              <w:rPr>
                <w:color w:val="000000"/>
                <w:sz w:val="28"/>
                <w:szCs w:val="28"/>
                <w:highlight w:val="yellow"/>
                <w:lang w:val="uk-UA"/>
              </w:rPr>
            </w:pPr>
          </w:p>
        </w:tc>
        <w:tc>
          <w:tcPr>
            <w:tcW w:w="1026" w:type="dxa"/>
            <w:vAlign w:val="bottom"/>
          </w:tcPr>
          <w:p w:rsidR="00742255" w:rsidRPr="004A40A7" w:rsidRDefault="00742255" w:rsidP="004A40A7">
            <w:pPr>
              <w:jc w:val="right"/>
              <w:rPr>
                <w:b/>
                <w:color w:val="000000"/>
                <w:sz w:val="28"/>
                <w:szCs w:val="28"/>
                <w:highlight w:val="yellow"/>
                <w:lang w:val="uk-UA"/>
              </w:rPr>
            </w:pPr>
          </w:p>
        </w:tc>
      </w:tr>
      <w:tr w:rsidR="00742255" w:rsidRPr="004A40A7" w:rsidTr="00063F92">
        <w:tc>
          <w:tcPr>
            <w:tcW w:w="534" w:type="dxa"/>
          </w:tcPr>
          <w:p w:rsidR="00742255" w:rsidRPr="004A40A7" w:rsidRDefault="00742255" w:rsidP="004A40A7">
            <w:pPr>
              <w:rPr>
                <w:b/>
                <w:color w:val="000000"/>
                <w:sz w:val="28"/>
                <w:szCs w:val="28"/>
                <w:lang w:val="uk-UA"/>
              </w:rPr>
            </w:pPr>
          </w:p>
        </w:tc>
        <w:tc>
          <w:tcPr>
            <w:tcW w:w="8505" w:type="dxa"/>
          </w:tcPr>
          <w:p w:rsidR="00742255" w:rsidRPr="004A40A7" w:rsidRDefault="00742255" w:rsidP="004A40A7">
            <w:pPr>
              <w:rPr>
                <w:color w:val="000000"/>
                <w:sz w:val="28"/>
                <w:szCs w:val="28"/>
                <w:lang w:val="uk-UA"/>
              </w:rPr>
            </w:pPr>
          </w:p>
        </w:tc>
        <w:tc>
          <w:tcPr>
            <w:tcW w:w="1026" w:type="dxa"/>
            <w:vAlign w:val="bottom"/>
          </w:tcPr>
          <w:p w:rsidR="00742255" w:rsidRPr="004A40A7" w:rsidRDefault="00742255" w:rsidP="004A40A7">
            <w:pPr>
              <w:jc w:val="right"/>
              <w:rPr>
                <w:color w:val="000000"/>
                <w:sz w:val="28"/>
                <w:szCs w:val="28"/>
                <w:highlight w:val="yellow"/>
                <w:lang w:val="uk-UA"/>
              </w:rPr>
            </w:pPr>
          </w:p>
        </w:tc>
      </w:tr>
    </w:tbl>
    <w:p w:rsidR="00742255" w:rsidRPr="004A40A7" w:rsidRDefault="00742255" w:rsidP="004A40A7">
      <w:pPr>
        <w:jc w:val="center"/>
        <w:rPr>
          <w:b/>
          <w:color w:val="000000"/>
          <w:lang w:val="uk-UA"/>
        </w:rPr>
      </w:pPr>
    </w:p>
    <w:p w:rsidR="00742255" w:rsidRPr="004A40A7" w:rsidRDefault="00742255" w:rsidP="004A40A7">
      <w:pPr>
        <w:spacing w:after="120"/>
        <w:jc w:val="center"/>
        <w:rPr>
          <w:b/>
          <w:color w:val="000000"/>
          <w:sz w:val="28"/>
          <w:szCs w:val="28"/>
          <w:lang w:val="uk-UA"/>
        </w:rPr>
      </w:pPr>
      <w:r w:rsidRPr="004A40A7">
        <w:rPr>
          <w:b/>
          <w:color w:val="000000"/>
          <w:lang w:val="uk-UA"/>
        </w:rPr>
        <w:br w:type="page"/>
      </w:r>
      <w:r w:rsidRPr="004A40A7">
        <w:rPr>
          <w:b/>
          <w:color w:val="000000"/>
          <w:sz w:val="28"/>
          <w:szCs w:val="28"/>
          <w:lang w:val="uk-UA"/>
        </w:rPr>
        <w:t>1. ПАСПОРТ</w:t>
      </w:r>
    </w:p>
    <w:p w:rsidR="00742255" w:rsidRPr="004A40A7" w:rsidRDefault="00742255" w:rsidP="004A40A7">
      <w:pPr>
        <w:jc w:val="center"/>
        <w:rPr>
          <w:b/>
          <w:color w:val="000000"/>
          <w:sz w:val="28"/>
          <w:szCs w:val="28"/>
          <w:lang w:val="uk-UA"/>
        </w:rPr>
      </w:pPr>
      <w:r w:rsidRPr="004A40A7">
        <w:rPr>
          <w:b/>
          <w:color w:val="000000"/>
          <w:sz w:val="28"/>
          <w:szCs w:val="28"/>
          <w:lang w:val="uk-UA"/>
        </w:rPr>
        <w:t xml:space="preserve">Програми мобілізаційної підготовки, оборонної роботи </w:t>
      </w:r>
    </w:p>
    <w:p w:rsidR="00742255" w:rsidRPr="004A40A7" w:rsidRDefault="00742255" w:rsidP="004A40A7">
      <w:pPr>
        <w:jc w:val="center"/>
        <w:rPr>
          <w:b/>
          <w:color w:val="000000"/>
          <w:sz w:val="28"/>
          <w:szCs w:val="32"/>
          <w:lang w:val="uk-UA"/>
        </w:rPr>
      </w:pPr>
      <w:r w:rsidRPr="004A40A7">
        <w:rPr>
          <w:b/>
          <w:color w:val="000000"/>
          <w:sz w:val="28"/>
          <w:szCs w:val="28"/>
          <w:lang w:val="uk-UA"/>
        </w:rPr>
        <w:t xml:space="preserve">міста Чернівців та шефської допомоги </w:t>
      </w:r>
      <w:r w:rsidRPr="004A40A7">
        <w:rPr>
          <w:b/>
          <w:color w:val="000000"/>
          <w:sz w:val="28"/>
          <w:szCs w:val="32"/>
          <w:lang w:val="uk-UA"/>
        </w:rPr>
        <w:t xml:space="preserve">військовим частинам </w:t>
      </w:r>
    </w:p>
    <w:p w:rsidR="00742255" w:rsidRPr="004A40A7" w:rsidRDefault="00742255" w:rsidP="004A40A7">
      <w:pPr>
        <w:jc w:val="center"/>
        <w:rPr>
          <w:b/>
          <w:color w:val="000000"/>
          <w:sz w:val="28"/>
          <w:szCs w:val="28"/>
          <w:lang w:val="uk-UA"/>
        </w:rPr>
      </w:pPr>
      <w:r w:rsidRPr="004A40A7">
        <w:rPr>
          <w:b/>
          <w:color w:val="000000"/>
          <w:sz w:val="28"/>
          <w:szCs w:val="32"/>
          <w:lang w:val="uk-UA"/>
        </w:rPr>
        <w:t xml:space="preserve">А2582, </w:t>
      </w:r>
      <w:r w:rsidRPr="004A40A7">
        <w:rPr>
          <w:b/>
          <w:color w:val="000000"/>
          <w:sz w:val="28"/>
          <w:szCs w:val="28"/>
          <w:lang w:val="uk-UA"/>
        </w:rPr>
        <w:t xml:space="preserve">А2308 </w:t>
      </w:r>
      <w:r w:rsidRPr="004A40A7">
        <w:rPr>
          <w:b/>
          <w:color w:val="000000"/>
          <w:sz w:val="28"/>
          <w:szCs w:val="28"/>
        </w:rPr>
        <w:t xml:space="preserve">та </w:t>
      </w:r>
      <w:r w:rsidRPr="004A40A7">
        <w:rPr>
          <w:b/>
          <w:color w:val="000000"/>
          <w:sz w:val="28"/>
          <w:szCs w:val="28"/>
          <w:lang w:val="en-US"/>
        </w:rPr>
        <w:t>2195</w:t>
      </w:r>
      <w:r w:rsidRPr="004A40A7">
        <w:rPr>
          <w:b/>
          <w:color w:val="000000"/>
          <w:sz w:val="28"/>
          <w:szCs w:val="28"/>
        </w:rPr>
        <w:t xml:space="preserve"> на 20</w:t>
      </w:r>
      <w:r w:rsidRPr="004A40A7">
        <w:rPr>
          <w:b/>
          <w:color w:val="000000"/>
          <w:sz w:val="28"/>
          <w:szCs w:val="28"/>
          <w:lang w:val="uk-UA"/>
        </w:rPr>
        <w:t>2</w:t>
      </w:r>
      <w:r w:rsidRPr="004A40A7">
        <w:rPr>
          <w:b/>
          <w:color w:val="000000"/>
          <w:sz w:val="28"/>
          <w:szCs w:val="28"/>
        </w:rPr>
        <w:t>1-2022 роки</w:t>
      </w:r>
    </w:p>
    <w:p w:rsidR="00742255" w:rsidRPr="004A40A7" w:rsidRDefault="00742255" w:rsidP="004A40A7">
      <w:pPr>
        <w:jc w:val="center"/>
        <w:rPr>
          <w:b/>
          <w:color w:val="000000"/>
          <w:sz w:val="28"/>
          <w:szCs w:val="28"/>
          <w:lang w:val="uk-UA"/>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3720"/>
        <w:gridCol w:w="5811"/>
      </w:tblGrid>
      <w:tr w:rsidR="00742255" w:rsidRPr="002B29F6" w:rsidTr="00ED2433">
        <w:trPr>
          <w:cantSplit/>
        </w:trPr>
        <w:tc>
          <w:tcPr>
            <w:tcW w:w="675" w:type="dxa"/>
          </w:tcPr>
          <w:p w:rsidR="00742255" w:rsidRPr="004A40A7" w:rsidRDefault="00742255" w:rsidP="004A40A7">
            <w:pPr>
              <w:jc w:val="center"/>
              <w:rPr>
                <w:color w:val="000000"/>
                <w:sz w:val="26"/>
                <w:szCs w:val="26"/>
                <w:lang w:val="uk-UA"/>
              </w:rPr>
            </w:pPr>
            <w:r w:rsidRPr="004A40A7">
              <w:rPr>
                <w:color w:val="000000"/>
                <w:sz w:val="26"/>
                <w:szCs w:val="26"/>
                <w:lang w:val="uk-UA"/>
              </w:rPr>
              <w:t>1.</w:t>
            </w:r>
          </w:p>
        </w:tc>
        <w:tc>
          <w:tcPr>
            <w:tcW w:w="3720" w:type="dxa"/>
          </w:tcPr>
          <w:p w:rsidR="00742255" w:rsidRPr="004A40A7" w:rsidRDefault="00742255" w:rsidP="004A40A7">
            <w:pPr>
              <w:rPr>
                <w:color w:val="000000"/>
                <w:sz w:val="26"/>
                <w:szCs w:val="26"/>
                <w:lang w:val="uk-UA"/>
              </w:rPr>
            </w:pPr>
            <w:r w:rsidRPr="004A40A7">
              <w:rPr>
                <w:color w:val="000000"/>
                <w:sz w:val="26"/>
                <w:szCs w:val="26"/>
                <w:lang w:val="uk-UA"/>
              </w:rPr>
              <w:t>Ініціатор розроблення Програми</w:t>
            </w:r>
          </w:p>
        </w:tc>
        <w:tc>
          <w:tcPr>
            <w:tcW w:w="5811" w:type="dxa"/>
          </w:tcPr>
          <w:p w:rsidR="00742255" w:rsidRPr="004A40A7" w:rsidRDefault="00742255" w:rsidP="004A40A7">
            <w:pPr>
              <w:jc w:val="both"/>
              <w:rPr>
                <w:color w:val="000000"/>
                <w:sz w:val="26"/>
                <w:szCs w:val="26"/>
                <w:highlight w:val="yellow"/>
                <w:lang w:val="uk-UA"/>
              </w:rPr>
            </w:pPr>
            <w:r w:rsidRPr="004A40A7">
              <w:rPr>
                <w:color w:val="000000"/>
                <w:sz w:val="26"/>
                <w:szCs w:val="26"/>
                <w:lang w:val="uk-UA"/>
              </w:rPr>
              <w:t>Відділ мобілізаційної роботи Чернівецької міської ради</w:t>
            </w:r>
          </w:p>
        </w:tc>
      </w:tr>
      <w:tr w:rsidR="00742255" w:rsidRPr="002B29F6" w:rsidTr="00E42AB7">
        <w:trPr>
          <w:cantSplit/>
          <w:trHeight w:val="3638"/>
        </w:trPr>
        <w:tc>
          <w:tcPr>
            <w:tcW w:w="675" w:type="dxa"/>
          </w:tcPr>
          <w:p w:rsidR="00742255" w:rsidRPr="004A40A7" w:rsidRDefault="00742255" w:rsidP="004A40A7">
            <w:pPr>
              <w:jc w:val="center"/>
              <w:rPr>
                <w:color w:val="000000"/>
                <w:sz w:val="26"/>
                <w:szCs w:val="26"/>
                <w:lang w:val="uk-UA"/>
              </w:rPr>
            </w:pPr>
            <w:r w:rsidRPr="004A40A7">
              <w:rPr>
                <w:color w:val="000000"/>
                <w:sz w:val="26"/>
                <w:szCs w:val="26"/>
                <w:lang w:val="uk-UA"/>
              </w:rPr>
              <w:t>2.</w:t>
            </w:r>
          </w:p>
        </w:tc>
        <w:tc>
          <w:tcPr>
            <w:tcW w:w="3720" w:type="dxa"/>
          </w:tcPr>
          <w:p w:rsidR="00742255" w:rsidRPr="004A40A7" w:rsidRDefault="00742255" w:rsidP="004A40A7">
            <w:pPr>
              <w:rPr>
                <w:color w:val="000000"/>
                <w:sz w:val="26"/>
                <w:szCs w:val="26"/>
                <w:lang w:val="uk-UA"/>
              </w:rPr>
            </w:pPr>
            <w:r w:rsidRPr="004A40A7">
              <w:rPr>
                <w:color w:val="000000"/>
                <w:sz w:val="26"/>
                <w:szCs w:val="26"/>
                <w:lang w:val="uk-UA"/>
              </w:rPr>
              <w:t>Дата, номер і назва нормативних документів</w:t>
            </w:r>
          </w:p>
        </w:tc>
        <w:tc>
          <w:tcPr>
            <w:tcW w:w="5811" w:type="dxa"/>
          </w:tcPr>
          <w:p w:rsidR="00742255" w:rsidRPr="00E42AB7" w:rsidRDefault="00742255" w:rsidP="004A40A7">
            <w:pPr>
              <w:tabs>
                <w:tab w:val="left" w:pos="4820"/>
              </w:tabs>
              <w:ind w:right="-1"/>
              <w:jc w:val="both"/>
              <w:rPr>
                <w:color w:val="000000"/>
                <w:sz w:val="26"/>
                <w:szCs w:val="26"/>
                <w:lang w:val="uk-UA"/>
              </w:rPr>
            </w:pPr>
            <w:r w:rsidRPr="00E42AB7">
              <w:rPr>
                <w:color w:val="000000"/>
                <w:sz w:val="26"/>
                <w:szCs w:val="26"/>
                <w:lang w:val="uk-UA"/>
              </w:rPr>
              <w:t>Закони України «Про місцеве самоврядування в Україні», «Про оборону України», «Про військовий обов’язок і військову службу», «Про мобілізаційну підготовку та мобілізацію», «Про державну прикордонну службу», Указ Президента України «Про шефську допомогу військовим частинам Збройних Сил України, Національної гвардії України та Державної прикордонної служби України» від 11.02.2016 року №44/2016, Постанови Кабінету Міністрів України «Про прикордонний режим»</w:t>
            </w:r>
            <w:r w:rsidRPr="00E42AB7">
              <w:rPr>
                <w:bCs/>
                <w:color w:val="000000"/>
                <w:sz w:val="26"/>
                <w:szCs w:val="26"/>
                <w:lang w:val="uk-UA"/>
              </w:rPr>
              <w:t xml:space="preserve"> від 27</w:t>
            </w:r>
            <w:r>
              <w:rPr>
                <w:bCs/>
                <w:color w:val="000000"/>
                <w:sz w:val="26"/>
                <w:szCs w:val="26"/>
                <w:lang w:val="uk-UA"/>
              </w:rPr>
              <w:t>.07.</w:t>
            </w:r>
            <w:r w:rsidRPr="00E42AB7">
              <w:rPr>
                <w:bCs/>
                <w:color w:val="000000"/>
                <w:sz w:val="26"/>
                <w:szCs w:val="26"/>
                <w:lang w:val="uk-UA"/>
              </w:rPr>
              <w:t xml:space="preserve">1998 р. </w:t>
            </w:r>
            <w:r w:rsidRPr="00E42AB7">
              <w:rPr>
                <w:color w:val="000000"/>
                <w:sz w:val="26"/>
                <w:szCs w:val="26"/>
                <w:lang w:val="uk-UA"/>
              </w:rPr>
              <w:t>№</w:t>
            </w:r>
            <w:r w:rsidRPr="00E42AB7">
              <w:rPr>
                <w:bCs/>
                <w:color w:val="000000"/>
                <w:sz w:val="26"/>
                <w:szCs w:val="26"/>
                <w:lang w:val="uk-UA"/>
              </w:rPr>
              <w:t xml:space="preserve"> 1147</w:t>
            </w:r>
          </w:p>
        </w:tc>
      </w:tr>
      <w:tr w:rsidR="00742255" w:rsidRPr="002B29F6" w:rsidTr="00ED2433">
        <w:trPr>
          <w:cantSplit/>
        </w:trPr>
        <w:tc>
          <w:tcPr>
            <w:tcW w:w="675" w:type="dxa"/>
          </w:tcPr>
          <w:p w:rsidR="00742255" w:rsidRPr="004A40A7" w:rsidRDefault="00742255" w:rsidP="004A40A7">
            <w:pPr>
              <w:jc w:val="center"/>
              <w:rPr>
                <w:color w:val="000000"/>
                <w:sz w:val="26"/>
                <w:szCs w:val="26"/>
                <w:lang w:val="uk-UA"/>
              </w:rPr>
            </w:pPr>
            <w:r w:rsidRPr="004A40A7">
              <w:rPr>
                <w:color w:val="000000"/>
                <w:sz w:val="26"/>
                <w:szCs w:val="26"/>
                <w:lang w:val="uk-UA"/>
              </w:rPr>
              <w:t>3.</w:t>
            </w:r>
          </w:p>
        </w:tc>
        <w:tc>
          <w:tcPr>
            <w:tcW w:w="3720" w:type="dxa"/>
          </w:tcPr>
          <w:p w:rsidR="00742255" w:rsidRPr="004A40A7" w:rsidRDefault="00742255" w:rsidP="004A40A7">
            <w:pPr>
              <w:rPr>
                <w:color w:val="000000"/>
                <w:sz w:val="26"/>
                <w:szCs w:val="26"/>
                <w:lang w:val="uk-UA"/>
              </w:rPr>
            </w:pPr>
            <w:r w:rsidRPr="004A40A7">
              <w:rPr>
                <w:color w:val="000000"/>
                <w:sz w:val="26"/>
                <w:szCs w:val="26"/>
                <w:lang w:val="uk-UA"/>
              </w:rPr>
              <w:t>Розробник Програми</w:t>
            </w:r>
          </w:p>
        </w:tc>
        <w:tc>
          <w:tcPr>
            <w:tcW w:w="5811" w:type="dxa"/>
            <w:vAlign w:val="center"/>
          </w:tcPr>
          <w:p w:rsidR="00742255" w:rsidRPr="004A40A7" w:rsidRDefault="00742255" w:rsidP="004A40A7">
            <w:pPr>
              <w:jc w:val="both"/>
              <w:rPr>
                <w:color w:val="000000"/>
                <w:sz w:val="26"/>
                <w:szCs w:val="26"/>
                <w:lang w:val="uk-UA"/>
              </w:rPr>
            </w:pPr>
            <w:r w:rsidRPr="004A40A7">
              <w:rPr>
                <w:color w:val="000000"/>
                <w:sz w:val="26"/>
                <w:szCs w:val="26"/>
                <w:lang w:val="uk-UA"/>
              </w:rPr>
              <w:t>Відділ мобілізаційної роботи Чернівецької міської ради</w:t>
            </w:r>
          </w:p>
        </w:tc>
      </w:tr>
      <w:tr w:rsidR="00742255" w:rsidRPr="004A40A7" w:rsidTr="00ED2433">
        <w:trPr>
          <w:cantSplit/>
        </w:trPr>
        <w:tc>
          <w:tcPr>
            <w:tcW w:w="675" w:type="dxa"/>
          </w:tcPr>
          <w:p w:rsidR="00742255" w:rsidRPr="004A40A7" w:rsidRDefault="00742255" w:rsidP="004A40A7">
            <w:pPr>
              <w:jc w:val="center"/>
              <w:rPr>
                <w:color w:val="000000"/>
                <w:sz w:val="26"/>
                <w:szCs w:val="26"/>
                <w:lang w:val="uk-UA"/>
              </w:rPr>
            </w:pPr>
            <w:r w:rsidRPr="004A40A7">
              <w:rPr>
                <w:color w:val="000000"/>
                <w:sz w:val="26"/>
                <w:szCs w:val="26"/>
                <w:lang w:val="uk-UA"/>
              </w:rPr>
              <w:t>4.</w:t>
            </w:r>
          </w:p>
        </w:tc>
        <w:tc>
          <w:tcPr>
            <w:tcW w:w="3720" w:type="dxa"/>
          </w:tcPr>
          <w:p w:rsidR="00742255" w:rsidRPr="004A40A7" w:rsidRDefault="00742255" w:rsidP="004A40A7">
            <w:pPr>
              <w:rPr>
                <w:color w:val="000000"/>
                <w:sz w:val="26"/>
                <w:szCs w:val="26"/>
                <w:lang w:val="uk-UA"/>
              </w:rPr>
            </w:pPr>
            <w:r w:rsidRPr="004A40A7">
              <w:rPr>
                <w:color w:val="000000"/>
                <w:sz w:val="26"/>
                <w:szCs w:val="26"/>
                <w:lang w:val="uk-UA"/>
              </w:rPr>
              <w:t>Співрозробники Програми</w:t>
            </w:r>
          </w:p>
        </w:tc>
        <w:tc>
          <w:tcPr>
            <w:tcW w:w="5811" w:type="dxa"/>
            <w:vAlign w:val="center"/>
          </w:tcPr>
          <w:p w:rsidR="00742255" w:rsidRPr="004A40A7" w:rsidRDefault="00742255" w:rsidP="004A40A7">
            <w:pPr>
              <w:jc w:val="both"/>
              <w:rPr>
                <w:color w:val="000000"/>
                <w:sz w:val="26"/>
                <w:szCs w:val="26"/>
                <w:lang w:val="uk-UA"/>
              </w:rPr>
            </w:pPr>
            <w:r w:rsidRPr="004A40A7">
              <w:rPr>
                <w:color w:val="000000"/>
                <w:sz w:val="26"/>
                <w:szCs w:val="26"/>
                <w:lang w:val="uk-UA"/>
              </w:rPr>
              <w:t>Чернівецький міський військовий комісаріат, військова частина А2582, військова частина А2308, військова частина</w:t>
            </w:r>
            <w:r w:rsidRPr="004A40A7">
              <w:rPr>
                <w:b/>
                <w:color w:val="000000"/>
                <w:sz w:val="26"/>
                <w:szCs w:val="26"/>
              </w:rPr>
              <w:t xml:space="preserve"> </w:t>
            </w:r>
            <w:r w:rsidRPr="004A40A7">
              <w:rPr>
                <w:color w:val="000000"/>
                <w:sz w:val="26"/>
                <w:szCs w:val="26"/>
              </w:rPr>
              <w:t>2195</w:t>
            </w:r>
          </w:p>
        </w:tc>
      </w:tr>
      <w:tr w:rsidR="00742255" w:rsidRPr="002B29F6" w:rsidTr="00ED2433">
        <w:trPr>
          <w:cantSplit/>
        </w:trPr>
        <w:tc>
          <w:tcPr>
            <w:tcW w:w="675" w:type="dxa"/>
          </w:tcPr>
          <w:p w:rsidR="00742255" w:rsidRPr="004A40A7" w:rsidRDefault="00742255" w:rsidP="004A40A7">
            <w:pPr>
              <w:jc w:val="center"/>
              <w:rPr>
                <w:color w:val="000000"/>
                <w:sz w:val="26"/>
                <w:szCs w:val="26"/>
                <w:lang w:val="uk-UA"/>
              </w:rPr>
            </w:pPr>
            <w:r w:rsidRPr="004A40A7">
              <w:rPr>
                <w:color w:val="000000"/>
                <w:sz w:val="26"/>
                <w:szCs w:val="26"/>
                <w:lang w:val="uk-UA"/>
              </w:rPr>
              <w:t>5.</w:t>
            </w:r>
          </w:p>
        </w:tc>
        <w:tc>
          <w:tcPr>
            <w:tcW w:w="3720" w:type="dxa"/>
          </w:tcPr>
          <w:p w:rsidR="00742255" w:rsidRPr="004A40A7" w:rsidRDefault="00742255" w:rsidP="004A40A7">
            <w:pPr>
              <w:rPr>
                <w:color w:val="000000"/>
                <w:sz w:val="26"/>
                <w:szCs w:val="26"/>
                <w:lang w:val="uk-UA"/>
              </w:rPr>
            </w:pPr>
            <w:r w:rsidRPr="004A40A7">
              <w:rPr>
                <w:color w:val="000000"/>
                <w:sz w:val="26"/>
                <w:szCs w:val="26"/>
                <w:lang w:val="uk-UA"/>
              </w:rPr>
              <w:t>Відповідальний виконавець Програми</w:t>
            </w:r>
          </w:p>
        </w:tc>
        <w:tc>
          <w:tcPr>
            <w:tcW w:w="5811" w:type="dxa"/>
            <w:vAlign w:val="center"/>
          </w:tcPr>
          <w:p w:rsidR="00742255" w:rsidRPr="00F15E82" w:rsidRDefault="00742255" w:rsidP="004A40A7">
            <w:pPr>
              <w:jc w:val="both"/>
              <w:rPr>
                <w:color w:val="000000"/>
                <w:sz w:val="26"/>
                <w:szCs w:val="26"/>
                <w:lang w:val="uk-UA"/>
              </w:rPr>
            </w:pPr>
            <w:r w:rsidRPr="00F15E82">
              <w:rPr>
                <w:color w:val="000000"/>
                <w:sz w:val="26"/>
                <w:szCs w:val="26"/>
                <w:lang w:val="uk-UA"/>
              </w:rPr>
              <w:t xml:space="preserve">Виконавчий комітет міської ради, департамент житлово-комунального господарства, департамент містобудівного комплексу та земельних відносин, </w:t>
            </w:r>
            <w:r w:rsidRPr="00F15E82">
              <w:rPr>
                <w:sz w:val="26"/>
                <w:szCs w:val="26"/>
                <w:lang w:val="uk-UA"/>
              </w:rPr>
              <w:t>управління забезпечення медичного обслуговування у сфері охорони здоров’я</w:t>
            </w:r>
            <w:r w:rsidRPr="00F15E82">
              <w:rPr>
                <w:color w:val="000000"/>
                <w:sz w:val="26"/>
                <w:szCs w:val="26"/>
                <w:lang w:val="uk-UA"/>
              </w:rPr>
              <w:t>, управління освіти, фінансове управління, відділ мобілізаційної роботи міської ради та інші відповідні виконавчі органи Чернівецької міської ради</w:t>
            </w:r>
          </w:p>
        </w:tc>
      </w:tr>
      <w:tr w:rsidR="00742255" w:rsidRPr="002B29F6" w:rsidTr="00ED2433">
        <w:trPr>
          <w:cantSplit/>
        </w:trPr>
        <w:tc>
          <w:tcPr>
            <w:tcW w:w="675" w:type="dxa"/>
          </w:tcPr>
          <w:p w:rsidR="00742255" w:rsidRPr="004A40A7" w:rsidRDefault="00742255" w:rsidP="004A40A7">
            <w:pPr>
              <w:jc w:val="center"/>
              <w:rPr>
                <w:color w:val="000000"/>
                <w:sz w:val="26"/>
                <w:szCs w:val="26"/>
                <w:lang w:val="uk-UA"/>
              </w:rPr>
            </w:pPr>
            <w:r w:rsidRPr="004A40A7">
              <w:rPr>
                <w:color w:val="000000"/>
                <w:sz w:val="26"/>
                <w:szCs w:val="26"/>
                <w:lang w:val="uk-UA"/>
              </w:rPr>
              <w:t>6.</w:t>
            </w:r>
          </w:p>
        </w:tc>
        <w:tc>
          <w:tcPr>
            <w:tcW w:w="3720" w:type="dxa"/>
          </w:tcPr>
          <w:p w:rsidR="00742255" w:rsidRPr="004A40A7" w:rsidRDefault="00742255" w:rsidP="004A40A7">
            <w:pPr>
              <w:rPr>
                <w:color w:val="000000"/>
                <w:sz w:val="26"/>
                <w:szCs w:val="26"/>
                <w:lang w:val="uk-UA"/>
              </w:rPr>
            </w:pPr>
            <w:r w:rsidRPr="004A40A7">
              <w:rPr>
                <w:color w:val="000000"/>
                <w:sz w:val="26"/>
                <w:szCs w:val="26"/>
                <w:lang w:val="uk-UA"/>
              </w:rPr>
              <w:t xml:space="preserve">Учасники Програми </w:t>
            </w:r>
          </w:p>
        </w:tc>
        <w:tc>
          <w:tcPr>
            <w:tcW w:w="5811" w:type="dxa"/>
            <w:vAlign w:val="center"/>
          </w:tcPr>
          <w:p w:rsidR="00742255" w:rsidRPr="004A40A7" w:rsidRDefault="00742255" w:rsidP="004A40A7">
            <w:pPr>
              <w:jc w:val="both"/>
              <w:rPr>
                <w:color w:val="000000"/>
                <w:sz w:val="26"/>
                <w:szCs w:val="26"/>
                <w:lang w:val="uk-UA"/>
              </w:rPr>
            </w:pPr>
            <w:r w:rsidRPr="004A40A7">
              <w:rPr>
                <w:color w:val="000000"/>
                <w:sz w:val="26"/>
                <w:szCs w:val="26"/>
                <w:lang w:val="uk-UA"/>
              </w:rPr>
              <w:t xml:space="preserve">Чернівецький міський військовий комісаріат, МКП «Реклама», КП «Чернівецьке тролейбусне управління», НКП «Міська поліклініка №5», група по транспортно-господарському обслуговуванню міськрайрад, підрозділи Збройних Сил України, Національної гвардії,  військова частина А2582, військова частина А2308, військова частина 2195, комунальні підприємства Чернівецької міської ради </w:t>
            </w:r>
          </w:p>
        </w:tc>
      </w:tr>
      <w:tr w:rsidR="00742255" w:rsidRPr="004A40A7" w:rsidTr="00ED2433">
        <w:trPr>
          <w:cantSplit/>
        </w:trPr>
        <w:tc>
          <w:tcPr>
            <w:tcW w:w="675" w:type="dxa"/>
          </w:tcPr>
          <w:p w:rsidR="00742255" w:rsidRPr="004A40A7" w:rsidRDefault="00742255" w:rsidP="004A40A7">
            <w:pPr>
              <w:jc w:val="center"/>
              <w:rPr>
                <w:color w:val="000000"/>
                <w:sz w:val="26"/>
                <w:szCs w:val="26"/>
                <w:lang w:val="uk-UA"/>
              </w:rPr>
            </w:pPr>
            <w:r w:rsidRPr="004A40A7">
              <w:rPr>
                <w:color w:val="000000"/>
                <w:sz w:val="26"/>
                <w:szCs w:val="26"/>
                <w:lang w:val="uk-UA"/>
              </w:rPr>
              <w:t>7.</w:t>
            </w:r>
          </w:p>
        </w:tc>
        <w:tc>
          <w:tcPr>
            <w:tcW w:w="3720" w:type="dxa"/>
          </w:tcPr>
          <w:p w:rsidR="00742255" w:rsidRPr="004A40A7" w:rsidRDefault="00742255" w:rsidP="004A40A7">
            <w:pPr>
              <w:rPr>
                <w:color w:val="000000"/>
                <w:sz w:val="26"/>
                <w:szCs w:val="26"/>
                <w:lang w:val="uk-UA"/>
              </w:rPr>
            </w:pPr>
            <w:r w:rsidRPr="004A40A7">
              <w:rPr>
                <w:color w:val="000000"/>
                <w:sz w:val="26"/>
                <w:szCs w:val="26"/>
                <w:lang w:val="uk-UA"/>
              </w:rPr>
              <w:t>Терміни реалізації Програми</w:t>
            </w:r>
          </w:p>
        </w:tc>
        <w:tc>
          <w:tcPr>
            <w:tcW w:w="5811" w:type="dxa"/>
            <w:vAlign w:val="center"/>
          </w:tcPr>
          <w:p w:rsidR="00742255" w:rsidRPr="00F15E82" w:rsidRDefault="00742255" w:rsidP="004A40A7">
            <w:pPr>
              <w:rPr>
                <w:color w:val="000000"/>
                <w:sz w:val="26"/>
                <w:szCs w:val="26"/>
                <w:lang w:val="uk-UA"/>
              </w:rPr>
            </w:pPr>
            <w:r w:rsidRPr="00F15E82">
              <w:rPr>
                <w:color w:val="000000"/>
                <w:sz w:val="26"/>
                <w:szCs w:val="26"/>
                <w:lang w:val="uk-UA"/>
              </w:rPr>
              <w:t>2 роки (2021 - 2022 роки)</w:t>
            </w:r>
          </w:p>
        </w:tc>
      </w:tr>
      <w:tr w:rsidR="00742255" w:rsidRPr="004A40A7" w:rsidTr="00ED2433">
        <w:trPr>
          <w:cantSplit/>
        </w:trPr>
        <w:tc>
          <w:tcPr>
            <w:tcW w:w="675" w:type="dxa"/>
          </w:tcPr>
          <w:p w:rsidR="00742255" w:rsidRPr="004A40A7" w:rsidRDefault="00742255" w:rsidP="004A40A7">
            <w:pPr>
              <w:jc w:val="center"/>
              <w:rPr>
                <w:color w:val="000000"/>
                <w:sz w:val="26"/>
                <w:szCs w:val="26"/>
                <w:lang w:val="uk-UA"/>
              </w:rPr>
            </w:pPr>
            <w:r w:rsidRPr="004A40A7">
              <w:rPr>
                <w:color w:val="000000"/>
                <w:sz w:val="26"/>
                <w:szCs w:val="26"/>
                <w:lang w:val="uk-UA"/>
              </w:rPr>
              <w:t>8.</w:t>
            </w:r>
          </w:p>
        </w:tc>
        <w:tc>
          <w:tcPr>
            <w:tcW w:w="3720" w:type="dxa"/>
          </w:tcPr>
          <w:p w:rsidR="00742255" w:rsidRPr="004A40A7" w:rsidRDefault="00742255" w:rsidP="004A40A7">
            <w:pPr>
              <w:rPr>
                <w:color w:val="000000"/>
                <w:sz w:val="26"/>
                <w:szCs w:val="26"/>
                <w:lang w:val="uk-UA"/>
              </w:rPr>
            </w:pPr>
            <w:r w:rsidRPr="004A40A7">
              <w:rPr>
                <w:color w:val="000000"/>
                <w:sz w:val="26"/>
                <w:szCs w:val="26"/>
                <w:lang w:val="uk-UA"/>
              </w:rPr>
              <w:t>Перелік бюджетів, які приймають участь у виконанні Програми</w:t>
            </w:r>
          </w:p>
        </w:tc>
        <w:tc>
          <w:tcPr>
            <w:tcW w:w="5811" w:type="dxa"/>
          </w:tcPr>
          <w:p w:rsidR="00742255" w:rsidRPr="00F15E82" w:rsidRDefault="00742255" w:rsidP="004A40A7">
            <w:pPr>
              <w:jc w:val="both"/>
              <w:rPr>
                <w:color w:val="000000"/>
                <w:sz w:val="26"/>
                <w:szCs w:val="26"/>
                <w:lang w:val="uk-UA"/>
              </w:rPr>
            </w:pPr>
            <w:r w:rsidRPr="00F15E82">
              <w:rPr>
                <w:bCs/>
                <w:color w:val="000000"/>
                <w:sz w:val="26"/>
                <w:szCs w:val="26"/>
              </w:rPr>
              <w:t>бюджет Чернівецької міської територіальної громади</w:t>
            </w:r>
          </w:p>
        </w:tc>
      </w:tr>
    </w:tbl>
    <w:p w:rsidR="00742255" w:rsidRPr="004A40A7" w:rsidRDefault="00742255" w:rsidP="004A40A7">
      <w:pPr>
        <w:rPr>
          <w:color w:val="000000"/>
          <w:sz w:val="26"/>
          <w:szCs w:val="26"/>
        </w:rPr>
      </w:pPr>
      <w:r w:rsidRPr="004A40A7">
        <w:rPr>
          <w:color w:val="000000"/>
          <w:sz w:val="26"/>
          <w:szCs w:val="26"/>
        </w:rPr>
        <w:br w:type="page"/>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3720"/>
        <w:gridCol w:w="5811"/>
      </w:tblGrid>
      <w:tr w:rsidR="00742255" w:rsidRPr="004A40A7" w:rsidTr="00ED2433">
        <w:trPr>
          <w:cantSplit/>
        </w:trPr>
        <w:tc>
          <w:tcPr>
            <w:tcW w:w="675" w:type="dxa"/>
          </w:tcPr>
          <w:p w:rsidR="00742255" w:rsidRPr="004A40A7" w:rsidRDefault="00742255" w:rsidP="004A40A7">
            <w:pPr>
              <w:jc w:val="center"/>
              <w:rPr>
                <w:color w:val="000000"/>
                <w:sz w:val="26"/>
                <w:szCs w:val="26"/>
                <w:lang w:val="uk-UA"/>
              </w:rPr>
            </w:pPr>
            <w:r w:rsidRPr="004A40A7">
              <w:rPr>
                <w:color w:val="000000"/>
                <w:sz w:val="26"/>
                <w:szCs w:val="26"/>
                <w:lang w:val="uk-UA"/>
              </w:rPr>
              <w:t>9.</w:t>
            </w:r>
          </w:p>
        </w:tc>
        <w:tc>
          <w:tcPr>
            <w:tcW w:w="3720" w:type="dxa"/>
          </w:tcPr>
          <w:p w:rsidR="00742255" w:rsidRPr="004A40A7" w:rsidRDefault="00742255" w:rsidP="004A40A7">
            <w:pPr>
              <w:rPr>
                <w:color w:val="000000"/>
                <w:sz w:val="26"/>
                <w:szCs w:val="26"/>
                <w:lang w:val="uk-UA"/>
              </w:rPr>
            </w:pPr>
            <w:r w:rsidRPr="004A40A7">
              <w:rPr>
                <w:color w:val="000000"/>
                <w:sz w:val="26"/>
                <w:szCs w:val="26"/>
                <w:lang w:val="uk-UA"/>
              </w:rPr>
              <w:t>Загальний обсяг фінансових ресурсів, необхідних для реалізації Програми, всього, </w:t>
            </w:r>
          </w:p>
        </w:tc>
        <w:tc>
          <w:tcPr>
            <w:tcW w:w="5811" w:type="dxa"/>
            <w:vAlign w:val="center"/>
          </w:tcPr>
          <w:p w:rsidR="00742255" w:rsidRPr="004A40A7" w:rsidRDefault="00742255" w:rsidP="004A40A7">
            <w:pPr>
              <w:jc w:val="center"/>
              <w:rPr>
                <w:color w:val="000000"/>
                <w:sz w:val="26"/>
                <w:szCs w:val="26"/>
                <w:lang w:val="uk-UA"/>
              </w:rPr>
            </w:pPr>
            <w:r w:rsidRPr="004A40A7">
              <w:rPr>
                <w:color w:val="000000"/>
                <w:sz w:val="26"/>
                <w:szCs w:val="26"/>
                <w:lang w:val="en-US"/>
              </w:rPr>
              <w:t>2544</w:t>
            </w:r>
            <w:r w:rsidRPr="004A40A7">
              <w:rPr>
                <w:color w:val="000000"/>
                <w:sz w:val="26"/>
                <w:szCs w:val="26"/>
                <w:lang w:val="uk-UA"/>
              </w:rPr>
              <w:t>,</w:t>
            </w:r>
            <w:r w:rsidRPr="004A40A7">
              <w:rPr>
                <w:color w:val="000000"/>
                <w:sz w:val="26"/>
                <w:szCs w:val="26"/>
                <w:lang w:val="en-US"/>
              </w:rPr>
              <w:t>1</w:t>
            </w:r>
            <w:r w:rsidRPr="004A40A7">
              <w:rPr>
                <w:color w:val="000000"/>
                <w:sz w:val="26"/>
                <w:szCs w:val="26"/>
                <w:lang w:val="uk-UA"/>
              </w:rPr>
              <w:t xml:space="preserve"> тис. грн.</w:t>
            </w:r>
          </w:p>
        </w:tc>
      </w:tr>
      <w:tr w:rsidR="00742255" w:rsidRPr="004A40A7" w:rsidTr="00ED2433">
        <w:trPr>
          <w:cantSplit/>
        </w:trPr>
        <w:tc>
          <w:tcPr>
            <w:tcW w:w="675" w:type="dxa"/>
          </w:tcPr>
          <w:p w:rsidR="00742255" w:rsidRPr="004A40A7" w:rsidRDefault="00742255" w:rsidP="004A40A7">
            <w:pPr>
              <w:jc w:val="center"/>
              <w:rPr>
                <w:color w:val="000000"/>
                <w:sz w:val="26"/>
                <w:szCs w:val="26"/>
                <w:lang w:val="uk-UA"/>
              </w:rPr>
            </w:pPr>
          </w:p>
        </w:tc>
        <w:tc>
          <w:tcPr>
            <w:tcW w:w="3720" w:type="dxa"/>
          </w:tcPr>
          <w:p w:rsidR="00742255" w:rsidRPr="004A40A7" w:rsidRDefault="00742255" w:rsidP="004A40A7">
            <w:pPr>
              <w:rPr>
                <w:color w:val="000000"/>
                <w:sz w:val="26"/>
                <w:szCs w:val="26"/>
                <w:lang w:val="uk-UA"/>
              </w:rPr>
            </w:pPr>
            <w:r w:rsidRPr="004A40A7">
              <w:rPr>
                <w:color w:val="000000"/>
                <w:sz w:val="26"/>
                <w:szCs w:val="26"/>
                <w:lang w:val="uk-UA"/>
              </w:rPr>
              <w:t>у тому числі: </w:t>
            </w:r>
          </w:p>
        </w:tc>
        <w:tc>
          <w:tcPr>
            <w:tcW w:w="5811" w:type="dxa"/>
          </w:tcPr>
          <w:p w:rsidR="00742255" w:rsidRPr="004A40A7" w:rsidRDefault="00742255" w:rsidP="004A40A7">
            <w:pPr>
              <w:pStyle w:val="ListParagraph"/>
              <w:tabs>
                <w:tab w:val="left" w:pos="374"/>
              </w:tabs>
              <w:ind w:left="34"/>
              <w:jc w:val="both"/>
              <w:rPr>
                <w:color w:val="000000"/>
                <w:sz w:val="26"/>
                <w:szCs w:val="26"/>
                <w:lang w:val="uk-UA"/>
              </w:rPr>
            </w:pPr>
          </w:p>
        </w:tc>
      </w:tr>
      <w:tr w:rsidR="00742255" w:rsidRPr="004A40A7" w:rsidTr="00ED2433">
        <w:trPr>
          <w:cantSplit/>
        </w:trPr>
        <w:tc>
          <w:tcPr>
            <w:tcW w:w="675" w:type="dxa"/>
          </w:tcPr>
          <w:p w:rsidR="00742255" w:rsidRPr="004A40A7" w:rsidRDefault="00742255" w:rsidP="004A40A7">
            <w:pPr>
              <w:jc w:val="center"/>
              <w:rPr>
                <w:color w:val="000000"/>
                <w:sz w:val="26"/>
                <w:szCs w:val="26"/>
                <w:lang w:val="uk-UA"/>
              </w:rPr>
            </w:pPr>
            <w:r w:rsidRPr="004A40A7">
              <w:rPr>
                <w:color w:val="000000"/>
                <w:sz w:val="26"/>
                <w:szCs w:val="26"/>
                <w:lang w:val="uk-UA"/>
              </w:rPr>
              <w:t>9.1.</w:t>
            </w:r>
          </w:p>
        </w:tc>
        <w:tc>
          <w:tcPr>
            <w:tcW w:w="3720" w:type="dxa"/>
          </w:tcPr>
          <w:p w:rsidR="00742255" w:rsidRPr="004A40A7" w:rsidRDefault="00742255" w:rsidP="00F15E82">
            <w:pPr>
              <w:pStyle w:val="ListParagraph"/>
              <w:numPr>
                <w:ilvl w:val="0"/>
                <w:numId w:val="23"/>
              </w:numPr>
              <w:tabs>
                <w:tab w:val="left" w:pos="195"/>
              </w:tabs>
              <w:ind w:left="34" w:firstLine="0"/>
              <w:jc w:val="both"/>
              <w:rPr>
                <w:color w:val="000000"/>
                <w:sz w:val="26"/>
                <w:szCs w:val="26"/>
                <w:lang w:val="uk-UA"/>
              </w:rPr>
            </w:pPr>
            <w:r w:rsidRPr="00F15E82">
              <w:rPr>
                <w:bCs/>
                <w:color w:val="000000"/>
                <w:sz w:val="26"/>
                <w:szCs w:val="26"/>
              </w:rPr>
              <w:t>бюджет Чернівецької міської територіальної громади</w:t>
            </w:r>
          </w:p>
        </w:tc>
        <w:tc>
          <w:tcPr>
            <w:tcW w:w="5811" w:type="dxa"/>
            <w:vAlign w:val="center"/>
          </w:tcPr>
          <w:p w:rsidR="00742255" w:rsidRPr="004A40A7" w:rsidRDefault="00742255" w:rsidP="004A40A7">
            <w:pPr>
              <w:pStyle w:val="ListParagraph"/>
              <w:tabs>
                <w:tab w:val="left" w:pos="374"/>
              </w:tabs>
              <w:ind w:left="34"/>
              <w:jc w:val="center"/>
              <w:rPr>
                <w:color w:val="000000"/>
                <w:sz w:val="26"/>
                <w:szCs w:val="26"/>
                <w:lang w:val="uk-UA"/>
              </w:rPr>
            </w:pPr>
            <w:r w:rsidRPr="004A40A7">
              <w:rPr>
                <w:color w:val="000000"/>
                <w:sz w:val="26"/>
                <w:szCs w:val="26"/>
                <w:lang w:val="en-US"/>
              </w:rPr>
              <w:t>2544</w:t>
            </w:r>
            <w:r w:rsidRPr="004A40A7">
              <w:rPr>
                <w:color w:val="000000"/>
                <w:sz w:val="26"/>
                <w:szCs w:val="26"/>
                <w:lang w:val="uk-UA"/>
              </w:rPr>
              <w:t>,</w:t>
            </w:r>
            <w:r w:rsidRPr="004A40A7">
              <w:rPr>
                <w:color w:val="000000"/>
                <w:sz w:val="26"/>
                <w:szCs w:val="26"/>
                <w:lang w:val="en-US"/>
              </w:rPr>
              <w:t>1</w:t>
            </w:r>
            <w:r w:rsidRPr="004A40A7">
              <w:rPr>
                <w:color w:val="000000"/>
                <w:sz w:val="26"/>
                <w:szCs w:val="26"/>
                <w:lang w:val="uk-UA"/>
              </w:rPr>
              <w:t xml:space="preserve"> тис. грн.</w:t>
            </w:r>
          </w:p>
        </w:tc>
      </w:tr>
      <w:tr w:rsidR="00742255" w:rsidRPr="004A40A7" w:rsidTr="00ED2433">
        <w:trPr>
          <w:cantSplit/>
        </w:trPr>
        <w:tc>
          <w:tcPr>
            <w:tcW w:w="675" w:type="dxa"/>
          </w:tcPr>
          <w:p w:rsidR="00742255" w:rsidRPr="004A40A7" w:rsidRDefault="00742255" w:rsidP="004A40A7">
            <w:pPr>
              <w:jc w:val="center"/>
              <w:rPr>
                <w:color w:val="000000"/>
                <w:sz w:val="26"/>
                <w:szCs w:val="26"/>
                <w:lang w:val="uk-UA"/>
              </w:rPr>
            </w:pPr>
          </w:p>
        </w:tc>
        <w:tc>
          <w:tcPr>
            <w:tcW w:w="3720" w:type="dxa"/>
          </w:tcPr>
          <w:p w:rsidR="00742255" w:rsidRPr="004A40A7" w:rsidRDefault="00742255" w:rsidP="004A40A7">
            <w:pPr>
              <w:pStyle w:val="ListParagraph"/>
              <w:numPr>
                <w:ilvl w:val="0"/>
                <w:numId w:val="22"/>
              </w:numPr>
              <w:tabs>
                <w:tab w:val="left" w:pos="176"/>
              </w:tabs>
              <w:ind w:left="34" w:firstLine="0"/>
              <w:rPr>
                <w:color w:val="000000"/>
                <w:sz w:val="26"/>
                <w:szCs w:val="26"/>
                <w:lang w:val="uk-UA"/>
              </w:rPr>
            </w:pPr>
            <w:r w:rsidRPr="004A40A7">
              <w:rPr>
                <w:color w:val="000000"/>
                <w:sz w:val="26"/>
                <w:szCs w:val="26"/>
                <w:lang w:val="uk-UA"/>
              </w:rPr>
              <w:t>інші джерела, незаборонені чинним законодавством</w:t>
            </w:r>
          </w:p>
        </w:tc>
        <w:tc>
          <w:tcPr>
            <w:tcW w:w="5811" w:type="dxa"/>
          </w:tcPr>
          <w:p w:rsidR="00742255" w:rsidRPr="004A40A7" w:rsidRDefault="00742255" w:rsidP="001A6291">
            <w:pPr>
              <w:pStyle w:val="ListParagraph"/>
              <w:tabs>
                <w:tab w:val="left" w:pos="374"/>
              </w:tabs>
              <w:ind w:left="34"/>
              <w:jc w:val="center"/>
              <w:rPr>
                <w:color w:val="000000"/>
                <w:sz w:val="26"/>
                <w:szCs w:val="26"/>
                <w:lang w:val="uk-UA"/>
              </w:rPr>
            </w:pPr>
          </w:p>
        </w:tc>
      </w:tr>
    </w:tbl>
    <w:p w:rsidR="00742255" w:rsidRPr="004A40A7" w:rsidRDefault="00742255" w:rsidP="004A40A7">
      <w:pPr>
        <w:jc w:val="center"/>
        <w:rPr>
          <w:b/>
          <w:color w:val="000000"/>
          <w:sz w:val="28"/>
          <w:szCs w:val="28"/>
          <w:lang w:val="uk-UA" w:eastAsia="en-US"/>
        </w:rPr>
      </w:pPr>
      <w:r w:rsidRPr="004A40A7">
        <w:rPr>
          <w:b/>
          <w:color w:val="000000"/>
          <w:sz w:val="28"/>
          <w:szCs w:val="28"/>
          <w:lang w:val="uk-UA"/>
        </w:rPr>
        <w:br w:type="page"/>
        <w:t xml:space="preserve">2. </w:t>
      </w:r>
      <w:r w:rsidRPr="004A40A7">
        <w:rPr>
          <w:b/>
          <w:color w:val="000000"/>
          <w:sz w:val="28"/>
          <w:szCs w:val="28"/>
          <w:lang w:val="uk-UA" w:eastAsia="en-US"/>
        </w:rPr>
        <w:t xml:space="preserve">Визначення проблеми, </w:t>
      </w:r>
    </w:p>
    <w:p w:rsidR="00742255" w:rsidRPr="004A40A7" w:rsidRDefault="00742255" w:rsidP="004A40A7">
      <w:pPr>
        <w:spacing w:after="240"/>
        <w:jc w:val="center"/>
        <w:rPr>
          <w:b/>
          <w:color w:val="000000"/>
          <w:sz w:val="28"/>
          <w:szCs w:val="28"/>
          <w:lang w:val="uk-UA" w:eastAsia="en-US"/>
        </w:rPr>
      </w:pPr>
      <w:r w:rsidRPr="004A40A7">
        <w:rPr>
          <w:b/>
          <w:color w:val="000000"/>
          <w:sz w:val="28"/>
          <w:szCs w:val="28"/>
          <w:lang w:val="uk-UA" w:eastAsia="en-US"/>
        </w:rPr>
        <w:t>на розв’язання якої спрямована програма</w:t>
      </w:r>
    </w:p>
    <w:p w:rsidR="00742255" w:rsidRPr="004A40A7" w:rsidRDefault="00742255" w:rsidP="004A40A7">
      <w:pPr>
        <w:ind w:firstLine="567"/>
        <w:jc w:val="both"/>
        <w:rPr>
          <w:color w:val="000000"/>
          <w:sz w:val="28"/>
          <w:szCs w:val="28"/>
          <w:lang w:val="uk-UA"/>
        </w:rPr>
      </w:pPr>
      <w:r w:rsidRPr="004A40A7">
        <w:rPr>
          <w:color w:val="000000"/>
          <w:sz w:val="28"/>
          <w:szCs w:val="28"/>
          <w:lang w:val="uk-UA"/>
        </w:rPr>
        <w:t xml:space="preserve">Програма мобілізаційної підготовки, оборонної роботи міста Чернівців та шефської допомоги військовим частинам А2582, А2308 та 2195 на 2021-2022 роки (далі – Програма) розроблена відповідно до Законів України «Про місцеве самоврядування в Україні», «Про оборону України», «Про військовий обов’язок і військову службу», «Про мобілізаційну підготовку та мобілізацію», «Про державну прикордонну службу», </w:t>
      </w:r>
      <w:r>
        <w:rPr>
          <w:color w:val="000000"/>
          <w:sz w:val="28"/>
          <w:szCs w:val="28"/>
          <w:lang w:val="uk-UA"/>
        </w:rPr>
        <w:t>У</w:t>
      </w:r>
      <w:r w:rsidRPr="004A40A7">
        <w:rPr>
          <w:color w:val="000000"/>
          <w:sz w:val="28"/>
          <w:szCs w:val="28"/>
          <w:lang w:val="uk-UA"/>
        </w:rPr>
        <w:t xml:space="preserve">казу Президента України «Про шефську допомогу військовим частинам Збройних Сил України, Національної гвардії України </w:t>
      </w:r>
      <w:r w:rsidRPr="00E42AB7">
        <w:rPr>
          <w:color w:val="000000"/>
          <w:sz w:val="28"/>
          <w:szCs w:val="28"/>
          <w:lang w:val="uk-UA"/>
        </w:rPr>
        <w:t xml:space="preserve">та Державної прикордонної служби України» від 11.02.2016 року №44/2016, </w:t>
      </w:r>
      <w:r>
        <w:rPr>
          <w:color w:val="000000"/>
          <w:sz w:val="28"/>
          <w:szCs w:val="28"/>
          <w:lang w:val="uk-UA"/>
        </w:rPr>
        <w:t>п</w:t>
      </w:r>
      <w:r w:rsidRPr="00E42AB7">
        <w:rPr>
          <w:color w:val="000000"/>
          <w:sz w:val="28"/>
          <w:szCs w:val="28"/>
          <w:lang w:val="uk-UA"/>
        </w:rPr>
        <w:t>останови Кабінету Міністрів України</w:t>
      </w:r>
      <w:r w:rsidRPr="00275272">
        <w:rPr>
          <w:bCs/>
          <w:color w:val="000000"/>
          <w:sz w:val="28"/>
          <w:szCs w:val="28"/>
          <w:lang w:val="uk-UA"/>
        </w:rPr>
        <w:t xml:space="preserve"> </w:t>
      </w:r>
      <w:r w:rsidRPr="00E42AB7">
        <w:rPr>
          <w:bCs/>
          <w:color w:val="000000"/>
          <w:sz w:val="28"/>
          <w:szCs w:val="28"/>
          <w:lang w:val="uk-UA"/>
        </w:rPr>
        <w:t>від 27.07.19</w:t>
      </w:r>
      <w:r>
        <w:rPr>
          <w:bCs/>
          <w:color w:val="000000"/>
          <w:sz w:val="28"/>
          <w:szCs w:val="28"/>
          <w:lang w:val="uk-UA"/>
        </w:rPr>
        <w:t xml:space="preserve">98 </w:t>
      </w:r>
      <w:r w:rsidRPr="00E42AB7">
        <w:rPr>
          <w:bCs/>
          <w:color w:val="000000"/>
          <w:sz w:val="28"/>
          <w:szCs w:val="28"/>
          <w:lang w:val="uk-UA"/>
        </w:rPr>
        <w:t>р</w:t>
      </w:r>
      <w:r>
        <w:rPr>
          <w:bCs/>
          <w:color w:val="000000"/>
          <w:sz w:val="28"/>
          <w:szCs w:val="28"/>
          <w:lang w:val="uk-UA"/>
        </w:rPr>
        <w:t>оку</w:t>
      </w:r>
      <w:r w:rsidRPr="00E42AB7">
        <w:rPr>
          <w:bCs/>
          <w:color w:val="000000"/>
          <w:sz w:val="28"/>
          <w:szCs w:val="28"/>
          <w:lang w:val="uk-UA"/>
        </w:rPr>
        <w:t xml:space="preserve"> </w:t>
      </w:r>
      <w:r w:rsidRPr="00E42AB7">
        <w:rPr>
          <w:color w:val="000000"/>
          <w:sz w:val="28"/>
          <w:szCs w:val="28"/>
          <w:lang w:val="uk-UA"/>
        </w:rPr>
        <w:t>№</w:t>
      </w:r>
      <w:r w:rsidRPr="00E42AB7">
        <w:rPr>
          <w:bCs/>
          <w:color w:val="000000"/>
          <w:sz w:val="28"/>
          <w:szCs w:val="28"/>
          <w:lang w:val="uk-UA"/>
        </w:rPr>
        <w:t>1147</w:t>
      </w:r>
      <w:r w:rsidRPr="00E42AB7">
        <w:rPr>
          <w:color w:val="000000"/>
          <w:sz w:val="28"/>
          <w:szCs w:val="28"/>
          <w:lang w:val="uk-UA"/>
        </w:rPr>
        <w:t xml:space="preserve"> «Про прикордонний режим»</w:t>
      </w:r>
      <w:r w:rsidRPr="00E42AB7">
        <w:rPr>
          <w:bCs/>
          <w:color w:val="000000"/>
          <w:sz w:val="28"/>
          <w:szCs w:val="28"/>
          <w:lang w:val="uk-UA"/>
        </w:rPr>
        <w:t>,</w:t>
      </w:r>
      <w:r w:rsidRPr="004A40A7">
        <w:rPr>
          <w:color w:val="000000"/>
          <w:sz w:val="28"/>
          <w:szCs w:val="28"/>
          <w:lang w:val="uk-UA"/>
        </w:rPr>
        <w:t xml:space="preserve"> із урахуванням реального стану мобілізаційної підготовки та мобілізаційної готовності, територіальної оборони міста Чернівців, виконанням завдань по призову на строкову службу,  прийому громадян на військову службу за контрактом. Основною передумовою розробки Програми є зростання соціальної напруги в країні внаслідок втручання Російської Федерації у внутрішні справи України та прийняття низки нормативно-правових актів на загальнодержавному рівні.</w:t>
      </w:r>
    </w:p>
    <w:p w:rsidR="00742255" w:rsidRPr="004A40A7" w:rsidRDefault="00742255" w:rsidP="004A40A7">
      <w:pPr>
        <w:spacing w:after="240"/>
        <w:ind w:firstLine="567"/>
        <w:jc w:val="both"/>
        <w:rPr>
          <w:color w:val="000000"/>
          <w:sz w:val="28"/>
          <w:szCs w:val="28"/>
          <w:lang w:val="uk-UA"/>
        </w:rPr>
      </w:pPr>
      <w:r w:rsidRPr="004A40A7">
        <w:rPr>
          <w:color w:val="000000"/>
          <w:sz w:val="28"/>
          <w:szCs w:val="28"/>
          <w:lang w:val="uk-UA"/>
        </w:rPr>
        <w:t>Вирішити питання мобілізаційної підготовки, мобілізаційної готовності та матеріально-технічного забезпечення, організації призову на строкову військову службу та військову службу за контрактом, налагодження ефективного цивільно-військового співробітництва, піднесення престижу військової служби, сприяння вирішенню питань, пов’язаних із задоволенням соціальних потреб військовослужбовців та забезпечення виконання завдань шефства над військовими частинами, оскільки організацію оборонної роботи у сучасних економічних умовах без фінансування здійснити неможливо.</w:t>
      </w:r>
    </w:p>
    <w:p w:rsidR="00742255" w:rsidRPr="004A40A7" w:rsidRDefault="00742255" w:rsidP="004A40A7">
      <w:pPr>
        <w:spacing w:after="240"/>
        <w:jc w:val="center"/>
        <w:rPr>
          <w:b/>
          <w:color w:val="000000"/>
          <w:sz w:val="28"/>
          <w:szCs w:val="28"/>
          <w:lang w:val="uk-UA"/>
        </w:rPr>
      </w:pPr>
      <w:r w:rsidRPr="004A40A7">
        <w:rPr>
          <w:b/>
          <w:color w:val="000000"/>
          <w:sz w:val="28"/>
          <w:szCs w:val="28"/>
          <w:lang w:val="uk-UA"/>
        </w:rPr>
        <w:t xml:space="preserve">3. </w:t>
      </w:r>
      <w:r w:rsidRPr="004A40A7">
        <w:rPr>
          <w:b/>
          <w:color w:val="000000"/>
          <w:sz w:val="28"/>
          <w:szCs w:val="28"/>
          <w:lang w:val="uk-UA" w:eastAsia="en-US"/>
        </w:rPr>
        <w:t>Визначення мети Програми</w:t>
      </w:r>
    </w:p>
    <w:p w:rsidR="00742255" w:rsidRPr="004A40A7" w:rsidRDefault="00742255" w:rsidP="004A40A7">
      <w:pPr>
        <w:pStyle w:val="2"/>
        <w:numPr>
          <w:ilvl w:val="0"/>
          <w:numId w:val="28"/>
        </w:numPr>
        <w:shd w:val="clear" w:color="auto" w:fill="auto"/>
        <w:tabs>
          <w:tab w:val="left" w:pos="1134"/>
        </w:tabs>
        <w:spacing w:after="120" w:line="240" w:lineRule="auto"/>
        <w:ind w:left="0" w:firstLine="567"/>
        <w:rPr>
          <w:color w:val="000000"/>
          <w:sz w:val="28"/>
          <w:szCs w:val="28"/>
        </w:rPr>
      </w:pPr>
      <w:r w:rsidRPr="004A40A7">
        <w:rPr>
          <w:color w:val="000000"/>
          <w:sz w:val="28"/>
          <w:szCs w:val="28"/>
        </w:rPr>
        <w:t>Мета Програми є:</w:t>
      </w:r>
    </w:p>
    <w:p w:rsidR="00742255" w:rsidRPr="004A40A7" w:rsidRDefault="00742255" w:rsidP="004A40A7">
      <w:pPr>
        <w:pStyle w:val="ListParagraph"/>
        <w:numPr>
          <w:ilvl w:val="0"/>
          <w:numId w:val="30"/>
        </w:numPr>
        <w:tabs>
          <w:tab w:val="left" w:pos="1276"/>
        </w:tabs>
        <w:contextualSpacing w:val="0"/>
        <w:jc w:val="both"/>
        <w:rPr>
          <w:vanish/>
          <w:color w:val="000000"/>
          <w:sz w:val="28"/>
          <w:szCs w:val="28"/>
          <w:lang w:val="uk-UA" w:eastAsia="en-US"/>
        </w:rPr>
      </w:pPr>
    </w:p>
    <w:p w:rsidR="00742255" w:rsidRPr="004A40A7" w:rsidRDefault="00742255" w:rsidP="004A40A7">
      <w:pPr>
        <w:pStyle w:val="ListParagraph"/>
        <w:numPr>
          <w:ilvl w:val="0"/>
          <w:numId w:val="30"/>
        </w:numPr>
        <w:tabs>
          <w:tab w:val="left" w:pos="1276"/>
        </w:tabs>
        <w:contextualSpacing w:val="0"/>
        <w:jc w:val="both"/>
        <w:rPr>
          <w:vanish/>
          <w:color w:val="000000"/>
          <w:sz w:val="28"/>
          <w:szCs w:val="28"/>
          <w:lang w:val="uk-UA" w:eastAsia="en-US"/>
        </w:rPr>
      </w:pPr>
    </w:p>
    <w:p w:rsidR="00742255" w:rsidRPr="004A40A7" w:rsidRDefault="00742255" w:rsidP="004A40A7">
      <w:pPr>
        <w:pStyle w:val="ListParagraph"/>
        <w:numPr>
          <w:ilvl w:val="1"/>
          <w:numId w:val="30"/>
        </w:numPr>
        <w:tabs>
          <w:tab w:val="left" w:pos="1276"/>
        </w:tabs>
        <w:contextualSpacing w:val="0"/>
        <w:jc w:val="both"/>
        <w:rPr>
          <w:vanish/>
          <w:color w:val="000000"/>
          <w:sz w:val="28"/>
          <w:szCs w:val="28"/>
          <w:lang w:val="uk-UA" w:eastAsia="en-US"/>
        </w:rPr>
      </w:pPr>
    </w:p>
    <w:p w:rsidR="00742255" w:rsidRPr="004A40A7" w:rsidRDefault="00742255" w:rsidP="004A40A7">
      <w:pPr>
        <w:pStyle w:val="2"/>
        <w:numPr>
          <w:ilvl w:val="2"/>
          <w:numId w:val="30"/>
        </w:numPr>
        <w:shd w:val="clear" w:color="auto" w:fill="auto"/>
        <w:tabs>
          <w:tab w:val="left" w:pos="1276"/>
        </w:tabs>
        <w:spacing w:after="0" w:line="240" w:lineRule="auto"/>
        <w:ind w:left="0" w:firstLine="567"/>
        <w:rPr>
          <w:color w:val="000000"/>
          <w:sz w:val="28"/>
          <w:szCs w:val="28"/>
        </w:rPr>
      </w:pPr>
      <w:r w:rsidRPr="004A40A7">
        <w:rPr>
          <w:color w:val="000000"/>
          <w:sz w:val="28"/>
          <w:szCs w:val="28"/>
        </w:rPr>
        <w:t>Підтримання мобілізаційної готовності у місті на належному рівні, необхідному для виконання завдань за призначенням.</w:t>
      </w:r>
    </w:p>
    <w:p w:rsidR="00742255" w:rsidRPr="004A40A7" w:rsidRDefault="00742255" w:rsidP="004A40A7">
      <w:pPr>
        <w:pStyle w:val="2"/>
        <w:numPr>
          <w:ilvl w:val="2"/>
          <w:numId w:val="30"/>
        </w:numPr>
        <w:shd w:val="clear" w:color="auto" w:fill="auto"/>
        <w:tabs>
          <w:tab w:val="left" w:pos="1276"/>
        </w:tabs>
        <w:spacing w:after="0" w:line="240" w:lineRule="auto"/>
        <w:ind w:left="0" w:firstLine="567"/>
        <w:rPr>
          <w:color w:val="000000"/>
          <w:sz w:val="28"/>
          <w:szCs w:val="28"/>
        </w:rPr>
      </w:pPr>
      <w:r w:rsidRPr="004A40A7">
        <w:rPr>
          <w:color w:val="000000"/>
          <w:sz w:val="28"/>
          <w:szCs w:val="28"/>
        </w:rPr>
        <w:t>Створення належних умов для якісної роботи призовної комісії.</w:t>
      </w:r>
    </w:p>
    <w:p w:rsidR="00742255" w:rsidRPr="004A40A7" w:rsidRDefault="00742255" w:rsidP="004A40A7">
      <w:pPr>
        <w:pStyle w:val="2"/>
        <w:numPr>
          <w:ilvl w:val="2"/>
          <w:numId w:val="30"/>
        </w:numPr>
        <w:shd w:val="clear" w:color="auto" w:fill="auto"/>
        <w:tabs>
          <w:tab w:val="left" w:pos="1276"/>
        </w:tabs>
        <w:spacing w:after="0" w:line="240" w:lineRule="auto"/>
        <w:ind w:left="0" w:firstLine="567"/>
        <w:rPr>
          <w:color w:val="000000"/>
          <w:sz w:val="28"/>
          <w:szCs w:val="28"/>
        </w:rPr>
      </w:pPr>
      <w:r w:rsidRPr="004A40A7">
        <w:rPr>
          <w:color w:val="000000"/>
          <w:sz w:val="28"/>
          <w:szCs w:val="28"/>
        </w:rPr>
        <w:t>Здійснення заходів інформаційно-роз’яснювальної та агітаційної роботи щодо проходження строкової військової служби та військової служби за контрактом.</w:t>
      </w:r>
    </w:p>
    <w:p w:rsidR="00742255" w:rsidRPr="004A40A7" w:rsidRDefault="00742255" w:rsidP="004A40A7">
      <w:pPr>
        <w:pStyle w:val="2"/>
        <w:numPr>
          <w:ilvl w:val="2"/>
          <w:numId w:val="30"/>
        </w:numPr>
        <w:shd w:val="clear" w:color="auto" w:fill="auto"/>
        <w:tabs>
          <w:tab w:val="left" w:pos="1276"/>
        </w:tabs>
        <w:spacing w:after="0" w:line="240" w:lineRule="auto"/>
        <w:ind w:left="0" w:firstLine="567"/>
        <w:rPr>
          <w:color w:val="000000"/>
          <w:sz w:val="28"/>
          <w:szCs w:val="28"/>
        </w:rPr>
      </w:pPr>
      <w:r w:rsidRPr="004A40A7">
        <w:rPr>
          <w:color w:val="000000"/>
          <w:sz w:val="28"/>
          <w:szCs w:val="28"/>
        </w:rPr>
        <w:t>Сприяння матеріально-технічному забезпеченню військових формувань, підрозділів оборони міста, співпраці Чернівецької міської ради, Чернівецького  міського військового комісаріату, правоохоронних органів, обслуговуючих організацій, підприємств і установ щодо забезпечення роботи призовної комісії та мобілізаційної підготовки місцевого значення.</w:t>
      </w:r>
    </w:p>
    <w:p w:rsidR="00742255" w:rsidRPr="004A40A7" w:rsidRDefault="00742255" w:rsidP="004A40A7">
      <w:pPr>
        <w:pStyle w:val="2"/>
        <w:numPr>
          <w:ilvl w:val="2"/>
          <w:numId w:val="30"/>
        </w:numPr>
        <w:shd w:val="clear" w:color="auto" w:fill="auto"/>
        <w:tabs>
          <w:tab w:val="left" w:pos="1276"/>
        </w:tabs>
        <w:spacing w:after="0" w:line="240" w:lineRule="auto"/>
        <w:ind w:left="0" w:firstLine="567"/>
        <w:rPr>
          <w:color w:val="000000"/>
          <w:sz w:val="28"/>
          <w:szCs w:val="28"/>
        </w:rPr>
      </w:pPr>
      <w:r w:rsidRPr="004A40A7">
        <w:rPr>
          <w:color w:val="000000"/>
          <w:sz w:val="28"/>
          <w:szCs w:val="28"/>
        </w:rPr>
        <w:t>Задоволення культурних</w:t>
      </w:r>
      <w:r w:rsidRPr="004A40A7">
        <w:rPr>
          <w:color w:val="000000"/>
          <w:sz w:val="28"/>
          <w:szCs w:val="28"/>
          <w:lang w:val="uk-UA"/>
        </w:rPr>
        <w:t>,</w:t>
      </w:r>
      <w:r w:rsidRPr="004A40A7">
        <w:rPr>
          <w:color w:val="000000"/>
          <w:sz w:val="28"/>
          <w:szCs w:val="28"/>
        </w:rPr>
        <w:t xml:space="preserve"> духовних </w:t>
      </w:r>
      <w:r w:rsidRPr="004A40A7">
        <w:rPr>
          <w:color w:val="000000"/>
          <w:sz w:val="28"/>
          <w:szCs w:val="28"/>
          <w:lang w:val="uk-UA"/>
        </w:rPr>
        <w:t xml:space="preserve">та соціально-побутових </w:t>
      </w:r>
      <w:r w:rsidRPr="004A40A7">
        <w:rPr>
          <w:color w:val="000000"/>
          <w:sz w:val="28"/>
          <w:szCs w:val="28"/>
        </w:rPr>
        <w:t>потреб військовослужбовців</w:t>
      </w:r>
      <w:r w:rsidRPr="004A40A7">
        <w:rPr>
          <w:color w:val="000000"/>
          <w:sz w:val="28"/>
          <w:szCs w:val="28"/>
          <w:lang w:val="uk-UA"/>
        </w:rPr>
        <w:t>, створення належних умов несення служби.</w:t>
      </w:r>
    </w:p>
    <w:p w:rsidR="00742255" w:rsidRPr="004A40A7" w:rsidRDefault="00742255" w:rsidP="004A40A7">
      <w:pPr>
        <w:pStyle w:val="2"/>
        <w:numPr>
          <w:ilvl w:val="2"/>
          <w:numId w:val="30"/>
        </w:numPr>
        <w:shd w:val="clear" w:color="auto" w:fill="auto"/>
        <w:tabs>
          <w:tab w:val="left" w:pos="1276"/>
        </w:tabs>
        <w:spacing w:after="120" w:line="240" w:lineRule="auto"/>
        <w:ind w:left="0" w:firstLine="567"/>
        <w:rPr>
          <w:color w:val="000000"/>
          <w:sz w:val="28"/>
          <w:szCs w:val="28"/>
        </w:rPr>
      </w:pPr>
      <w:r w:rsidRPr="004A40A7">
        <w:rPr>
          <w:color w:val="000000"/>
          <w:sz w:val="28"/>
          <w:szCs w:val="28"/>
        </w:rPr>
        <w:t>Налагодження ефективного цивільно–військового співробітництва.</w:t>
      </w:r>
    </w:p>
    <w:p w:rsidR="00742255" w:rsidRPr="004A40A7" w:rsidRDefault="00742255" w:rsidP="004A40A7">
      <w:pPr>
        <w:pStyle w:val="2"/>
        <w:numPr>
          <w:ilvl w:val="0"/>
          <w:numId w:val="28"/>
        </w:numPr>
        <w:shd w:val="clear" w:color="auto" w:fill="auto"/>
        <w:tabs>
          <w:tab w:val="left" w:pos="1134"/>
        </w:tabs>
        <w:spacing w:after="120" w:line="240" w:lineRule="auto"/>
        <w:ind w:left="0" w:firstLine="567"/>
        <w:rPr>
          <w:color w:val="000000"/>
          <w:sz w:val="28"/>
          <w:szCs w:val="28"/>
        </w:rPr>
      </w:pPr>
      <w:r w:rsidRPr="004A40A7">
        <w:rPr>
          <w:color w:val="000000"/>
          <w:sz w:val="28"/>
          <w:szCs w:val="28"/>
        </w:rPr>
        <w:t xml:space="preserve">Програма покликана вирішити проблему забезпечення обороноздатності військових частин </w:t>
      </w:r>
      <w:r w:rsidRPr="004A40A7">
        <w:rPr>
          <w:color w:val="000000"/>
          <w:sz w:val="28"/>
          <w:szCs w:val="28"/>
          <w:lang w:val="uk-UA"/>
        </w:rPr>
        <w:t xml:space="preserve">А2582, А2308 та </w:t>
      </w:r>
      <w:r w:rsidRPr="004A40A7">
        <w:rPr>
          <w:color w:val="000000"/>
          <w:sz w:val="28"/>
          <w:szCs w:val="28"/>
        </w:rPr>
        <w:t>2195, територіальної оборони та мобілізаційної підготовки у місті Чернівцях на 20</w:t>
      </w:r>
      <w:r w:rsidRPr="004A40A7">
        <w:rPr>
          <w:color w:val="000000"/>
          <w:sz w:val="28"/>
          <w:szCs w:val="28"/>
          <w:lang w:val="uk-UA"/>
        </w:rPr>
        <w:t>21</w:t>
      </w:r>
      <w:r w:rsidRPr="004A40A7">
        <w:rPr>
          <w:color w:val="000000"/>
          <w:sz w:val="28"/>
          <w:szCs w:val="28"/>
        </w:rPr>
        <w:t>-2022 роки.</w:t>
      </w:r>
    </w:p>
    <w:p w:rsidR="00742255" w:rsidRPr="004A40A7" w:rsidRDefault="00742255" w:rsidP="004A40A7">
      <w:pPr>
        <w:pStyle w:val="2"/>
        <w:numPr>
          <w:ilvl w:val="0"/>
          <w:numId w:val="28"/>
        </w:numPr>
        <w:shd w:val="clear" w:color="auto" w:fill="auto"/>
        <w:tabs>
          <w:tab w:val="left" w:pos="1134"/>
        </w:tabs>
        <w:spacing w:after="240" w:line="240" w:lineRule="auto"/>
        <w:ind w:left="0" w:firstLine="544"/>
        <w:rPr>
          <w:color w:val="000000"/>
          <w:sz w:val="28"/>
          <w:szCs w:val="28"/>
        </w:rPr>
      </w:pPr>
      <w:r w:rsidRPr="004A40A7">
        <w:rPr>
          <w:color w:val="000000"/>
          <w:sz w:val="28"/>
          <w:szCs w:val="28"/>
        </w:rPr>
        <w:t>Програма містить заходи, спрямовані на досягнення готовності органів місцевого самоврядування, підприємств, установ і організацій міста до функціонування в особливий період, забезпечення мобілізаційних заходів на території міста.</w:t>
      </w:r>
    </w:p>
    <w:p w:rsidR="00742255" w:rsidRPr="004A40A7" w:rsidRDefault="00742255" w:rsidP="004A40A7">
      <w:pPr>
        <w:pStyle w:val="32"/>
        <w:shd w:val="clear" w:color="auto" w:fill="auto"/>
        <w:tabs>
          <w:tab w:val="left" w:pos="1134"/>
        </w:tabs>
        <w:spacing w:before="0" w:line="240" w:lineRule="auto"/>
        <w:jc w:val="center"/>
        <w:rPr>
          <w:b/>
          <w:color w:val="000000"/>
          <w:sz w:val="28"/>
          <w:szCs w:val="28"/>
        </w:rPr>
      </w:pPr>
      <w:r w:rsidRPr="004A40A7">
        <w:rPr>
          <w:b/>
          <w:color w:val="000000"/>
          <w:sz w:val="28"/>
          <w:szCs w:val="28"/>
        </w:rPr>
        <w:t xml:space="preserve">4. Обґрунтування шляхів і засобів розв'язання проблеми, </w:t>
      </w:r>
    </w:p>
    <w:p w:rsidR="00742255" w:rsidRPr="004A40A7" w:rsidRDefault="00742255" w:rsidP="004A40A7">
      <w:pPr>
        <w:pStyle w:val="2"/>
        <w:shd w:val="clear" w:color="auto" w:fill="auto"/>
        <w:tabs>
          <w:tab w:val="left" w:pos="1134"/>
        </w:tabs>
        <w:spacing w:after="240" w:line="240" w:lineRule="auto"/>
        <w:jc w:val="center"/>
        <w:rPr>
          <w:b/>
          <w:color w:val="000000"/>
          <w:sz w:val="28"/>
          <w:szCs w:val="28"/>
        </w:rPr>
      </w:pPr>
      <w:r w:rsidRPr="004A40A7">
        <w:rPr>
          <w:b/>
          <w:color w:val="000000"/>
          <w:sz w:val="28"/>
          <w:szCs w:val="28"/>
        </w:rPr>
        <w:t>строки виконання Програми</w:t>
      </w:r>
    </w:p>
    <w:p w:rsidR="00742255" w:rsidRPr="004A40A7" w:rsidRDefault="00742255" w:rsidP="004A40A7">
      <w:pPr>
        <w:pStyle w:val="2"/>
        <w:numPr>
          <w:ilvl w:val="1"/>
          <w:numId w:val="27"/>
        </w:numPr>
        <w:shd w:val="clear" w:color="auto" w:fill="auto"/>
        <w:tabs>
          <w:tab w:val="left" w:pos="1134"/>
        </w:tabs>
        <w:spacing w:before="120" w:after="120" w:line="240" w:lineRule="auto"/>
        <w:ind w:left="0" w:firstLine="567"/>
        <w:rPr>
          <w:color w:val="000000"/>
          <w:sz w:val="28"/>
          <w:szCs w:val="28"/>
        </w:rPr>
      </w:pPr>
      <w:r w:rsidRPr="004A40A7">
        <w:rPr>
          <w:color w:val="000000"/>
          <w:sz w:val="28"/>
          <w:szCs w:val="28"/>
        </w:rPr>
        <w:t>Реалізація заходів, визначених Програмою, сприятиме:</w:t>
      </w:r>
    </w:p>
    <w:p w:rsidR="00742255" w:rsidRPr="004A40A7" w:rsidRDefault="00742255" w:rsidP="004A40A7">
      <w:pPr>
        <w:pStyle w:val="ListParagraph"/>
        <w:numPr>
          <w:ilvl w:val="0"/>
          <w:numId w:val="27"/>
        </w:numPr>
        <w:tabs>
          <w:tab w:val="left" w:pos="1276"/>
        </w:tabs>
        <w:jc w:val="both"/>
        <w:rPr>
          <w:vanish/>
          <w:color w:val="000000"/>
          <w:sz w:val="28"/>
          <w:szCs w:val="28"/>
          <w:lang w:val="uk-UA"/>
        </w:rPr>
      </w:pPr>
    </w:p>
    <w:p w:rsidR="00742255" w:rsidRPr="004A40A7" w:rsidRDefault="00742255" w:rsidP="004A40A7">
      <w:pPr>
        <w:pStyle w:val="ListParagraph"/>
        <w:numPr>
          <w:ilvl w:val="1"/>
          <w:numId w:val="27"/>
        </w:numPr>
        <w:tabs>
          <w:tab w:val="left" w:pos="1276"/>
        </w:tabs>
        <w:jc w:val="both"/>
        <w:rPr>
          <w:vanish/>
          <w:color w:val="000000"/>
          <w:sz w:val="28"/>
          <w:szCs w:val="28"/>
          <w:lang w:val="uk-UA"/>
        </w:rPr>
      </w:pPr>
    </w:p>
    <w:p w:rsidR="00742255" w:rsidRPr="004A40A7" w:rsidRDefault="00742255" w:rsidP="004A40A7">
      <w:pPr>
        <w:pStyle w:val="ListParagraph"/>
        <w:numPr>
          <w:ilvl w:val="2"/>
          <w:numId w:val="27"/>
        </w:numPr>
        <w:tabs>
          <w:tab w:val="left" w:pos="1276"/>
        </w:tabs>
        <w:ind w:left="0" w:firstLine="567"/>
        <w:jc w:val="both"/>
        <w:rPr>
          <w:color w:val="000000"/>
          <w:sz w:val="28"/>
          <w:szCs w:val="28"/>
          <w:lang w:val="uk-UA"/>
        </w:rPr>
      </w:pPr>
      <w:r w:rsidRPr="004A40A7">
        <w:rPr>
          <w:color w:val="000000"/>
          <w:sz w:val="28"/>
          <w:szCs w:val="28"/>
          <w:lang w:val="uk-UA"/>
        </w:rPr>
        <w:t>Підвищенню якості стану мобілізаційної підготовки та рівня мобілізаційної готовності міста.</w:t>
      </w:r>
    </w:p>
    <w:p w:rsidR="00742255" w:rsidRPr="004A40A7" w:rsidRDefault="00742255" w:rsidP="004A40A7">
      <w:pPr>
        <w:pStyle w:val="ListParagraph"/>
        <w:numPr>
          <w:ilvl w:val="2"/>
          <w:numId w:val="27"/>
        </w:numPr>
        <w:tabs>
          <w:tab w:val="left" w:pos="1276"/>
        </w:tabs>
        <w:ind w:left="0" w:firstLine="567"/>
        <w:jc w:val="both"/>
        <w:rPr>
          <w:color w:val="000000"/>
          <w:sz w:val="28"/>
          <w:szCs w:val="28"/>
          <w:lang w:val="uk-UA"/>
        </w:rPr>
      </w:pPr>
      <w:r w:rsidRPr="004A40A7">
        <w:rPr>
          <w:color w:val="000000"/>
          <w:sz w:val="28"/>
          <w:szCs w:val="28"/>
          <w:lang w:val="uk-UA"/>
        </w:rPr>
        <w:t>Підготовці органів місцевого самоврядування до мобілізації та роботи в умовах особливого періоду.</w:t>
      </w:r>
    </w:p>
    <w:p w:rsidR="00742255" w:rsidRPr="004A40A7" w:rsidRDefault="00742255" w:rsidP="004A40A7">
      <w:pPr>
        <w:pStyle w:val="ListParagraph"/>
        <w:numPr>
          <w:ilvl w:val="2"/>
          <w:numId w:val="27"/>
        </w:numPr>
        <w:tabs>
          <w:tab w:val="left" w:pos="1276"/>
        </w:tabs>
        <w:ind w:left="0" w:firstLine="567"/>
        <w:jc w:val="both"/>
        <w:rPr>
          <w:color w:val="000000"/>
          <w:sz w:val="28"/>
          <w:szCs w:val="28"/>
          <w:lang w:val="uk-UA"/>
        </w:rPr>
      </w:pPr>
      <w:r w:rsidRPr="004A40A7">
        <w:rPr>
          <w:color w:val="000000"/>
          <w:sz w:val="28"/>
          <w:szCs w:val="28"/>
          <w:lang w:val="uk-UA"/>
        </w:rPr>
        <w:t>Виконанню мобілізаційних завдань підприємствами, установами, організаціями міста у повному обсязі та у встановлені терміни.</w:t>
      </w:r>
    </w:p>
    <w:p w:rsidR="00742255" w:rsidRPr="004A40A7" w:rsidRDefault="00742255" w:rsidP="004A40A7">
      <w:pPr>
        <w:pStyle w:val="ListParagraph"/>
        <w:numPr>
          <w:ilvl w:val="2"/>
          <w:numId w:val="27"/>
        </w:numPr>
        <w:tabs>
          <w:tab w:val="left" w:pos="1276"/>
        </w:tabs>
        <w:ind w:left="0" w:firstLine="567"/>
        <w:jc w:val="both"/>
        <w:rPr>
          <w:color w:val="000000"/>
          <w:sz w:val="28"/>
          <w:szCs w:val="28"/>
          <w:lang w:val="uk-UA"/>
        </w:rPr>
      </w:pPr>
      <w:r w:rsidRPr="004A40A7">
        <w:rPr>
          <w:color w:val="000000"/>
          <w:sz w:val="28"/>
          <w:szCs w:val="28"/>
          <w:lang w:val="uk-UA"/>
        </w:rPr>
        <w:t>Забезпеченню своєчасного оповіщення і прибуття громадян, які призиваються на військову службу, прибуття техніки на збірні пункти та у військові частини.</w:t>
      </w:r>
    </w:p>
    <w:p w:rsidR="00742255" w:rsidRPr="004A40A7" w:rsidRDefault="00742255" w:rsidP="004A40A7">
      <w:pPr>
        <w:pStyle w:val="ListParagraph"/>
        <w:numPr>
          <w:ilvl w:val="2"/>
          <w:numId w:val="27"/>
        </w:numPr>
        <w:tabs>
          <w:tab w:val="left" w:pos="1276"/>
        </w:tabs>
        <w:ind w:left="0" w:firstLine="567"/>
        <w:jc w:val="both"/>
        <w:rPr>
          <w:color w:val="000000"/>
          <w:sz w:val="28"/>
          <w:szCs w:val="28"/>
          <w:lang w:val="uk-UA"/>
        </w:rPr>
      </w:pPr>
      <w:r w:rsidRPr="004A40A7">
        <w:rPr>
          <w:color w:val="000000"/>
          <w:sz w:val="28"/>
          <w:szCs w:val="28"/>
          <w:lang w:val="uk-UA"/>
        </w:rPr>
        <w:t>Забезпеченню ефективного функціонування пункту управління штабу району територіальної оборони.</w:t>
      </w:r>
    </w:p>
    <w:p w:rsidR="00742255" w:rsidRPr="004A40A7" w:rsidRDefault="00742255" w:rsidP="004A40A7">
      <w:pPr>
        <w:pStyle w:val="ListParagraph"/>
        <w:numPr>
          <w:ilvl w:val="2"/>
          <w:numId w:val="27"/>
        </w:numPr>
        <w:tabs>
          <w:tab w:val="left" w:pos="1276"/>
        </w:tabs>
        <w:ind w:left="0" w:firstLine="567"/>
        <w:jc w:val="both"/>
        <w:rPr>
          <w:color w:val="000000"/>
          <w:sz w:val="28"/>
          <w:szCs w:val="28"/>
          <w:lang w:val="uk-UA"/>
        </w:rPr>
      </w:pPr>
      <w:r w:rsidRPr="004A40A7">
        <w:rPr>
          <w:color w:val="000000"/>
          <w:sz w:val="28"/>
          <w:szCs w:val="28"/>
          <w:lang w:val="uk-UA"/>
        </w:rPr>
        <w:t>Забезпеченню заходів бойової підготовки особового складу підрозділів територіальної оборони.</w:t>
      </w:r>
    </w:p>
    <w:p w:rsidR="00742255" w:rsidRPr="004A40A7" w:rsidRDefault="00742255" w:rsidP="004A40A7">
      <w:pPr>
        <w:pStyle w:val="ListParagraph"/>
        <w:numPr>
          <w:ilvl w:val="2"/>
          <w:numId w:val="27"/>
        </w:numPr>
        <w:tabs>
          <w:tab w:val="left" w:pos="1276"/>
        </w:tabs>
        <w:ind w:left="0" w:firstLine="567"/>
        <w:jc w:val="both"/>
        <w:rPr>
          <w:color w:val="000000"/>
          <w:sz w:val="28"/>
          <w:szCs w:val="28"/>
          <w:lang w:val="uk-UA"/>
        </w:rPr>
      </w:pPr>
      <w:r w:rsidRPr="004A40A7">
        <w:rPr>
          <w:color w:val="000000"/>
          <w:sz w:val="28"/>
          <w:szCs w:val="28"/>
          <w:lang w:val="uk-UA"/>
        </w:rPr>
        <w:t>Задоволенню культурних і духовних потреб військовослужбовців.</w:t>
      </w:r>
    </w:p>
    <w:p w:rsidR="00742255" w:rsidRPr="004A40A7" w:rsidRDefault="00742255" w:rsidP="004A40A7">
      <w:pPr>
        <w:pStyle w:val="ListParagraph"/>
        <w:numPr>
          <w:ilvl w:val="2"/>
          <w:numId w:val="27"/>
        </w:numPr>
        <w:tabs>
          <w:tab w:val="left" w:pos="1276"/>
        </w:tabs>
        <w:ind w:left="0" w:firstLine="567"/>
        <w:jc w:val="both"/>
        <w:rPr>
          <w:color w:val="000000"/>
          <w:sz w:val="28"/>
          <w:szCs w:val="28"/>
          <w:lang w:val="uk-UA"/>
        </w:rPr>
      </w:pPr>
      <w:r w:rsidRPr="004A40A7">
        <w:rPr>
          <w:color w:val="000000"/>
          <w:sz w:val="28"/>
          <w:szCs w:val="28"/>
          <w:lang w:val="uk-UA"/>
        </w:rPr>
        <w:t>Підвищенню ефективності цивільно-військового співробітництва.</w:t>
      </w:r>
    </w:p>
    <w:p w:rsidR="00742255" w:rsidRPr="004A40A7" w:rsidRDefault="00742255" w:rsidP="004A40A7">
      <w:pPr>
        <w:pStyle w:val="ListParagraph"/>
        <w:numPr>
          <w:ilvl w:val="2"/>
          <w:numId w:val="27"/>
        </w:numPr>
        <w:tabs>
          <w:tab w:val="left" w:pos="1276"/>
        </w:tabs>
        <w:ind w:left="0" w:firstLine="567"/>
        <w:jc w:val="both"/>
        <w:rPr>
          <w:color w:val="000000"/>
          <w:sz w:val="28"/>
          <w:szCs w:val="28"/>
          <w:lang w:val="uk-UA"/>
        </w:rPr>
      </w:pPr>
      <w:r w:rsidRPr="004A40A7">
        <w:rPr>
          <w:color w:val="000000"/>
          <w:sz w:val="28"/>
          <w:szCs w:val="28"/>
          <w:lang w:val="uk-UA"/>
        </w:rPr>
        <w:t xml:space="preserve">Підвищенню боєздатності та боєготовності військових частин А2582, А2308 та </w:t>
      </w:r>
      <w:r w:rsidRPr="004A40A7">
        <w:rPr>
          <w:color w:val="000000"/>
          <w:sz w:val="28"/>
          <w:szCs w:val="28"/>
        </w:rPr>
        <w:t>2195</w:t>
      </w:r>
      <w:r w:rsidRPr="004A40A7">
        <w:rPr>
          <w:color w:val="000000"/>
          <w:sz w:val="28"/>
          <w:szCs w:val="28"/>
          <w:lang w:val="uk-UA"/>
        </w:rPr>
        <w:t>, а також їх спроможність виконувати завдання за призначенням.</w:t>
      </w:r>
    </w:p>
    <w:p w:rsidR="00742255" w:rsidRPr="004A40A7" w:rsidRDefault="00742255" w:rsidP="004A40A7">
      <w:pPr>
        <w:pStyle w:val="ListParagraph"/>
        <w:numPr>
          <w:ilvl w:val="2"/>
          <w:numId w:val="27"/>
        </w:numPr>
        <w:tabs>
          <w:tab w:val="left" w:pos="1276"/>
        </w:tabs>
        <w:ind w:left="0" w:firstLine="567"/>
        <w:jc w:val="both"/>
        <w:rPr>
          <w:color w:val="000000"/>
          <w:sz w:val="28"/>
          <w:szCs w:val="28"/>
          <w:lang w:val="uk-UA"/>
        </w:rPr>
      </w:pPr>
      <w:r w:rsidRPr="004A40A7">
        <w:rPr>
          <w:color w:val="000000"/>
          <w:sz w:val="28"/>
          <w:szCs w:val="28"/>
          <w:lang w:val="uk-UA"/>
        </w:rPr>
        <w:t>Активізація роботи громадських формувань, які беруть участь в охороні державного кордону.</w:t>
      </w:r>
    </w:p>
    <w:p w:rsidR="00742255" w:rsidRPr="004A40A7" w:rsidRDefault="00742255" w:rsidP="004A40A7">
      <w:pPr>
        <w:pStyle w:val="ListParagraph"/>
        <w:numPr>
          <w:ilvl w:val="2"/>
          <w:numId w:val="27"/>
        </w:numPr>
        <w:tabs>
          <w:tab w:val="left" w:pos="1276"/>
        </w:tabs>
        <w:ind w:left="0" w:firstLine="567"/>
        <w:jc w:val="both"/>
        <w:rPr>
          <w:color w:val="000000"/>
          <w:sz w:val="28"/>
          <w:szCs w:val="28"/>
          <w:lang w:val="uk-UA"/>
        </w:rPr>
      </w:pPr>
      <w:r w:rsidRPr="004A40A7">
        <w:rPr>
          <w:color w:val="000000"/>
          <w:sz w:val="28"/>
          <w:szCs w:val="28"/>
          <w:lang w:val="uk-UA"/>
        </w:rPr>
        <w:t>Припинення протиправної діяльності, пов’язаної з незаконним переміщенням підакцизної групи товарів</w:t>
      </w:r>
      <w:r>
        <w:rPr>
          <w:color w:val="000000"/>
          <w:sz w:val="28"/>
          <w:szCs w:val="28"/>
          <w:lang w:val="uk-UA"/>
        </w:rPr>
        <w:t xml:space="preserve"> через державний кордон</w:t>
      </w:r>
      <w:r w:rsidRPr="004A40A7">
        <w:rPr>
          <w:color w:val="000000"/>
          <w:sz w:val="28"/>
          <w:szCs w:val="28"/>
          <w:lang w:val="uk-UA"/>
        </w:rPr>
        <w:t>, та притягнення до відповідальності причетних до цього осіб.</w:t>
      </w:r>
    </w:p>
    <w:p w:rsidR="00742255" w:rsidRPr="004A40A7" w:rsidRDefault="00742255" w:rsidP="004A40A7">
      <w:pPr>
        <w:pStyle w:val="ListParagraph"/>
        <w:tabs>
          <w:tab w:val="left" w:pos="1276"/>
        </w:tabs>
        <w:ind w:left="0" w:firstLine="567"/>
        <w:jc w:val="both"/>
        <w:rPr>
          <w:color w:val="000000"/>
          <w:sz w:val="28"/>
          <w:szCs w:val="28"/>
          <w:lang w:val="uk-UA"/>
        </w:rPr>
      </w:pPr>
      <w:r w:rsidRPr="004A40A7">
        <w:rPr>
          <w:color w:val="000000"/>
          <w:sz w:val="28"/>
          <w:szCs w:val="28"/>
          <w:lang w:val="uk-UA"/>
        </w:rPr>
        <w:t>Термін реалізації Програми  2021 – 2022 роки. Впродовж зазначеного терміну дії, Програма є складовою щорічної Програми економічного і соціального розвитку міста Чернівців.</w:t>
      </w:r>
    </w:p>
    <w:p w:rsidR="00742255" w:rsidRPr="004A40A7" w:rsidRDefault="00742255" w:rsidP="004A40A7">
      <w:pPr>
        <w:pStyle w:val="2"/>
        <w:shd w:val="clear" w:color="auto" w:fill="auto"/>
        <w:tabs>
          <w:tab w:val="left" w:pos="1134"/>
        </w:tabs>
        <w:spacing w:after="240" w:line="240" w:lineRule="auto"/>
        <w:ind w:firstLine="567"/>
        <w:rPr>
          <w:color w:val="000000"/>
          <w:sz w:val="28"/>
          <w:szCs w:val="28"/>
        </w:rPr>
      </w:pPr>
      <w:r w:rsidRPr="004A40A7">
        <w:rPr>
          <w:color w:val="000000"/>
          <w:sz w:val="28"/>
          <w:szCs w:val="28"/>
        </w:rPr>
        <w:t xml:space="preserve">Програма сприятиме створенню позитивного іміджу Збройних сил України </w:t>
      </w:r>
      <w:r>
        <w:rPr>
          <w:color w:val="000000"/>
          <w:sz w:val="28"/>
          <w:szCs w:val="28"/>
          <w:lang w:val="uk-UA"/>
        </w:rPr>
        <w:t xml:space="preserve">та інших військових формувань </w:t>
      </w:r>
      <w:r w:rsidRPr="004A40A7">
        <w:rPr>
          <w:color w:val="000000"/>
          <w:sz w:val="28"/>
          <w:szCs w:val="28"/>
        </w:rPr>
        <w:t>серед широких верств населення.</w:t>
      </w:r>
    </w:p>
    <w:p w:rsidR="00742255" w:rsidRPr="004A40A7" w:rsidRDefault="00742255" w:rsidP="004A40A7">
      <w:pPr>
        <w:pStyle w:val="32"/>
        <w:shd w:val="clear" w:color="auto" w:fill="auto"/>
        <w:tabs>
          <w:tab w:val="left" w:pos="1134"/>
        </w:tabs>
        <w:spacing w:before="0" w:after="240" w:line="240" w:lineRule="auto"/>
        <w:jc w:val="center"/>
        <w:rPr>
          <w:b/>
          <w:color w:val="000000"/>
          <w:sz w:val="28"/>
          <w:szCs w:val="28"/>
        </w:rPr>
      </w:pPr>
      <w:r w:rsidRPr="004A40A7">
        <w:rPr>
          <w:b/>
          <w:color w:val="000000"/>
          <w:sz w:val="28"/>
          <w:szCs w:val="28"/>
        </w:rPr>
        <w:t>5. Перелік завдань Програми та результативні показники</w:t>
      </w:r>
    </w:p>
    <w:p w:rsidR="00742255" w:rsidRPr="004A40A7" w:rsidRDefault="00742255" w:rsidP="004A40A7">
      <w:pPr>
        <w:pStyle w:val="32"/>
        <w:numPr>
          <w:ilvl w:val="1"/>
          <w:numId w:val="35"/>
        </w:numPr>
        <w:shd w:val="clear" w:color="auto" w:fill="auto"/>
        <w:tabs>
          <w:tab w:val="left" w:pos="1134"/>
        </w:tabs>
        <w:spacing w:before="0" w:after="120" w:line="240" w:lineRule="auto"/>
        <w:rPr>
          <w:color w:val="000000"/>
          <w:sz w:val="28"/>
          <w:szCs w:val="28"/>
        </w:rPr>
      </w:pPr>
      <w:r w:rsidRPr="004A40A7">
        <w:rPr>
          <w:color w:val="000000"/>
          <w:sz w:val="28"/>
          <w:szCs w:val="28"/>
        </w:rPr>
        <w:t>Основні завдання Програми:</w:t>
      </w:r>
    </w:p>
    <w:p w:rsidR="00742255" w:rsidRPr="004A40A7" w:rsidRDefault="00742255" w:rsidP="004A40A7">
      <w:pPr>
        <w:pStyle w:val="ListParagraph"/>
        <w:numPr>
          <w:ilvl w:val="0"/>
          <w:numId w:val="35"/>
        </w:numPr>
        <w:tabs>
          <w:tab w:val="left" w:pos="1276"/>
        </w:tabs>
        <w:contextualSpacing w:val="0"/>
        <w:jc w:val="both"/>
        <w:rPr>
          <w:vanish/>
          <w:color w:val="000000"/>
          <w:sz w:val="28"/>
          <w:szCs w:val="28"/>
          <w:lang w:val="uk-UA"/>
        </w:rPr>
      </w:pPr>
    </w:p>
    <w:p w:rsidR="00742255" w:rsidRPr="004A40A7" w:rsidRDefault="00742255" w:rsidP="004A40A7">
      <w:pPr>
        <w:pStyle w:val="ListParagraph"/>
        <w:numPr>
          <w:ilvl w:val="0"/>
          <w:numId w:val="35"/>
        </w:numPr>
        <w:tabs>
          <w:tab w:val="left" w:pos="1276"/>
        </w:tabs>
        <w:contextualSpacing w:val="0"/>
        <w:jc w:val="both"/>
        <w:rPr>
          <w:vanish/>
          <w:color w:val="000000"/>
          <w:sz w:val="28"/>
          <w:szCs w:val="28"/>
          <w:lang w:val="uk-UA"/>
        </w:rPr>
      </w:pPr>
    </w:p>
    <w:p w:rsidR="00742255" w:rsidRPr="004A40A7" w:rsidRDefault="00742255" w:rsidP="004A40A7">
      <w:pPr>
        <w:pStyle w:val="ListParagraph"/>
        <w:numPr>
          <w:ilvl w:val="1"/>
          <w:numId w:val="35"/>
        </w:numPr>
        <w:tabs>
          <w:tab w:val="left" w:pos="1276"/>
        </w:tabs>
        <w:contextualSpacing w:val="0"/>
        <w:jc w:val="both"/>
        <w:rPr>
          <w:vanish/>
          <w:color w:val="000000"/>
          <w:sz w:val="28"/>
          <w:szCs w:val="28"/>
          <w:lang w:val="uk-UA"/>
        </w:rPr>
      </w:pPr>
    </w:p>
    <w:p w:rsidR="00742255" w:rsidRPr="004A40A7" w:rsidRDefault="00742255" w:rsidP="004A40A7">
      <w:pPr>
        <w:pStyle w:val="2"/>
        <w:numPr>
          <w:ilvl w:val="2"/>
          <w:numId w:val="35"/>
        </w:numPr>
        <w:shd w:val="clear" w:color="auto" w:fill="auto"/>
        <w:tabs>
          <w:tab w:val="left" w:pos="1276"/>
          <w:tab w:val="left" w:pos="1418"/>
        </w:tabs>
        <w:spacing w:after="0" w:line="240" w:lineRule="auto"/>
        <w:ind w:left="0" w:firstLine="556"/>
        <w:rPr>
          <w:color w:val="000000"/>
          <w:sz w:val="28"/>
          <w:szCs w:val="28"/>
        </w:rPr>
      </w:pPr>
      <w:r w:rsidRPr="004A40A7">
        <w:rPr>
          <w:color w:val="000000"/>
          <w:sz w:val="28"/>
          <w:szCs w:val="28"/>
        </w:rPr>
        <w:t>Забезпечення захисту конституційних прав та свобод людини на основі чітко визначених пріоритетів.</w:t>
      </w:r>
    </w:p>
    <w:p w:rsidR="00742255" w:rsidRPr="004A40A7" w:rsidRDefault="00742255" w:rsidP="004A40A7">
      <w:pPr>
        <w:pStyle w:val="2"/>
        <w:numPr>
          <w:ilvl w:val="2"/>
          <w:numId w:val="35"/>
        </w:numPr>
        <w:shd w:val="clear" w:color="auto" w:fill="auto"/>
        <w:tabs>
          <w:tab w:val="left" w:pos="1276"/>
          <w:tab w:val="left" w:pos="1418"/>
        </w:tabs>
        <w:spacing w:after="0" w:line="240" w:lineRule="auto"/>
        <w:ind w:left="0" w:firstLine="556"/>
        <w:rPr>
          <w:color w:val="000000"/>
          <w:sz w:val="28"/>
          <w:szCs w:val="28"/>
        </w:rPr>
      </w:pPr>
      <w:r w:rsidRPr="004A40A7">
        <w:rPr>
          <w:color w:val="000000"/>
          <w:sz w:val="28"/>
          <w:szCs w:val="28"/>
        </w:rPr>
        <w:t>Сприяння належній роботі міської призовної комісії.</w:t>
      </w:r>
    </w:p>
    <w:p w:rsidR="00742255" w:rsidRPr="004A40A7" w:rsidRDefault="00742255" w:rsidP="004A40A7">
      <w:pPr>
        <w:pStyle w:val="2"/>
        <w:numPr>
          <w:ilvl w:val="2"/>
          <w:numId w:val="35"/>
        </w:numPr>
        <w:shd w:val="clear" w:color="auto" w:fill="auto"/>
        <w:tabs>
          <w:tab w:val="left" w:pos="1276"/>
          <w:tab w:val="left" w:pos="1418"/>
        </w:tabs>
        <w:spacing w:after="0" w:line="240" w:lineRule="auto"/>
        <w:ind w:left="0" w:firstLine="556"/>
        <w:rPr>
          <w:color w:val="000000"/>
          <w:sz w:val="28"/>
          <w:szCs w:val="28"/>
        </w:rPr>
      </w:pPr>
      <w:r w:rsidRPr="004A40A7">
        <w:rPr>
          <w:color w:val="000000"/>
          <w:sz w:val="28"/>
          <w:szCs w:val="28"/>
        </w:rPr>
        <w:t>Проведення призовів громадян на строкову військову службу.</w:t>
      </w:r>
    </w:p>
    <w:p w:rsidR="00742255" w:rsidRPr="004A40A7" w:rsidRDefault="00742255" w:rsidP="004A40A7">
      <w:pPr>
        <w:pStyle w:val="2"/>
        <w:numPr>
          <w:ilvl w:val="2"/>
          <w:numId w:val="35"/>
        </w:numPr>
        <w:shd w:val="clear" w:color="auto" w:fill="auto"/>
        <w:tabs>
          <w:tab w:val="left" w:pos="1276"/>
          <w:tab w:val="left" w:pos="1418"/>
        </w:tabs>
        <w:spacing w:after="0" w:line="240" w:lineRule="auto"/>
        <w:ind w:left="0" w:firstLine="556"/>
        <w:rPr>
          <w:color w:val="000000"/>
          <w:sz w:val="28"/>
          <w:szCs w:val="28"/>
        </w:rPr>
      </w:pPr>
      <w:r w:rsidRPr="004A40A7">
        <w:rPr>
          <w:color w:val="000000"/>
          <w:sz w:val="28"/>
          <w:szCs w:val="28"/>
        </w:rPr>
        <w:t>Врахування державних, громадських та приватних інтересів під час призову громадян України на військову службу.</w:t>
      </w:r>
    </w:p>
    <w:p w:rsidR="00742255" w:rsidRPr="004A40A7" w:rsidRDefault="00742255" w:rsidP="004A40A7">
      <w:pPr>
        <w:pStyle w:val="2"/>
        <w:numPr>
          <w:ilvl w:val="2"/>
          <w:numId w:val="35"/>
        </w:numPr>
        <w:shd w:val="clear" w:color="auto" w:fill="auto"/>
        <w:tabs>
          <w:tab w:val="left" w:pos="1276"/>
          <w:tab w:val="left" w:pos="1418"/>
        </w:tabs>
        <w:spacing w:after="0" w:line="240" w:lineRule="auto"/>
        <w:ind w:left="0" w:firstLine="556"/>
        <w:rPr>
          <w:color w:val="000000"/>
          <w:sz w:val="28"/>
          <w:szCs w:val="28"/>
        </w:rPr>
      </w:pPr>
      <w:r w:rsidRPr="004A40A7">
        <w:rPr>
          <w:color w:val="000000"/>
          <w:sz w:val="28"/>
          <w:szCs w:val="28"/>
        </w:rPr>
        <w:t>Проведення заходів бойової та мобілізаційної готовності місцевого значення.</w:t>
      </w:r>
    </w:p>
    <w:p w:rsidR="00742255" w:rsidRPr="004A40A7" w:rsidRDefault="00742255" w:rsidP="004A40A7">
      <w:pPr>
        <w:pStyle w:val="2"/>
        <w:numPr>
          <w:ilvl w:val="2"/>
          <w:numId w:val="35"/>
        </w:numPr>
        <w:shd w:val="clear" w:color="auto" w:fill="auto"/>
        <w:tabs>
          <w:tab w:val="left" w:pos="1276"/>
        </w:tabs>
        <w:spacing w:after="0" w:line="240" w:lineRule="auto"/>
        <w:ind w:left="0" w:firstLine="567"/>
        <w:rPr>
          <w:color w:val="000000"/>
          <w:sz w:val="28"/>
          <w:szCs w:val="28"/>
        </w:rPr>
      </w:pPr>
      <w:r w:rsidRPr="004A40A7">
        <w:rPr>
          <w:color w:val="000000"/>
          <w:sz w:val="28"/>
          <w:szCs w:val="28"/>
          <w:lang w:val="uk-UA"/>
        </w:rPr>
        <w:t>Покращення та прискорення умов перетинання державного кордону громадянами в пунктах пропуску.</w:t>
      </w:r>
    </w:p>
    <w:p w:rsidR="00742255" w:rsidRPr="004A40A7" w:rsidRDefault="00742255" w:rsidP="004A40A7">
      <w:pPr>
        <w:pStyle w:val="2"/>
        <w:numPr>
          <w:ilvl w:val="2"/>
          <w:numId w:val="35"/>
        </w:numPr>
        <w:shd w:val="clear" w:color="auto" w:fill="auto"/>
        <w:tabs>
          <w:tab w:val="left" w:pos="1276"/>
          <w:tab w:val="left" w:pos="1418"/>
        </w:tabs>
        <w:spacing w:after="0" w:line="240" w:lineRule="auto"/>
        <w:ind w:left="0" w:firstLine="556"/>
        <w:rPr>
          <w:color w:val="000000"/>
          <w:sz w:val="28"/>
          <w:szCs w:val="28"/>
        </w:rPr>
      </w:pPr>
      <w:r w:rsidRPr="004A40A7">
        <w:rPr>
          <w:color w:val="000000"/>
          <w:sz w:val="28"/>
          <w:szCs w:val="28"/>
          <w:lang w:val="uk-UA"/>
        </w:rPr>
        <w:t>Проведення  профілактичних бесід з місцевим населенням з метою недопущення протиправної діяльності в прикордонному районі.</w:t>
      </w:r>
    </w:p>
    <w:p w:rsidR="00742255" w:rsidRPr="004A40A7" w:rsidRDefault="00742255" w:rsidP="004A40A7">
      <w:pPr>
        <w:pStyle w:val="2"/>
        <w:numPr>
          <w:ilvl w:val="2"/>
          <w:numId w:val="35"/>
        </w:numPr>
        <w:shd w:val="clear" w:color="auto" w:fill="auto"/>
        <w:tabs>
          <w:tab w:val="left" w:pos="1276"/>
          <w:tab w:val="left" w:pos="1418"/>
        </w:tabs>
        <w:spacing w:after="0" w:line="240" w:lineRule="auto"/>
        <w:ind w:left="0" w:firstLine="556"/>
        <w:rPr>
          <w:color w:val="000000"/>
          <w:sz w:val="28"/>
          <w:szCs w:val="28"/>
          <w:lang w:val="uk-UA"/>
        </w:rPr>
      </w:pPr>
      <w:r w:rsidRPr="004A40A7">
        <w:rPr>
          <w:color w:val="000000"/>
          <w:sz w:val="28"/>
          <w:szCs w:val="28"/>
          <w:lang w:val="uk-UA"/>
        </w:rPr>
        <w:t>Участь у військово-патріотичному вихованні молоді, підготовки до виконання військового обов’язку щодо захисту держави, відродження бойових та військових традицій, піднесення престижу та створення позитивного іміджу військової служби.</w:t>
      </w:r>
    </w:p>
    <w:p w:rsidR="00742255" w:rsidRPr="004A40A7" w:rsidRDefault="00742255" w:rsidP="004A40A7">
      <w:pPr>
        <w:pStyle w:val="2"/>
        <w:numPr>
          <w:ilvl w:val="2"/>
          <w:numId w:val="35"/>
        </w:numPr>
        <w:shd w:val="clear" w:color="auto" w:fill="auto"/>
        <w:tabs>
          <w:tab w:val="left" w:pos="1276"/>
          <w:tab w:val="left" w:pos="1418"/>
        </w:tabs>
        <w:spacing w:after="0" w:line="240" w:lineRule="auto"/>
        <w:ind w:left="0" w:firstLine="556"/>
        <w:rPr>
          <w:color w:val="000000"/>
          <w:sz w:val="28"/>
          <w:szCs w:val="28"/>
        </w:rPr>
      </w:pPr>
      <w:r w:rsidRPr="004A40A7">
        <w:rPr>
          <w:color w:val="000000"/>
          <w:sz w:val="28"/>
          <w:szCs w:val="28"/>
        </w:rPr>
        <w:t>Участь у культурно-виховній роботі з військовослужбовцями.</w:t>
      </w:r>
    </w:p>
    <w:p w:rsidR="00742255" w:rsidRPr="004A40A7" w:rsidRDefault="00742255" w:rsidP="004A40A7">
      <w:pPr>
        <w:pStyle w:val="2"/>
        <w:numPr>
          <w:ilvl w:val="2"/>
          <w:numId w:val="35"/>
        </w:numPr>
        <w:shd w:val="clear" w:color="auto" w:fill="auto"/>
        <w:tabs>
          <w:tab w:val="left" w:pos="1276"/>
          <w:tab w:val="left" w:pos="1418"/>
        </w:tabs>
        <w:spacing w:after="0" w:line="240" w:lineRule="auto"/>
        <w:ind w:left="0" w:firstLine="556"/>
        <w:rPr>
          <w:color w:val="000000"/>
          <w:sz w:val="28"/>
          <w:szCs w:val="28"/>
        </w:rPr>
      </w:pPr>
      <w:r w:rsidRPr="004A40A7">
        <w:rPr>
          <w:color w:val="000000"/>
          <w:sz w:val="28"/>
          <w:szCs w:val="28"/>
        </w:rPr>
        <w:t>Підвищення обороноздатності військових частин А2582, А2308</w:t>
      </w:r>
      <w:r w:rsidRPr="004A40A7">
        <w:rPr>
          <w:color w:val="000000"/>
          <w:sz w:val="28"/>
          <w:szCs w:val="28"/>
          <w:lang w:val="uk-UA"/>
        </w:rPr>
        <w:t>, Чернівецького  прикордонного загону</w:t>
      </w:r>
      <w:r w:rsidRPr="004A40A7">
        <w:rPr>
          <w:color w:val="000000"/>
          <w:sz w:val="28"/>
          <w:szCs w:val="28"/>
        </w:rPr>
        <w:t xml:space="preserve"> та інших військових формувань.</w:t>
      </w:r>
    </w:p>
    <w:p w:rsidR="00742255" w:rsidRPr="004A40A7" w:rsidRDefault="00742255" w:rsidP="004A40A7">
      <w:pPr>
        <w:pStyle w:val="2"/>
        <w:numPr>
          <w:ilvl w:val="2"/>
          <w:numId w:val="35"/>
        </w:numPr>
        <w:shd w:val="clear" w:color="auto" w:fill="auto"/>
        <w:tabs>
          <w:tab w:val="left" w:pos="1276"/>
          <w:tab w:val="left" w:pos="1418"/>
        </w:tabs>
        <w:spacing w:after="0" w:line="240" w:lineRule="auto"/>
        <w:ind w:left="0" w:firstLine="556"/>
        <w:rPr>
          <w:color w:val="000000"/>
          <w:sz w:val="28"/>
          <w:szCs w:val="28"/>
        </w:rPr>
      </w:pPr>
      <w:r w:rsidRPr="004A40A7">
        <w:rPr>
          <w:color w:val="000000"/>
          <w:sz w:val="28"/>
          <w:szCs w:val="28"/>
        </w:rPr>
        <w:t>Проведення інформаційно-роз’яснювальної та агітаційної роботи.</w:t>
      </w:r>
    </w:p>
    <w:p w:rsidR="00742255" w:rsidRPr="004A40A7" w:rsidRDefault="00742255" w:rsidP="004A40A7">
      <w:pPr>
        <w:pStyle w:val="2"/>
        <w:numPr>
          <w:ilvl w:val="2"/>
          <w:numId w:val="35"/>
        </w:numPr>
        <w:shd w:val="clear" w:color="auto" w:fill="auto"/>
        <w:tabs>
          <w:tab w:val="left" w:pos="1276"/>
          <w:tab w:val="left" w:pos="1418"/>
        </w:tabs>
        <w:spacing w:after="0" w:line="240" w:lineRule="auto"/>
        <w:ind w:left="0" w:firstLine="556"/>
        <w:rPr>
          <w:color w:val="000000"/>
          <w:sz w:val="28"/>
          <w:szCs w:val="28"/>
        </w:rPr>
      </w:pPr>
      <w:r w:rsidRPr="004A40A7">
        <w:rPr>
          <w:color w:val="000000"/>
          <w:sz w:val="28"/>
          <w:szCs w:val="28"/>
        </w:rPr>
        <w:t>Спільне проведення заходів щодо відзначення державних, військово-професійних свят.</w:t>
      </w:r>
    </w:p>
    <w:p w:rsidR="00742255" w:rsidRPr="004A40A7" w:rsidRDefault="00742255" w:rsidP="004A40A7">
      <w:pPr>
        <w:pStyle w:val="2"/>
        <w:numPr>
          <w:ilvl w:val="2"/>
          <w:numId w:val="35"/>
        </w:numPr>
        <w:shd w:val="clear" w:color="auto" w:fill="auto"/>
        <w:tabs>
          <w:tab w:val="left" w:pos="1276"/>
        </w:tabs>
        <w:spacing w:after="0" w:line="240" w:lineRule="auto"/>
        <w:ind w:left="0" w:firstLine="567"/>
        <w:rPr>
          <w:color w:val="000000"/>
          <w:sz w:val="28"/>
          <w:szCs w:val="28"/>
        </w:rPr>
      </w:pPr>
      <w:r w:rsidRPr="004A40A7">
        <w:rPr>
          <w:color w:val="000000"/>
          <w:sz w:val="28"/>
          <w:szCs w:val="28"/>
        </w:rPr>
        <w:t>Участь військовослужбовців в урочистостях та святкових заходах, організатором яких виступає Чернівецька міська рада.</w:t>
      </w:r>
    </w:p>
    <w:p w:rsidR="00742255" w:rsidRPr="004A40A7" w:rsidRDefault="00742255" w:rsidP="004A40A7">
      <w:pPr>
        <w:pStyle w:val="2"/>
        <w:numPr>
          <w:ilvl w:val="2"/>
          <w:numId w:val="35"/>
        </w:numPr>
        <w:shd w:val="clear" w:color="auto" w:fill="auto"/>
        <w:tabs>
          <w:tab w:val="left" w:pos="1276"/>
        </w:tabs>
        <w:spacing w:after="0" w:line="240" w:lineRule="auto"/>
        <w:ind w:left="0" w:firstLine="567"/>
        <w:rPr>
          <w:color w:val="000000"/>
          <w:sz w:val="28"/>
          <w:szCs w:val="28"/>
        </w:rPr>
      </w:pPr>
      <w:r w:rsidRPr="004A40A7">
        <w:rPr>
          <w:color w:val="000000"/>
          <w:sz w:val="28"/>
          <w:szCs w:val="28"/>
        </w:rPr>
        <w:t>Відзначення кращих військовослужбовців за високі результати у військовій службі та професіоналізм.</w:t>
      </w:r>
    </w:p>
    <w:p w:rsidR="00742255" w:rsidRPr="004A40A7" w:rsidRDefault="00742255" w:rsidP="004A40A7">
      <w:pPr>
        <w:pStyle w:val="2"/>
        <w:numPr>
          <w:ilvl w:val="2"/>
          <w:numId w:val="35"/>
        </w:numPr>
        <w:shd w:val="clear" w:color="auto" w:fill="auto"/>
        <w:tabs>
          <w:tab w:val="left" w:pos="1276"/>
        </w:tabs>
        <w:spacing w:after="0" w:line="240" w:lineRule="auto"/>
        <w:ind w:left="0" w:firstLine="567"/>
        <w:rPr>
          <w:color w:val="000000"/>
          <w:sz w:val="28"/>
          <w:szCs w:val="28"/>
        </w:rPr>
      </w:pPr>
      <w:r w:rsidRPr="004A40A7">
        <w:rPr>
          <w:color w:val="000000"/>
          <w:sz w:val="28"/>
          <w:szCs w:val="28"/>
        </w:rPr>
        <w:t>Сприяння вирішенню питань, пов’язаних із задоволенням соціальних потреб військовослужбовців.</w:t>
      </w:r>
    </w:p>
    <w:p w:rsidR="00742255" w:rsidRPr="004A40A7" w:rsidRDefault="00742255" w:rsidP="004A40A7">
      <w:pPr>
        <w:pStyle w:val="2"/>
        <w:numPr>
          <w:ilvl w:val="1"/>
          <w:numId w:val="35"/>
        </w:numPr>
        <w:shd w:val="clear" w:color="auto" w:fill="auto"/>
        <w:tabs>
          <w:tab w:val="left" w:pos="1134"/>
        </w:tabs>
        <w:spacing w:before="120" w:after="120" w:line="240" w:lineRule="auto"/>
        <w:ind w:left="0" w:firstLine="567"/>
        <w:rPr>
          <w:color w:val="000000"/>
          <w:sz w:val="28"/>
          <w:szCs w:val="28"/>
        </w:rPr>
      </w:pPr>
      <w:r w:rsidRPr="004A40A7">
        <w:rPr>
          <w:color w:val="000000"/>
          <w:sz w:val="28"/>
          <w:szCs w:val="28"/>
        </w:rPr>
        <w:t>Ресурсне забезпечення:</w:t>
      </w:r>
    </w:p>
    <w:p w:rsidR="00742255" w:rsidRPr="004A40A7" w:rsidRDefault="00742255" w:rsidP="004A40A7">
      <w:pPr>
        <w:pStyle w:val="ListParagraph"/>
        <w:numPr>
          <w:ilvl w:val="2"/>
          <w:numId w:val="35"/>
        </w:numPr>
        <w:tabs>
          <w:tab w:val="left" w:pos="1276"/>
        </w:tabs>
        <w:ind w:left="0" w:firstLine="567"/>
        <w:contextualSpacing w:val="0"/>
        <w:jc w:val="both"/>
        <w:rPr>
          <w:color w:val="000000"/>
          <w:sz w:val="28"/>
          <w:szCs w:val="28"/>
          <w:lang w:val="uk-UA"/>
        </w:rPr>
      </w:pPr>
      <w:r w:rsidRPr="004A40A7">
        <w:rPr>
          <w:color w:val="000000"/>
          <w:sz w:val="28"/>
          <w:szCs w:val="28"/>
          <w:lang w:val="uk-UA"/>
        </w:rPr>
        <w:t>Обсяг коштів на виконання Програми визначається в межах наявного фінансового ресурсу міського бюджету на відповідний рік за поданням обґрунтованих розрахунків відповідальними виконавцями. Ресурсне забезпечення Програми наведено в додатку 1 (додається).</w:t>
      </w:r>
    </w:p>
    <w:p w:rsidR="00742255" w:rsidRPr="00B20783" w:rsidRDefault="00742255" w:rsidP="006F219F">
      <w:pPr>
        <w:pStyle w:val="ListParagraph"/>
        <w:numPr>
          <w:ilvl w:val="2"/>
          <w:numId w:val="35"/>
        </w:numPr>
        <w:tabs>
          <w:tab w:val="left" w:pos="1276"/>
        </w:tabs>
        <w:ind w:left="0" w:firstLine="567"/>
        <w:contextualSpacing w:val="0"/>
        <w:jc w:val="both"/>
        <w:rPr>
          <w:color w:val="000000"/>
          <w:sz w:val="28"/>
          <w:szCs w:val="28"/>
          <w:lang w:val="uk-UA"/>
        </w:rPr>
      </w:pPr>
      <w:r w:rsidRPr="004A40A7">
        <w:rPr>
          <w:color w:val="000000"/>
          <w:sz w:val="28"/>
          <w:szCs w:val="28"/>
          <w:lang w:val="uk-UA"/>
        </w:rPr>
        <w:t xml:space="preserve">Фінансування заходів Програми здійснюється в межах коштів, передбачених у </w:t>
      </w:r>
      <w:r w:rsidRPr="00B20783">
        <w:rPr>
          <w:color w:val="000000"/>
          <w:sz w:val="28"/>
          <w:szCs w:val="28"/>
          <w:lang w:val="uk-UA"/>
        </w:rPr>
        <w:t xml:space="preserve">міському бюджеті міста Чернівців на відповідний рік та </w:t>
      </w:r>
      <w:r w:rsidRPr="00B20783">
        <w:rPr>
          <w:bCs/>
          <w:color w:val="000000"/>
          <w:sz w:val="28"/>
          <w:szCs w:val="28"/>
          <w:lang w:val="uk-UA"/>
        </w:rPr>
        <w:t>за окремим рішенням Чернівецької міської ради за рахунок вільного залишку бюджетних коштів, або перевиконання дохідної частини загального фонду бюджету</w:t>
      </w:r>
      <w:r w:rsidRPr="002B29F6">
        <w:rPr>
          <w:bCs/>
          <w:color w:val="000000"/>
          <w:sz w:val="28"/>
          <w:szCs w:val="28"/>
          <w:lang w:val="uk-UA"/>
        </w:rPr>
        <w:t xml:space="preserve"> Чернівецької міської територіальної громади</w:t>
      </w:r>
      <w:r w:rsidRPr="00B20783">
        <w:rPr>
          <w:bCs/>
          <w:color w:val="000000"/>
          <w:sz w:val="28"/>
          <w:szCs w:val="28"/>
          <w:lang w:val="uk-UA"/>
        </w:rPr>
        <w:t xml:space="preserve"> за умови відсутності заборгованості такого бюджету за захищеними статтями видатків протягом року на будь-яку дату.</w:t>
      </w:r>
    </w:p>
    <w:p w:rsidR="00742255" w:rsidRPr="00B20783" w:rsidRDefault="00742255" w:rsidP="006F219F">
      <w:pPr>
        <w:pStyle w:val="ListParagraph"/>
        <w:numPr>
          <w:ilvl w:val="2"/>
          <w:numId w:val="35"/>
        </w:numPr>
        <w:tabs>
          <w:tab w:val="left" w:pos="1276"/>
        </w:tabs>
        <w:ind w:left="0" w:firstLine="567"/>
        <w:contextualSpacing w:val="0"/>
        <w:jc w:val="both"/>
        <w:rPr>
          <w:color w:val="000000"/>
          <w:sz w:val="28"/>
          <w:szCs w:val="28"/>
          <w:lang w:val="uk-UA"/>
        </w:rPr>
      </w:pPr>
      <w:r w:rsidRPr="00B20783">
        <w:rPr>
          <w:color w:val="000000"/>
          <w:sz w:val="28"/>
          <w:szCs w:val="28"/>
          <w:lang w:val="uk-UA"/>
        </w:rPr>
        <w:t>Джерелами фінансування Програми є бюджет</w:t>
      </w:r>
      <w:r w:rsidRPr="00B20783">
        <w:rPr>
          <w:bCs/>
          <w:color w:val="000000"/>
          <w:sz w:val="28"/>
          <w:szCs w:val="28"/>
        </w:rPr>
        <w:t xml:space="preserve"> Чернівецької міської територіальної громади</w:t>
      </w:r>
      <w:r w:rsidRPr="00B20783">
        <w:rPr>
          <w:color w:val="000000"/>
          <w:sz w:val="28"/>
          <w:szCs w:val="28"/>
          <w:lang w:val="uk-UA"/>
        </w:rPr>
        <w:t xml:space="preserve"> та інші джерела, які не заборонені чинним законодавством України.</w:t>
      </w:r>
    </w:p>
    <w:p w:rsidR="00742255" w:rsidRPr="00B20783" w:rsidRDefault="00742255" w:rsidP="006F219F">
      <w:pPr>
        <w:pStyle w:val="ListParagraph"/>
        <w:tabs>
          <w:tab w:val="left" w:pos="1276"/>
        </w:tabs>
        <w:spacing w:after="240"/>
        <w:ind w:left="567"/>
        <w:contextualSpacing w:val="0"/>
        <w:jc w:val="both"/>
        <w:rPr>
          <w:color w:val="000000"/>
          <w:sz w:val="28"/>
          <w:szCs w:val="28"/>
          <w:lang w:val="uk-UA"/>
        </w:rPr>
      </w:pPr>
      <w:r w:rsidRPr="00B20783">
        <w:rPr>
          <w:color w:val="000000"/>
          <w:sz w:val="28"/>
          <w:szCs w:val="28"/>
          <w:lang w:val="uk-UA"/>
        </w:rPr>
        <w:t>Результативні показники Програми наведено в Додатку 2 (додається).</w:t>
      </w:r>
    </w:p>
    <w:p w:rsidR="00742255" w:rsidRPr="002B29F6" w:rsidRDefault="00742255" w:rsidP="006F219F">
      <w:pPr>
        <w:pStyle w:val="ListParagraph"/>
        <w:tabs>
          <w:tab w:val="left" w:pos="851"/>
        </w:tabs>
        <w:spacing w:after="240"/>
        <w:ind w:left="0"/>
        <w:contextualSpacing w:val="0"/>
        <w:jc w:val="center"/>
        <w:rPr>
          <w:b/>
          <w:color w:val="000000"/>
          <w:sz w:val="28"/>
          <w:szCs w:val="28"/>
        </w:rPr>
      </w:pPr>
    </w:p>
    <w:p w:rsidR="00742255" w:rsidRPr="002B29F6" w:rsidRDefault="00742255" w:rsidP="006F219F">
      <w:pPr>
        <w:pStyle w:val="ListParagraph"/>
        <w:tabs>
          <w:tab w:val="left" w:pos="851"/>
        </w:tabs>
        <w:spacing w:after="240"/>
        <w:ind w:left="0"/>
        <w:contextualSpacing w:val="0"/>
        <w:jc w:val="center"/>
        <w:rPr>
          <w:b/>
          <w:color w:val="000000"/>
          <w:sz w:val="28"/>
          <w:szCs w:val="28"/>
        </w:rPr>
      </w:pPr>
    </w:p>
    <w:p w:rsidR="00742255" w:rsidRPr="006F219F" w:rsidRDefault="00742255" w:rsidP="006F219F">
      <w:pPr>
        <w:pStyle w:val="ListParagraph"/>
        <w:tabs>
          <w:tab w:val="left" w:pos="851"/>
        </w:tabs>
        <w:spacing w:after="240"/>
        <w:ind w:left="0"/>
        <w:contextualSpacing w:val="0"/>
        <w:jc w:val="center"/>
        <w:rPr>
          <w:b/>
          <w:color w:val="000000"/>
          <w:sz w:val="28"/>
          <w:szCs w:val="28"/>
          <w:lang w:val="uk-UA"/>
        </w:rPr>
      </w:pPr>
      <w:r w:rsidRPr="006F219F">
        <w:rPr>
          <w:b/>
          <w:color w:val="000000"/>
          <w:sz w:val="28"/>
          <w:szCs w:val="28"/>
          <w:lang w:val="uk-UA"/>
        </w:rPr>
        <w:t xml:space="preserve">6. </w:t>
      </w:r>
      <w:r w:rsidRPr="006F219F">
        <w:rPr>
          <w:b/>
          <w:color w:val="000000"/>
          <w:sz w:val="28"/>
          <w:szCs w:val="28"/>
          <w:lang w:val="uk-UA" w:eastAsia="en-US"/>
        </w:rPr>
        <w:t>Напрями діяльності та заходи Програми</w:t>
      </w:r>
    </w:p>
    <w:p w:rsidR="00742255" w:rsidRPr="006F219F" w:rsidRDefault="00742255" w:rsidP="006F219F">
      <w:pPr>
        <w:numPr>
          <w:ilvl w:val="0"/>
          <w:numId w:val="37"/>
        </w:numPr>
        <w:tabs>
          <w:tab w:val="left" w:pos="0"/>
          <w:tab w:val="left" w:pos="1134"/>
        </w:tabs>
        <w:spacing w:after="120"/>
        <w:ind w:left="0" w:firstLine="567"/>
        <w:jc w:val="both"/>
        <w:rPr>
          <w:color w:val="000000"/>
          <w:sz w:val="28"/>
          <w:szCs w:val="28"/>
          <w:lang w:val="uk-UA"/>
        </w:rPr>
      </w:pPr>
      <w:r w:rsidRPr="00550238">
        <w:rPr>
          <w:color w:val="000000"/>
          <w:spacing w:val="-4"/>
          <w:sz w:val="28"/>
          <w:szCs w:val="28"/>
        </w:rPr>
        <w:t xml:space="preserve">Для досягнення мети </w:t>
      </w:r>
      <w:r w:rsidRPr="006F219F">
        <w:rPr>
          <w:bCs/>
          <w:color w:val="000000"/>
          <w:spacing w:val="-4"/>
          <w:sz w:val="28"/>
          <w:szCs w:val="28"/>
        </w:rPr>
        <w:t>Програми</w:t>
      </w:r>
      <w:r w:rsidRPr="00550238">
        <w:rPr>
          <w:bCs/>
          <w:color w:val="000000"/>
          <w:spacing w:val="-4"/>
          <w:sz w:val="28"/>
          <w:szCs w:val="28"/>
        </w:rPr>
        <w:t xml:space="preserve"> та виконання її завдань визначені наступні напрями діяльності</w:t>
      </w:r>
      <w:r w:rsidRPr="006F219F">
        <w:rPr>
          <w:color w:val="000000"/>
          <w:sz w:val="28"/>
          <w:szCs w:val="28"/>
          <w:lang w:val="uk-UA"/>
        </w:rPr>
        <w:t>:</w:t>
      </w:r>
    </w:p>
    <w:p w:rsidR="00742255" w:rsidRPr="006F219F" w:rsidRDefault="00742255" w:rsidP="006F219F">
      <w:pPr>
        <w:numPr>
          <w:ilvl w:val="0"/>
          <w:numId w:val="36"/>
        </w:numPr>
        <w:tabs>
          <w:tab w:val="left" w:pos="0"/>
          <w:tab w:val="left" w:pos="851"/>
        </w:tabs>
        <w:ind w:left="0" w:firstLine="567"/>
        <w:jc w:val="both"/>
        <w:rPr>
          <w:color w:val="000000"/>
          <w:sz w:val="28"/>
          <w:szCs w:val="28"/>
          <w:lang w:val="uk-UA"/>
        </w:rPr>
      </w:pPr>
      <w:r w:rsidRPr="006F219F">
        <w:rPr>
          <w:color w:val="000000"/>
          <w:sz w:val="28"/>
          <w:szCs w:val="28"/>
          <w:lang w:val="uk-UA"/>
        </w:rPr>
        <w:t>Проведення мобілізаційних заходів у м.Чернівцях;</w:t>
      </w:r>
    </w:p>
    <w:p w:rsidR="00742255" w:rsidRPr="006F219F" w:rsidRDefault="00742255" w:rsidP="006F219F">
      <w:pPr>
        <w:numPr>
          <w:ilvl w:val="0"/>
          <w:numId w:val="36"/>
        </w:numPr>
        <w:tabs>
          <w:tab w:val="left" w:pos="0"/>
          <w:tab w:val="left" w:pos="851"/>
        </w:tabs>
        <w:ind w:left="0" w:firstLine="567"/>
        <w:jc w:val="both"/>
        <w:rPr>
          <w:color w:val="000000"/>
          <w:sz w:val="28"/>
          <w:szCs w:val="28"/>
          <w:lang w:val="uk-UA"/>
        </w:rPr>
      </w:pPr>
      <w:r w:rsidRPr="006F219F">
        <w:rPr>
          <w:color w:val="000000"/>
          <w:sz w:val="28"/>
          <w:szCs w:val="28"/>
          <w:lang w:val="uk-UA"/>
        </w:rPr>
        <w:t>Призов громадян на строкову військову службу та військову службу контрактом;</w:t>
      </w:r>
    </w:p>
    <w:p w:rsidR="00742255" w:rsidRPr="006F219F" w:rsidRDefault="00742255" w:rsidP="006F219F">
      <w:pPr>
        <w:numPr>
          <w:ilvl w:val="0"/>
          <w:numId w:val="36"/>
        </w:numPr>
        <w:tabs>
          <w:tab w:val="left" w:pos="0"/>
          <w:tab w:val="left" w:pos="851"/>
        </w:tabs>
        <w:ind w:left="0" w:firstLine="567"/>
        <w:jc w:val="both"/>
        <w:rPr>
          <w:color w:val="000000"/>
          <w:sz w:val="28"/>
          <w:szCs w:val="28"/>
          <w:lang w:val="uk-UA"/>
        </w:rPr>
      </w:pPr>
      <w:r w:rsidRPr="006F219F">
        <w:rPr>
          <w:color w:val="000000"/>
          <w:sz w:val="28"/>
          <w:szCs w:val="28"/>
          <w:lang w:val="uk-UA"/>
        </w:rPr>
        <w:t>Заходи з територіальної оборони;</w:t>
      </w:r>
    </w:p>
    <w:p w:rsidR="00742255" w:rsidRPr="002B29F6" w:rsidRDefault="00742255" w:rsidP="006F219F">
      <w:pPr>
        <w:numPr>
          <w:ilvl w:val="0"/>
          <w:numId w:val="36"/>
        </w:numPr>
        <w:tabs>
          <w:tab w:val="left" w:pos="0"/>
          <w:tab w:val="left" w:pos="851"/>
        </w:tabs>
        <w:ind w:left="0" w:firstLine="567"/>
        <w:jc w:val="both"/>
        <w:rPr>
          <w:color w:val="000000"/>
          <w:sz w:val="28"/>
          <w:szCs w:val="28"/>
          <w:lang w:val="uk-UA"/>
        </w:rPr>
      </w:pPr>
      <w:r>
        <w:rPr>
          <w:color w:val="000000"/>
          <w:sz w:val="28"/>
          <w:szCs w:val="28"/>
          <w:lang w:val="uk-UA"/>
        </w:rPr>
        <w:t>Заходи з шефської допомоги;</w:t>
      </w:r>
    </w:p>
    <w:p w:rsidR="00742255" w:rsidRDefault="00742255" w:rsidP="006F219F">
      <w:pPr>
        <w:numPr>
          <w:ilvl w:val="0"/>
          <w:numId w:val="36"/>
        </w:numPr>
        <w:tabs>
          <w:tab w:val="left" w:pos="0"/>
          <w:tab w:val="left" w:pos="851"/>
        </w:tabs>
        <w:ind w:left="0" w:firstLine="567"/>
        <w:jc w:val="both"/>
        <w:rPr>
          <w:color w:val="000000"/>
          <w:sz w:val="28"/>
          <w:szCs w:val="28"/>
          <w:lang w:val="uk-UA"/>
        </w:rPr>
      </w:pPr>
      <w:r w:rsidRPr="006F219F">
        <w:rPr>
          <w:color w:val="000000"/>
          <w:sz w:val="28"/>
          <w:szCs w:val="28"/>
          <w:lang w:val="uk-UA"/>
        </w:rPr>
        <w:t>Заходи</w:t>
      </w:r>
      <w:r w:rsidRPr="002B29F6">
        <w:rPr>
          <w:color w:val="000000"/>
          <w:sz w:val="28"/>
          <w:szCs w:val="28"/>
        </w:rPr>
        <w:t xml:space="preserve"> </w:t>
      </w:r>
      <w:r>
        <w:rPr>
          <w:color w:val="000000"/>
          <w:sz w:val="28"/>
          <w:szCs w:val="28"/>
          <w:lang w:val="uk-UA"/>
        </w:rPr>
        <w:t>для військово-патріотичного виховання молоді та підготовки громадян до військової служби;</w:t>
      </w:r>
    </w:p>
    <w:p w:rsidR="00742255" w:rsidRDefault="00742255" w:rsidP="006F219F">
      <w:pPr>
        <w:numPr>
          <w:ilvl w:val="0"/>
          <w:numId w:val="36"/>
        </w:numPr>
        <w:tabs>
          <w:tab w:val="left" w:pos="0"/>
          <w:tab w:val="left" w:pos="851"/>
        </w:tabs>
        <w:ind w:left="0" w:firstLine="567"/>
        <w:jc w:val="both"/>
        <w:rPr>
          <w:color w:val="000000"/>
          <w:sz w:val="28"/>
          <w:szCs w:val="28"/>
          <w:lang w:val="uk-UA"/>
        </w:rPr>
      </w:pPr>
      <w:r>
        <w:rPr>
          <w:color w:val="000000"/>
          <w:sz w:val="28"/>
          <w:szCs w:val="28"/>
          <w:lang w:val="uk-UA"/>
        </w:rPr>
        <w:t>Сприяння у розв’язанні соціально-побутових проблем;</w:t>
      </w:r>
    </w:p>
    <w:p w:rsidR="00742255" w:rsidRPr="006F219F" w:rsidRDefault="00742255" w:rsidP="006F219F">
      <w:pPr>
        <w:numPr>
          <w:ilvl w:val="0"/>
          <w:numId w:val="36"/>
        </w:numPr>
        <w:tabs>
          <w:tab w:val="left" w:pos="0"/>
          <w:tab w:val="left" w:pos="851"/>
        </w:tabs>
        <w:ind w:left="0" w:firstLine="567"/>
        <w:jc w:val="both"/>
        <w:rPr>
          <w:color w:val="000000"/>
          <w:sz w:val="28"/>
          <w:szCs w:val="28"/>
          <w:lang w:val="uk-UA"/>
        </w:rPr>
      </w:pPr>
      <w:r>
        <w:rPr>
          <w:color w:val="000000"/>
          <w:sz w:val="28"/>
          <w:szCs w:val="28"/>
          <w:lang w:val="uk-UA"/>
        </w:rPr>
        <w:t>Боротьба з контрабандою та порушеннями митних правил.</w:t>
      </w:r>
    </w:p>
    <w:p w:rsidR="00742255" w:rsidRPr="006F219F" w:rsidRDefault="00742255" w:rsidP="006F219F">
      <w:pPr>
        <w:tabs>
          <w:tab w:val="left" w:pos="0"/>
          <w:tab w:val="left" w:pos="1134"/>
        </w:tabs>
        <w:spacing w:after="240"/>
        <w:ind w:firstLine="567"/>
        <w:jc w:val="both"/>
        <w:rPr>
          <w:color w:val="000000"/>
          <w:sz w:val="28"/>
          <w:szCs w:val="28"/>
          <w:lang w:val="uk-UA"/>
        </w:rPr>
      </w:pPr>
      <w:r w:rsidRPr="006F219F">
        <w:rPr>
          <w:color w:val="000000"/>
          <w:sz w:val="28"/>
          <w:szCs w:val="28"/>
          <w:lang w:val="uk-UA"/>
        </w:rPr>
        <w:t>Інформація щодо заходів за визначеними напрямами діяльності, термінів виконання, відповідальних виконавців, джерел та обсягів фінансування та очікуваних результатів виконання заходів Програми наведена у Додатку 3 (додається).</w:t>
      </w:r>
    </w:p>
    <w:p w:rsidR="00742255" w:rsidRPr="006F219F" w:rsidRDefault="00742255" w:rsidP="006F219F">
      <w:pPr>
        <w:widowControl w:val="0"/>
        <w:shd w:val="clear" w:color="auto" w:fill="FFFFFF"/>
        <w:spacing w:before="120"/>
        <w:jc w:val="center"/>
        <w:rPr>
          <w:b/>
          <w:color w:val="000000"/>
          <w:sz w:val="28"/>
          <w:szCs w:val="28"/>
        </w:rPr>
      </w:pPr>
      <w:r w:rsidRPr="006F219F">
        <w:rPr>
          <w:b/>
          <w:color w:val="000000"/>
          <w:sz w:val="28"/>
          <w:szCs w:val="28"/>
          <w:lang w:val="uk-UA"/>
        </w:rPr>
        <w:t>7.</w:t>
      </w:r>
      <w:r w:rsidRPr="006F219F">
        <w:rPr>
          <w:b/>
          <w:color w:val="000000"/>
          <w:sz w:val="28"/>
          <w:szCs w:val="28"/>
        </w:rPr>
        <w:t xml:space="preserve"> Координація та контроль за виконанням Програми</w:t>
      </w:r>
    </w:p>
    <w:p w:rsidR="00742255" w:rsidRPr="00C7068F" w:rsidRDefault="00742255" w:rsidP="006F219F">
      <w:pPr>
        <w:widowControl w:val="0"/>
        <w:shd w:val="clear" w:color="auto" w:fill="FFFFFF"/>
        <w:spacing w:before="120"/>
        <w:jc w:val="center"/>
        <w:rPr>
          <w:b/>
          <w:color w:val="000000"/>
        </w:rPr>
      </w:pPr>
    </w:p>
    <w:p w:rsidR="00742255" w:rsidRPr="006F219F" w:rsidRDefault="00742255" w:rsidP="006F219F">
      <w:pPr>
        <w:ind w:firstLine="851"/>
        <w:jc w:val="both"/>
        <w:rPr>
          <w:color w:val="000000"/>
          <w:sz w:val="28"/>
          <w:szCs w:val="28"/>
        </w:rPr>
      </w:pPr>
      <w:r w:rsidRPr="006F219F">
        <w:rPr>
          <w:b/>
          <w:color w:val="000000"/>
          <w:sz w:val="28"/>
          <w:szCs w:val="28"/>
          <w:lang w:val="uk-UA"/>
        </w:rPr>
        <w:t>7.1.</w:t>
      </w:r>
      <w:r w:rsidRPr="006F219F">
        <w:rPr>
          <w:color w:val="000000"/>
          <w:sz w:val="28"/>
          <w:szCs w:val="28"/>
          <w:lang w:val="uk-UA"/>
        </w:rPr>
        <w:t xml:space="preserve"> </w:t>
      </w:r>
      <w:r w:rsidRPr="006F219F">
        <w:rPr>
          <w:color w:val="000000"/>
          <w:sz w:val="28"/>
          <w:szCs w:val="28"/>
        </w:rPr>
        <w:t xml:space="preserve">Координацію виконання заходів Програми здійснює її відповідальний виконавець – </w:t>
      </w:r>
      <w:r w:rsidRPr="006F219F">
        <w:rPr>
          <w:color w:val="000000"/>
          <w:sz w:val="28"/>
          <w:szCs w:val="28"/>
          <w:lang w:val="uk-UA"/>
        </w:rPr>
        <w:t xml:space="preserve">відділ мобілізаційної роботи </w:t>
      </w:r>
      <w:r w:rsidRPr="006F219F">
        <w:rPr>
          <w:color w:val="000000"/>
          <w:sz w:val="28"/>
          <w:szCs w:val="28"/>
        </w:rPr>
        <w:t>Чернівецької міської ради.</w:t>
      </w:r>
    </w:p>
    <w:p w:rsidR="00742255" w:rsidRPr="006F219F" w:rsidRDefault="00742255" w:rsidP="006F219F">
      <w:pPr>
        <w:ind w:firstLine="851"/>
        <w:jc w:val="both"/>
        <w:rPr>
          <w:color w:val="000000"/>
          <w:sz w:val="28"/>
          <w:szCs w:val="28"/>
        </w:rPr>
      </w:pPr>
      <w:r w:rsidRPr="006F219F">
        <w:rPr>
          <w:b/>
          <w:color w:val="000000"/>
          <w:sz w:val="28"/>
          <w:szCs w:val="28"/>
          <w:lang w:val="uk-UA"/>
        </w:rPr>
        <w:t>7.2.</w:t>
      </w:r>
      <w:r w:rsidRPr="006F219F">
        <w:rPr>
          <w:color w:val="000000"/>
          <w:sz w:val="28"/>
          <w:szCs w:val="28"/>
          <w:lang w:val="uk-UA"/>
        </w:rPr>
        <w:t xml:space="preserve"> </w:t>
      </w:r>
      <w:r w:rsidRPr="006F219F">
        <w:rPr>
          <w:color w:val="000000"/>
          <w:sz w:val="28"/>
          <w:szCs w:val="28"/>
        </w:rPr>
        <w:t>Учасники (співвиконавці) Програми щоквартально до 5 числа місяця, наступного за звітним періодом, надають відповідальному виконавцю Програми проміжні звіти про її виконання за встановленими формами, в тому числі із зазначенням та обґрунтуванням причин невиконання заходів.</w:t>
      </w:r>
    </w:p>
    <w:p w:rsidR="00742255" w:rsidRPr="006F219F" w:rsidRDefault="00742255" w:rsidP="006F219F">
      <w:pPr>
        <w:ind w:firstLine="851"/>
        <w:jc w:val="both"/>
        <w:rPr>
          <w:color w:val="000000"/>
          <w:sz w:val="28"/>
          <w:szCs w:val="28"/>
        </w:rPr>
      </w:pPr>
      <w:r w:rsidRPr="006F219F">
        <w:rPr>
          <w:b/>
          <w:color w:val="000000"/>
          <w:sz w:val="28"/>
          <w:szCs w:val="28"/>
          <w:lang w:val="uk-UA"/>
        </w:rPr>
        <w:t>7.3.</w:t>
      </w:r>
      <w:r w:rsidRPr="006F219F">
        <w:rPr>
          <w:color w:val="000000"/>
          <w:sz w:val="28"/>
          <w:szCs w:val="28"/>
          <w:lang w:val="uk-UA"/>
        </w:rPr>
        <w:t xml:space="preserve"> </w:t>
      </w:r>
      <w:r w:rsidRPr="006F219F">
        <w:rPr>
          <w:color w:val="000000"/>
          <w:sz w:val="28"/>
          <w:szCs w:val="28"/>
        </w:rPr>
        <w:t>Відповідальний виконавець Програми щоквартально, до 10 числа місяця, наступного за звітним періодом, подає у фінансове управління Чернівецької  міської ради звіт за встановленою формою про виконання Програми.</w:t>
      </w:r>
    </w:p>
    <w:p w:rsidR="00742255" w:rsidRPr="006F219F" w:rsidRDefault="00742255" w:rsidP="006F219F">
      <w:pPr>
        <w:pStyle w:val="HTMLPreformatted"/>
        <w:shd w:val="clear" w:color="auto" w:fill="FFFFFF"/>
        <w:ind w:firstLine="851"/>
        <w:jc w:val="both"/>
        <w:rPr>
          <w:rFonts w:ascii="Times New Roman" w:hAnsi="Times New Roman"/>
          <w:sz w:val="28"/>
          <w:szCs w:val="28"/>
          <w:lang w:val="uk-UA"/>
        </w:rPr>
      </w:pPr>
      <w:r w:rsidRPr="006F219F">
        <w:rPr>
          <w:rFonts w:ascii="Times New Roman" w:hAnsi="Times New Roman"/>
          <w:b/>
          <w:sz w:val="28"/>
          <w:szCs w:val="28"/>
          <w:lang w:val="uk-UA"/>
        </w:rPr>
        <w:t>7.4.</w:t>
      </w:r>
      <w:r w:rsidRPr="006F219F">
        <w:rPr>
          <w:rFonts w:ascii="Times New Roman" w:hAnsi="Times New Roman"/>
          <w:sz w:val="28"/>
          <w:szCs w:val="28"/>
          <w:lang w:val="uk-UA"/>
        </w:rPr>
        <w:t xml:space="preserve"> Відповідальний виконавець Програми</w:t>
      </w:r>
      <w:r w:rsidRPr="006F219F">
        <w:rPr>
          <w:rFonts w:ascii="Times New Roman" w:hAnsi="Times New Roman"/>
          <w:b/>
          <w:sz w:val="28"/>
          <w:szCs w:val="28"/>
          <w:lang w:val="uk-UA"/>
        </w:rPr>
        <w:t xml:space="preserve"> </w:t>
      </w:r>
      <w:r w:rsidRPr="006F219F">
        <w:rPr>
          <w:rFonts w:ascii="Times New Roman" w:hAnsi="Times New Roman"/>
          <w:sz w:val="28"/>
          <w:szCs w:val="28"/>
          <w:lang w:val="uk-UA"/>
        </w:rPr>
        <w:t xml:space="preserve"> до березня 2021 року, наступного за звітним, готує та подає департаменту розвитку Чернівецької міської ради та фінансовому управлінню Чернівецької міської ради звіт за встановленою формою про стан виконання Програми. </w:t>
      </w:r>
    </w:p>
    <w:p w:rsidR="00742255" w:rsidRPr="006F219F" w:rsidRDefault="00742255" w:rsidP="006F219F">
      <w:pPr>
        <w:ind w:firstLine="851"/>
        <w:jc w:val="both"/>
        <w:rPr>
          <w:color w:val="000000"/>
          <w:sz w:val="28"/>
          <w:szCs w:val="28"/>
        </w:rPr>
      </w:pPr>
      <w:r w:rsidRPr="006F219F">
        <w:rPr>
          <w:b/>
          <w:color w:val="000000"/>
          <w:sz w:val="28"/>
          <w:szCs w:val="28"/>
          <w:lang w:val="uk-UA"/>
        </w:rPr>
        <w:t>7.5.</w:t>
      </w:r>
      <w:r w:rsidRPr="006F219F">
        <w:rPr>
          <w:color w:val="000000"/>
          <w:sz w:val="28"/>
          <w:szCs w:val="28"/>
          <w:lang w:val="uk-UA"/>
        </w:rPr>
        <w:t xml:space="preserve"> Контроль за виконанням Програми здійснює постійна комісія Чернівецької міської ради з питань законності, </w:t>
      </w:r>
      <w:r w:rsidRPr="006F219F">
        <w:rPr>
          <w:color w:val="000000"/>
          <w:sz w:val="28"/>
          <w:szCs w:val="28"/>
          <w:shd w:val="clear" w:color="auto" w:fill="FFFFFF"/>
          <w:lang w:val="uk-UA"/>
        </w:rPr>
        <w:t>прав і свобод людини, регламенту, депутатської діяльності, етики та запобігання корупції.</w:t>
      </w:r>
      <w:r w:rsidRPr="006F219F">
        <w:rPr>
          <w:color w:val="000000"/>
          <w:sz w:val="28"/>
          <w:szCs w:val="28"/>
          <w:lang w:val="uk-UA"/>
        </w:rPr>
        <w:br/>
        <w:t xml:space="preserve">           </w:t>
      </w:r>
      <w:r w:rsidRPr="006F219F">
        <w:rPr>
          <w:b/>
          <w:color w:val="000000"/>
          <w:sz w:val="28"/>
          <w:szCs w:val="28"/>
          <w:lang w:val="uk-UA"/>
        </w:rPr>
        <w:t>7.6.</w:t>
      </w:r>
      <w:r w:rsidRPr="006F219F">
        <w:rPr>
          <w:color w:val="000000"/>
          <w:sz w:val="28"/>
          <w:szCs w:val="28"/>
          <w:lang w:val="uk-UA"/>
        </w:rPr>
        <w:t xml:space="preserve"> </w:t>
      </w:r>
      <w:r w:rsidRPr="006F219F">
        <w:rPr>
          <w:color w:val="000000"/>
          <w:sz w:val="28"/>
          <w:szCs w:val="28"/>
        </w:rPr>
        <w:t>Загальна інформація про виконання Програми заслуховується на пленарному засіданні Чернівецької міської ради в році, наступному за звітним.</w:t>
      </w:r>
    </w:p>
    <w:p w:rsidR="00742255" w:rsidRPr="006F219F" w:rsidRDefault="00742255" w:rsidP="006F219F">
      <w:pPr>
        <w:pStyle w:val="BodyTextIndent"/>
        <w:ind w:firstLine="851"/>
        <w:rPr>
          <w:color w:val="000000"/>
          <w:sz w:val="28"/>
          <w:szCs w:val="28"/>
        </w:rPr>
      </w:pPr>
      <w:r w:rsidRPr="006F219F">
        <w:rPr>
          <w:b/>
          <w:color w:val="000000"/>
          <w:sz w:val="28"/>
          <w:szCs w:val="28"/>
          <w:lang w:val="ru-RU"/>
        </w:rPr>
        <w:t>7.7.</w:t>
      </w:r>
      <w:r w:rsidRPr="006F219F">
        <w:rPr>
          <w:color w:val="000000"/>
          <w:sz w:val="28"/>
          <w:szCs w:val="28"/>
          <w:lang w:val="ru-RU"/>
        </w:rPr>
        <w:t xml:space="preserve"> </w:t>
      </w:r>
      <w:r w:rsidRPr="006F219F">
        <w:rPr>
          <w:color w:val="000000"/>
          <w:sz w:val="28"/>
          <w:szCs w:val="28"/>
        </w:rPr>
        <w:t xml:space="preserve">За необхідності, до Програми можуть вноситися зміни та доповнення, які затверджуються відповідним рішенням Чернівецької міської ради. </w:t>
      </w:r>
    </w:p>
    <w:p w:rsidR="00742255" w:rsidRPr="004A40A7" w:rsidRDefault="00742255" w:rsidP="006F219F">
      <w:pPr>
        <w:tabs>
          <w:tab w:val="left" w:pos="1134"/>
        </w:tabs>
        <w:spacing w:after="120"/>
        <w:jc w:val="both"/>
        <w:rPr>
          <w:color w:val="000000"/>
          <w:sz w:val="28"/>
          <w:szCs w:val="28"/>
          <w:lang w:val="uk-UA"/>
        </w:rPr>
      </w:pPr>
    </w:p>
    <w:tbl>
      <w:tblPr>
        <w:tblW w:w="0" w:type="auto"/>
        <w:tblLook w:val="00A0"/>
      </w:tblPr>
      <w:tblGrid>
        <w:gridCol w:w="5920"/>
        <w:gridCol w:w="3686"/>
      </w:tblGrid>
      <w:tr w:rsidR="00742255" w:rsidRPr="004A40A7" w:rsidTr="00DB0562">
        <w:tc>
          <w:tcPr>
            <w:tcW w:w="5920" w:type="dxa"/>
          </w:tcPr>
          <w:p w:rsidR="00742255" w:rsidRPr="004A40A7" w:rsidRDefault="00742255" w:rsidP="004A40A7">
            <w:pPr>
              <w:pStyle w:val="ListParagraph"/>
              <w:tabs>
                <w:tab w:val="left" w:pos="1276"/>
              </w:tabs>
              <w:ind w:left="0"/>
              <w:contextualSpacing w:val="0"/>
              <w:jc w:val="both"/>
              <w:rPr>
                <w:color w:val="000000"/>
                <w:sz w:val="28"/>
                <w:szCs w:val="28"/>
                <w:lang w:val="uk-UA"/>
              </w:rPr>
            </w:pPr>
            <w:r w:rsidRPr="004A40A7">
              <w:rPr>
                <w:b/>
                <w:color w:val="000000"/>
                <w:sz w:val="28"/>
                <w:szCs w:val="28"/>
                <w:lang w:val="uk-UA"/>
              </w:rPr>
              <w:t>Секретар Чернівецької міської ради</w:t>
            </w:r>
          </w:p>
        </w:tc>
        <w:tc>
          <w:tcPr>
            <w:tcW w:w="3686" w:type="dxa"/>
          </w:tcPr>
          <w:p w:rsidR="00742255" w:rsidRPr="004A40A7" w:rsidRDefault="00742255" w:rsidP="004A40A7">
            <w:pPr>
              <w:pStyle w:val="ListParagraph"/>
              <w:tabs>
                <w:tab w:val="left" w:pos="1276"/>
              </w:tabs>
              <w:ind w:left="0"/>
              <w:contextualSpacing w:val="0"/>
              <w:jc w:val="right"/>
              <w:rPr>
                <w:color w:val="000000"/>
                <w:sz w:val="28"/>
                <w:szCs w:val="28"/>
                <w:lang w:val="uk-UA"/>
              </w:rPr>
            </w:pPr>
            <w:r w:rsidRPr="004A40A7">
              <w:rPr>
                <w:b/>
                <w:color w:val="000000"/>
                <w:sz w:val="28"/>
                <w:szCs w:val="28"/>
                <w:lang w:val="uk-UA"/>
              </w:rPr>
              <w:t>В.Продан</w:t>
            </w:r>
          </w:p>
        </w:tc>
      </w:tr>
    </w:tbl>
    <w:p w:rsidR="00742255" w:rsidRPr="004A40A7" w:rsidRDefault="00742255" w:rsidP="00955B57">
      <w:pPr>
        <w:pStyle w:val="ListParagraph"/>
        <w:tabs>
          <w:tab w:val="left" w:pos="1276"/>
        </w:tabs>
        <w:ind w:left="0" w:firstLine="709"/>
        <w:contextualSpacing w:val="0"/>
        <w:jc w:val="both"/>
        <w:rPr>
          <w:lang w:val="uk-UA"/>
        </w:rPr>
      </w:pPr>
    </w:p>
    <w:sectPr w:rsidR="00742255" w:rsidRPr="004A40A7" w:rsidSect="00802F29">
      <w:headerReference w:type="default" r:id="rId7"/>
      <w:pgSz w:w="11906" w:h="16838"/>
      <w:pgMar w:top="1134" w:right="567" w:bottom="71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255" w:rsidRDefault="00742255" w:rsidP="00126D71">
      <w:r>
        <w:separator/>
      </w:r>
    </w:p>
  </w:endnote>
  <w:endnote w:type="continuationSeparator" w:id="0">
    <w:p w:rsidR="00742255" w:rsidRDefault="00742255" w:rsidP="00126D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255" w:rsidRDefault="00742255" w:rsidP="00126D71">
      <w:r>
        <w:separator/>
      </w:r>
    </w:p>
  </w:footnote>
  <w:footnote w:type="continuationSeparator" w:id="0">
    <w:p w:rsidR="00742255" w:rsidRDefault="00742255" w:rsidP="00126D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255" w:rsidRDefault="00742255">
    <w:pPr>
      <w:pStyle w:val="Header"/>
      <w:jc w:val="center"/>
    </w:pPr>
    <w:fldSimple w:instr="PAGE   \* MERGEFORMAT">
      <w:r>
        <w:rPr>
          <w:noProof/>
        </w:rPr>
        <w:t>7</w:t>
      </w:r>
    </w:fldSimple>
  </w:p>
  <w:p w:rsidR="00742255" w:rsidRDefault="0074225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22918"/>
    <w:multiLevelType w:val="hybridMultilevel"/>
    <w:tmpl w:val="8642FF42"/>
    <w:lvl w:ilvl="0" w:tplc="0422000F">
      <w:start w:val="1"/>
      <w:numFmt w:val="decimal"/>
      <w:lvlText w:val="%1."/>
      <w:lvlJc w:val="left"/>
      <w:pPr>
        <w:ind w:left="1300" w:hanging="360"/>
      </w:pPr>
      <w:rPr>
        <w:rFonts w:cs="Times New Roman"/>
      </w:rPr>
    </w:lvl>
    <w:lvl w:ilvl="1" w:tplc="04220019" w:tentative="1">
      <w:start w:val="1"/>
      <w:numFmt w:val="lowerLetter"/>
      <w:lvlText w:val="%2."/>
      <w:lvlJc w:val="left"/>
      <w:pPr>
        <w:ind w:left="2020" w:hanging="360"/>
      </w:pPr>
      <w:rPr>
        <w:rFonts w:cs="Times New Roman"/>
      </w:rPr>
    </w:lvl>
    <w:lvl w:ilvl="2" w:tplc="0422001B" w:tentative="1">
      <w:start w:val="1"/>
      <w:numFmt w:val="lowerRoman"/>
      <w:lvlText w:val="%3."/>
      <w:lvlJc w:val="right"/>
      <w:pPr>
        <w:ind w:left="2740" w:hanging="180"/>
      </w:pPr>
      <w:rPr>
        <w:rFonts w:cs="Times New Roman"/>
      </w:rPr>
    </w:lvl>
    <w:lvl w:ilvl="3" w:tplc="0422000F" w:tentative="1">
      <w:start w:val="1"/>
      <w:numFmt w:val="decimal"/>
      <w:lvlText w:val="%4."/>
      <w:lvlJc w:val="left"/>
      <w:pPr>
        <w:ind w:left="3460" w:hanging="360"/>
      </w:pPr>
      <w:rPr>
        <w:rFonts w:cs="Times New Roman"/>
      </w:rPr>
    </w:lvl>
    <w:lvl w:ilvl="4" w:tplc="04220019" w:tentative="1">
      <w:start w:val="1"/>
      <w:numFmt w:val="lowerLetter"/>
      <w:lvlText w:val="%5."/>
      <w:lvlJc w:val="left"/>
      <w:pPr>
        <w:ind w:left="4180" w:hanging="360"/>
      </w:pPr>
      <w:rPr>
        <w:rFonts w:cs="Times New Roman"/>
      </w:rPr>
    </w:lvl>
    <w:lvl w:ilvl="5" w:tplc="0422001B" w:tentative="1">
      <w:start w:val="1"/>
      <w:numFmt w:val="lowerRoman"/>
      <w:lvlText w:val="%6."/>
      <w:lvlJc w:val="right"/>
      <w:pPr>
        <w:ind w:left="4900" w:hanging="180"/>
      </w:pPr>
      <w:rPr>
        <w:rFonts w:cs="Times New Roman"/>
      </w:rPr>
    </w:lvl>
    <w:lvl w:ilvl="6" w:tplc="0422000F" w:tentative="1">
      <w:start w:val="1"/>
      <w:numFmt w:val="decimal"/>
      <w:lvlText w:val="%7."/>
      <w:lvlJc w:val="left"/>
      <w:pPr>
        <w:ind w:left="5620" w:hanging="360"/>
      </w:pPr>
      <w:rPr>
        <w:rFonts w:cs="Times New Roman"/>
      </w:rPr>
    </w:lvl>
    <w:lvl w:ilvl="7" w:tplc="04220019" w:tentative="1">
      <w:start w:val="1"/>
      <w:numFmt w:val="lowerLetter"/>
      <w:lvlText w:val="%8."/>
      <w:lvlJc w:val="left"/>
      <w:pPr>
        <w:ind w:left="6340" w:hanging="360"/>
      </w:pPr>
      <w:rPr>
        <w:rFonts w:cs="Times New Roman"/>
      </w:rPr>
    </w:lvl>
    <w:lvl w:ilvl="8" w:tplc="0422001B" w:tentative="1">
      <w:start w:val="1"/>
      <w:numFmt w:val="lowerRoman"/>
      <w:lvlText w:val="%9."/>
      <w:lvlJc w:val="right"/>
      <w:pPr>
        <w:ind w:left="7060" w:hanging="180"/>
      </w:pPr>
      <w:rPr>
        <w:rFonts w:cs="Times New Roman"/>
      </w:rPr>
    </w:lvl>
  </w:abstractNum>
  <w:abstractNum w:abstractNumId="1">
    <w:nsid w:val="02674E76"/>
    <w:multiLevelType w:val="hybridMultilevel"/>
    <w:tmpl w:val="97345302"/>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2">
    <w:nsid w:val="03D36068"/>
    <w:multiLevelType w:val="multilevel"/>
    <w:tmpl w:val="24B6A19A"/>
    <w:lvl w:ilvl="0">
      <w:start w:val="1"/>
      <w:numFmt w:val="decimal"/>
      <w:lvlText w:val="3.%1."/>
      <w:lvlJc w:val="left"/>
      <w:pPr>
        <w:ind w:left="420" w:hanging="420"/>
      </w:pPr>
      <w:rPr>
        <w:rFonts w:ascii="Times New Roman" w:eastAsia="Times New Roman" w:hAnsi="Times New Roman" w:cs="Times New Roman" w:hint="default"/>
        <w:sz w:val="28"/>
        <w:szCs w:val="28"/>
      </w:rPr>
    </w:lvl>
    <w:lvl w:ilvl="1">
      <w:start w:val="1"/>
      <w:numFmt w:val="decimal"/>
      <w:lvlText w:val="2.%2"/>
      <w:lvlJc w:val="left"/>
      <w:pPr>
        <w:ind w:left="2020" w:hanging="720"/>
      </w:pPr>
      <w:rPr>
        <w:rFonts w:ascii="Times New Roman" w:eastAsia="Times New Roman" w:hAnsi="Times New Roman" w:cs="Times New Roman" w:hint="default"/>
        <w:b/>
      </w:rPr>
    </w:lvl>
    <w:lvl w:ilvl="2">
      <w:start w:val="1"/>
      <w:numFmt w:val="decimal"/>
      <w:lvlText w:val="%1.%2.%3."/>
      <w:lvlJc w:val="left"/>
      <w:pPr>
        <w:ind w:left="3320" w:hanging="720"/>
      </w:pPr>
      <w:rPr>
        <w:rFonts w:cs="Times New Roman" w:hint="default"/>
      </w:rPr>
    </w:lvl>
    <w:lvl w:ilvl="3">
      <w:start w:val="1"/>
      <w:numFmt w:val="decimal"/>
      <w:lvlText w:val="%1.%2.%3.%4."/>
      <w:lvlJc w:val="left"/>
      <w:pPr>
        <w:ind w:left="4980" w:hanging="1080"/>
      </w:pPr>
      <w:rPr>
        <w:rFonts w:cs="Times New Roman" w:hint="default"/>
      </w:rPr>
    </w:lvl>
    <w:lvl w:ilvl="4">
      <w:start w:val="1"/>
      <w:numFmt w:val="decimal"/>
      <w:lvlText w:val="%1.%2.%3.%4.%5."/>
      <w:lvlJc w:val="left"/>
      <w:pPr>
        <w:ind w:left="6280" w:hanging="1080"/>
      </w:pPr>
      <w:rPr>
        <w:rFonts w:cs="Times New Roman" w:hint="default"/>
      </w:rPr>
    </w:lvl>
    <w:lvl w:ilvl="5">
      <w:start w:val="1"/>
      <w:numFmt w:val="decimal"/>
      <w:lvlText w:val="%1.%2.%3.%4.%5.%6."/>
      <w:lvlJc w:val="left"/>
      <w:pPr>
        <w:ind w:left="7940" w:hanging="1440"/>
      </w:pPr>
      <w:rPr>
        <w:rFonts w:cs="Times New Roman" w:hint="default"/>
      </w:rPr>
    </w:lvl>
    <w:lvl w:ilvl="6">
      <w:start w:val="1"/>
      <w:numFmt w:val="decimal"/>
      <w:lvlText w:val="%1.%2.%3.%4.%5.%6.%7."/>
      <w:lvlJc w:val="left"/>
      <w:pPr>
        <w:ind w:left="9240" w:hanging="1440"/>
      </w:pPr>
      <w:rPr>
        <w:rFonts w:cs="Times New Roman" w:hint="default"/>
      </w:rPr>
    </w:lvl>
    <w:lvl w:ilvl="7">
      <w:start w:val="1"/>
      <w:numFmt w:val="decimal"/>
      <w:lvlText w:val="%1.%2.%3.%4.%5.%6.%7.%8."/>
      <w:lvlJc w:val="left"/>
      <w:pPr>
        <w:ind w:left="10900" w:hanging="1800"/>
      </w:pPr>
      <w:rPr>
        <w:rFonts w:cs="Times New Roman" w:hint="default"/>
      </w:rPr>
    </w:lvl>
    <w:lvl w:ilvl="8">
      <w:start w:val="1"/>
      <w:numFmt w:val="decimal"/>
      <w:lvlText w:val="%1.%2.%3.%4.%5.%6.%7.%8.%9."/>
      <w:lvlJc w:val="left"/>
      <w:pPr>
        <w:ind w:left="12560" w:hanging="2160"/>
      </w:pPr>
      <w:rPr>
        <w:rFonts w:cs="Times New Roman" w:hint="default"/>
      </w:rPr>
    </w:lvl>
  </w:abstractNum>
  <w:abstractNum w:abstractNumId="3">
    <w:nsid w:val="04DD4E80"/>
    <w:multiLevelType w:val="hybridMultilevel"/>
    <w:tmpl w:val="364C54F4"/>
    <w:lvl w:ilvl="0" w:tplc="B002D762">
      <w:start w:val="1"/>
      <w:numFmt w:val="decimal"/>
      <w:lvlText w:val="6.1.%1."/>
      <w:lvlJc w:val="left"/>
      <w:pPr>
        <w:ind w:left="1287" w:hanging="360"/>
      </w:pPr>
      <w:rPr>
        <w:rFonts w:ascii="Times New Roman" w:eastAsia="Times New Roman" w:hAnsi="Times New Roman" w:cs="Times New Roman" w:hint="default"/>
        <w:sz w:val="28"/>
        <w:szCs w:val="28"/>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079930D9"/>
    <w:multiLevelType w:val="hybridMultilevel"/>
    <w:tmpl w:val="C59A50B2"/>
    <w:lvl w:ilvl="0" w:tplc="87E876FE">
      <w:start w:val="27"/>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087F1377"/>
    <w:multiLevelType w:val="multilevel"/>
    <w:tmpl w:val="F992EF34"/>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C0E1B33"/>
    <w:multiLevelType w:val="hybridMultilevel"/>
    <w:tmpl w:val="DB5838D8"/>
    <w:lvl w:ilvl="0" w:tplc="12A0F14E">
      <w:start w:val="4"/>
      <w:numFmt w:val="decimal"/>
      <w:lvlText w:val="5.4.%1"/>
      <w:lvlJc w:val="left"/>
      <w:pPr>
        <w:ind w:left="1276" w:hanging="360"/>
      </w:pPr>
      <w:rPr>
        <w:rFonts w:ascii="Times New Roman" w:eastAsia="Times New Roman" w:hAnsi="Times New Roman" w:cs="Times New Roman" w:hint="default"/>
        <w:sz w:val="28"/>
        <w:szCs w:val="28"/>
      </w:rPr>
    </w:lvl>
    <w:lvl w:ilvl="1" w:tplc="04220019" w:tentative="1">
      <w:start w:val="1"/>
      <w:numFmt w:val="lowerLetter"/>
      <w:lvlText w:val="%2."/>
      <w:lvlJc w:val="left"/>
      <w:pPr>
        <w:ind w:left="1996" w:hanging="360"/>
      </w:pPr>
      <w:rPr>
        <w:rFonts w:cs="Times New Roman"/>
      </w:rPr>
    </w:lvl>
    <w:lvl w:ilvl="2" w:tplc="0422001B" w:tentative="1">
      <w:start w:val="1"/>
      <w:numFmt w:val="lowerRoman"/>
      <w:lvlText w:val="%3."/>
      <w:lvlJc w:val="right"/>
      <w:pPr>
        <w:ind w:left="2716" w:hanging="180"/>
      </w:pPr>
      <w:rPr>
        <w:rFonts w:cs="Times New Roman"/>
      </w:rPr>
    </w:lvl>
    <w:lvl w:ilvl="3" w:tplc="0422000F" w:tentative="1">
      <w:start w:val="1"/>
      <w:numFmt w:val="decimal"/>
      <w:lvlText w:val="%4."/>
      <w:lvlJc w:val="left"/>
      <w:pPr>
        <w:ind w:left="3436" w:hanging="360"/>
      </w:pPr>
      <w:rPr>
        <w:rFonts w:cs="Times New Roman"/>
      </w:rPr>
    </w:lvl>
    <w:lvl w:ilvl="4" w:tplc="04220019" w:tentative="1">
      <w:start w:val="1"/>
      <w:numFmt w:val="lowerLetter"/>
      <w:lvlText w:val="%5."/>
      <w:lvlJc w:val="left"/>
      <w:pPr>
        <w:ind w:left="4156" w:hanging="360"/>
      </w:pPr>
      <w:rPr>
        <w:rFonts w:cs="Times New Roman"/>
      </w:rPr>
    </w:lvl>
    <w:lvl w:ilvl="5" w:tplc="0422001B" w:tentative="1">
      <w:start w:val="1"/>
      <w:numFmt w:val="lowerRoman"/>
      <w:lvlText w:val="%6."/>
      <w:lvlJc w:val="right"/>
      <w:pPr>
        <w:ind w:left="4876" w:hanging="180"/>
      </w:pPr>
      <w:rPr>
        <w:rFonts w:cs="Times New Roman"/>
      </w:rPr>
    </w:lvl>
    <w:lvl w:ilvl="6" w:tplc="0422000F" w:tentative="1">
      <w:start w:val="1"/>
      <w:numFmt w:val="decimal"/>
      <w:lvlText w:val="%7."/>
      <w:lvlJc w:val="left"/>
      <w:pPr>
        <w:ind w:left="5596" w:hanging="360"/>
      </w:pPr>
      <w:rPr>
        <w:rFonts w:cs="Times New Roman"/>
      </w:rPr>
    </w:lvl>
    <w:lvl w:ilvl="7" w:tplc="04220019" w:tentative="1">
      <w:start w:val="1"/>
      <w:numFmt w:val="lowerLetter"/>
      <w:lvlText w:val="%8."/>
      <w:lvlJc w:val="left"/>
      <w:pPr>
        <w:ind w:left="6316" w:hanging="360"/>
      </w:pPr>
      <w:rPr>
        <w:rFonts w:cs="Times New Roman"/>
      </w:rPr>
    </w:lvl>
    <w:lvl w:ilvl="8" w:tplc="0422001B" w:tentative="1">
      <w:start w:val="1"/>
      <w:numFmt w:val="lowerRoman"/>
      <w:lvlText w:val="%9."/>
      <w:lvlJc w:val="right"/>
      <w:pPr>
        <w:ind w:left="7036" w:hanging="180"/>
      </w:pPr>
      <w:rPr>
        <w:rFonts w:cs="Times New Roman"/>
      </w:rPr>
    </w:lvl>
  </w:abstractNum>
  <w:abstractNum w:abstractNumId="7">
    <w:nsid w:val="0EEC1A6F"/>
    <w:multiLevelType w:val="hybridMultilevel"/>
    <w:tmpl w:val="828CC260"/>
    <w:lvl w:ilvl="0" w:tplc="0422000F">
      <w:start w:val="1"/>
      <w:numFmt w:val="decimal"/>
      <w:lvlText w:val="%1."/>
      <w:lvlJc w:val="left"/>
      <w:pPr>
        <w:ind w:left="1120" w:hanging="360"/>
      </w:pPr>
      <w:rPr>
        <w:rFonts w:cs="Times New Roman"/>
      </w:rPr>
    </w:lvl>
    <w:lvl w:ilvl="1" w:tplc="04220019" w:tentative="1">
      <w:start w:val="1"/>
      <w:numFmt w:val="lowerLetter"/>
      <w:lvlText w:val="%2."/>
      <w:lvlJc w:val="left"/>
      <w:pPr>
        <w:ind w:left="1840" w:hanging="360"/>
      </w:pPr>
      <w:rPr>
        <w:rFonts w:cs="Times New Roman"/>
      </w:rPr>
    </w:lvl>
    <w:lvl w:ilvl="2" w:tplc="0422001B" w:tentative="1">
      <w:start w:val="1"/>
      <w:numFmt w:val="lowerRoman"/>
      <w:lvlText w:val="%3."/>
      <w:lvlJc w:val="right"/>
      <w:pPr>
        <w:ind w:left="2560" w:hanging="180"/>
      </w:pPr>
      <w:rPr>
        <w:rFonts w:cs="Times New Roman"/>
      </w:rPr>
    </w:lvl>
    <w:lvl w:ilvl="3" w:tplc="0422000F" w:tentative="1">
      <w:start w:val="1"/>
      <w:numFmt w:val="decimal"/>
      <w:lvlText w:val="%4."/>
      <w:lvlJc w:val="left"/>
      <w:pPr>
        <w:ind w:left="3280" w:hanging="360"/>
      </w:pPr>
      <w:rPr>
        <w:rFonts w:cs="Times New Roman"/>
      </w:rPr>
    </w:lvl>
    <w:lvl w:ilvl="4" w:tplc="04220019" w:tentative="1">
      <w:start w:val="1"/>
      <w:numFmt w:val="lowerLetter"/>
      <w:lvlText w:val="%5."/>
      <w:lvlJc w:val="left"/>
      <w:pPr>
        <w:ind w:left="4000" w:hanging="360"/>
      </w:pPr>
      <w:rPr>
        <w:rFonts w:cs="Times New Roman"/>
      </w:rPr>
    </w:lvl>
    <w:lvl w:ilvl="5" w:tplc="0422001B" w:tentative="1">
      <w:start w:val="1"/>
      <w:numFmt w:val="lowerRoman"/>
      <w:lvlText w:val="%6."/>
      <w:lvlJc w:val="right"/>
      <w:pPr>
        <w:ind w:left="4720" w:hanging="180"/>
      </w:pPr>
      <w:rPr>
        <w:rFonts w:cs="Times New Roman"/>
      </w:rPr>
    </w:lvl>
    <w:lvl w:ilvl="6" w:tplc="0422000F" w:tentative="1">
      <w:start w:val="1"/>
      <w:numFmt w:val="decimal"/>
      <w:lvlText w:val="%7."/>
      <w:lvlJc w:val="left"/>
      <w:pPr>
        <w:ind w:left="5440" w:hanging="360"/>
      </w:pPr>
      <w:rPr>
        <w:rFonts w:cs="Times New Roman"/>
      </w:rPr>
    </w:lvl>
    <w:lvl w:ilvl="7" w:tplc="04220019" w:tentative="1">
      <w:start w:val="1"/>
      <w:numFmt w:val="lowerLetter"/>
      <w:lvlText w:val="%8."/>
      <w:lvlJc w:val="left"/>
      <w:pPr>
        <w:ind w:left="6160" w:hanging="360"/>
      </w:pPr>
      <w:rPr>
        <w:rFonts w:cs="Times New Roman"/>
      </w:rPr>
    </w:lvl>
    <w:lvl w:ilvl="8" w:tplc="0422001B" w:tentative="1">
      <w:start w:val="1"/>
      <w:numFmt w:val="lowerRoman"/>
      <w:lvlText w:val="%9."/>
      <w:lvlJc w:val="right"/>
      <w:pPr>
        <w:ind w:left="6880" w:hanging="180"/>
      </w:pPr>
      <w:rPr>
        <w:rFonts w:cs="Times New Roman"/>
      </w:rPr>
    </w:lvl>
  </w:abstractNum>
  <w:abstractNum w:abstractNumId="8">
    <w:nsid w:val="18A63FEF"/>
    <w:multiLevelType w:val="hybridMultilevel"/>
    <w:tmpl w:val="0864345A"/>
    <w:lvl w:ilvl="0" w:tplc="06BEEDCE">
      <w:start w:val="1"/>
      <w:numFmt w:val="decimal"/>
      <w:lvlText w:val="4.%1."/>
      <w:lvlJc w:val="left"/>
      <w:pPr>
        <w:ind w:left="1428" w:hanging="360"/>
      </w:pPr>
      <w:rPr>
        <w:rFonts w:ascii="Times New Roman" w:eastAsia="Times New Roman" w:hAnsi="Times New Roman" w:cs="Times New Roman" w:hint="default"/>
        <w:b/>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9">
    <w:nsid w:val="1CFB0924"/>
    <w:multiLevelType w:val="hybridMultilevel"/>
    <w:tmpl w:val="71CABB42"/>
    <w:lvl w:ilvl="0" w:tplc="4D5C505C">
      <w:start w:val="1"/>
      <w:numFmt w:val="decimal"/>
      <w:lvlText w:val="7.%1."/>
      <w:lvlJc w:val="left"/>
      <w:pPr>
        <w:ind w:left="1429" w:hanging="360"/>
      </w:pPr>
      <w:rPr>
        <w:rFonts w:ascii="Times New Roman" w:eastAsia="Times New Roman" w:hAnsi="Times New Roman" w:cs="Times New Roman" w:hint="default"/>
        <w:b/>
        <w:sz w:val="28"/>
        <w:szCs w:val="28"/>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0">
    <w:nsid w:val="20725D1C"/>
    <w:multiLevelType w:val="hybridMultilevel"/>
    <w:tmpl w:val="914CAA3A"/>
    <w:lvl w:ilvl="0" w:tplc="6AB28DAE">
      <w:numFmt w:val="bullet"/>
      <w:lvlText w:val="-"/>
      <w:lvlJc w:val="left"/>
      <w:pPr>
        <w:ind w:left="1425" w:hanging="360"/>
      </w:pPr>
      <w:rPr>
        <w:rFonts w:ascii="Times New Roman" w:eastAsia="Times New Roman" w:hAnsi="Times New Roman" w:hint="default"/>
      </w:rPr>
    </w:lvl>
    <w:lvl w:ilvl="1" w:tplc="04220003" w:tentative="1">
      <w:start w:val="1"/>
      <w:numFmt w:val="bullet"/>
      <w:lvlText w:val="o"/>
      <w:lvlJc w:val="left"/>
      <w:pPr>
        <w:ind w:left="2145" w:hanging="360"/>
      </w:pPr>
      <w:rPr>
        <w:rFonts w:ascii="Courier New" w:hAnsi="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1">
    <w:nsid w:val="24103FD7"/>
    <w:multiLevelType w:val="multilevel"/>
    <w:tmpl w:val="97AE965E"/>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start w:val="3"/>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49E7600"/>
    <w:multiLevelType w:val="hybridMultilevel"/>
    <w:tmpl w:val="4426D7E0"/>
    <w:lvl w:ilvl="0" w:tplc="69C04F6E">
      <w:start w:val="9"/>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40D177A"/>
    <w:multiLevelType w:val="hybridMultilevel"/>
    <w:tmpl w:val="CFA0B50A"/>
    <w:lvl w:ilvl="0" w:tplc="6AB28DA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8F30F90"/>
    <w:multiLevelType w:val="hybridMultilevel"/>
    <w:tmpl w:val="9A984782"/>
    <w:lvl w:ilvl="0" w:tplc="F7B44B70">
      <w:start w:val="4"/>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5">
    <w:nsid w:val="3A7B4C96"/>
    <w:multiLevelType w:val="multilevel"/>
    <w:tmpl w:val="607E5E92"/>
    <w:lvl w:ilvl="0">
      <w:start w:val="3"/>
      <w:numFmt w:val="decimal"/>
      <w:lvlText w:val="%1."/>
      <w:lvlJc w:val="left"/>
      <w:pPr>
        <w:ind w:left="450" w:hanging="450"/>
      </w:pPr>
      <w:rPr>
        <w:rFonts w:cs="Times New Roman" w:hint="default"/>
      </w:rPr>
    </w:lvl>
    <w:lvl w:ilvl="1">
      <w:start w:val="1"/>
      <w:numFmt w:val="decimal"/>
      <w:lvlText w:val="5.%2."/>
      <w:lvlJc w:val="left"/>
      <w:pPr>
        <w:ind w:left="1288" w:hanging="720"/>
      </w:pPr>
      <w:rPr>
        <w:rFonts w:ascii="Times New Roman" w:eastAsia="Times New Roman" w:hAnsi="Times New Roman" w:cs="Times New Roman" w:hint="default"/>
        <w:b/>
        <w:sz w:val="28"/>
        <w:szCs w:val="28"/>
      </w:rPr>
    </w:lvl>
    <w:lvl w:ilvl="2">
      <w:start w:val="1"/>
      <w:numFmt w:val="decimal"/>
      <w:lvlText w:val="%1.%2.%3."/>
      <w:lvlJc w:val="left"/>
      <w:pPr>
        <w:ind w:left="1146" w:hanging="720"/>
      </w:pPr>
      <w:rPr>
        <w:rFonts w:cs="Times New Roman" w:hint="default"/>
      </w:rPr>
    </w:lvl>
    <w:lvl w:ilvl="3">
      <w:start w:val="1"/>
      <w:numFmt w:val="decimal"/>
      <w:lvlText w:val="%1.%2.%3.%4."/>
      <w:lvlJc w:val="left"/>
      <w:pPr>
        <w:ind w:left="4752" w:hanging="1080"/>
      </w:pPr>
      <w:rPr>
        <w:rFonts w:cs="Times New Roman" w:hint="default"/>
      </w:rPr>
    </w:lvl>
    <w:lvl w:ilvl="4">
      <w:start w:val="1"/>
      <w:numFmt w:val="decimal"/>
      <w:lvlText w:val="%1.%2.%3.%4.%5."/>
      <w:lvlJc w:val="left"/>
      <w:pPr>
        <w:ind w:left="5976" w:hanging="1080"/>
      </w:pPr>
      <w:rPr>
        <w:rFonts w:cs="Times New Roman" w:hint="default"/>
      </w:rPr>
    </w:lvl>
    <w:lvl w:ilvl="5">
      <w:start w:val="1"/>
      <w:numFmt w:val="decimal"/>
      <w:lvlText w:val="%1.%2.%3.%4.%5.%6."/>
      <w:lvlJc w:val="left"/>
      <w:pPr>
        <w:ind w:left="7560" w:hanging="1440"/>
      </w:pPr>
      <w:rPr>
        <w:rFonts w:cs="Times New Roman" w:hint="default"/>
      </w:rPr>
    </w:lvl>
    <w:lvl w:ilvl="6">
      <w:start w:val="1"/>
      <w:numFmt w:val="decimal"/>
      <w:lvlText w:val="%1.%2.%3.%4.%5.%6.%7."/>
      <w:lvlJc w:val="left"/>
      <w:pPr>
        <w:ind w:left="9144" w:hanging="1800"/>
      </w:pPr>
      <w:rPr>
        <w:rFonts w:cs="Times New Roman" w:hint="default"/>
      </w:rPr>
    </w:lvl>
    <w:lvl w:ilvl="7">
      <w:start w:val="1"/>
      <w:numFmt w:val="decimal"/>
      <w:lvlText w:val="%1.%2.%3.%4.%5.%6.%7.%8."/>
      <w:lvlJc w:val="left"/>
      <w:pPr>
        <w:ind w:left="10368" w:hanging="1800"/>
      </w:pPr>
      <w:rPr>
        <w:rFonts w:cs="Times New Roman" w:hint="default"/>
      </w:rPr>
    </w:lvl>
    <w:lvl w:ilvl="8">
      <w:start w:val="1"/>
      <w:numFmt w:val="decimal"/>
      <w:lvlText w:val="%1.%2.%3.%4.%5.%6.%7.%8.%9."/>
      <w:lvlJc w:val="left"/>
      <w:pPr>
        <w:ind w:left="11952" w:hanging="2160"/>
      </w:pPr>
      <w:rPr>
        <w:rFonts w:cs="Times New Roman" w:hint="default"/>
      </w:rPr>
    </w:lvl>
  </w:abstractNum>
  <w:abstractNum w:abstractNumId="16">
    <w:nsid w:val="3BDC2A9A"/>
    <w:multiLevelType w:val="hybridMultilevel"/>
    <w:tmpl w:val="ABA0C3C4"/>
    <w:lvl w:ilvl="0" w:tplc="73BA0FE2">
      <w:start w:val="1"/>
      <w:numFmt w:val="decimal"/>
      <w:lvlText w:val="5.%1."/>
      <w:lvlJc w:val="left"/>
      <w:pPr>
        <w:ind w:left="1425" w:hanging="360"/>
      </w:pPr>
      <w:rPr>
        <w:rFonts w:ascii="Times New Roman" w:eastAsia="Times New Roman" w:hAnsi="Times New Roman" w:cs="Times New Roman" w:hint="default"/>
        <w:sz w:val="28"/>
        <w:szCs w:val="28"/>
      </w:rPr>
    </w:lvl>
    <w:lvl w:ilvl="1" w:tplc="04220019" w:tentative="1">
      <w:start w:val="1"/>
      <w:numFmt w:val="lowerLetter"/>
      <w:lvlText w:val="%2."/>
      <w:lvlJc w:val="left"/>
      <w:pPr>
        <w:ind w:left="2145" w:hanging="360"/>
      </w:pPr>
      <w:rPr>
        <w:rFonts w:cs="Times New Roman"/>
      </w:rPr>
    </w:lvl>
    <w:lvl w:ilvl="2" w:tplc="0422001B" w:tentative="1">
      <w:start w:val="1"/>
      <w:numFmt w:val="lowerRoman"/>
      <w:lvlText w:val="%3."/>
      <w:lvlJc w:val="right"/>
      <w:pPr>
        <w:ind w:left="2865" w:hanging="180"/>
      </w:pPr>
      <w:rPr>
        <w:rFonts w:cs="Times New Roman"/>
      </w:rPr>
    </w:lvl>
    <w:lvl w:ilvl="3" w:tplc="0422000F" w:tentative="1">
      <w:start w:val="1"/>
      <w:numFmt w:val="decimal"/>
      <w:lvlText w:val="%4."/>
      <w:lvlJc w:val="left"/>
      <w:pPr>
        <w:ind w:left="3585" w:hanging="360"/>
      </w:pPr>
      <w:rPr>
        <w:rFonts w:cs="Times New Roman"/>
      </w:rPr>
    </w:lvl>
    <w:lvl w:ilvl="4" w:tplc="04220019" w:tentative="1">
      <w:start w:val="1"/>
      <w:numFmt w:val="lowerLetter"/>
      <w:lvlText w:val="%5."/>
      <w:lvlJc w:val="left"/>
      <w:pPr>
        <w:ind w:left="4305" w:hanging="360"/>
      </w:pPr>
      <w:rPr>
        <w:rFonts w:cs="Times New Roman"/>
      </w:rPr>
    </w:lvl>
    <w:lvl w:ilvl="5" w:tplc="0422001B" w:tentative="1">
      <w:start w:val="1"/>
      <w:numFmt w:val="lowerRoman"/>
      <w:lvlText w:val="%6."/>
      <w:lvlJc w:val="right"/>
      <w:pPr>
        <w:ind w:left="5025" w:hanging="180"/>
      </w:pPr>
      <w:rPr>
        <w:rFonts w:cs="Times New Roman"/>
      </w:rPr>
    </w:lvl>
    <w:lvl w:ilvl="6" w:tplc="0422000F" w:tentative="1">
      <w:start w:val="1"/>
      <w:numFmt w:val="decimal"/>
      <w:lvlText w:val="%7."/>
      <w:lvlJc w:val="left"/>
      <w:pPr>
        <w:ind w:left="5745" w:hanging="360"/>
      </w:pPr>
      <w:rPr>
        <w:rFonts w:cs="Times New Roman"/>
      </w:rPr>
    </w:lvl>
    <w:lvl w:ilvl="7" w:tplc="04220019" w:tentative="1">
      <w:start w:val="1"/>
      <w:numFmt w:val="lowerLetter"/>
      <w:lvlText w:val="%8."/>
      <w:lvlJc w:val="left"/>
      <w:pPr>
        <w:ind w:left="6465" w:hanging="360"/>
      </w:pPr>
      <w:rPr>
        <w:rFonts w:cs="Times New Roman"/>
      </w:rPr>
    </w:lvl>
    <w:lvl w:ilvl="8" w:tplc="0422001B" w:tentative="1">
      <w:start w:val="1"/>
      <w:numFmt w:val="lowerRoman"/>
      <w:lvlText w:val="%9."/>
      <w:lvlJc w:val="right"/>
      <w:pPr>
        <w:ind w:left="7185" w:hanging="180"/>
      </w:pPr>
      <w:rPr>
        <w:rFonts w:cs="Times New Roman"/>
      </w:rPr>
    </w:lvl>
  </w:abstractNum>
  <w:abstractNum w:abstractNumId="17">
    <w:nsid w:val="3E27163C"/>
    <w:multiLevelType w:val="multilevel"/>
    <w:tmpl w:val="7A1283A2"/>
    <w:lvl w:ilvl="0">
      <w:start w:val="2"/>
      <w:numFmt w:val="decimal"/>
      <w:lvlText w:val="%1."/>
      <w:lvlJc w:val="left"/>
      <w:pPr>
        <w:ind w:left="675" w:hanging="675"/>
      </w:pPr>
      <w:rPr>
        <w:rFonts w:cs="Times New Roman" w:hint="default"/>
      </w:rPr>
    </w:lvl>
    <w:lvl w:ilvl="1">
      <w:start w:val="1"/>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498" w:hanging="180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424" w:hanging="2160"/>
      </w:pPr>
      <w:rPr>
        <w:rFonts w:cs="Times New Roman" w:hint="default"/>
      </w:rPr>
    </w:lvl>
  </w:abstractNum>
  <w:abstractNum w:abstractNumId="18">
    <w:nsid w:val="3F2D650F"/>
    <w:multiLevelType w:val="hybridMultilevel"/>
    <w:tmpl w:val="9998E216"/>
    <w:lvl w:ilvl="0" w:tplc="6AB28DAE">
      <w:numFmt w:val="bullet"/>
      <w:lvlText w:val="-"/>
      <w:lvlJc w:val="left"/>
      <w:pPr>
        <w:ind w:left="952" w:hanging="360"/>
      </w:pPr>
      <w:rPr>
        <w:rFonts w:ascii="Times New Roman" w:eastAsia="Times New Roman" w:hAnsi="Times New Roman" w:hint="default"/>
      </w:rPr>
    </w:lvl>
    <w:lvl w:ilvl="1" w:tplc="04220003" w:tentative="1">
      <w:start w:val="1"/>
      <w:numFmt w:val="bullet"/>
      <w:lvlText w:val="o"/>
      <w:lvlJc w:val="left"/>
      <w:pPr>
        <w:ind w:left="1672" w:hanging="360"/>
      </w:pPr>
      <w:rPr>
        <w:rFonts w:ascii="Courier New" w:hAnsi="Courier New" w:hint="default"/>
      </w:rPr>
    </w:lvl>
    <w:lvl w:ilvl="2" w:tplc="04220005" w:tentative="1">
      <w:start w:val="1"/>
      <w:numFmt w:val="bullet"/>
      <w:lvlText w:val=""/>
      <w:lvlJc w:val="left"/>
      <w:pPr>
        <w:ind w:left="2392" w:hanging="360"/>
      </w:pPr>
      <w:rPr>
        <w:rFonts w:ascii="Wingdings" w:hAnsi="Wingdings" w:hint="default"/>
      </w:rPr>
    </w:lvl>
    <w:lvl w:ilvl="3" w:tplc="04220001" w:tentative="1">
      <w:start w:val="1"/>
      <w:numFmt w:val="bullet"/>
      <w:lvlText w:val=""/>
      <w:lvlJc w:val="left"/>
      <w:pPr>
        <w:ind w:left="3112" w:hanging="360"/>
      </w:pPr>
      <w:rPr>
        <w:rFonts w:ascii="Symbol" w:hAnsi="Symbol" w:hint="default"/>
      </w:rPr>
    </w:lvl>
    <w:lvl w:ilvl="4" w:tplc="04220003" w:tentative="1">
      <w:start w:val="1"/>
      <w:numFmt w:val="bullet"/>
      <w:lvlText w:val="o"/>
      <w:lvlJc w:val="left"/>
      <w:pPr>
        <w:ind w:left="3832" w:hanging="360"/>
      </w:pPr>
      <w:rPr>
        <w:rFonts w:ascii="Courier New" w:hAnsi="Courier New" w:hint="default"/>
      </w:rPr>
    </w:lvl>
    <w:lvl w:ilvl="5" w:tplc="04220005" w:tentative="1">
      <w:start w:val="1"/>
      <w:numFmt w:val="bullet"/>
      <w:lvlText w:val=""/>
      <w:lvlJc w:val="left"/>
      <w:pPr>
        <w:ind w:left="4552" w:hanging="360"/>
      </w:pPr>
      <w:rPr>
        <w:rFonts w:ascii="Wingdings" w:hAnsi="Wingdings" w:hint="default"/>
      </w:rPr>
    </w:lvl>
    <w:lvl w:ilvl="6" w:tplc="04220001" w:tentative="1">
      <w:start w:val="1"/>
      <w:numFmt w:val="bullet"/>
      <w:lvlText w:val=""/>
      <w:lvlJc w:val="left"/>
      <w:pPr>
        <w:ind w:left="5272" w:hanging="360"/>
      </w:pPr>
      <w:rPr>
        <w:rFonts w:ascii="Symbol" w:hAnsi="Symbol" w:hint="default"/>
      </w:rPr>
    </w:lvl>
    <w:lvl w:ilvl="7" w:tplc="04220003" w:tentative="1">
      <w:start w:val="1"/>
      <w:numFmt w:val="bullet"/>
      <w:lvlText w:val="o"/>
      <w:lvlJc w:val="left"/>
      <w:pPr>
        <w:ind w:left="5992" w:hanging="360"/>
      </w:pPr>
      <w:rPr>
        <w:rFonts w:ascii="Courier New" w:hAnsi="Courier New" w:hint="default"/>
      </w:rPr>
    </w:lvl>
    <w:lvl w:ilvl="8" w:tplc="04220005" w:tentative="1">
      <w:start w:val="1"/>
      <w:numFmt w:val="bullet"/>
      <w:lvlText w:val=""/>
      <w:lvlJc w:val="left"/>
      <w:pPr>
        <w:ind w:left="6712" w:hanging="360"/>
      </w:pPr>
      <w:rPr>
        <w:rFonts w:ascii="Wingdings" w:hAnsi="Wingdings" w:hint="default"/>
      </w:rPr>
    </w:lvl>
  </w:abstractNum>
  <w:abstractNum w:abstractNumId="19">
    <w:nsid w:val="432804D2"/>
    <w:multiLevelType w:val="hybridMultilevel"/>
    <w:tmpl w:val="269E08F4"/>
    <w:lvl w:ilvl="0" w:tplc="6AB28DAE">
      <w:numFmt w:val="bullet"/>
      <w:lvlText w:val="-"/>
      <w:lvlJc w:val="left"/>
      <w:pPr>
        <w:ind w:left="1293" w:hanging="360"/>
      </w:pPr>
      <w:rPr>
        <w:rFonts w:ascii="Times New Roman" w:eastAsia="Times New Roman" w:hAnsi="Times New Roman" w:hint="default"/>
      </w:rPr>
    </w:lvl>
    <w:lvl w:ilvl="1" w:tplc="04220003" w:tentative="1">
      <w:start w:val="1"/>
      <w:numFmt w:val="bullet"/>
      <w:lvlText w:val="o"/>
      <w:lvlJc w:val="left"/>
      <w:pPr>
        <w:ind w:left="2013" w:hanging="360"/>
      </w:pPr>
      <w:rPr>
        <w:rFonts w:ascii="Courier New" w:hAnsi="Courier New" w:hint="default"/>
      </w:rPr>
    </w:lvl>
    <w:lvl w:ilvl="2" w:tplc="04220005" w:tentative="1">
      <w:start w:val="1"/>
      <w:numFmt w:val="bullet"/>
      <w:lvlText w:val=""/>
      <w:lvlJc w:val="left"/>
      <w:pPr>
        <w:ind w:left="2733" w:hanging="360"/>
      </w:pPr>
      <w:rPr>
        <w:rFonts w:ascii="Wingdings" w:hAnsi="Wingdings" w:hint="default"/>
      </w:rPr>
    </w:lvl>
    <w:lvl w:ilvl="3" w:tplc="04220001" w:tentative="1">
      <w:start w:val="1"/>
      <w:numFmt w:val="bullet"/>
      <w:lvlText w:val=""/>
      <w:lvlJc w:val="left"/>
      <w:pPr>
        <w:ind w:left="3453" w:hanging="360"/>
      </w:pPr>
      <w:rPr>
        <w:rFonts w:ascii="Symbol" w:hAnsi="Symbol" w:hint="default"/>
      </w:rPr>
    </w:lvl>
    <w:lvl w:ilvl="4" w:tplc="04220003" w:tentative="1">
      <w:start w:val="1"/>
      <w:numFmt w:val="bullet"/>
      <w:lvlText w:val="o"/>
      <w:lvlJc w:val="left"/>
      <w:pPr>
        <w:ind w:left="4173" w:hanging="360"/>
      </w:pPr>
      <w:rPr>
        <w:rFonts w:ascii="Courier New" w:hAnsi="Courier New" w:hint="default"/>
      </w:rPr>
    </w:lvl>
    <w:lvl w:ilvl="5" w:tplc="04220005" w:tentative="1">
      <w:start w:val="1"/>
      <w:numFmt w:val="bullet"/>
      <w:lvlText w:val=""/>
      <w:lvlJc w:val="left"/>
      <w:pPr>
        <w:ind w:left="4893" w:hanging="360"/>
      </w:pPr>
      <w:rPr>
        <w:rFonts w:ascii="Wingdings" w:hAnsi="Wingdings" w:hint="default"/>
      </w:rPr>
    </w:lvl>
    <w:lvl w:ilvl="6" w:tplc="04220001" w:tentative="1">
      <w:start w:val="1"/>
      <w:numFmt w:val="bullet"/>
      <w:lvlText w:val=""/>
      <w:lvlJc w:val="left"/>
      <w:pPr>
        <w:ind w:left="5613" w:hanging="360"/>
      </w:pPr>
      <w:rPr>
        <w:rFonts w:ascii="Symbol" w:hAnsi="Symbol" w:hint="default"/>
      </w:rPr>
    </w:lvl>
    <w:lvl w:ilvl="7" w:tplc="04220003" w:tentative="1">
      <w:start w:val="1"/>
      <w:numFmt w:val="bullet"/>
      <w:lvlText w:val="o"/>
      <w:lvlJc w:val="left"/>
      <w:pPr>
        <w:ind w:left="6333" w:hanging="360"/>
      </w:pPr>
      <w:rPr>
        <w:rFonts w:ascii="Courier New" w:hAnsi="Courier New" w:hint="default"/>
      </w:rPr>
    </w:lvl>
    <w:lvl w:ilvl="8" w:tplc="04220005" w:tentative="1">
      <w:start w:val="1"/>
      <w:numFmt w:val="bullet"/>
      <w:lvlText w:val=""/>
      <w:lvlJc w:val="left"/>
      <w:pPr>
        <w:ind w:left="7053" w:hanging="360"/>
      </w:pPr>
      <w:rPr>
        <w:rFonts w:ascii="Wingdings" w:hAnsi="Wingdings" w:hint="default"/>
      </w:rPr>
    </w:lvl>
  </w:abstractNum>
  <w:abstractNum w:abstractNumId="20">
    <w:nsid w:val="44A0648B"/>
    <w:multiLevelType w:val="hybridMultilevel"/>
    <w:tmpl w:val="B3B83DA0"/>
    <w:lvl w:ilvl="0" w:tplc="9E76A5A6">
      <w:start w:val="1"/>
      <w:numFmt w:val="decimal"/>
      <w:lvlText w:val="%1."/>
      <w:lvlJc w:val="left"/>
      <w:pPr>
        <w:ind w:left="1804" w:hanging="1095"/>
      </w:pPr>
      <w:rPr>
        <w:rFonts w:cs="Times New Roman" w:hint="default"/>
        <w:b/>
        <w:sz w:val="28"/>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1">
    <w:nsid w:val="451C7E1B"/>
    <w:multiLevelType w:val="hybridMultilevel"/>
    <w:tmpl w:val="9280DF3C"/>
    <w:lvl w:ilvl="0" w:tplc="F85472B2">
      <w:start w:val="1"/>
      <w:numFmt w:val="decimal"/>
      <w:lvlText w:val="7.4.%1"/>
      <w:lvlJc w:val="left"/>
      <w:pPr>
        <w:ind w:left="1429" w:hanging="360"/>
      </w:pPr>
      <w:rPr>
        <w:rFonts w:ascii="Times New Roman" w:eastAsia="Times New Roman" w:hAnsi="Times New Roman" w:cs="Times New Roman" w:hint="default"/>
        <w:sz w:val="28"/>
        <w:szCs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2">
    <w:nsid w:val="47BB2214"/>
    <w:multiLevelType w:val="hybridMultilevel"/>
    <w:tmpl w:val="29983448"/>
    <w:lvl w:ilvl="0" w:tplc="CC2097BC">
      <w:numFmt w:val="bullet"/>
      <w:lvlText w:val="-"/>
      <w:lvlJc w:val="left"/>
      <w:pPr>
        <w:tabs>
          <w:tab w:val="num" w:pos="740"/>
        </w:tabs>
        <w:ind w:left="740" w:hanging="360"/>
      </w:pPr>
      <w:rPr>
        <w:rFonts w:ascii="Times New Roman" w:eastAsia="Times New Roman" w:hAnsi="Times New Roman" w:hint="default"/>
      </w:rPr>
    </w:lvl>
    <w:lvl w:ilvl="1" w:tplc="04220003" w:tentative="1">
      <w:start w:val="1"/>
      <w:numFmt w:val="bullet"/>
      <w:lvlText w:val="o"/>
      <w:lvlJc w:val="left"/>
      <w:pPr>
        <w:ind w:left="1460" w:hanging="360"/>
      </w:pPr>
      <w:rPr>
        <w:rFonts w:ascii="Courier New" w:hAnsi="Courier New" w:hint="default"/>
      </w:rPr>
    </w:lvl>
    <w:lvl w:ilvl="2" w:tplc="04220005" w:tentative="1">
      <w:start w:val="1"/>
      <w:numFmt w:val="bullet"/>
      <w:lvlText w:val=""/>
      <w:lvlJc w:val="left"/>
      <w:pPr>
        <w:ind w:left="2180" w:hanging="360"/>
      </w:pPr>
      <w:rPr>
        <w:rFonts w:ascii="Wingdings" w:hAnsi="Wingdings" w:hint="default"/>
      </w:rPr>
    </w:lvl>
    <w:lvl w:ilvl="3" w:tplc="04220001" w:tentative="1">
      <w:start w:val="1"/>
      <w:numFmt w:val="bullet"/>
      <w:lvlText w:val=""/>
      <w:lvlJc w:val="left"/>
      <w:pPr>
        <w:ind w:left="2900" w:hanging="360"/>
      </w:pPr>
      <w:rPr>
        <w:rFonts w:ascii="Symbol" w:hAnsi="Symbol" w:hint="default"/>
      </w:rPr>
    </w:lvl>
    <w:lvl w:ilvl="4" w:tplc="04220003" w:tentative="1">
      <w:start w:val="1"/>
      <w:numFmt w:val="bullet"/>
      <w:lvlText w:val="o"/>
      <w:lvlJc w:val="left"/>
      <w:pPr>
        <w:ind w:left="3620" w:hanging="360"/>
      </w:pPr>
      <w:rPr>
        <w:rFonts w:ascii="Courier New" w:hAnsi="Courier New" w:hint="default"/>
      </w:rPr>
    </w:lvl>
    <w:lvl w:ilvl="5" w:tplc="04220005" w:tentative="1">
      <w:start w:val="1"/>
      <w:numFmt w:val="bullet"/>
      <w:lvlText w:val=""/>
      <w:lvlJc w:val="left"/>
      <w:pPr>
        <w:ind w:left="4340" w:hanging="360"/>
      </w:pPr>
      <w:rPr>
        <w:rFonts w:ascii="Wingdings" w:hAnsi="Wingdings" w:hint="default"/>
      </w:rPr>
    </w:lvl>
    <w:lvl w:ilvl="6" w:tplc="04220001" w:tentative="1">
      <w:start w:val="1"/>
      <w:numFmt w:val="bullet"/>
      <w:lvlText w:val=""/>
      <w:lvlJc w:val="left"/>
      <w:pPr>
        <w:ind w:left="5060" w:hanging="360"/>
      </w:pPr>
      <w:rPr>
        <w:rFonts w:ascii="Symbol" w:hAnsi="Symbol" w:hint="default"/>
      </w:rPr>
    </w:lvl>
    <w:lvl w:ilvl="7" w:tplc="04220003" w:tentative="1">
      <w:start w:val="1"/>
      <w:numFmt w:val="bullet"/>
      <w:lvlText w:val="o"/>
      <w:lvlJc w:val="left"/>
      <w:pPr>
        <w:ind w:left="5780" w:hanging="360"/>
      </w:pPr>
      <w:rPr>
        <w:rFonts w:ascii="Courier New" w:hAnsi="Courier New" w:hint="default"/>
      </w:rPr>
    </w:lvl>
    <w:lvl w:ilvl="8" w:tplc="04220005" w:tentative="1">
      <w:start w:val="1"/>
      <w:numFmt w:val="bullet"/>
      <w:lvlText w:val=""/>
      <w:lvlJc w:val="left"/>
      <w:pPr>
        <w:ind w:left="6500" w:hanging="360"/>
      </w:pPr>
      <w:rPr>
        <w:rFonts w:ascii="Wingdings" w:hAnsi="Wingdings" w:hint="default"/>
      </w:rPr>
    </w:lvl>
  </w:abstractNum>
  <w:abstractNum w:abstractNumId="23">
    <w:nsid w:val="4A78162F"/>
    <w:multiLevelType w:val="hybridMultilevel"/>
    <w:tmpl w:val="2BF6CD3E"/>
    <w:lvl w:ilvl="0" w:tplc="87E876FE">
      <w:start w:val="27"/>
      <w:numFmt w:val="bullet"/>
      <w:lvlText w:val="-"/>
      <w:lvlJc w:val="left"/>
      <w:pPr>
        <w:ind w:left="1425" w:hanging="360"/>
      </w:pPr>
      <w:rPr>
        <w:rFonts w:ascii="Times New Roman" w:eastAsia="Times New Roman" w:hAnsi="Times New Roman" w:hint="default"/>
      </w:rPr>
    </w:lvl>
    <w:lvl w:ilvl="1" w:tplc="04220003" w:tentative="1">
      <w:start w:val="1"/>
      <w:numFmt w:val="bullet"/>
      <w:lvlText w:val="o"/>
      <w:lvlJc w:val="left"/>
      <w:pPr>
        <w:ind w:left="2145" w:hanging="360"/>
      </w:pPr>
      <w:rPr>
        <w:rFonts w:ascii="Courier New" w:hAnsi="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4">
    <w:nsid w:val="4C686A46"/>
    <w:multiLevelType w:val="hybridMultilevel"/>
    <w:tmpl w:val="2D846690"/>
    <w:lvl w:ilvl="0" w:tplc="28606AE0">
      <w:start w:val="1"/>
      <w:numFmt w:val="decimal"/>
      <w:lvlText w:val="4.%1."/>
      <w:lvlJc w:val="left"/>
      <w:pPr>
        <w:ind w:left="1429" w:hanging="360"/>
      </w:pPr>
      <w:rPr>
        <w:rFonts w:ascii="Times New Roman" w:eastAsia="Times New Roman" w:hAnsi="Times New Roman" w:cs="Times New Roman" w:hint="default"/>
        <w:b/>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25">
    <w:nsid w:val="515C078B"/>
    <w:multiLevelType w:val="multilevel"/>
    <w:tmpl w:val="F2040E30"/>
    <w:lvl w:ilvl="0">
      <w:start w:val="1"/>
      <w:numFmt w:val="decimal"/>
      <w:lvlText w:val="3.%1."/>
      <w:lvlJc w:val="left"/>
      <w:pPr>
        <w:ind w:left="420" w:hanging="420"/>
      </w:pPr>
      <w:rPr>
        <w:rFonts w:ascii="Times New Roman" w:eastAsia="Times New Roman" w:hAnsi="Times New Roman" w:cs="Times New Roman" w:hint="default"/>
        <w:b/>
        <w:sz w:val="28"/>
        <w:szCs w:val="28"/>
      </w:rPr>
    </w:lvl>
    <w:lvl w:ilvl="1">
      <w:start w:val="1"/>
      <w:numFmt w:val="decimal"/>
      <w:lvlText w:val="%1.%2."/>
      <w:lvlJc w:val="left"/>
      <w:pPr>
        <w:ind w:left="2020" w:hanging="720"/>
      </w:pPr>
      <w:rPr>
        <w:rFonts w:cs="Times New Roman" w:hint="default"/>
        <w:b/>
      </w:rPr>
    </w:lvl>
    <w:lvl w:ilvl="2">
      <w:start w:val="1"/>
      <w:numFmt w:val="decimal"/>
      <w:lvlText w:val="%1.%2.%3."/>
      <w:lvlJc w:val="left"/>
      <w:pPr>
        <w:ind w:left="3320" w:hanging="720"/>
      </w:pPr>
      <w:rPr>
        <w:rFonts w:cs="Times New Roman" w:hint="default"/>
      </w:rPr>
    </w:lvl>
    <w:lvl w:ilvl="3">
      <w:start w:val="1"/>
      <w:numFmt w:val="decimal"/>
      <w:lvlText w:val="%1.%2.%3.%4."/>
      <w:lvlJc w:val="left"/>
      <w:pPr>
        <w:ind w:left="4980" w:hanging="1080"/>
      </w:pPr>
      <w:rPr>
        <w:rFonts w:cs="Times New Roman" w:hint="default"/>
      </w:rPr>
    </w:lvl>
    <w:lvl w:ilvl="4">
      <w:start w:val="1"/>
      <w:numFmt w:val="decimal"/>
      <w:lvlText w:val="%1.%2.%3.%4.%5."/>
      <w:lvlJc w:val="left"/>
      <w:pPr>
        <w:ind w:left="6280" w:hanging="1080"/>
      </w:pPr>
      <w:rPr>
        <w:rFonts w:cs="Times New Roman" w:hint="default"/>
      </w:rPr>
    </w:lvl>
    <w:lvl w:ilvl="5">
      <w:start w:val="1"/>
      <w:numFmt w:val="decimal"/>
      <w:lvlText w:val="%1.%2.%3.%4.%5.%6."/>
      <w:lvlJc w:val="left"/>
      <w:pPr>
        <w:ind w:left="7940" w:hanging="1440"/>
      </w:pPr>
      <w:rPr>
        <w:rFonts w:cs="Times New Roman" w:hint="default"/>
      </w:rPr>
    </w:lvl>
    <w:lvl w:ilvl="6">
      <w:start w:val="1"/>
      <w:numFmt w:val="decimal"/>
      <w:lvlText w:val="%1.%2.%3.%4.%5.%6.%7."/>
      <w:lvlJc w:val="left"/>
      <w:pPr>
        <w:ind w:left="9240" w:hanging="1440"/>
      </w:pPr>
      <w:rPr>
        <w:rFonts w:cs="Times New Roman" w:hint="default"/>
      </w:rPr>
    </w:lvl>
    <w:lvl w:ilvl="7">
      <w:start w:val="1"/>
      <w:numFmt w:val="decimal"/>
      <w:lvlText w:val="%1.%2.%3.%4.%5.%6.%7.%8."/>
      <w:lvlJc w:val="left"/>
      <w:pPr>
        <w:ind w:left="10900" w:hanging="1800"/>
      </w:pPr>
      <w:rPr>
        <w:rFonts w:cs="Times New Roman" w:hint="default"/>
      </w:rPr>
    </w:lvl>
    <w:lvl w:ilvl="8">
      <w:start w:val="1"/>
      <w:numFmt w:val="decimal"/>
      <w:lvlText w:val="%1.%2.%3.%4.%5.%6.%7.%8.%9."/>
      <w:lvlJc w:val="left"/>
      <w:pPr>
        <w:ind w:left="12560" w:hanging="2160"/>
      </w:pPr>
      <w:rPr>
        <w:rFonts w:cs="Times New Roman" w:hint="default"/>
      </w:rPr>
    </w:lvl>
  </w:abstractNum>
  <w:abstractNum w:abstractNumId="26">
    <w:nsid w:val="5229248A"/>
    <w:multiLevelType w:val="hybridMultilevel"/>
    <w:tmpl w:val="6AF230EE"/>
    <w:lvl w:ilvl="0" w:tplc="A1C48E90">
      <w:start w:val="1"/>
      <w:numFmt w:val="decimal"/>
      <w:lvlText w:val="6.%1."/>
      <w:lvlJc w:val="left"/>
      <w:pPr>
        <w:ind w:left="1287" w:hanging="360"/>
      </w:pPr>
      <w:rPr>
        <w:rFonts w:ascii="Times New Roman" w:eastAsia="Times New Roman" w:hAnsi="Times New Roman" w:cs="Times New Roman" w:hint="default"/>
        <w:b/>
        <w:sz w:val="28"/>
        <w:szCs w:val="28"/>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7">
    <w:nsid w:val="5D717FE9"/>
    <w:multiLevelType w:val="multilevel"/>
    <w:tmpl w:val="D9182F8E"/>
    <w:lvl w:ilvl="0">
      <w:start w:val="3"/>
      <w:numFmt w:val="decimal"/>
      <w:lvlText w:val="%1."/>
      <w:lvlJc w:val="left"/>
      <w:pPr>
        <w:ind w:left="450" w:hanging="450"/>
      </w:pPr>
      <w:rPr>
        <w:rFonts w:cs="Times New Roman" w:hint="default"/>
      </w:rPr>
    </w:lvl>
    <w:lvl w:ilvl="1">
      <w:start w:val="1"/>
      <w:numFmt w:val="decimal"/>
      <w:lvlText w:val="4.%2."/>
      <w:lvlJc w:val="left"/>
      <w:pPr>
        <w:ind w:left="1288" w:hanging="720"/>
      </w:pPr>
      <w:rPr>
        <w:rFonts w:ascii="Times New Roman" w:eastAsia="Times New Roman" w:hAnsi="Times New Roman" w:cs="Times New Roman" w:hint="default"/>
        <w:b/>
        <w:sz w:val="28"/>
        <w:szCs w:val="28"/>
      </w:rPr>
    </w:lvl>
    <w:lvl w:ilvl="2">
      <w:start w:val="1"/>
      <w:numFmt w:val="decimal"/>
      <w:lvlText w:val="%1.%2.%3."/>
      <w:lvlJc w:val="left"/>
      <w:pPr>
        <w:ind w:left="3168" w:hanging="720"/>
      </w:pPr>
      <w:rPr>
        <w:rFonts w:cs="Times New Roman" w:hint="default"/>
      </w:rPr>
    </w:lvl>
    <w:lvl w:ilvl="3">
      <w:start w:val="1"/>
      <w:numFmt w:val="decimal"/>
      <w:lvlText w:val="%1.%2.%3.%4."/>
      <w:lvlJc w:val="left"/>
      <w:pPr>
        <w:ind w:left="4752" w:hanging="1080"/>
      </w:pPr>
      <w:rPr>
        <w:rFonts w:cs="Times New Roman" w:hint="default"/>
      </w:rPr>
    </w:lvl>
    <w:lvl w:ilvl="4">
      <w:start w:val="1"/>
      <w:numFmt w:val="decimal"/>
      <w:lvlText w:val="%1.%2.%3.%4.%5."/>
      <w:lvlJc w:val="left"/>
      <w:pPr>
        <w:ind w:left="5976" w:hanging="1080"/>
      </w:pPr>
      <w:rPr>
        <w:rFonts w:cs="Times New Roman" w:hint="default"/>
      </w:rPr>
    </w:lvl>
    <w:lvl w:ilvl="5">
      <w:start w:val="1"/>
      <w:numFmt w:val="decimal"/>
      <w:lvlText w:val="%1.%2.%3.%4.%5.%6."/>
      <w:lvlJc w:val="left"/>
      <w:pPr>
        <w:ind w:left="7560" w:hanging="1440"/>
      </w:pPr>
      <w:rPr>
        <w:rFonts w:cs="Times New Roman" w:hint="default"/>
      </w:rPr>
    </w:lvl>
    <w:lvl w:ilvl="6">
      <w:start w:val="1"/>
      <w:numFmt w:val="decimal"/>
      <w:lvlText w:val="%1.%2.%3.%4.%5.%6.%7."/>
      <w:lvlJc w:val="left"/>
      <w:pPr>
        <w:ind w:left="9144" w:hanging="1800"/>
      </w:pPr>
      <w:rPr>
        <w:rFonts w:cs="Times New Roman" w:hint="default"/>
      </w:rPr>
    </w:lvl>
    <w:lvl w:ilvl="7">
      <w:start w:val="1"/>
      <w:numFmt w:val="decimal"/>
      <w:lvlText w:val="%1.%2.%3.%4.%5.%6.%7.%8."/>
      <w:lvlJc w:val="left"/>
      <w:pPr>
        <w:ind w:left="10368" w:hanging="1800"/>
      </w:pPr>
      <w:rPr>
        <w:rFonts w:cs="Times New Roman" w:hint="default"/>
      </w:rPr>
    </w:lvl>
    <w:lvl w:ilvl="8">
      <w:start w:val="1"/>
      <w:numFmt w:val="decimal"/>
      <w:lvlText w:val="%1.%2.%3.%4.%5.%6.%7.%8.%9."/>
      <w:lvlJc w:val="left"/>
      <w:pPr>
        <w:ind w:left="11952" w:hanging="2160"/>
      </w:pPr>
      <w:rPr>
        <w:rFonts w:cs="Times New Roman" w:hint="default"/>
      </w:rPr>
    </w:lvl>
  </w:abstractNum>
  <w:abstractNum w:abstractNumId="28">
    <w:nsid w:val="60C41B28"/>
    <w:multiLevelType w:val="hybridMultilevel"/>
    <w:tmpl w:val="8B3E38C4"/>
    <w:lvl w:ilvl="0" w:tplc="69C04F6E">
      <w:start w:val="9"/>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62DC5F44"/>
    <w:multiLevelType w:val="hybridMultilevel"/>
    <w:tmpl w:val="0CE875D4"/>
    <w:lvl w:ilvl="0" w:tplc="BDF4F48A">
      <w:start w:val="1"/>
      <w:numFmt w:val="decimal"/>
      <w:lvlText w:val="3.%1."/>
      <w:lvlJc w:val="left"/>
      <w:pPr>
        <w:ind w:left="1287" w:hanging="360"/>
      </w:pPr>
      <w:rPr>
        <w:rFonts w:ascii="Times New Roman" w:eastAsia="Times New Roman" w:hAnsi="Times New Roman" w:cs="Times New Roman" w:hint="default"/>
        <w:b/>
        <w:sz w:val="28"/>
        <w:szCs w:val="28"/>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30">
    <w:nsid w:val="6771173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6C7D3764"/>
    <w:multiLevelType w:val="hybridMultilevel"/>
    <w:tmpl w:val="52FE37C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nsid w:val="6D256289"/>
    <w:multiLevelType w:val="hybridMultilevel"/>
    <w:tmpl w:val="D9D09A10"/>
    <w:lvl w:ilvl="0" w:tplc="93FA5430">
      <w:start w:val="1"/>
      <w:numFmt w:val="decimal"/>
      <w:lvlText w:val="2.%1."/>
      <w:lvlJc w:val="left"/>
      <w:pPr>
        <w:ind w:left="1287" w:hanging="360"/>
      </w:pPr>
      <w:rPr>
        <w:rFonts w:ascii="Times New Roman" w:eastAsia="Times New Roman" w:hAnsi="Times New Roman" w:cs="Times New Roman" w:hint="default"/>
        <w:sz w:val="28"/>
        <w:szCs w:val="28"/>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33">
    <w:nsid w:val="6E1156FB"/>
    <w:multiLevelType w:val="hybridMultilevel"/>
    <w:tmpl w:val="426A6FB6"/>
    <w:lvl w:ilvl="0" w:tplc="F8DCC5D4">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4">
    <w:nsid w:val="77304B2B"/>
    <w:multiLevelType w:val="hybridMultilevel"/>
    <w:tmpl w:val="074AFE56"/>
    <w:lvl w:ilvl="0" w:tplc="CC2097BC">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nsid w:val="77C872B4"/>
    <w:multiLevelType w:val="hybridMultilevel"/>
    <w:tmpl w:val="AC74797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6">
    <w:nsid w:val="7A2A75CA"/>
    <w:multiLevelType w:val="hybridMultilevel"/>
    <w:tmpl w:val="7CCAC63A"/>
    <w:lvl w:ilvl="0" w:tplc="CC2097B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18"/>
  </w:num>
  <w:num w:numId="3">
    <w:abstractNumId w:val="11"/>
  </w:num>
  <w:num w:numId="4">
    <w:abstractNumId w:val="0"/>
  </w:num>
  <w:num w:numId="5">
    <w:abstractNumId w:val="2"/>
  </w:num>
  <w:num w:numId="6">
    <w:abstractNumId w:val="22"/>
  </w:num>
  <w:num w:numId="7">
    <w:abstractNumId w:val="1"/>
  </w:num>
  <w:num w:numId="8">
    <w:abstractNumId w:val="7"/>
  </w:num>
  <w:num w:numId="9">
    <w:abstractNumId w:val="25"/>
  </w:num>
  <w:num w:numId="10">
    <w:abstractNumId w:val="19"/>
  </w:num>
  <w:num w:numId="11">
    <w:abstractNumId w:val="5"/>
  </w:num>
  <w:num w:numId="12">
    <w:abstractNumId w:val="13"/>
  </w:num>
  <w:num w:numId="13">
    <w:abstractNumId w:val="10"/>
  </w:num>
  <w:num w:numId="14">
    <w:abstractNumId w:val="16"/>
  </w:num>
  <w:num w:numId="15">
    <w:abstractNumId w:val="8"/>
  </w:num>
  <w:num w:numId="16">
    <w:abstractNumId w:val="35"/>
  </w:num>
  <w:num w:numId="17">
    <w:abstractNumId w:val="33"/>
  </w:num>
  <w:num w:numId="18">
    <w:abstractNumId w:val="20"/>
  </w:num>
  <w:num w:numId="19">
    <w:abstractNumId w:val="14"/>
  </w:num>
  <w:num w:numId="20">
    <w:abstractNumId w:val="31"/>
  </w:num>
  <w:num w:numId="21">
    <w:abstractNumId w:val="34"/>
  </w:num>
  <w:num w:numId="22">
    <w:abstractNumId w:val="28"/>
  </w:num>
  <w:num w:numId="23">
    <w:abstractNumId w:val="12"/>
  </w:num>
  <w:num w:numId="24">
    <w:abstractNumId w:val="23"/>
  </w:num>
  <w:num w:numId="25">
    <w:abstractNumId w:val="4"/>
  </w:num>
  <w:num w:numId="26">
    <w:abstractNumId w:val="30"/>
  </w:num>
  <w:num w:numId="27">
    <w:abstractNumId w:val="27"/>
  </w:num>
  <w:num w:numId="28">
    <w:abstractNumId w:val="29"/>
  </w:num>
  <w:num w:numId="29">
    <w:abstractNumId w:val="32"/>
  </w:num>
  <w:num w:numId="30">
    <w:abstractNumId w:val="17"/>
  </w:num>
  <w:num w:numId="31">
    <w:abstractNumId w:val="24"/>
  </w:num>
  <w:num w:numId="32">
    <w:abstractNumId w:val="9"/>
  </w:num>
  <w:num w:numId="33">
    <w:abstractNumId w:val="6"/>
  </w:num>
  <w:num w:numId="34">
    <w:abstractNumId w:val="21"/>
  </w:num>
  <w:num w:numId="35">
    <w:abstractNumId w:val="15"/>
  </w:num>
  <w:num w:numId="36">
    <w:abstractNumId w:val="3"/>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3049"/>
    <w:rsid w:val="00001749"/>
    <w:rsid w:val="00003147"/>
    <w:rsid w:val="000047C8"/>
    <w:rsid w:val="00006BFF"/>
    <w:rsid w:val="00010169"/>
    <w:rsid w:val="000112CC"/>
    <w:rsid w:val="00014581"/>
    <w:rsid w:val="00015174"/>
    <w:rsid w:val="0001563A"/>
    <w:rsid w:val="000157B0"/>
    <w:rsid w:val="0001661B"/>
    <w:rsid w:val="00017C85"/>
    <w:rsid w:val="00021AD3"/>
    <w:rsid w:val="00021E7E"/>
    <w:rsid w:val="00022006"/>
    <w:rsid w:val="000221C7"/>
    <w:rsid w:val="00022FA3"/>
    <w:rsid w:val="00024D40"/>
    <w:rsid w:val="00024D63"/>
    <w:rsid w:val="0002673F"/>
    <w:rsid w:val="000327C7"/>
    <w:rsid w:val="00033BEF"/>
    <w:rsid w:val="00034593"/>
    <w:rsid w:val="00035DDE"/>
    <w:rsid w:val="00037D86"/>
    <w:rsid w:val="000401FE"/>
    <w:rsid w:val="00042C3D"/>
    <w:rsid w:val="00043D99"/>
    <w:rsid w:val="00046D9B"/>
    <w:rsid w:val="00046FDB"/>
    <w:rsid w:val="00051735"/>
    <w:rsid w:val="00053793"/>
    <w:rsid w:val="00056BF8"/>
    <w:rsid w:val="00057890"/>
    <w:rsid w:val="000620AA"/>
    <w:rsid w:val="0006225B"/>
    <w:rsid w:val="00063308"/>
    <w:rsid w:val="00063F92"/>
    <w:rsid w:val="000641D2"/>
    <w:rsid w:val="0006772E"/>
    <w:rsid w:val="00071264"/>
    <w:rsid w:val="00075FF0"/>
    <w:rsid w:val="0007756D"/>
    <w:rsid w:val="00082399"/>
    <w:rsid w:val="000823D9"/>
    <w:rsid w:val="000832A1"/>
    <w:rsid w:val="000834B6"/>
    <w:rsid w:val="00083DEA"/>
    <w:rsid w:val="000860E5"/>
    <w:rsid w:val="00086917"/>
    <w:rsid w:val="00086AE8"/>
    <w:rsid w:val="00090CE3"/>
    <w:rsid w:val="00091E2E"/>
    <w:rsid w:val="0009265D"/>
    <w:rsid w:val="00092E1C"/>
    <w:rsid w:val="000934A1"/>
    <w:rsid w:val="00094392"/>
    <w:rsid w:val="0009524D"/>
    <w:rsid w:val="00096C0E"/>
    <w:rsid w:val="000A10BD"/>
    <w:rsid w:val="000A226C"/>
    <w:rsid w:val="000A4B80"/>
    <w:rsid w:val="000A74E5"/>
    <w:rsid w:val="000B05E3"/>
    <w:rsid w:val="000B1437"/>
    <w:rsid w:val="000B146C"/>
    <w:rsid w:val="000B23B7"/>
    <w:rsid w:val="000B32DD"/>
    <w:rsid w:val="000B41C8"/>
    <w:rsid w:val="000B51E3"/>
    <w:rsid w:val="000B532B"/>
    <w:rsid w:val="000C24BF"/>
    <w:rsid w:val="000C6B4B"/>
    <w:rsid w:val="000D1B24"/>
    <w:rsid w:val="000D5C4E"/>
    <w:rsid w:val="000D64CE"/>
    <w:rsid w:val="000D6555"/>
    <w:rsid w:val="000E2004"/>
    <w:rsid w:val="000E3210"/>
    <w:rsid w:val="000E39E4"/>
    <w:rsid w:val="000E45B9"/>
    <w:rsid w:val="000E4D6C"/>
    <w:rsid w:val="000E5248"/>
    <w:rsid w:val="000E68D0"/>
    <w:rsid w:val="000E79F9"/>
    <w:rsid w:val="000F55C9"/>
    <w:rsid w:val="000F5BA1"/>
    <w:rsid w:val="000F79D4"/>
    <w:rsid w:val="00101B98"/>
    <w:rsid w:val="00103A97"/>
    <w:rsid w:val="001043D8"/>
    <w:rsid w:val="0010452B"/>
    <w:rsid w:val="00104B43"/>
    <w:rsid w:val="00104B7D"/>
    <w:rsid w:val="0010752C"/>
    <w:rsid w:val="001118E9"/>
    <w:rsid w:val="0011499C"/>
    <w:rsid w:val="00114A2A"/>
    <w:rsid w:val="00115676"/>
    <w:rsid w:val="001176C4"/>
    <w:rsid w:val="0012041E"/>
    <w:rsid w:val="00120CF7"/>
    <w:rsid w:val="0012306C"/>
    <w:rsid w:val="00123407"/>
    <w:rsid w:val="00123D51"/>
    <w:rsid w:val="0012497A"/>
    <w:rsid w:val="001250E3"/>
    <w:rsid w:val="00125CCD"/>
    <w:rsid w:val="00126D71"/>
    <w:rsid w:val="00130706"/>
    <w:rsid w:val="00131BFB"/>
    <w:rsid w:val="00133246"/>
    <w:rsid w:val="0013381B"/>
    <w:rsid w:val="001343F8"/>
    <w:rsid w:val="00136A62"/>
    <w:rsid w:val="00136C23"/>
    <w:rsid w:val="00136EB0"/>
    <w:rsid w:val="00141817"/>
    <w:rsid w:val="00142F2C"/>
    <w:rsid w:val="00143127"/>
    <w:rsid w:val="0015017B"/>
    <w:rsid w:val="00150A79"/>
    <w:rsid w:val="00151567"/>
    <w:rsid w:val="001533A2"/>
    <w:rsid w:val="00153517"/>
    <w:rsid w:val="00154ACC"/>
    <w:rsid w:val="00155504"/>
    <w:rsid w:val="00157B31"/>
    <w:rsid w:val="00157E9E"/>
    <w:rsid w:val="00160178"/>
    <w:rsid w:val="001612FB"/>
    <w:rsid w:val="00162E10"/>
    <w:rsid w:val="0016544C"/>
    <w:rsid w:val="00166CE9"/>
    <w:rsid w:val="00170989"/>
    <w:rsid w:val="001709A4"/>
    <w:rsid w:val="00170DE7"/>
    <w:rsid w:val="00171514"/>
    <w:rsid w:val="00173316"/>
    <w:rsid w:val="00173A1C"/>
    <w:rsid w:val="00174EE3"/>
    <w:rsid w:val="00175EE1"/>
    <w:rsid w:val="00177E18"/>
    <w:rsid w:val="00180679"/>
    <w:rsid w:val="0018345F"/>
    <w:rsid w:val="00190380"/>
    <w:rsid w:val="00190FAB"/>
    <w:rsid w:val="00191337"/>
    <w:rsid w:val="0019227B"/>
    <w:rsid w:val="00193946"/>
    <w:rsid w:val="00193AA4"/>
    <w:rsid w:val="0019537B"/>
    <w:rsid w:val="00195D72"/>
    <w:rsid w:val="001A6291"/>
    <w:rsid w:val="001A6BEA"/>
    <w:rsid w:val="001B0A41"/>
    <w:rsid w:val="001B12B2"/>
    <w:rsid w:val="001B2231"/>
    <w:rsid w:val="001B2251"/>
    <w:rsid w:val="001B42B8"/>
    <w:rsid w:val="001B46EE"/>
    <w:rsid w:val="001B581E"/>
    <w:rsid w:val="001B744C"/>
    <w:rsid w:val="001B748C"/>
    <w:rsid w:val="001B7590"/>
    <w:rsid w:val="001C1089"/>
    <w:rsid w:val="001C4560"/>
    <w:rsid w:val="001C5C4C"/>
    <w:rsid w:val="001C5FAF"/>
    <w:rsid w:val="001C60A1"/>
    <w:rsid w:val="001D0372"/>
    <w:rsid w:val="001D3B3C"/>
    <w:rsid w:val="001D3C11"/>
    <w:rsid w:val="001D4AC4"/>
    <w:rsid w:val="001D4F89"/>
    <w:rsid w:val="001D7505"/>
    <w:rsid w:val="001D7C15"/>
    <w:rsid w:val="001E0267"/>
    <w:rsid w:val="001E15FA"/>
    <w:rsid w:val="001E3A90"/>
    <w:rsid w:val="001E3E57"/>
    <w:rsid w:val="001E4825"/>
    <w:rsid w:val="001E4838"/>
    <w:rsid w:val="001E5A79"/>
    <w:rsid w:val="001E773E"/>
    <w:rsid w:val="001F1764"/>
    <w:rsid w:val="001F373C"/>
    <w:rsid w:val="001F3A36"/>
    <w:rsid w:val="001F42C0"/>
    <w:rsid w:val="001F4708"/>
    <w:rsid w:val="001F473F"/>
    <w:rsid w:val="001F5674"/>
    <w:rsid w:val="001F5BE6"/>
    <w:rsid w:val="001F671C"/>
    <w:rsid w:val="00200A20"/>
    <w:rsid w:val="00204811"/>
    <w:rsid w:val="002133BC"/>
    <w:rsid w:val="00213ECB"/>
    <w:rsid w:val="00215423"/>
    <w:rsid w:val="0021636B"/>
    <w:rsid w:val="002176B5"/>
    <w:rsid w:val="00222749"/>
    <w:rsid w:val="00224FA0"/>
    <w:rsid w:val="00226ED7"/>
    <w:rsid w:val="002270F2"/>
    <w:rsid w:val="002309CB"/>
    <w:rsid w:val="00230C86"/>
    <w:rsid w:val="00234DFF"/>
    <w:rsid w:val="00235DB8"/>
    <w:rsid w:val="0023601E"/>
    <w:rsid w:val="002366DB"/>
    <w:rsid w:val="002401F3"/>
    <w:rsid w:val="00240A14"/>
    <w:rsid w:val="0024468E"/>
    <w:rsid w:val="00245274"/>
    <w:rsid w:val="00246960"/>
    <w:rsid w:val="00251D64"/>
    <w:rsid w:val="0025230C"/>
    <w:rsid w:val="00256AC5"/>
    <w:rsid w:val="00257D65"/>
    <w:rsid w:val="00257DFF"/>
    <w:rsid w:val="00260E5A"/>
    <w:rsid w:val="002640B1"/>
    <w:rsid w:val="00264194"/>
    <w:rsid w:val="002652EE"/>
    <w:rsid w:val="0026627E"/>
    <w:rsid w:val="002667CE"/>
    <w:rsid w:val="0026728C"/>
    <w:rsid w:val="00271142"/>
    <w:rsid w:val="00273E1D"/>
    <w:rsid w:val="00274329"/>
    <w:rsid w:val="0027511C"/>
    <w:rsid w:val="00275272"/>
    <w:rsid w:val="00275D4B"/>
    <w:rsid w:val="00277534"/>
    <w:rsid w:val="002806D5"/>
    <w:rsid w:val="00282962"/>
    <w:rsid w:val="00285DAC"/>
    <w:rsid w:val="002869CD"/>
    <w:rsid w:val="00286FF6"/>
    <w:rsid w:val="002876EF"/>
    <w:rsid w:val="00287A24"/>
    <w:rsid w:val="00290D91"/>
    <w:rsid w:val="0029274D"/>
    <w:rsid w:val="00295A99"/>
    <w:rsid w:val="00297BD7"/>
    <w:rsid w:val="002A099E"/>
    <w:rsid w:val="002A2F99"/>
    <w:rsid w:val="002A4075"/>
    <w:rsid w:val="002A735B"/>
    <w:rsid w:val="002A7614"/>
    <w:rsid w:val="002B02C7"/>
    <w:rsid w:val="002B086F"/>
    <w:rsid w:val="002B1A18"/>
    <w:rsid w:val="002B29F6"/>
    <w:rsid w:val="002B3330"/>
    <w:rsid w:val="002B6878"/>
    <w:rsid w:val="002B6CDE"/>
    <w:rsid w:val="002B7DB5"/>
    <w:rsid w:val="002C087F"/>
    <w:rsid w:val="002C1DE3"/>
    <w:rsid w:val="002C2205"/>
    <w:rsid w:val="002C2B75"/>
    <w:rsid w:val="002C31B6"/>
    <w:rsid w:val="002C39CD"/>
    <w:rsid w:val="002C4136"/>
    <w:rsid w:val="002C4387"/>
    <w:rsid w:val="002C4D1E"/>
    <w:rsid w:val="002C5625"/>
    <w:rsid w:val="002C647F"/>
    <w:rsid w:val="002C67A7"/>
    <w:rsid w:val="002C6E8F"/>
    <w:rsid w:val="002C77BC"/>
    <w:rsid w:val="002D21B5"/>
    <w:rsid w:val="002D39AA"/>
    <w:rsid w:val="002E0F13"/>
    <w:rsid w:val="002E4A29"/>
    <w:rsid w:val="002E50BC"/>
    <w:rsid w:val="002E62B1"/>
    <w:rsid w:val="002E710F"/>
    <w:rsid w:val="002F0BC2"/>
    <w:rsid w:val="002F1BC7"/>
    <w:rsid w:val="002F22A2"/>
    <w:rsid w:val="002F68B8"/>
    <w:rsid w:val="002F746B"/>
    <w:rsid w:val="002F7F3C"/>
    <w:rsid w:val="00300ACB"/>
    <w:rsid w:val="00300B5B"/>
    <w:rsid w:val="00301629"/>
    <w:rsid w:val="00301817"/>
    <w:rsid w:val="00302CE5"/>
    <w:rsid w:val="003063FA"/>
    <w:rsid w:val="00306D60"/>
    <w:rsid w:val="0031093D"/>
    <w:rsid w:val="00310E49"/>
    <w:rsid w:val="00311B57"/>
    <w:rsid w:val="00316216"/>
    <w:rsid w:val="003171CF"/>
    <w:rsid w:val="003225D0"/>
    <w:rsid w:val="003231B5"/>
    <w:rsid w:val="00323438"/>
    <w:rsid w:val="003234DD"/>
    <w:rsid w:val="00324ED9"/>
    <w:rsid w:val="0032574B"/>
    <w:rsid w:val="00325CBC"/>
    <w:rsid w:val="003313E1"/>
    <w:rsid w:val="00331E94"/>
    <w:rsid w:val="00332199"/>
    <w:rsid w:val="003333AC"/>
    <w:rsid w:val="00334085"/>
    <w:rsid w:val="003347FF"/>
    <w:rsid w:val="00335181"/>
    <w:rsid w:val="00335D00"/>
    <w:rsid w:val="00336048"/>
    <w:rsid w:val="00336529"/>
    <w:rsid w:val="0034060D"/>
    <w:rsid w:val="003410A7"/>
    <w:rsid w:val="003419E7"/>
    <w:rsid w:val="0034215D"/>
    <w:rsid w:val="00342FDA"/>
    <w:rsid w:val="0034307E"/>
    <w:rsid w:val="0034457A"/>
    <w:rsid w:val="0034470C"/>
    <w:rsid w:val="00346A52"/>
    <w:rsid w:val="00347140"/>
    <w:rsid w:val="003533F1"/>
    <w:rsid w:val="00356134"/>
    <w:rsid w:val="00360185"/>
    <w:rsid w:val="00360265"/>
    <w:rsid w:val="003607E1"/>
    <w:rsid w:val="00360D02"/>
    <w:rsid w:val="0036123D"/>
    <w:rsid w:val="00363BC1"/>
    <w:rsid w:val="00364000"/>
    <w:rsid w:val="00364BEE"/>
    <w:rsid w:val="00370586"/>
    <w:rsid w:val="0037156F"/>
    <w:rsid w:val="003758E2"/>
    <w:rsid w:val="003764FE"/>
    <w:rsid w:val="00380E6B"/>
    <w:rsid w:val="00381A7F"/>
    <w:rsid w:val="00381F38"/>
    <w:rsid w:val="00382257"/>
    <w:rsid w:val="00382E6F"/>
    <w:rsid w:val="00383C38"/>
    <w:rsid w:val="00386473"/>
    <w:rsid w:val="00386870"/>
    <w:rsid w:val="00390B47"/>
    <w:rsid w:val="00393CC1"/>
    <w:rsid w:val="0039483D"/>
    <w:rsid w:val="00396800"/>
    <w:rsid w:val="003A00A5"/>
    <w:rsid w:val="003A1DEA"/>
    <w:rsid w:val="003A2043"/>
    <w:rsid w:val="003A2B1F"/>
    <w:rsid w:val="003A346F"/>
    <w:rsid w:val="003A6BF6"/>
    <w:rsid w:val="003B0D84"/>
    <w:rsid w:val="003B12AF"/>
    <w:rsid w:val="003B4C11"/>
    <w:rsid w:val="003C2CFE"/>
    <w:rsid w:val="003C4AA8"/>
    <w:rsid w:val="003C4B67"/>
    <w:rsid w:val="003D0A30"/>
    <w:rsid w:val="003D25AF"/>
    <w:rsid w:val="003D3B48"/>
    <w:rsid w:val="003D3CA0"/>
    <w:rsid w:val="003D401C"/>
    <w:rsid w:val="003D4DE0"/>
    <w:rsid w:val="003E3B9E"/>
    <w:rsid w:val="003E5E39"/>
    <w:rsid w:val="003E6176"/>
    <w:rsid w:val="003E6D01"/>
    <w:rsid w:val="003F1501"/>
    <w:rsid w:val="003F161A"/>
    <w:rsid w:val="003F3E98"/>
    <w:rsid w:val="003F4EBF"/>
    <w:rsid w:val="003F6CBE"/>
    <w:rsid w:val="003F755B"/>
    <w:rsid w:val="00400692"/>
    <w:rsid w:val="004007DB"/>
    <w:rsid w:val="00401051"/>
    <w:rsid w:val="00403831"/>
    <w:rsid w:val="00404998"/>
    <w:rsid w:val="00404D0C"/>
    <w:rsid w:val="0040536C"/>
    <w:rsid w:val="00410AE9"/>
    <w:rsid w:val="00412FFF"/>
    <w:rsid w:val="00414E77"/>
    <w:rsid w:val="00415D93"/>
    <w:rsid w:val="004164DE"/>
    <w:rsid w:val="004206E7"/>
    <w:rsid w:val="004236BF"/>
    <w:rsid w:val="0042678A"/>
    <w:rsid w:val="004277CA"/>
    <w:rsid w:val="004309D3"/>
    <w:rsid w:val="00432EF0"/>
    <w:rsid w:val="004400B7"/>
    <w:rsid w:val="004434DC"/>
    <w:rsid w:val="004442F0"/>
    <w:rsid w:val="00447057"/>
    <w:rsid w:val="0045196D"/>
    <w:rsid w:val="00453616"/>
    <w:rsid w:val="00454035"/>
    <w:rsid w:val="0045486E"/>
    <w:rsid w:val="00455606"/>
    <w:rsid w:val="00457332"/>
    <w:rsid w:val="00460128"/>
    <w:rsid w:val="004612AC"/>
    <w:rsid w:val="00461979"/>
    <w:rsid w:val="00462A3A"/>
    <w:rsid w:val="00463688"/>
    <w:rsid w:val="00466A6C"/>
    <w:rsid w:val="00467CC4"/>
    <w:rsid w:val="0047091C"/>
    <w:rsid w:val="004717C8"/>
    <w:rsid w:val="004730BF"/>
    <w:rsid w:val="00473462"/>
    <w:rsid w:val="004737A1"/>
    <w:rsid w:val="004737A5"/>
    <w:rsid w:val="00474261"/>
    <w:rsid w:val="004760CA"/>
    <w:rsid w:val="00477838"/>
    <w:rsid w:val="0047787A"/>
    <w:rsid w:val="00477A55"/>
    <w:rsid w:val="004806F7"/>
    <w:rsid w:val="00480DD9"/>
    <w:rsid w:val="00483D02"/>
    <w:rsid w:val="004870FC"/>
    <w:rsid w:val="00487117"/>
    <w:rsid w:val="00490301"/>
    <w:rsid w:val="004908C6"/>
    <w:rsid w:val="004909C0"/>
    <w:rsid w:val="00494D44"/>
    <w:rsid w:val="0049599D"/>
    <w:rsid w:val="00495BF5"/>
    <w:rsid w:val="0049616C"/>
    <w:rsid w:val="00496E00"/>
    <w:rsid w:val="004973A2"/>
    <w:rsid w:val="00497CB3"/>
    <w:rsid w:val="004A22ED"/>
    <w:rsid w:val="004A407C"/>
    <w:rsid w:val="004A40A7"/>
    <w:rsid w:val="004A4E2E"/>
    <w:rsid w:val="004A4EB5"/>
    <w:rsid w:val="004A5834"/>
    <w:rsid w:val="004A6383"/>
    <w:rsid w:val="004A6726"/>
    <w:rsid w:val="004B00DD"/>
    <w:rsid w:val="004B06B6"/>
    <w:rsid w:val="004B0729"/>
    <w:rsid w:val="004B0E06"/>
    <w:rsid w:val="004B7520"/>
    <w:rsid w:val="004C73AD"/>
    <w:rsid w:val="004C7B7B"/>
    <w:rsid w:val="004D03E4"/>
    <w:rsid w:val="004D218A"/>
    <w:rsid w:val="004D21DC"/>
    <w:rsid w:val="004D2204"/>
    <w:rsid w:val="004D246C"/>
    <w:rsid w:val="004D2634"/>
    <w:rsid w:val="004D32AE"/>
    <w:rsid w:val="004D3E3E"/>
    <w:rsid w:val="004D5BD6"/>
    <w:rsid w:val="004D799A"/>
    <w:rsid w:val="004E2B5C"/>
    <w:rsid w:val="004E316D"/>
    <w:rsid w:val="004F2319"/>
    <w:rsid w:val="004F24B1"/>
    <w:rsid w:val="004F3368"/>
    <w:rsid w:val="004F41F1"/>
    <w:rsid w:val="004F4F60"/>
    <w:rsid w:val="004F6251"/>
    <w:rsid w:val="004F654E"/>
    <w:rsid w:val="00501489"/>
    <w:rsid w:val="00502AC9"/>
    <w:rsid w:val="005035BA"/>
    <w:rsid w:val="00506BC3"/>
    <w:rsid w:val="005102EA"/>
    <w:rsid w:val="005104EF"/>
    <w:rsid w:val="0051179B"/>
    <w:rsid w:val="0051183A"/>
    <w:rsid w:val="0051204C"/>
    <w:rsid w:val="005138DF"/>
    <w:rsid w:val="00513A1B"/>
    <w:rsid w:val="005141C1"/>
    <w:rsid w:val="00514F2F"/>
    <w:rsid w:val="005151F9"/>
    <w:rsid w:val="005158CE"/>
    <w:rsid w:val="00515A14"/>
    <w:rsid w:val="00522455"/>
    <w:rsid w:val="00522530"/>
    <w:rsid w:val="00522ECC"/>
    <w:rsid w:val="00523B6B"/>
    <w:rsid w:val="00526F90"/>
    <w:rsid w:val="005302E8"/>
    <w:rsid w:val="0053128B"/>
    <w:rsid w:val="00531AA3"/>
    <w:rsid w:val="005323A7"/>
    <w:rsid w:val="00532CD8"/>
    <w:rsid w:val="005345B9"/>
    <w:rsid w:val="0053521D"/>
    <w:rsid w:val="005356D2"/>
    <w:rsid w:val="005404CA"/>
    <w:rsid w:val="0054052E"/>
    <w:rsid w:val="00540C21"/>
    <w:rsid w:val="00541BA0"/>
    <w:rsid w:val="00543058"/>
    <w:rsid w:val="00544443"/>
    <w:rsid w:val="00544921"/>
    <w:rsid w:val="00544C7A"/>
    <w:rsid w:val="0054690A"/>
    <w:rsid w:val="00546CB0"/>
    <w:rsid w:val="00546E88"/>
    <w:rsid w:val="00547761"/>
    <w:rsid w:val="00550238"/>
    <w:rsid w:val="0055235B"/>
    <w:rsid w:val="00552892"/>
    <w:rsid w:val="00554D67"/>
    <w:rsid w:val="005563B2"/>
    <w:rsid w:val="0055698F"/>
    <w:rsid w:val="00557B03"/>
    <w:rsid w:val="00557E96"/>
    <w:rsid w:val="00563024"/>
    <w:rsid w:val="00563049"/>
    <w:rsid w:val="0056475E"/>
    <w:rsid w:val="00564B4F"/>
    <w:rsid w:val="005734FC"/>
    <w:rsid w:val="00573D5A"/>
    <w:rsid w:val="005758E5"/>
    <w:rsid w:val="0057771A"/>
    <w:rsid w:val="00577A42"/>
    <w:rsid w:val="00580946"/>
    <w:rsid w:val="005819DC"/>
    <w:rsid w:val="005833CF"/>
    <w:rsid w:val="00583D4A"/>
    <w:rsid w:val="0058655E"/>
    <w:rsid w:val="00590B0C"/>
    <w:rsid w:val="00592160"/>
    <w:rsid w:val="00594170"/>
    <w:rsid w:val="00595B01"/>
    <w:rsid w:val="00595D36"/>
    <w:rsid w:val="00596217"/>
    <w:rsid w:val="005962CC"/>
    <w:rsid w:val="00596450"/>
    <w:rsid w:val="005A0131"/>
    <w:rsid w:val="005A0853"/>
    <w:rsid w:val="005A0F64"/>
    <w:rsid w:val="005A433A"/>
    <w:rsid w:val="005A45CE"/>
    <w:rsid w:val="005A4774"/>
    <w:rsid w:val="005A5811"/>
    <w:rsid w:val="005B320A"/>
    <w:rsid w:val="005B35F9"/>
    <w:rsid w:val="005B3E2D"/>
    <w:rsid w:val="005B6892"/>
    <w:rsid w:val="005C104B"/>
    <w:rsid w:val="005C2161"/>
    <w:rsid w:val="005C2432"/>
    <w:rsid w:val="005C24DB"/>
    <w:rsid w:val="005C2CFD"/>
    <w:rsid w:val="005C422A"/>
    <w:rsid w:val="005C4258"/>
    <w:rsid w:val="005C4AE5"/>
    <w:rsid w:val="005C6DB5"/>
    <w:rsid w:val="005D31CE"/>
    <w:rsid w:val="005D321A"/>
    <w:rsid w:val="005D3686"/>
    <w:rsid w:val="005D3DFB"/>
    <w:rsid w:val="005E12CA"/>
    <w:rsid w:val="005E2231"/>
    <w:rsid w:val="005E29ED"/>
    <w:rsid w:val="005F10C9"/>
    <w:rsid w:val="005F3DAA"/>
    <w:rsid w:val="005F42D3"/>
    <w:rsid w:val="005F64B2"/>
    <w:rsid w:val="00601AB8"/>
    <w:rsid w:val="00601B0C"/>
    <w:rsid w:val="00601FCA"/>
    <w:rsid w:val="00602E3E"/>
    <w:rsid w:val="00604C99"/>
    <w:rsid w:val="0060648C"/>
    <w:rsid w:val="0060715A"/>
    <w:rsid w:val="00610D93"/>
    <w:rsid w:val="006134D3"/>
    <w:rsid w:val="006150D8"/>
    <w:rsid w:val="00616942"/>
    <w:rsid w:val="00616BB6"/>
    <w:rsid w:val="00621937"/>
    <w:rsid w:val="00623056"/>
    <w:rsid w:val="00623546"/>
    <w:rsid w:val="0062369F"/>
    <w:rsid w:val="006243E5"/>
    <w:rsid w:val="00624562"/>
    <w:rsid w:val="0062476D"/>
    <w:rsid w:val="006254AE"/>
    <w:rsid w:val="00625AE1"/>
    <w:rsid w:val="0063056F"/>
    <w:rsid w:val="006307BB"/>
    <w:rsid w:val="00630E63"/>
    <w:rsid w:val="00631AB7"/>
    <w:rsid w:val="00637F76"/>
    <w:rsid w:val="00640E2F"/>
    <w:rsid w:val="00641155"/>
    <w:rsid w:val="0064293C"/>
    <w:rsid w:val="00644515"/>
    <w:rsid w:val="00644DF7"/>
    <w:rsid w:val="00653AF5"/>
    <w:rsid w:val="0065400C"/>
    <w:rsid w:val="00655862"/>
    <w:rsid w:val="0065731B"/>
    <w:rsid w:val="00664542"/>
    <w:rsid w:val="0066519C"/>
    <w:rsid w:val="006657EC"/>
    <w:rsid w:val="00666092"/>
    <w:rsid w:val="00666A3C"/>
    <w:rsid w:val="00670F33"/>
    <w:rsid w:val="00671A7B"/>
    <w:rsid w:val="006726E8"/>
    <w:rsid w:val="00674F5F"/>
    <w:rsid w:val="00675056"/>
    <w:rsid w:val="006762A0"/>
    <w:rsid w:val="006803F0"/>
    <w:rsid w:val="00680FE8"/>
    <w:rsid w:val="00681EE9"/>
    <w:rsid w:val="006820EA"/>
    <w:rsid w:val="00683B6F"/>
    <w:rsid w:val="00683D13"/>
    <w:rsid w:val="00685CE1"/>
    <w:rsid w:val="00690851"/>
    <w:rsid w:val="006934BE"/>
    <w:rsid w:val="00695800"/>
    <w:rsid w:val="00696EA8"/>
    <w:rsid w:val="00697E15"/>
    <w:rsid w:val="006A0524"/>
    <w:rsid w:val="006A58C9"/>
    <w:rsid w:val="006B0CEF"/>
    <w:rsid w:val="006B14A5"/>
    <w:rsid w:val="006B1595"/>
    <w:rsid w:val="006B3974"/>
    <w:rsid w:val="006B3F8E"/>
    <w:rsid w:val="006B632C"/>
    <w:rsid w:val="006B6843"/>
    <w:rsid w:val="006B778D"/>
    <w:rsid w:val="006C0710"/>
    <w:rsid w:val="006C1F92"/>
    <w:rsid w:val="006C56D2"/>
    <w:rsid w:val="006D0434"/>
    <w:rsid w:val="006D3492"/>
    <w:rsid w:val="006D4354"/>
    <w:rsid w:val="006D455C"/>
    <w:rsid w:val="006D4EC1"/>
    <w:rsid w:val="006D5E46"/>
    <w:rsid w:val="006D6300"/>
    <w:rsid w:val="006D6957"/>
    <w:rsid w:val="006D7CA2"/>
    <w:rsid w:val="006E01A2"/>
    <w:rsid w:val="006E264A"/>
    <w:rsid w:val="006E2837"/>
    <w:rsid w:val="006E2DFA"/>
    <w:rsid w:val="006E36F3"/>
    <w:rsid w:val="006E3F0E"/>
    <w:rsid w:val="006E473B"/>
    <w:rsid w:val="006E4CBB"/>
    <w:rsid w:val="006E66BC"/>
    <w:rsid w:val="006F0D20"/>
    <w:rsid w:val="006F219F"/>
    <w:rsid w:val="006F2A43"/>
    <w:rsid w:val="006F3345"/>
    <w:rsid w:val="006F3D9F"/>
    <w:rsid w:val="006F5C44"/>
    <w:rsid w:val="006F79F2"/>
    <w:rsid w:val="007001A3"/>
    <w:rsid w:val="00700C2A"/>
    <w:rsid w:val="00700FF3"/>
    <w:rsid w:val="00701760"/>
    <w:rsid w:val="007023FA"/>
    <w:rsid w:val="00703C19"/>
    <w:rsid w:val="00704331"/>
    <w:rsid w:val="00704745"/>
    <w:rsid w:val="00710708"/>
    <w:rsid w:val="00710E56"/>
    <w:rsid w:val="00715529"/>
    <w:rsid w:val="00716E9E"/>
    <w:rsid w:val="0071727D"/>
    <w:rsid w:val="0071798A"/>
    <w:rsid w:val="00721CF5"/>
    <w:rsid w:val="0072279B"/>
    <w:rsid w:val="00722EFD"/>
    <w:rsid w:val="007231CB"/>
    <w:rsid w:val="0072388D"/>
    <w:rsid w:val="00725606"/>
    <w:rsid w:val="00730BA3"/>
    <w:rsid w:val="007332A7"/>
    <w:rsid w:val="00740CD7"/>
    <w:rsid w:val="007417A3"/>
    <w:rsid w:val="00742255"/>
    <w:rsid w:val="00745595"/>
    <w:rsid w:val="00747FEB"/>
    <w:rsid w:val="00755415"/>
    <w:rsid w:val="00755A4E"/>
    <w:rsid w:val="007623A8"/>
    <w:rsid w:val="00762FD2"/>
    <w:rsid w:val="0076315F"/>
    <w:rsid w:val="00764338"/>
    <w:rsid w:val="00765008"/>
    <w:rsid w:val="00767B97"/>
    <w:rsid w:val="007711AF"/>
    <w:rsid w:val="00772487"/>
    <w:rsid w:val="00772718"/>
    <w:rsid w:val="0077296F"/>
    <w:rsid w:val="00774406"/>
    <w:rsid w:val="00774B25"/>
    <w:rsid w:val="0077529F"/>
    <w:rsid w:val="007771F9"/>
    <w:rsid w:val="00780452"/>
    <w:rsid w:val="00782207"/>
    <w:rsid w:val="0078531A"/>
    <w:rsid w:val="007865E4"/>
    <w:rsid w:val="007869A9"/>
    <w:rsid w:val="00787479"/>
    <w:rsid w:val="00791761"/>
    <w:rsid w:val="0079186C"/>
    <w:rsid w:val="00793589"/>
    <w:rsid w:val="007A2182"/>
    <w:rsid w:val="007A5A0F"/>
    <w:rsid w:val="007A5C21"/>
    <w:rsid w:val="007B6E6F"/>
    <w:rsid w:val="007C1942"/>
    <w:rsid w:val="007C20DB"/>
    <w:rsid w:val="007C28D4"/>
    <w:rsid w:val="007C45EA"/>
    <w:rsid w:val="007C58D8"/>
    <w:rsid w:val="007C5BA4"/>
    <w:rsid w:val="007C75EE"/>
    <w:rsid w:val="007C7E29"/>
    <w:rsid w:val="007D00CF"/>
    <w:rsid w:val="007D0399"/>
    <w:rsid w:val="007D4367"/>
    <w:rsid w:val="007D505C"/>
    <w:rsid w:val="007D5CB0"/>
    <w:rsid w:val="007D5CD5"/>
    <w:rsid w:val="007D6A19"/>
    <w:rsid w:val="007E0065"/>
    <w:rsid w:val="007E14F0"/>
    <w:rsid w:val="007E2A5E"/>
    <w:rsid w:val="007E39EC"/>
    <w:rsid w:val="007E4E20"/>
    <w:rsid w:val="007E4FB1"/>
    <w:rsid w:val="007E60EA"/>
    <w:rsid w:val="007F2597"/>
    <w:rsid w:val="007F2F1A"/>
    <w:rsid w:val="007F4DEC"/>
    <w:rsid w:val="007F6FA2"/>
    <w:rsid w:val="00800ADD"/>
    <w:rsid w:val="00801AA0"/>
    <w:rsid w:val="00801EAF"/>
    <w:rsid w:val="00801F07"/>
    <w:rsid w:val="00802508"/>
    <w:rsid w:val="00802F29"/>
    <w:rsid w:val="00815A6F"/>
    <w:rsid w:val="00816766"/>
    <w:rsid w:val="00816BEA"/>
    <w:rsid w:val="00820447"/>
    <w:rsid w:val="008214CC"/>
    <w:rsid w:val="00821897"/>
    <w:rsid w:val="0082288D"/>
    <w:rsid w:val="00823F78"/>
    <w:rsid w:val="00823FD6"/>
    <w:rsid w:val="008270F6"/>
    <w:rsid w:val="00827EEF"/>
    <w:rsid w:val="00830414"/>
    <w:rsid w:val="008315A6"/>
    <w:rsid w:val="008322EB"/>
    <w:rsid w:val="008331D1"/>
    <w:rsid w:val="008365B1"/>
    <w:rsid w:val="008366A2"/>
    <w:rsid w:val="008376BC"/>
    <w:rsid w:val="008420D7"/>
    <w:rsid w:val="008428D4"/>
    <w:rsid w:val="0084333A"/>
    <w:rsid w:val="00843788"/>
    <w:rsid w:val="00843904"/>
    <w:rsid w:val="00844244"/>
    <w:rsid w:val="00845228"/>
    <w:rsid w:val="008478F3"/>
    <w:rsid w:val="0085062B"/>
    <w:rsid w:val="008512B5"/>
    <w:rsid w:val="00852466"/>
    <w:rsid w:val="00852BFB"/>
    <w:rsid w:val="0085394C"/>
    <w:rsid w:val="00853F9E"/>
    <w:rsid w:val="008555E0"/>
    <w:rsid w:val="0085610A"/>
    <w:rsid w:val="00856795"/>
    <w:rsid w:val="008567B7"/>
    <w:rsid w:val="00856C55"/>
    <w:rsid w:val="0085764E"/>
    <w:rsid w:val="008605FD"/>
    <w:rsid w:val="00862489"/>
    <w:rsid w:val="00864810"/>
    <w:rsid w:val="0086756A"/>
    <w:rsid w:val="0087027A"/>
    <w:rsid w:val="00872C8F"/>
    <w:rsid w:val="008759C2"/>
    <w:rsid w:val="008762B9"/>
    <w:rsid w:val="008779FA"/>
    <w:rsid w:val="008804DF"/>
    <w:rsid w:val="00880DCF"/>
    <w:rsid w:val="00882C41"/>
    <w:rsid w:val="008831F0"/>
    <w:rsid w:val="00883ED1"/>
    <w:rsid w:val="00885008"/>
    <w:rsid w:val="008851CD"/>
    <w:rsid w:val="00885225"/>
    <w:rsid w:val="00885B30"/>
    <w:rsid w:val="00890993"/>
    <w:rsid w:val="00890EE8"/>
    <w:rsid w:val="00892494"/>
    <w:rsid w:val="00896C1A"/>
    <w:rsid w:val="00896D45"/>
    <w:rsid w:val="00897784"/>
    <w:rsid w:val="008A1478"/>
    <w:rsid w:val="008A3D1B"/>
    <w:rsid w:val="008A5469"/>
    <w:rsid w:val="008A6121"/>
    <w:rsid w:val="008A62A2"/>
    <w:rsid w:val="008B0877"/>
    <w:rsid w:val="008B2320"/>
    <w:rsid w:val="008B338F"/>
    <w:rsid w:val="008B386A"/>
    <w:rsid w:val="008B67E6"/>
    <w:rsid w:val="008C0234"/>
    <w:rsid w:val="008C06E1"/>
    <w:rsid w:val="008C0DB4"/>
    <w:rsid w:val="008C2C85"/>
    <w:rsid w:val="008C387F"/>
    <w:rsid w:val="008C40D8"/>
    <w:rsid w:val="008C69B7"/>
    <w:rsid w:val="008D0178"/>
    <w:rsid w:val="008D01BB"/>
    <w:rsid w:val="008D03F6"/>
    <w:rsid w:val="008D0D70"/>
    <w:rsid w:val="008D2F47"/>
    <w:rsid w:val="008D3D12"/>
    <w:rsid w:val="008D3D5E"/>
    <w:rsid w:val="008D3E03"/>
    <w:rsid w:val="008D540F"/>
    <w:rsid w:val="008D6FCF"/>
    <w:rsid w:val="008D7DF6"/>
    <w:rsid w:val="008E0117"/>
    <w:rsid w:val="008E0465"/>
    <w:rsid w:val="008E08C0"/>
    <w:rsid w:val="008E09E3"/>
    <w:rsid w:val="008E0A15"/>
    <w:rsid w:val="008E1097"/>
    <w:rsid w:val="008E48B8"/>
    <w:rsid w:val="008E4A7D"/>
    <w:rsid w:val="008E58B1"/>
    <w:rsid w:val="008E6F25"/>
    <w:rsid w:val="008F01BF"/>
    <w:rsid w:val="008F3031"/>
    <w:rsid w:val="008F4AA4"/>
    <w:rsid w:val="008F4DF2"/>
    <w:rsid w:val="008F5750"/>
    <w:rsid w:val="008F65F3"/>
    <w:rsid w:val="009025F6"/>
    <w:rsid w:val="00902716"/>
    <w:rsid w:val="00903311"/>
    <w:rsid w:val="00903656"/>
    <w:rsid w:val="0090376F"/>
    <w:rsid w:val="00907F0F"/>
    <w:rsid w:val="00912086"/>
    <w:rsid w:val="009121D2"/>
    <w:rsid w:val="0091321C"/>
    <w:rsid w:val="0091456F"/>
    <w:rsid w:val="00916471"/>
    <w:rsid w:val="00916C1A"/>
    <w:rsid w:val="00917598"/>
    <w:rsid w:val="00917FF2"/>
    <w:rsid w:val="009225B4"/>
    <w:rsid w:val="00930462"/>
    <w:rsid w:val="00932F5B"/>
    <w:rsid w:val="00933A68"/>
    <w:rsid w:val="00935FBB"/>
    <w:rsid w:val="009360EF"/>
    <w:rsid w:val="00937E41"/>
    <w:rsid w:val="00943FE4"/>
    <w:rsid w:val="00947F2C"/>
    <w:rsid w:val="00950091"/>
    <w:rsid w:val="0095027B"/>
    <w:rsid w:val="009505DA"/>
    <w:rsid w:val="00950DBD"/>
    <w:rsid w:val="009539B4"/>
    <w:rsid w:val="00955B57"/>
    <w:rsid w:val="00956466"/>
    <w:rsid w:val="009570BE"/>
    <w:rsid w:val="009579AB"/>
    <w:rsid w:val="00960A32"/>
    <w:rsid w:val="0096259C"/>
    <w:rsid w:val="00962FA9"/>
    <w:rsid w:val="00967AC9"/>
    <w:rsid w:val="00971B3A"/>
    <w:rsid w:val="00972C0B"/>
    <w:rsid w:val="00973560"/>
    <w:rsid w:val="009745EA"/>
    <w:rsid w:val="009746DC"/>
    <w:rsid w:val="00977520"/>
    <w:rsid w:val="00977F9D"/>
    <w:rsid w:val="0098004E"/>
    <w:rsid w:val="0098026C"/>
    <w:rsid w:val="009806D9"/>
    <w:rsid w:val="0098112B"/>
    <w:rsid w:val="00983630"/>
    <w:rsid w:val="00984DED"/>
    <w:rsid w:val="00986235"/>
    <w:rsid w:val="00987547"/>
    <w:rsid w:val="0099079E"/>
    <w:rsid w:val="0099084E"/>
    <w:rsid w:val="00991E22"/>
    <w:rsid w:val="00992BB0"/>
    <w:rsid w:val="00993197"/>
    <w:rsid w:val="00993CC5"/>
    <w:rsid w:val="00994F92"/>
    <w:rsid w:val="00996F2F"/>
    <w:rsid w:val="009A0660"/>
    <w:rsid w:val="009A06AE"/>
    <w:rsid w:val="009A1A39"/>
    <w:rsid w:val="009A25EB"/>
    <w:rsid w:val="009A2DB2"/>
    <w:rsid w:val="009A3850"/>
    <w:rsid w:val="009A3D5F"/>
    <w:rsid w:val="009B07A0"/>
    <w:rsid w:val="009B2F17"/>
    <w:rsid w:val="009B31DA"/>
    <w:rsid w:val="009B4233"/>
    <w:rsid w:val="009B7901"/>
    <w:rsid w:val="009C0EA5"/>
    <w:rsid w:val="009C1AF8"/>
    <w:rsid w:val="009C21A6"/>
    <w:rsid w:val="009C2A30"/>
    <w:rsid w:val="009C2BF4"/>
    <w:rsid w:val="009C4F57"/>
    <w:rsid w:val="009C570A"/>
    <w:rsid w:val="009C5C92"/>
    <w:rsid w:val="009C6CF7"/>
    <w:rsid w:val="009C6FA2"/>
    <w:rsid w:val="009D4658"/>
    <w:rsid w:val="009D5D04"/>
    <w:rsid w:val="009D68CA"/>
    <w:rsid w:val="009D693A"/>
    <w:rsid w:val="009D7840"/>
    <w:rsid w:val="009E13F6"/>
    <w:rsid w:val="009E26F3"/>
    <w:rsid w:val="009E4C05"/>
    <w:rsid w:val="009E53BF"/>
    <w:rsid w:val="009E541D"/>
    <w:rsid w:val="009E5E97"/>
    <w:rsid w:val="009E7E9D"/>
    <w:rsid w:val="009F0E0B"/>
    <w:rsid w:val="009F11B0"/>
    <w:rsid w:val="009F6B10"/>
    <w:rsid w:val="009F7C2A"/>
    <w:rsid w:val="00A00ABC"/>
    <w:rsid w:val="00A01740"/>
    <w:rsid w:val="00A0300A"/>
    <w:rsid w:val="00A03129"/>
    <w:rsid w:val="00A059EB"/>
    <w:rsid w:val="00A11BE4"/>
    <w:rsid w:val="00A12F87"/>
    <w:rsid w:val="00A132EC"/>
    <w:rsid w:val="00A13513"/>
    <w:rsid w:val="00A146DC"/>
    <w:rsid w:val="00A1497B"/>
    <w:rsid w:val="00A16190"/>
    <w:rsid w:val="00A1632E"/>
    <w:rsid w:val="00A22B9D"/>
    <w:rsid w:val="00A23E14"/>
    <w:rsid w:val="00A266CB"/>
    <w:rsid w:val="00A267A0"/>
    <w:rsid w:val="00A26FBD"/>
    <w:rsid w:val="00A3126D"/>
    <w:rsid w:val="00A329FB"/>
    <w:rsid w:val="00A32D6E"/>
    <w:rsid w:val="00A33130"/>
    <w:rsid w:val="00A3589C"/>
    <w:rsid w:val="00A4114D"/>
    <w:rsid w:val="00A41725"/>
    <w:rsid w:val="00A42886"/>
    <w:rsid w:val="00A42B7C"/>
    <w:rsid w:val="00A43353"/>
    <w:rsid w:val="00A44074"/>
    <w:rsid w:val="00A44625"/>
    <w:rsid w:val="00A45B0C"/>
    <w:rsid w:val="00A46D25"/>
    <w:rsid w:val="00A52823"/>
    <w:rsid w:val="00A54F9C"/>
    <w:rsid w:val="00A55999"/>
    <w:rsid w:val="00A56410"/>
    <w:rsid w:val="00A57DDA"/>
    <w:rsid w:val="00A601A0"/>
    <w:rsid w:val="00A62883"/>
    <w:rsid w:val="00A63A45"/>
    <w:rsid w:val="00A63F80"/>
    <w:rsid w:val="00A66BC3"/>
    <w:rsid w:val="00A71EF9"/>
    <w:rsid w:val="00A73F30"/>
    <w:rsid w:val="00A742A3"/>
    <w:rsid w:val="00A7470F"/>
    <w:rsid w:val="00A76782"/>
    <w:rsid w:val="00A7787D"/>
    <w:rsid w:val="00A80933"/>
    <w:rsid w:val="00A813FA"/>
    <w:rsid w:val="00A8243A"/>
    <w:rsid w:val="00A83C93"/>
    <w:rsid w:val="00A84756"/>
    <w:rsid w:val="00A8490B"/>
    <w:rsid w:val="00A84F21"/>
    <w:rsid w:val="00A874E0"/>
    <w:rsid w:val="00A953EA"/>
    <w:rsid w:val="00A9640C"/>
    <w:rsid w:val="00A9717C"/>
    <w:rsid w:val="00A976EC"/>
    <w:rsid w:val="00AA07C2"/>
    <w:rsid w:val="00AA07EB"/>
    <w:rsid w:val="00AA25A5"/>
    <w:rsid w:val="00AA330D"/>
    <w:rsid w:val="00AA3A88"/>
    <w:rsid w:val="00AA3DD3"/>
    <w:rsid w:val="00AA7881"/>
    <w:rsid w:val="00AB061C"/>
    <w:rsid w:val="00AB0CA8"/>
    <w:rsid w:val="00AB1BCC"/>
    <w:rsid w:val="00AB3D94"/>
    <w:rsid w:val="00AB4126"/>
    <w:rsid w:val="00AB443A"/>
    <w:rsid w:val="00AB485D"/>
    <w:rsid w:val="00AB4B12"/>
    <w:rsid w:val="00AB737A"/>
    <w:rsid w:val="00AB746D"/>
    <w:rsid w:val="00AC3979"/>
    <w:rsid w:val="00AC3DB5"/>
    <w:rsid w:val="00AC5D7D"/>
    <w:rsid w:val="00AD08E5"/>
    <w:rsid w:val="00AD1087"/>
    <w:rsid w:val="00AD2795"/>
    <w:rsid w:val="00AD3840"/>
    <w:rsid w:val="00AD41C8"/>
    <w:rsid w:val="00AD426B"/>
    <w:rsid w:val="00AD444D"/>
    <w:rsid w:val="00AD6811"/>
    <w:rsid w:val="00AE40D0"/>
    <w:rsid w:val="00AE6A82"/>
    <w:rsid w:val="00AE6DEC"/>
    <w:rsid w:val="00AE7BD0"/>
    <w:rsid w:val="00AF0121"/>
    <w:rsid w:val="00AF0F8A"/>
    <w:rsid w:val="00AF1CC8"/>
    <w:rsid w:val="00AF35EE"/>
    <w:rsid w:val="00AF51EF"/>
    <w:rsid w:val="00AF6C46"/>
    <w:rsid w:val="00B020A3"/>
    <w:rsid w:val="00B02E38"/>
    <w:rsid w:val="00B0344E"/>
    <w:rsid w:val="00B03B8E"/>
    <w:rsid w:val="00B043EB"/>
    <w:rsid w:val="00B0583A"/>
    <w:rsid w:val="00B065B2"/>
    <w:rsid w:val="00B070B9"/>
    <w:rsid w:val="00B10607"/>
    <w:rsid w:val="00B111D2"/>
    <w:rsid w:val="00B11E43"/>
    <w:rsid w:val="00B12060"/>
    <w:rsid w:val="00B14387"/>
    <w:rsid w:val="00B146E4"/>
    <w:rsid w:val="00B15630"/>
    <w:rsid w:val="00B16C68"/>
    <w:rsid w:val="00B20278"/>
    <w:rsid w:val="00B20783"/>
    <w:rsid w:val="00B20A32"/>
    <w:rsid w:val="00B22FCD"/>
    <w:rsid w:val="00B2603F"/>
    <w:rsid w:val="00B30248"/>
    <w:rsid w:val="00B30DAA"/>
    <w:rsid w:val="00B31BE0"/>
    <w:rsid w:val="00B33725"/>
    <w:rsid w:val="00B35C39"/>
    <w:rsid w:val="00B35DD2"/>
    <w:rsid w:val="00B36DA8"/>
    <w:rsid w:val="00B36E67"/>
    <w:rsid w:val="00B40A75"/>
    <w:rsid w:val="00B40E52"/>
    <w:rsid w:val="00B433D7"/>
    <w:rsid w:val="00B50369"/>
    <w:rsid w:val="00B50B27"/>
    <w:rsid w:val="00B5129E"/>
    <w:rsid w:val="00B53756"/>
    <w:rsid w:val="00B54846"/>
    <w:rsid w:val="00B55889"/>
    <w:rsid w:val="00B56D6F"/>
    <w:rsid w:val="00B57205"/>
    <w:rsid w:val="00B57653"/>
    <w:rsid w:val="00B603BA"/>
    <w:rsid w:val="00B616D5"/>
    <w:rsid w:val="00B67E52"/>
    <w:rsid w:val="00B706E5"/>
    <w:rsid w:val="00B71988"/>
    <w:rsid w:val="00B71A47"/>
    <w:rsid w:val="00B71C63"/>
    <w:rsid w:val="00B73345"/>
    <w:rsid w:val="00B733AA"/>
    <w:rsid w:val="00B77575"/>
    <w:rsid w:val="00B77D34"/>
    <w:rsid w:val="00B80260"/>
    <w:rsid w:val="00B82267"/>
    <w:rsid w:val="00B833AD"/>
    <w:rsid w:val="00B8398E"/>
    <w:rsid w:val="00B83997"/>
    <w:rsid w:val="00B85798"/>
    <w:rsid w:val="00B91BBD"/>
    <w:rsid w:val="00B93469"/>
    <w:rsid w:val="00B95B1C"/>
    <w:rsid w:val="00BA11B4"/>
    <w:rsid w:val="00BA1FAA"/>
    <w:rsid w:val="00BA237D"/>
    <w:rsid w:val="00BB011F"/>
    <w:rsid w:val="00BB19D6"/>
    <w:rsid w:val="00BB2272"/>
    <w:rsid w:val="00BB4C5A"/>
    <w:rsid w:val="00BB4D4A"/>
    <w:rsid w:val="00BC04CA"/>
    <w:rsid w:val="00BC0A4C"/>
    <w:rsid w:val="00BC1D97"/>
    <w:rsid w:val="00BC43BC"/>
    <w:rsid w:val="00BC5405"/>
    <w:rsid w:val="00BC5F85"/>
    <w:rsid w:val="00BC6DFF"/>
    <w:rsid w:val="00BC71FE"/>
    <w:rsid w:val="00BC72B7"/>
    <w:rsid w:val="00BC78EA"/>
    <w:rsid w:val="00BD04A3"/>
    <w:rsid w:val="00BD1AE6"/>
    <w:rsid w:val="00BD6AD4"/>
    <w:rsid w:val="00BD6AE8"/>
    <w:rsid w:val="00BD6C9C"/>
    <w:rsid w:val="00BD7697"/>
    <w:rsid w:val="00BD7F5B"/>
    <w:rsid w:val="00BE1205"/>
    <w:rsid w:val="00BE4D27"/>
    <w:rsid w:val="00BE5BBA"/>
    <w:rsid w:val="00BE66D3"/>
    <w:rsid w:val="00BE716A"/>
    <w:rsid w:val="00BE7F36"/>
    <w:rsid w:val="00BF0876"/>
    <w:rsid w:val="00BF121F"/>
    <w:rsid w:val="00BF1907"/>
    <w:rsid w:val="00BF19F2"/>
    <w:rsid w:val="00BF22EF"/>
    <w:rsid w:val="00BF37EC"/>
    <w:rsid w:val="00BF72C8"/>
    <w:rsid w:val="00C003B1"/>
    <w:rsid w:val="00C00532"/>
    <w:rsid w:val="00C0098F"/>
    <w:rsid w:val="00C0531E"/>
    <w:rsid w:val="00C05910"/>
    <w:rsid w:val="00C103EC"/>
    <w:rsid w:val="00C1132A"/>
    <w:rsid w:val="00C120F5"/>
    <w:rsid w:val="00C146D9"/>
    <w:rsid w:val="00C147C0"/>
    <w:rsid w:val="00C14EF8"/>
    <w:rsid w:val="00C15D2E"/>
    <w:rsid w:val="00C169ED"/>
    <w:rsid w:val="00C16DA9"/>
    <w:rsid w:val="00C22295"/>
    <w:rsid w:val="00C247B9"/>
    <w:rsid w:val="00C249A8"/>
    <w:rsid w:val="00C25D82"/>
    <w:rsid w:val="00C26070"/>
    <w:rsid w:val="00C33064"/>
    <w:rsid w:val="00C331F9"/>
    <w:rsid w:val="00C33276"/>
    <w:rsid w:val="00C3343F"/>
    <w:rsid w:val="00C3389A"/>
    <w:rsid w:val="00C34008"/>
    <w:rsid w:val="00C350C6"/>
    <w:rsid w:val="00C375FA"/>
    <w:rsid w:val="00C41143"/>
    <w:rsid w:val="00C47659"/>
    <w:rsid w:val="00C5124C"/>
    <w:rsid w:val="00C522CA"/>
    <w:rsid w:val="00C529BA"/>
    <w:rsid w:val="00C52D48"/>
    <w:rsid w:val="00C53A8C"/>
    <w:rsid w:val="00C55E36"/>
    <w:rsid w:val="00C565F2"/>
    <w:rsid w:val="00C651F5"/>
    <w:rsid w:val="00C65267"/>
    <w:rsid w:val="00C7068F"/>
    <w:rsid w:val="00C712CF"/>
    <w:rsid w:val="00C71722"/>
    <w:rsid w:val="00C7377E"/>
    <w:rsid w:val="00C75961"/>
    <w:rsid w:val="00C75E58"/>
    <w:rsid w:val="00C7732D"/>
    <w:rsid w:val="00C81344"/>
    <w:rsid w:val="00C820C8"/>
    <w:rsid w:val="00C838F6"/>
    <w:rsid w:val="00C8443E"/>
    <w:rsid w:val="00C84729"/>
    <w:rsid w:val="00C85437"/>
    <w:rsid w:val="00C855CD"/>
    <w:rsid w:val="00C87F9C"/>
    <w:rsid w:val="00C90112"/>
    <w:rsid w:val="00C91193"/>
    <w:rsid w:val="00C917F8"/>
    <w:rsid w:val="00C92CAC"/>
    <w:rsid w:val="00C92D09"/>
    <w:rsid w:val="00C92F05"/>
    <w:rsid w:val="00C931B7"/>
    <w:rsid w:val="00C94A63"/>
    <w:rsid w:val="00C94FC9"/>
    <w:rsid w:val="00C9654F"/>
    <w:rsid w:val="00C97CFC"/>
    <w:rsid w:val="00CA1E13"/>
    <w:rsid w:val="00CA4354"/>
    <w:rsid w:val="00CA6BEB"/>
    <w:rsid w:val="00CA72D2"/>
    <w:rsid w:val="00CA7C9B"/>
    <w:rsid w:val="00CB2BDA"/>
    <w:rsid w:val="00CB319E"/>
    <w:rsid w:val="00CB472C"/>
    <w:rsid w:val="00CB57C4"/>
    <w:rsid w:val="00CC1434"/>
    <w:rsid w:val="00CC145F"/>
    <w:rsid w:val="00CC207A"/>
    <w:rsid w:val="00CC2CBB"/>
    <w:rsid w:val="00CC6C88"/>
    <w:rsid w:val="00CC7430"/>
    <w:rsid w:val="00CD2CC3"/>
    <w:rsid w:val="00CD4521"/>
    <w:rsid w:val="00CD5878"/>
    <w:rsid w:val="00CD5B49"/>
    <w:rsid w:val="00CD64CC"/>
    <w:rsid w:val="00CE1A44"/>
    <w:rsid w:val="00CE2916"/>
    <w:rsid w:val="00CE2C5C"/>
    <w:rsid w:val="00CE667F"/>
    <w:rsid w:val="00CE7E22"/>
    <w:rsid w:val="00CF02C8"/>
    <w:rsid w:val="00CF03E3"/>
    <w:rsid w:val="00CF1667"/>
    <w:rsid w:val="00D003C4"/>
    <w:rsid w:val="00D00943"/>
    <w:rsid w:val="00D01365"/>
    <w:rsid w:val="00D02002"/>
    <w:rsid w:val="00D04140"/>
    <w:rsid w:val="00D07625"/>
    <w:rsid w:val="00D10A32"/>
    <w:rsid w:val="00D14A94"/>
    <w:rsid w:val="00D1781B"/>
    <w:rsid w:val="00D20C03"/>
    <w:rsid w:val="00D20DFF"/>
    <w:rsid w:val="00D21393"/>
    <w:rsid w:val="00D2164B"/>
    <w:rsid w:val="00D24785"/>
    <w:rsid w:val="00D24D8A"/>
    <w:rsid w:val="00D24FED"/>
    <w:rsid w:val="00D26CDC"/>
    <w:rsid w:val="00D30733"/>
    <w:rsid w:val="00D31373"/>
    <w:rsid w:val="00D330F3"/>
    <w:rsid w:val="00D333F4"/>
    <w:rsid w:val="00D34E2B"/>
    <w:rsid w:val="00D353D4"/>
    <w:rsid w:val="00D37C90"/>
    <w:rsid w:val="00D4242F"/>
    <w:rsid w:val="00D42824"/>
    <w:rsid w:val="00D42CBD"/>
    <w:rsid w:val="00D445F9"/>
    <w:rsid w:val="00D4509F"/>
    <w:rsid w:val="00D46612"/>
    <w:rsid w:val="00D50786"/>
    <w:rsid w:val="00D54653"/>
    <w:rsid w:val="00D55ADB"/>
    <w:rsid w:val="00D56C9E"/>
    <w:rsid w:val="00D606D2"/>
    <w:rsid w:val="00D64321"/>
    <w:rsid w:val="00D657A1"/>
    <w:rsid w:val="00D6614A"/>
    <w:rsid w:val="00D729A2"/>
    <w:rsid w:val="00D73B96"/>
    <w:rsid w:val="00D73D43"/>
    <w:rsid w:val="00D74E3C"/>
    <w:rsid w:val="00D770BF"/>
    <w:rsid w:val="00D8080F"/>
    <w:rsid w:val="00D812D3"/>
    <w:rsid w:val="00D829C4"/>
    <w:rsid w:val="00D82B82"/>
    <w:rsid w:val="00D82E81"/>
    <w:rsid w:val="00D83CEE"/>
    <w:rsid w:val="00D83F95"/>
    <w:rsid w:val="00D84065"/>
    <w:rsid w:val="00D84EC8"/>
    <w:rsid w:val="00D855DB"/>
    <w:rsid w:val="00D856C6"/>
    <w:rsid w:val="00D862C8"/>
    <w:rsid w:val="00D91DE3"/>
    <w:rsid w:val="00D93396"/>
    <w:rsid w:val="00D95D6B"/>
    <w:rsid w:val="00D97890"/>
    <w:rsid w:val="00D97DD2"/>
    <w:rsid w:val="00DA0664"/>
    <w:rsid w:val="00DA2DED"/>
    <w:rsid w:val="00DA4FDB"/>
    <w:rsid w:val="00DA5DD8"/>
    <w:rsid w:val="00DA5F3E"/>
    <w:rsid w:val="00DA630A"/>
    <w:rsid w:val="00DA7EF3"/>
    <w:rsid w:val="00DB0562"/>
    <w:rsid w:val="00DB1346"/>
    <w:rsid w:val="00DB1BEB"/>
    <w:rsid w:val="00DB3B25"/>
    <w:rsid w:val="00DB4098"/>
    <w:rsid w:val="00DC37F0"/>
    <w:rsid w:val="00DC42A4"/>
    <w:rsid w:val="00DC4816"/>
    <w:rsid w:val="00DC5B2D"/>
    <w:rsid w:val="00DD0533"/>
    <w:rsid w:val="00DD15DF"/>
    <w:rsid w:val="00DD2AC4"/>
    <w:rsid w:val="00DD2DD9"/>
    <w:rsid w:val="00DD2E11"/>
    <w:rsid w:val="00DD3FF5"/>
    <w:rsid w:val="00DD4064"/>
    <w:rsid w:val="00DD48EA"/>
    <w:rsid w:val="00DD52FC"/>
    <w:rsid w:val="00DD5AEB"/>
    <w:rsid w:val="00DD6383"/>
    <w:rsid w:val="00DD65ED"/>
    <w:rsid w:val="00DD6C18"/>
    <w:rsid w:val="00DE12E6"/>
    <w:rsid w:val="00DE2041"/>
    <w:rsid w:val="00DE2855"/>
    <w:rsid w:val="00DF16F2"/>
    <w:rsid w:val="00DF31A3"/>
    <w:rsid w:val="00DF476D"/>
    <w:rsid w:val="00DF6C89"/>
    <w:rsid w:val="00DF7350"/>
    <w:rsid w:val="00E02CF8"/>
    <w:rsid w:val="00E03486"/>
    <w:rsid w:val="00E03970"/>
    <w:rsid w:val="00E04AC5"/>
    <w:rsid w:val="00E05F5C"/>
    <w:rsid w:val="00E062B1"/>
    <w:rsid w:val="00E07690"/>
    <w:rsid w:val="00E07CB2"/>
    <w:rsid w:val="00E10542"/>
    <w:rsid w:val="00E1235F"/>
    <w:rsid w:val="00E168E4"/>
    <w:rsid w:val="00E1776B"/>
    <w:rsid w:val="00E17A3F"/>
    <w:rsid w:val="00E17B3E"/>
    <w:rsid w:val="00E2050F"/>
    <w:rsid w:val="00E22A37"/>
    <w:rsid w:val="00E23372"/>
    <w:rsid w:val="00E237CC"/>
    <w:rsid w:val="00E239DF"/>
    <w:rsid w:val="00E25502"/>
    <w:rsid w:val="00E277BC"/>
    <w:rsid w:val="00E277DB"/>
    <w:rsid w:val="00E31893"/>
    <w:rsid w:val="00E37A0C"/>
    <w:rsid w:val="00E403DE"/>
    <w:rsid w:val="00E418F7"/>
    <w:rsid w:val="00E41A1F"/>
    <w:rsid w:val="00E42AB7"/>
    <w:rsid w:val="00E44180"/>
    <w:rsid w:val="00E46A9D"/>
    <w:rsid w:val="00E51162"/>
    <w:rsid w:val="00E51889"/>
    <w:rsid w:val="00E54085"/>
    <w:rsid w:val="00E54B86"/>
    <w:rsid w:val="00E61305"/>
    <w:rsid w:val="00E617A0"/>
    <w:rsid w:val="00E61969"/>
    <w:rsid w:val="00E61BF4"/>
    <w:rsid w:val="00E62AF6"/>
    <w:rsid w:val="00E631DB"/>
    <w:rsid w:val="00E634C7"/>
    <w:rsid w:val="00E647BB"/>
    <w:rsid w:val="00E6663A"/>
    <w:rsid w:val="00E67A96"/>
    <w:rsid w:val="00E7475C"/>
    <w:rsid w:val="00E750C3"/>
    <w:rsid w:val="00E80FF7"/>
    <w:rsid w:val="00E812DF"/>
    <w:rsid w:val="00E8186F"/>
    <w:rsid w:val="00E833C4"/>
    <w:rsid w:val="00E900F1"/>
    <w:rsid w:val="00E91491"/>
    <w:rsid w:val="00E91C47"/>
    <w:rsid w:val="00E92F26"/>
    <w:rsid w:val="00E945AD"/>
    <w:rsid w:val="00E949C4"/>
    <w:rsid w:val="00E96781"/>
    <w:rsid w:val="00EA1B28"/>
    <w:rsid w:val="00EA21D7"/>
    <w:rsid w:val="00EA2A58"/>
    <w:rsid w:val="00EA2A76"/>
    <w:rsid w:val="00EA6015"/>
    <w:rsid w:val="00EA6995"/>
    <w:rsid w:val="00EA6FA8"/>
    <w:rsid w:val="00EA7D58"/>
    <w:rsid w:val="00EB1001"/>
    <w:rsid w:val="00EB1797"/>
    <w:rsid w:val="00EB42A3"/>
    <w:rsid w:val="00EB46D0"/>
    <w:rsid w:val="00EB64C4"/>
    <w:rsid w:val="00EC2586"/>
    <w:rsid w:val="00EC28C6"/>
    <w:rsid w:val="00EC293D"/>
    <w:rsid w:val="00EC5BC6"/>
    <w:rsid w:val="00EC5E40"/>
    <w:rsid w:val="00ED1214"/>
    <w:rsid w:val="00ED19E0"/>
    <w:rsid w:val="00ED1FA3"/>
    <w:rsid w:val="00ED2433"/>
    <w:rsid w:val="00ED4F25"/>
    <w:rsid w:val="00ED70F1"/>
    <w:rsid w:val="00EE0E2C"/>
    <w:rsid w:val="00EE1ECA"/>
    <w:rsid w:val="00EE20F3"/>
    <w:rsid w:val="00EE3873"/>
    <w:rsid w:val="00EE4954"/>
    <w:rsid w:val="00EE4E93"/>
    <w:rsid w:val="00EE7B51"/>
    <w:rsid w:val="00EF01BE"/>
    <w:rsid w:val="00EF1044"/>
    <w:rsid w:val="00EF2380"/>
    <w:rsid w:val="00EF306C"/>
    <w:rsid w:val="00EF4E15"/>
    <w:rsid w:val="00EF5BEA"/>
    <w:rsid w:val="00EF7671"/>
    <w:rsid w:val="00F0005F"/>
    <w:rsid w:val="00F01877"/>
    <w:rsid w:val="00F02A16"/>
    <w:rsid w:val="00F0312E"/>
    <w:rsid w:val="00F049F6"/>
    <w:rsid w:val="00F104BC"/>
    <w:rsid w:val="00F10B96"/>
    <w:rsid w:val="00F116AA"/>
    <w:rsid w:val="00F11A07"/>
    <w:rsid w:val="00F12506"/>
    <w:rsid w:val="00F13C0E"/>
    <w:rsid w:val="00F15E82"/>
    <w:rsid w:val="00F17152"/>
    <w:rsid w:val="00F2281E"/>
    <w:rsid w:val="00F229F3"/>
    <w:rsid w:val="00F23ADC"/>
    <w:rsid w:val="00F23C0B"/>
    <w:rsid w:val="00F24FF6"/>
    <w:rsid w:val="00F25660"/>
    <w:rsid w:val="00F25B41"/>
    <w:rsid w:val="00F26645"/>
    <w:rsid w:val="00F30189"/>
    <w:rsid w:val="00F32318"/>
    <w:rsid w:val="00F32ABF"/>
    <w:rsid w:val="00F338BE"/>
    <w:rsid w:val="00F3464E"/>
    <w:rsid w:val="00F34D3F"/>
    <w:rsid w:val="00F35F9A"/>
    <w:rsid w:val="00F37F98"/>
    <w:rsid w:val="00F43C5C"/>
    <w:rsid w:val="00F43C8A"/>
    <w:rsid w:val="00F43DE5"/>
    <w:rsid w:val="00F44752"/>
    <w:rsid w:val="00F458E5"/>
    <w:rsid w:val="00F508C3"/>
    <w:rsid w:val="00F51B3F"/>
    <w:rsid w:val="00F544E4"/>
    <w:rsid w:val="00F5795B"/>
    <w:rsid w:val="00F605B4"/>
    <w:rsid w:val="00F65998"/>
    <w:rsid w:val="00F67D58"/>
    <w:rsid w:val="00F7346F"/>
    <w:rsid w:val="00F73AD7"/>
    <w:rsid w:val="00F73B7A"/>
    <w:rsid w:val="00F75D62"/>
    <w:rsid w:val="00F775EC"/>
    <w:rsid w:val="00F77D62"/>
    <w:rsid w:val="00F77D9D"/>
    <w:rsid w:val="00F8179D"/>
    <w:rsid w:val="00F836A9"/>
    <w:rsid w:val="00F87A91"/>
    <w:rsid w:val="00F90C9B"/>
    <w:rsid w:val="00F93B1F"/>
    <w:rsid w:val="00F948A2"/>
    <w:rsid w:val="00F949B0"/>
    <w:rsid w:val="00F9565E"/>
    <w:rsid w:val="00F96784"/>
    <w:rsid w:val="00FA1048"/>
    <w:rsid w:val="00FA267D"/>
    <w:rsid w:val="00FA3AC1"/>
    <w:rsid w:val="00FA68DB"/>
    <w:rsid w:val="00FA7D04"/>
    <w:rsid w:val="00FB10EC"/>
    <w:rsid w:val="00FB3E47"/>
    <w:rsid w:val="00FB61B7"/>
    <w:rsid w:val="00FB64FF"/>
    <w:rsid w:val="00FC2C9C"/>
    <w:rsid w:val="00FC3B62"/>
    <w:rsid w:val="00FC4AAA"/>
    <w:rsid w:val="00FC71F9"/>
    <w:rsid w:val="00FD28E5"/>
    <w:rsid w:val="00FD4A87"/>
    <w:rsid w:val="00FD4F45"/>
    <w:rsid w:val="00FD5DD9"/>
    <w:rsid w:val="00FD6585"/>
    <w:rsid w:val="00FE022D"/>
    <w:rsid w:val="00FE06BC"/>
    <w:rsid w:val="00FE2E1A"/>
    <w:rsid w:val="00FE4933"/>
    <w:rsid w:val="00FE4CDC"/>
    <w:rsid w:val="00FE59CA"/>
    <w:rsid w:val="00FE5FF6"/>
    <w:rsid w:val="00FE6627"/>
    <w:rsid w:val="00FE715F"/>
    <w:rsid w:val="00FF043E"/>
    <w:rsid w:val="00FF2866"/>
    <w:rsid w:val="00FF2CC9"/>
    <w:rsid w:val="00FF362E"/>
    <w:rsid w:val="00FF55F6"/>
    <w:rsid w:val="00FF6F6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8D4"/>
    <w:rPr>
      <w:rFonts w:ascii="Times New Roman" w:eastAsia="Times New Roman" w:hAnsi="Times New Roman"/>
      <w:sz w:val="24"/>
      <w:szCs w:val="24"/>
    </w:rPr>
  </w:style>
  <w:style w:type="paragraph" w:styleId="Heading2">
    <w:name w:val="heading 2"/>
    <w:basedOn w:val="Normal"/>
    <w:link w:val="Heading2Char"/>
    <w:uiPriority w:val="99"/>
    <w:qFormat/>
    <w:locked/>
    <w:rsid w:val="00E42AB7"/>
    <w:pPr>
      <w:spacing w:before="100" w:beforeAutospacing="1" w:after="100" w:afterAutospacing="1"/>
      <w:outlineLvl w:val="1"/>
    </w:pPr>
    <w:rPr>
      <w:rFonts w:eastAsia="Calibri"/>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4D246C"/>
    <w:rPr>
      <w:rFonts w:ascii="Cambria" w:hAnsi="Cambria" w:cs="Times New Roman"/>
      <w:b/>
      <w:bCs/>
      <w:i/>
      <w:iCs/>
      <w:sz w:val="28"/>
      <w:szCs w:val="28"/>
    </w:rPr>
  </w:style>
  <w:style w:type="paragraph" w:styleId="Header">
    <w:name w:val="header"/>
    <w:basedOn w:val="Normal"/>
    <w:link w:val="HeaderChar"/>
    <w:uiPriority w:val="99"/>
    <w:rsid w:val="00126D71"/>
    <w:pPr>
      <w:tabs>
        <w:tab w:val="center" w:pos="4677"/>
        <w:tab w:val="right" w:pos="9355"/>
      </w:tabs>
    </w:pPr>
    <w:rPr>
      <w:rFonts w:eastAsia="Calibri"/>
    </w:rPr>
  </w:style>
  <w:style w:type="character" w:customStyle="1" w:styleId="HeaderChar">
    <w:name w:val="Header Char"/>
    <w:basedOn w:val="DefaultParagraphFont"/>
    <w:link w:val="Header"/>
    <w:uiPriority w:val="99"/>
    <w:locked/>
    <w:rsid w:val="00126D71"/>
    <w:rPr>
      <w:rFonts w:ascii="Times New Roman" w:hAnsi="Times New Roman" w:cs="Times New Roman"/>
      <w:sz w:val="24"/>
      <w:lang w:val="ru-RU" w:eastAsia="ru-RU"/>
    </w:rPr>
  </w:style>
  <w:style w:type="paragraph" w:styleId="Footer">
    <w:name w:val="footer"/>
    <w:basedOn w:val="Normal"/>
    <w:link w:val="FooterChar"/>
    <w:uiPriority w:val="99"/>
    <w:rsid w:val="00126D71"/>
    <w:pPr>
      <w:tabs>
        <w:tab w:val="center" w:pos="4677"/>
        <w:tab w:val="right" w:pos="9355"/>
      </w:tabs>
    </w:pPr>
    <w:rPr>
      <w:rFonts w:eastAsia="Calibri"/>
    </w:rPr>
  </w:style>
  <w:style w:type="character" w:customStyle="1" w:styleId="FooterChar">
    <w:name w:val="Footer Char"/>
    <w:basedOn w:val="DefaultParagraphFont"/>
    <w:link w:val="Footer"/>
    <w:uiPriority w:val="99"/>
    <w:locked/>
    <w:rsid w:val="00126D71"/>
    <w:rPr>
      <w:rFonts w:ascii="Times New Roman" w:hAnsi="Times New Roman" w:cs="Times New Roman"/>
      <w:sz w:val="24"/>
      <w:lang w:val="ru-RU" w:eastAsia="ru-RU"/>
    </w:rPr>
  </w:style>
  <w:style w:type="paragraph" w:styleId="ListParagraph">
    <w:name w:val="List Paragraph"/>
    <w:basedOn w:val="Normal"/>
    <w:uiPriority w:val="99"/>
    <w:qFormat/>
    <w:rsid w:val="00EE7B51"/>
    <w:pPr>
      <w:ind w:left="720"/>
      <w:contextualSpacing/>
    </w:pPr>
  </w:style>
  <w:style w:type="character" w:customStyle="1" w:styleId="1">
    <w:name w:val="Основной текст1"/>
    <w:uiPriority w:val="99"/>
    <w:rsid w:val="0034457A"/>
    <w:rPr>
      <w:rFonts w:ascii="Times New Roman" w:hAnsi="Times New Roman"/>
      <w:spacing w:val="0"/>
      <w:sz w:val="27"/>
    </w:rPr>
  </w:style>
  <w:style w:type="character" w:customStyle="1" w:styleId="a">
    <w:name w:val="Основной текст_"/>
    <w:link w:val="2"/>
    <w:uiPriority w:val="99"/>
    <w:locked/>
    <w:rsid w:val="00B833AD"/>
    <w:rPr>
      <w:rFonts w:ascii="Times New Roman" w:hAnsi="Times New Roman"/>
      <w:sz w:val="27"/>
      <w:shd w:val="clear" w:color="auto" w:fill="FFFFFF"/>
    </w:rPr>
  </w:style>
  <w:style w:type="character" w:customStyle="1" w:styleId="3">
    <w:name w:val="Заголовок №3_"/>
    <w:link w:val="30"/>
    <w:uiPriority w:val="99"/>
    <w:locked/>
    <w:rsid w:val="00B833AD"/>
    <w:rPr>
      <w:rFonts w:ascii="Times New Roman" w:hAnsi="Times New Roman"/>
      <w:sz w:val="27"/>
      <w:shd w:val="clear" w:color="auto" w:fill="FFFFFF"/>
    </w:rPr>
  </w:style>
  <w:style w:type="character" w:customStyle="1" w:styleId="31">
    <w:name w:val="Основной текст (3)_"/>
    <w:link w:val="32"/>
    <w:uiPriority w:val="99"/>
    <w:locked/>
    <w:rsid w:val="00B833AD"/>
    <w:rPr>
      <w:rFonts w:ascii="Times New Roman" w:hAnsi="Times New Roman"/>
      <w:sz w:val="27"/>
      <w:shd w:val="clear" w:color="auto" w:fill="FFFFFF"/>
    </w:rPr>
  </w:style>
  <w:style w:type="paragraph" w:customStyle="1" w:styleId="2">
    <w:name w:val="Основной текст2"/>
    <w:basedOn w:val="Normal"/>
    <w:link w:val="a"/>
    <w:uiPriority w:val="99"/>
    <w:rsid w:val="00B833AD"/>
    <w:pPr>
      <w:shd w:val="clear" w:color="auto" w:fill="FFFFFF"/>
      <w:spacing w:after="60" w:line="240" w:lineRule="atLeast"/>
      <w:jc w:val="both"/>
    </w:pPr>
    <w:rPr>
      <w:rFonts w:eastAsia="Calibri"/>
      <w:sz w:val="27"/>
      <w:szCs w:val="20"/>
    </w:rPr>
  </w:style>
  <w:style w:type="paragraph" w:customStyle="1" w:styleId="30">
    <w:name w:val="Заголовок №3"/>
    <w:basedOn w:val="Normal"/>
    <w:link w:val="3"/>
    <w:uiPriority w:val="99"/>
    <w:rsid w:val="00B833AD"/>
    <w:pPr>
      <w:shd w:val="clear" w:color="auto" w:fill="FFFFFF"/>
      <w:spacing w:before="1380" w:after="300" w:line="240" w:lineRule="atLeast"/>
      <w:jc w:val="center"/>
      <w:outlineLvl w:val="2"/>
    </w:pPr>
    <w:rPr>
      <w:rFonts w:eastAsia="Calibri"/>
      <w:sz w:val="27"/>
      <w:szCs w:val="20"/>
    </w:rPr>
  </w:style>
  <w:style w:type="paragraph" w:customStyle="1" w:styleId="32">
    <w:name w:val="Основной текст (3)"/>
    <w:basedOn w:val="Normal"/>
    <w:link w:val="31"/>
    <w:uiPriority w:val="99"/>
    <w:rsid w:val="00B833AD"/>
    <w:pPr>
      <w:shd w:val="clear" w:color="auto" w:fill="FFFFFF"/>
      <w:spacing w:before="120" w:line="317" w:lineRule="exact"/>
      <w:jc w:val="both"/>
    </w:pPr>
    <w:rPr>
      <w:rFonts w:eastAsia="Calibri"/>
      <w:sz w:val="27"/>
      <w:szCs w:val="20"/>
    </w:rPr>
  </w:style>
  <w:style w:type="paragraph" w:styleId="BalloonText">
    <w:name w:val="Balloon Text"/>
    <w:basedOn w:val="Normal"/>
    <w:link w:val="BalloonTextChar"/>
    <w:uiPriority w:val="99"/>
    <w:semiHidden/>
    <w:rsid w:val="009A066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9A0660"/>
    <w:rPr>
      <w:rFonts w:ascii="Tahoma" w:hAnsi="Tahoma" w:cs="Times New Roman"/>
      <w:sz w:val="16"/>
      <w:lang w:val="ru-RU" w:eastAsia="ru-RU"/>
    </w:rPr>
  </w:style>
  <w:style w:type="character" w:customStyle="1" w:styleId="4">
    <w:name w:val="Основной текст (4)_"/>
    <w:link w:val="40"/>
    <w:uiPriority w:val="99"/>
    <w:locked/>
    <w:rsid w:val="00B53756"/>
    <w:rPr>
      <w:rFonts w:ascii="Segoe UI" w:hAnsi="Segoe UI"/>
      <w:sz w:val="25"/>
      <w:shd w:val="clear" w:color="auto" w:fill="FFFFFF"/>
    </w:rPr>
  </w:style>
  <w:style w:type="paragraph" w:customStyle="1" w:styleId="40">
    <w:name w:val="Основной текст (4)"/>
    <w:basedOn w:val="Normal"/>
    <w:link w:val="4"/>
    <w:uiPriority w:val="99"/>
    <w:rsid w:val="00B53756"/>
    <w:pPr>
      <w:shd w:val="clear" w:color="auto" w:fill="FFFFFF"/>
      <w:spacing w:line="336" w:lineRule="exact"/>
      <w:jc w:val="both"/>
    </w:pPr>
    <w:rPr>
      <w:rFonts w:ascii="Segoe UI" w:eastAsia="Calibri" w:hAnsi="Segoe UI"/>
      <w:sz w:val="25"/>
      <w:szCs w:val="20"/>
    </w:rPr>
  </w:style>
  <w:style w:type="paragraph" w:customStyle="1" w:styleId="Default">
    <w:name w:val="Default"/>
    <w:uiPriority w:val="99"/>
    <w:rsid w:val="005141C1"/>
    <w:pPr>
      <w:autoSpaceDE w:val="0"/>
      <w:autoSpaceDN w:val="0"/>
      <w:adjustRightInd w:val="0"/>
    </w:pPr>
    <w:rPr>
      <w:rFonts w:ascii="Times New Roman" w:hAnsi="Times New Roman"/>
      <w:color w:val="000000"/>
      <w:sz w:val="24"/>
      <w:szCs w:val="24"/>
      <w:lang w:val="uk-UA" w:eastAsia="en-US"/>
    </w:rPr>
  </w:style>
  <w:style w:type="character" w:customStyle="1" w:styleId="5">
    <w:name w:val="Основной текст (5)_"/>
    <w:link w:val="50"/>
    <w:uiPriority w:val="99"/>
    <w:locked/>
    <w:rsid w:val="00F24FF6"/>
    <w:rPr>
      <w:rFonts w:ascii="Times New Roman" w:hAnsi="Times New Roman"/>
      <w:sz w:val="26"/>
      <w:shd w:val="clear" w:color="auto" w:fill="FFFFFF"/>
    </w:rPr>
  </w:style>
  <w:style w:type="character" w:customStyle="1" w:styleId="4TimesNewRoman">
    <w:name w:val="Основной текст (4) + Times New Roman"/>
    <w:aliases w:val="13,5 pt"/>
    <w:uiPriority w:val="99"/>
    <w:rsid w:val="00F24FF6"/>
    <w:rPr>
      <w:rFonts w:ascii="Times New Roman" w:hAnsi="Times New Roman"/>
      <w:spacing w:val="0"/>
      <w:sz w:val="27"/>
      <w:shd w:val="clear" w:color="auto" w:fill="FFFFFF"/>
    </w:rPr>
  </w:style>
  <w:style w:type="paragraph" w:customStyle="1" w:styleId="50">
    <w:name w:val="Основной текст (5)"/>
    <w:basedOn w:val="Normal"/>
    <w:link w:val="5"/>
    <w:uiPriority w:val="99"/>
    <w:rsid w:val="00F24FF6"/>
    <w:pPr>
      <w:shd w:val="clear" w:color="auto" w:fill="FFFFFF"/>
      <w:spacing w:line="240" w:lineRule="atLeast"/>
    </w:pPr>
    <w:rPr>
      <w:rFonts w:eastAsia="Calibri"/>
      <w:sz w:val="26"/>
      <w:szCs w:val="20"/>
    </w:rPr>
  </w:style>
  <w:style w:type="table" w:styleId="TableGrid">
    <w:name w:val="Table Grid"/>
    <w:basedOn w:val="TableNormal"/>
    <w:uiPriority w:val="99"/>
    <w:rsid w:val="00F02A1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Основной текст (2)_"/>
    <w:link w:val="21"/>
    <w:uiPriority w:val="99"/>
    <w:locked/>
    <w:rsid w:val="00E6663A"/>
    <w:rPr>
      <w:rFonts w:ascii="Times New Roman" w:hAnsi="Times New Roman"/>
      <w:shd w:val="clear" w:color="auto" w:fill="FFFFFF"/>
    </w:rPr>
  </w:style>
  <w:style w:type="character" w:customStyle="1" w:styleId="a0">
    <w:name w:val="Подпись к таблице_"/>
    <w:link w:val="a1"/>
    <w:uiPriority w:val="99"/>
    <w:locked/>
    <w:rsid w:val="00E6663A"/>
    <w:rPr>
      <w:rFonts w:ascii="Times New Roman" w:hAnsi="Times New Roman"/>
      <w:sz w:val="27"/>
      <w:shd w:val="clear" w:color="auto" w:fill="FFFFFF"/>
    </w:rPr>
  </w:style>
  <w:style w:type="paragraph" w:customStyle="1" w:styleId="21">
    <w:name w:val="Основной текст (2)"/>
    <w:basedOn w:val="Normal"/>
    <w:link w:val="20"/>
    <w:uiPriority w:val="99"/>
    <w:rsid w:val="00E6663A"/>
    <w:pPr>
      <w:shd w:val="clear" w:color="auto" w:fill="FFFFFF"/>
      <w:spacing w:before="60" w:after="1020" w:line="240" w:lineRule="atLeast"/>
      <w:ind w:firstLine="740"/>
      <w:jc w:val="both"/>
    </w:pPr>
    <w:rPr>
      <w:rFonts w:eastAsia="Calibri"/>
      <w:sz w:val="20"/>
      <w:szCs w:val="20"/>
    </w:rPr>
  </w:style>
  <w:style w:type="paragraph" w:customStyle="1" w:styleId="a1">
    <w:name w:val="Подпись к таблице"/>
    <w:basedOn w:val="Normal"/>
    <w:link w:val="a0"/>
    <w:uiPriority w:val="99"/>
    <w:rsid w:val="00E6663A"/>
    <w:pPr>
      <w:shd w:val="clear" w:color="auto" w:fill="FFFFFF"/>
      <w:spacing w:line="240" w:lineRule="atLeast"/>
    </w:pPr>
    <w:rPr>
      <w:rFonts w:eastAsia="Calibri"/>
      <w:sz w:val="27"/>
      <w:szCs w:val="20"/>
    </w:rPr>
  </w:style>
  <w:style w:type="paragraph" w:styleId="NormalWeb">
    <w:name w:val="Normal (Web)"/>
    <w:basedOn w:val="Normal"/>
    <w:uiPriority w:val="99"/>
    <w:rsid w:val="004277CA"/>
    <w:pPr>
      <w:spacing w:before="100" w:beforeAutospacing="1" w:after="100" w:afterAutospacing="1"/>
    </w:pPr>
    <w:rPr>
      <w:lang w:val="uk-UA" w:eastAsia="uk-UA"/>
    </w:rPr>
  </w:style>
  <w:style w:type="character" w:customStyle="1" w:styleId="rvts23">
    <w:name w:val="rvts23"/>
    <w:uiPriority w:val="99"/>
    <w:rsid w:val="00FD4A87"/>
  </w:style>
  <w:style w:type="paragraph" w:styleId="List">
    <w:name w:val="List"/>
    <w:basedOn w:val="Normal"/>
    <w:uiPriority w:val="99"/>
    <w:semiHidden/>
    <w:rsid w:val="00994F92"/>
    <w:pPr>
      <w:ind w:left="283" w:hanging="283"/>
    </w:pPr>
    <w:rPr>
      <w:sz w:val="20"/>
      <w:szCs w:val="20"/>
    </w:rPr>
  </w:style>
  <w:style w:type="character" w:customStyle="1" w:styleId="10">
    <w:name w:val="Основной текст + 10"/>
    <w:aliases w:val="5 pt1,Интервал 0 pt"/>
    <w:uiPriority w:val="99"/>
    <w:rsid w:val="009C1AF8"/>
    <w:rPr>
      <w:rFonts w:ascii="Times New Roman" w:hAnsi="Times New Roman"/>
      <w:color w:val="000000"/>
      <w:spacing w:val="3"/>
      <w:w w:val="100"/>
      <w:position w:val="0"/>
      <w:sz w:val="21"/>
      <w:shd w:val="clear" w:color="auto" w:fill="FFFFFF"/>
      <w:lang w:val="uk-UA" w:eastAsia="uk-UA"/>
    </w:rPr>
  </w:style>
  <w:style w:type="paragraph" w:customStyle="1" w:styleId="tcbmf">
    <w:name w:val="tc bmf"/>
    <w:basedOn w:val="Normal"/>
    <w:uiPriority w:val="99"/>
    <w:rsid w:val="00E42AB7"/>
    <w:pPr>
      <w:spacing w:before="100" w:beforeAutospacing="1" w:after="100" w:afterAutospacing="1"/>
    </w:pPr>
    <w:rPr>
      <w:rFonts w:eastAsia="Calibri"/>
    </w:rPr>
  </w:style>
  <w:style w:type="paragraph" w:styleId="BodyTextIndent">
    <w:name w:val="Body Text Indent"/>
    <w:basedOn w:val="Normal"/>
    <w:link w:val="BodyTextIndentChar"/>
    <w:uiPriority w:val="99"/>
    <w:rsid w:val="006F219F"/>
    <w:pPr>
      <w:ind w:firstLine="720"/>
      <w:jc w:val="both"/>
    </w:pPr>
    <w:rPr>
      <w:rFonts w:eastAsia="Calibri"/>
      <w:szCs w:val="20"/>
      <w:lang w:val="uk-UA"/>
    </w:rPr>
  </w:style>
  <w:style w:type="character" w:customStyle="1" w:styleId="BodyTextIndentChar">
    <w:name w:val="Body Text Indent Char"/>
    <w:basedOn w:val="DefaultParagraphFont"/>
    <w:link w:val="BodyTextIndent"/>
    <w:uiPriority w:val="99"/>
    <w:semiHidden/>
    <w:locked/>
    <w:rsid w:val="0096259C"/>
    <w:rPr>
      <w:rFonts w:ascii="Times New Roman" w:hAnsi="Times New Roman" w:cs="Times New Roman"/>
      <w:sz w:val="24"/>
      <w:szCs w:val="24"/>
    </w:rPr>
  </w:style>
  <w:style w:type="paragraph" w:styleId="HTMLPreformatted">
    <w:name w:val="HTML Preformatted"/>
    <w:basedOn w:val="Normal"/>
    <w:link w:val="HTMLPreformattedChar1"/>
    <w:uiPriority w:val="99"/>
    <w:rsid w:val="006F21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sz w:val="202"/>
      <w:szCs w:val="20"/>
    </w:rPr>
  </w:style>
  <w:style w:type="character" w:customStyle="1" w:styleId="HTMLPreformattedChar">
    <w:name w:val="HTML Preformatted Char"/>
    <w:basedOn w:val="DefaultParagraphFont"/>
    <w:link w:val="HTMLPreformatted"/>
    <w:uiPriority w:val="99"/>
    <w:semiHidden/>
    <w:locked/>
    <w:rsid w:val="0096259C"/>
    <w:rPr>
      <w:rFonts w:ascii="Courier New" w:hAnsi="Courier New" w:cs="Courier New"/>
      <w:sz w:val="20"/>
      <w:szCs w:val="20"/>
    </w:rPr>
  </w:style>
  <w:style w:type="character" w:customStyle="1" w:styleId="HTMLPreformattedChar1">
    <w:name w:val="HTML Preformatted Char1"/>
    <w:link w:val="HTMLPreformatted"/>
    <w:uiPriority w:val="99"/>
    <w:locked/>
    <w:rsid w:val="006F219F"/>
    <w:rPr>
      <w:rFonts w:ascii="Courier New" w:hAnsi="Courier New"/>
      <w:color w:val="000000"/>
      <w:sz w:val="202"/>
      <w:lang w:val="ru-RU" w:eastAsia="ru-RU"/>
    </w:rPr>
  </w:style>
</w:styles>
</file>

<file path=word/webSettings.xml><?xml version="1.0" encoding="utf-8"?>
<w:webSettings xmlns:r="http://schemas.openxmlformats.org/officeDocument/2006/relationships" xmlns:w="http://schemas.openxmlformats.org/wordprocessingml/2006/main">
  <w:divs>
    <w:div w:id="1729038046">
      <w:marLeft w:val="0"/>
      <w:marRight w:val="0"/>
      <w:marTop w:val="0"/>
      <w:marBottom w:val="0"/>
      <w:divBdr>
        <w:top w:val="none" w:sz="0" w:space="0" w:color="auto"/>
        <w:left w:val="none" w:sz="0" w:space="0" w:color="auto"/>
        <w:bottom w:val="none" w:sz="0" w:space="0" w:color="auto"/>
        <w:right w:val="none" w:sz="0" w:space="0" w:color="auto"/>
      </w:divBdr>
      <w:divsChild>
        <w:div w:id="1729038043">
          <w:marLeft w:val="0"/>
          <w:marRight w:val="0"/>
          <w:marTop w:val="0"/>
          <w:marBottom w:val="0"/>
          <w:divBdr>
            <w:top w:val="none" w:sz="0" w:space="0" w:color="auto"/>
            <w:left w:val="none" w:sz="0" w:space="0" w:color="auto"/>
            <w:bottom w:val="none" w:sz="0" w:space="0" w:color="auto"/>
            <w:right w:val="none" w:sz="0" w:space="0" w:color="auto"/>
          </w:divBdr>
        </w:div>
        <w:div w:id="1729038044">
          <w:marLeft w:val="0"/>
          <w:marRight w:val="0"/>
          <w:marTop w:val="0"/>
          <w:marBottom w:val="0"/>
          <w:divBdr>
            <w:top w:val="none" w:sz="0" w:space="0" w:color="auto"/>
            <w:left w:val="none" w:sz="0" w:space="0" w:color="auto"/>
            <w:bottom w:val="none" w:sz="0" w:space="0" w:color="auto"/>
            <w:right w:val="none" w:sz="0" w:space="0" w:color="auto"/>
          </w:divBdr>
        </w:div>
        <w:div w:id="1729038045">
          <w:marLeft w:val="0"/>
          <w:marRight w:val="0"/>
          <w:marTop w:val="0"/>
          <w:marBottom w:val="0"/>
          <w:divBdr>
            <w:top w:val="none" w:sz="0" w:space="0" w:color="auto"/>
            <w:left w:val="none" w:sz="0" w:space="0" w:color="auto"/>
            <w:bottom w:val="none" w:sz="0" w:space="0" w:color="auto"/>
            <w:right w:val="none" w:sz="0" w:space="0" w:color="auto"/>
          </w:divBdr>
        </w:div>
        <w:div w:id="1729038047">
          <w:marLeft w:val="0"/>
          <w:marRight w:val="0"/>
          <w:marTop w:val="0"/>
          <w:marBottom w:val="0"/>
          <w:divBdr>
            <w:top w:val="none" w:sz="0" w:space="0" w:color="auto"/>
            <w:left w:val="none" w:sz="0" w:space="0" w:color="auto"/>
            <w:bottom w:val="none" w:sz="0" w:space="0" w:color="auto"/>
            <w:right w:val="none" w:sz="0" w:space="0" w:color="auto"/>
          </w:divBdr>
        </w:div>
        <w:div w:id="1729038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284</TotalTime>
  <Pages>9</Pages>
  <Words>1950</Words>
  <Characters>11116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1</dc:creator>
  <cp:keywords/>
  <dc:description/>
  <cp:lastModifiedBy>WiZaRd</cp:lastModifiedBy>
  <cp:revision>45</cp:revision>
  <cp:lastPrinted>2020-12-07T10:34:00Z</cp:lastPrinted>
  <dcterms:created xsi:type="dcterms:W3CDTF">2020-12-02T14:38:00Z</dcterms:created>
  <dcterms:modified xsi:type="dcterms:W3CDTF">2020-12-16T08:44:00Z</dcterms:modified>
</cp:coreProperties>
</file>