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23C" w:rsidRDefault="008022BC" w:rsidP="004F75FB">
      <w:pPr>
        <w:pStyle w:val="Title1"/>
        <w:widowControl/>
        <w:rPr>
          <w:sz w:val="28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350520" cy="5486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423C" w:rsidRPr="0001133A" w:rsidRDefault="00E4423C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E4423C" w:rsidRDefault="00E4423C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E4423C" w:rsidRDefault="002A3D30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81</w:t>
      </w:r>
      <w:r w:rsidR="00E4423C">
        <w:rPr>
          <w:b/>
          <w:sz w:val="30"/>
          <w:szCs w:val="30"/>
        </w:rPr>
        <w:t xml:space="preserve"> </w:t>
      </w:r>
      <w:r w:rsidR="00E4423C" w:rsidRPr="00B05CF9">
        <w:rPr>
          <w:b/>
          <w:sz w:val="30"/>
          <w:szCs w:val="30"/>
        </w:rPr>
        <w:t xml:space="preserve">сесія </w:t>
      </w:r>
      <w:r w:rsidR="00E4423C" w:rsidRPr="00277E70">
        <w:rPr>
          <w:b/>
          <w:sz w:val="30"/>
          <w:szCs w:val="30"/>
          <w:lang w:val="ru-RU"/>
        </w:rPr>
        <w:t xml:space="preserve"> </w:t>
      </w:r>
      <w:r w:rsidR="00E4423C">
        <w:rPr>
          <w:b/>
          <w:sz w:val="30"/>
          <w:szCs w:val="30"/>
          <w:lang w:val="en-US"/>
        </w:rPr>
        <w:t>VI</w:t>
      </w:r>
      <w:r w:rsidR="00E4423C">
        <w:rPr>
          <w:b/>
          <w:sz w:val="30"/>
          <w:szCs w:val="30"/>
        </w:rPr>
        <w:t>І</w:t>
      </w:r>
      <w:r w:rsidR="00E4423C" w:rsidRPr="00277E70">
        <w:rPr>
          <w:b/>
          <w:sz w:val="30"/>
          <w:szCs w:val="30"/>
          <w:lang w:val="ru-RU"/>
        </w:rPr>
        <w:t xml:space="preserve">  </w:t>
      </w:r>
      <w:r w:rsidR="00E4423C" w:rsidRPr="00B05CF9">
        <w:rPr>
          <w:b/>
          <w:sz w:val="30"/>
          <w:szCs w:val="30"/>
        </w:rPr>
        <w:t xml:space="preserve">скликання </w:t>
      </w:r>
    </w:p>
    <w:p w:rsidR="00E4423C" w:rsidRPr="00277E70" w:rsidRDefault="00E4423C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E4423C" w:rsidRPr="004F75FB" w:rsidRDefault="00E4423C" w:rsidP="007924CB">
      <w:pPr>
        <w:rPr>
          <w:sz w:val="18"/>
          <w:szCs w:val="18"/>
          <w:u w:val="single"/>
        </w:rPr>
      </w:pPr>
    </w:p>
    <w:p w:rsidR="00E4423C" w:rsidRPr="00D376B5" w:rsidRDefault="002A3D30" w:rsidP="007924CB">
      <w:pPr>
        <w:rPr>
          <w:b/>
          <w:sz w:val="28"/>
        </w:rPr>
      </w:pPr>
      <w:r w:rsidRPr="002A3D30">
        <w:rPr>
          <w:b/>
          <w:sz w:val="28"/>
          <w:u w:val="single"/>
        </w:rPr>
        <w:t>07.08.</w:t>
      </w:r>
      <w:r w:rsidR="00E4423C" w:rsidRPr="002A3D30">
        <w:rPr>
          <w:b/>
          <w:sz w:val="28"/>
          <w:u w:val="single"/>
        </w:rPr>
        <w:t xml:space="preserve">2020 </w:t>
      </w:r>
      <w:r w:rsidR="00E4423C" w:rsidRPr="002A3D30">
        <w:rPr>
          <w:b/>
          <w:sz w:val="28"/>
        </w:rPr>
        <w:t xml:space="preserve">№ </w:t>
      </w:r>
      <w:r w:rsidRPr="002A3D30">
        <w:rPr>
          <w:b/>
          <w:sz w:val="28"/>
          <w:u w:val="single"/>
        </w:rPr>
        <w:t>2345</w:t>
      </w:r>
      <w:r w:rsidR="00E4423C" w:rsidRPr="00D376B5">
        <w:rPr>
          <w:b/>
          <w:sz w:val="28"/>
        </w:rPr>
        <w:t xml:space="preserve">                                </w:t>
      </w:r>
      <w:r w:rsidR="00E4423C" w:rsidRPr="00D376B5">
        <w:rPr>
          <w:b/>
          <w:sz w:val="28"/>
        </w:rPr>
        <w:tab/>
      </w:r>
      <w:r w:rsidR="00E4423C" w:rsidRPr="00D376B5">
        <w:rPr>
          <w:b/>
          <w:sz w:val="28"/>
        </w:rPr>
        <w:tab/>
      </w:r>
      <w:r w:rsidR="00E4423C">
        <w:rPr>
          <w:b/>
          <w:sz w:val="28"/>
        </w:rPr>
        <w:t xml:space="preserve">     </w:t>
      </w:r>
      <w:r w:rsidR="00E4423C">
        <w:rPr>
          <w:b/>
          <w:sz w:val="28"/>
        </w:rPr>
        <w:tab/>
      </w:r>
      <w:r w:rsidR="00E4423C" w:rsidRPr="00D376B5">
        <w:rPr>
          <w:b/>
          <w:sz w:val="28"/>
        </w:rPr>
        <w:tab/>
        <w:t xml:space="preserve">  </w:t>
      </w:r>
      <w:r w:rsidR="00E4423C">
        <w:rPr>
          <w:b/>
          <w:sz w:val="28"/>
        </w:rPr>
        <w:t xml:space="preserve">         </w:t>
      </w:r>
      <w:r w:rsidR="00E4423C" w:rsidRPr="00D376B5">
        <w:rPr>
          <w:b/>
          <w:sz w:val="28"/>
        </w:rPr>
        <w:t>м.Чернівці</w:t>
      </w:r>
    </w:p>
    <w:p w:rsidR="00E4423C" w:rsidRDefault="00E4423C" w:rsidP="007924CB">
      <w:pPr>
        <w:jc w:val="center"/>
        <w:rPr>
          <w:b/>
          <w:bCs/>
          <w:sz w:val="28"/>
          <w:szCs w:val="28"/>
        </w:rPr>
      </w:pPr>
    </w:p>
    <w:p w:rsidR="00E4423C" w:rsidRDefault="00E4423C" w:rsidP="007924CB">
      <w:pPr>
        <w:jc w:val="center"/>
        <w:rPr>
          <w:b/>
          <w:bCs/>
          <w:sz w:val="28"/>
          <w:szCs w:val="28"/>
        </w:rPr>
      </w:pPr>
    </w:p>
    <w:p w:rsidR="00E4423C" w:rsidRDefault="00E4423C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E4423C" w:rsidRPr="004F26C1" w:rsidRDefault="00E4423C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r w:rsidRPr="001D2C28">
        <w:rPr>
          <w:b/>
          <w:sz w:val="28"/>
          <w:szCs w:val="28"/>
        </w:rPr>
        <w:t>пров.</w:t>
      </w:r>
      <w:r>
        <w:rPr>
          <w:b/>
          <w:sz w:val="28"/>
          <w:szCs w:val="28"/>
          <w:lang w:val="ru-RU"/>
        </w:rPr>
        <w:t>Буковинський</w:t>
      </w:r>
      <w:r w:rsidRPr="004F26C1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28</w:t>
      </w:r>
    </w:p>
    <w:p w:rsidR="00E4423C" w:rsidRDefault="00E4423C" w:rsidP="00A36F8B">
      <w:pPr>
        <w:jc w:val="center"/>
        <w:rPr>
          <w:b/>
          <w:sz w:val="28"/>
          <w:szCs w:val="28"/>
        </w:rPr>
      </w:pPr>
    </w:p>
    <w:p w:rsidR="00E4423C" w:rsidRDefault="00E4423C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>статті 10 Закону України «Про приватизацію державного і комунального майна»,  рішення міської ради від 17</w:t>
      </w:r>
      <w:r>
        <w:rPr>
          <w:i/>
          <w:sz w:val="28"/>
          <w:szCs w:val="28"/>
        </w:rPr>
        <w:t>.</w:t>
      </w:r>
      <w:r>
        <w:rPr>
          <w:sz w:val="28"/>
          <w:szCs w:val="28"/>
        </w:rPr>
        <w:t>03.2020р</w:t>
      </w:r>
      <w:r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№2095 «Про затвердження переліку об’єктів комунальної власності міста Чернівців, які підлягають приватизації в  2020 році»,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E4423C" w:rsidRDefault="00E4423C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E4423C" w:rsidRDefault="00E4423C" w:rsidP="00373358">
      <w:pPr>
        <w:jc w:val="center"/>
        <w:rPr>
          <w:b/>
          <w:sz w:val="28"/>
        </w:rPr>
      </w:pPr>
    </w:p>
    <w:p w:rsidR="00E4423C" w:rsidRPr="00661EC4" w:rsidRDefault="00E4423C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E4423C" w:rsidRDefault="00E4423C" w:rsidP="00373358">
      <w:pPr>
        <w:jc w:val="both"/>
        <w:rPr>
          <w:sz w:val="16"/>
          <w:szCs w:val="16"/>
        </w:rPr>
      </w:pPr>
    </w:p>
    <w:p w:rsidR="00E4423C" w:rsidRPr="00321718" w:rsidRDefault="00E4423C" w:rsidP="00373358">
      <w:pPr>
        <w:jc w:val="both"/>
        <w:rPr>
          <w:sz w:val="16"/>
          <w:szCs w:val="16"/>
        </w:rPr>
      </w:pPr>
    </w:p>
    <w:p w:rsidR="00E4423C" w:rsidRPr="006F553D" w:rsidRDefault="00E4423C" w:rsidP="00451B09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викупу, 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пров</w:t>
      </w:r>
      <w:r w:rsidRPr="00451B0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Буковинський, 28 </w:t>
      </w:r>
      <w:r>
        <w:rPr>
          <w:sz w:val="28"/>
          <w:szCs w:val="28"/>
        </w:rPr>
        <w:t xml:space="preserve">включеного до переліку об’єктів комунальної власності міста Чернівців, які підлягають приватизації в  2020 році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>скликання від 17</w:t>
      </w:r>
      <w:r>
        <w:rPr>
          <w:i/>
          <w:sz w:val="28"/>
          <w:szCs w:val="28"/>
        </w:rPr>
        <w:t>.</w:t>
      </w:r>
      <w:r>
        <w:rPr>
          <w:sz w:val="28"/>
          <w:szCs w:val="28"/>
        </w:rPr>
        <w:t>03.2020р</w:t>
      </w:r>
      <w:r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№2095)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E4423C" w:rsidRDefault="00E4423C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вебпорталі Чернівецької міської ради.</w:t>
      </w:r>
    </w:p>
    <w:p w:rsidR="00E4423C" w:rsidRDefault="00E4423C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E4423C" w:rsidRPr="002C3901" w:rsidRDefault="00E4423C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E4423C" w:rsidRDefault="00E4423C" w:rsidP="006741B5">
      <w:pPr>
        <w:spacing w:after="120"/>
        <w:ind w:firstLine="708"/>
        <w:jc w:val="both"/>
        <w:rPr>
          <w:sz w:val="28"/>
          <w:szCs w:val="28"/>
        </w:rPr>
      </w:pPr>
    </w:p>
    <w:p w:rsidR="00E4423C" w:rsidRPr="00202293" w:rsidRDefault="00E4423C" w:rsidP="007924CB">
      <w:pPr>
        <w:ind w:firstLine="708"/>
        <w:jc w:val="both"/>
        <w:rPr>
          <w:sz w:val="28"/>
          <w:szCs w:val="28"/>
        </w:rPr>
      </w:pPr>
    </w:p>
    <w:p w:rsidR="00E4423C" w:rsidRPr="009147B9" w:rsidRDefault="00E4423C" w:rsidP="00A06EE3">
      <w:pPr>
        <w:ind w:right="-87"/>
        <w:jc w:val="both"/>
        <w:rPr>
          <w:lang w:val="ru-RU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  <w:t>В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p w:rsidR="00E4423C" w:rsidRPr="00322C90" w:rsidRDefault="00E4423C" w:rsidP="00A06EE3">
      <w:pPr>
        <w:ind w:right="-87"/>
        <w:jc w:val="both"/>
        <w:rPr>
          <w:b/>
          <w:sz w:val="24"/>
          <w:lang w:val="ru-RU"/>
        </w:rPr>
      </w:pPr>
    </w:p>
    <w:p w:rsidR="00E4423C" w:rsidRDefault="00E4423C" w:rsidP="00A06EE3">
      <w:pPr>
        <w:ind w:right="-87"/>
        <w:jc w:val="both"/>
        <w:rPr>
          <w:b/>
          <w:sz w:val="24"/>
          <w:lang w:val="ru-RU"/>
        </w:rPr>
      </w:pPr>
    </w:p>
    <w:p w:rsidR="00E4423C" w:rsidRDefault="00E4423C" w:rsidP="00A06EE3">
      <w:pPr>
        <w:ind w:right="-87"/>
        <w:jc w:val="both"/>
        <w:rPr>
          <w:b/>
          <w:sz w:val="24"/>
          <w:lang w:val="ru-RU"/>
        </w:rPr>
      </w:pPr>
    </w:p>
    <w:p w:rsidR="00E4423C" w:rsidRPr="004F26C1" w:rsidRDefault="00E4423C" w:rsidP="00A06EE3">
      <w:pPr>
        <w:ind w:right="-87"/>
        <w:jc w:val="both"/>
        <w:rPr>
          <w:b/>
          <w:sz w:val="24"/>
          <w:lang w:val="ru-RU"/>
        </w:rPr>
      </w:pPr>
    </w:p>
    <w:p w:rsidR="00E4423C" w:rsidRDefault="00E4423C" w:rsidP="00A06EE3">
      <w:pPr>
        <w:ind w:right="-87"/>
        <w:jc w:val="both"/>
        <w:rPr>
          <w:b/>
          <w:sz w:val="24"/>
        </w:rPr>
      </w:pPr>
    </w:p>
    <w:p w:rsidR="00E4423C" w:rsidRPr="00135A3E" w:rsidRDefault="00E4423C" w:rsidP="00A06EE3">
      <w:pPr>
        <w:ind w:right="-87"/>
        <w:jc w:val="both"/>
        <w:rPr>
          <w:b/>
          <w:sz w:val="24"/>
        </w:rPr>
      </w:pPr>
    </w:p>
    <w:sectPr w:rsidR="00E4423C" w:rsidRPr="00135A3E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525" w:rsidRDefault="001F5525">
      <w:r>
        <w:separator/>
      </w:r>
    </w:p>
  </w:endnote>
  <w:endnote w:type="continuationSeparator" w:id="0">
    <w:p w:rsidR="001F5525" w:rsidRDefault="001F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525" w:rsidRDefault="001F5525">
      <w:r>
        <w:separator/>
      </w:r>
    </w:p>
  </w:footnote>
  <w:footnote w:type="continuationSeparator" w:id="0">
    <w:p w:rsidR="001F5525" w:rsidRDefault="001F5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23C" w:rsidRDefault="001D132F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E4423C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4423C" w:rsidRDefault="00E4423C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23C" w:rsidRDefault="001F5525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A3D30">
      <w:rPr>
        <w:noProof/>
      </w:rPr>
      <w:t>2</w:t>
    </w:r>
    <w:r>
      <w:rPr>
        <w:noProof/>
      </w:rPr>
      <w:fldChar w:fldCharType="end"/>
    </w:r>
  </w:p>
  <w:p w:rsidR="00E4423C" w:rsidRDefault="00E4423C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F25"/>
    <w:rsid w:val="0001133A"/>
    <w:rsid w:val="00011B4B"/>
    <w:rsid w:val="000216A1"/>
    <w:rsid w:val="0002734A"/>
    <w:rsid w:val="00027F03"/>
    <w:rsid w:val="00047A83"/>
    <w:rsid w:val="00047C4A"/>
    <w:rsid w:val="00051D16"/>
    <w:rsid w:val="000545BF"/>
    <w:rsid w:val="0006674D"/>
    <w:rsid w:val="00067598"/>
    <w:rsid w:val="00070689"/>
    <w:rsid w:val="00075529"/>
    <w:rsid w:val="000A3144"/>
    <w:rsid w:val="000B0E44"/>
    <w:rsid w:val="000B3493"/>
    <w:rsid w:val="000C165F"/>
    <w:rsid w:val="000C28FE"/>
    <w:rsid w:val="000D2095"/>
    <w:rsid w:val="000F63ED"/>
    <w:rsid w:val="00103D34"/>
    <w:rsid w:val="0011310F"/>
    <w:rsid w:val="00115540"/>
    <w:rsid w:val="00125A67"/>
    <w:rsid w:val="001267B9"/>
    <w:rsid w:val="00135A3E"/>
    <w:rsid w:val="00136CD2"/>
    <w:rsid w:val="00141326"/>
    <w:rsid w:val="001546DA"/>
    <w:rsid w:val="00180641"/>
    <w:rsid w:val="00185947"/>
    <w:rsid w:val="00195F3C"/>
    <w:rsid w:val="001C24F0"/>
    <w:rsid w:val="001C5484"/>
    <w:rsid w:val="001D132F"/>
    <w:rsid w:val="001D18F5"/>
    <w:rsid w:val="001D2C28"/>
    <w:rsid w:val="001D58FE"/>
    <w:rsid w:val="001D658A"/>
    <w:rsid w:val="001D7CEB"/>
    <w:rsid w:val="001E0FF9"/>
    <w:rsid w:val="001E351A"/>
    <w:rsid w:val="001F09EC"/>
    <w:rsid w:val="001F5525"/>
    <w:rsid w:val="00200891"/>
    <w:rsid w:val="00202293"/>
    <w:rsid w:val="00207F88"/>
    <w:rsid w:val="00223C70"/>
    <w:rsid w:val="00253943"/>
    <w:rsid w:val="00254703"/>
    <w:rsid w:val="00266E60"/>
    <w:rsid w:val="002670E2"/>
    <w:rsid w:val="00272412"/>
    <w:rsid w:val="00275F56"/>
    <w:rsid w:val="00277E70"/>
    <w:rsid w:val="00283571"/>
    <w:rsid w:val="002A23DA"/>
    <w:rsid w:val="002A3D30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2F024C"/>
    <w:rsid w:val="00311681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12B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5F400F"/>
    <w:rsid w:val="0060410B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55D09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22BC"/>
    <w:rsid w:val="00806DB3"/>
    <w:rsid w:val="00811578"/>
    <w:rsid w:val="00811F39"/>
    <w:rsid w:val="008130F1"/>
    <w:rsid w:val="00813F95"/>
    <w:rsid w:val="00814577"/>
    <w:rsid w:val="00814BD2"/>
    <w:rsid w:val="00820318"/>
    <w:rsid w:val="00823ACB"/>
    <w:rsid w:val="00826953"/>
    <w:rsid w:val="00856978"/>
    <w:rsid w:val="00861152"/>
    <w:rsid w:val="008660A9"/>
    <w:rsid w:val="00870028"/>
    <w:rsid w:val="00870058"/>
    <w:rsid w:val="008773B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520B"/>
    <w:rsid w:val="008C71C6"/>
    <w:rsid w:val="008D1482"/>
    <w:rsid w:val="008D79C4"/>
    <w:rsid w:val="008F11CD"/>
    <w:rsid w:val="008F172F"/>
    <w:rsid w:val="008F5CDC"/>
    <w:rsid w:val="009014AB"/>
    <w:rsid w:val="009020A6"/>
    <w:rsid w:val="00903B8D"/>
    <w:rsid w:val="009147B9"/>
    <w:rsid w:val="00924E3D"/>
    <w:rsid w:val="00930DE5"/>
    <w:rsid w:val="00934809"/>
    <w:rsid w:val="0095602C"/>
    <w:rsid w:val="00956646"/>
    <w:rsid w:val="00956BB0"/>
    <w:rsid w:val="0096047D"/>
    <w:rsid w:val="00963D97"/>
    <w:rsid w:val="009702BD"/>
    <w:rsid w:val="00971179"/>
    <w:rsid w:val="0097449B"/>
    <w:rsid w:val="00975431"/>
    <w:rsid w:val="00982F60"/>
    <w:rsid w:val="00990835"/>
    <w:rsid w:val="00996F57"/>
    <w:rsid w:val="009B4E86"/>
    <w:rsid w:val="009B73B4"/>
    <w:rsid w:val="009C0004"/>
    <w:rsid w:val="009C0412"/>
    <w:rsid w:val="009C7DA8"/>
    <w:rsid w:val="009D20CC"/>
    <w:rsid w:val="009D65C8"/>
    <w:rsid w:val="009D7E89"/>
    <w:rsid w:val="009F1672"/>
    <w:rsid w:val="009F68E4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C1B33"/>
    <w:rsid w:val="00AD2FD2"/>
    <w:rsid w:val="00B05683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B38A4"/>
    <w:rsid w:val="00BD77F8"/>
    <w:rsid w:val="00BE18B8"/>
    <w:rsid w:val="00C13289"/>
    <w:rsid w:val="00C27407"/>
    <w:rsid w:val="00C448A6"/>
    <w:rsid w:val="00C47704"/>
    <w:rsid w:val="00C619C4"/>
    <w:rsid w:val="00C649F4"/>
    <w:rsid w:val="00C669D9"/>
    <w:rsid w:val="00C738EA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0C2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4423C"/>
    <w:rsid w:val="00E534D3"/>
    <w:rsid w:val="00E539A9"/>
    <w:rsid w:val="00E6713A"/>
    <w:rsid w:val="00E718C9"/>
    <w:rsid w:val="00E75C8E"/>
    <w:rsid w:val="00E760C9"/>
    <w:rsid w:val="00E76C5B"/>
    <w:rsid w:val="00E80744"/>
    <w:rsid w:val="00E82051"/>
    <w:rsid w:val="00E836C9"/>
    <w:rsid w:val="00E83DDB"/>
    <w:rsid w:val="00E91FD0"/>
    <w:rsid w:val="00E94E6D"/>
    <w:rsid w:val="00EA71C4"/>
    <w:rsid w:val="00EB2A4E"/>
    <w:rsid w:val="00EB4555"/>
    <w:rsid w:val="00EB5907"/>
    <w:rsid w:val="00EB751B"/>
    <w:rsid w:val="00EC2E1E"/>
    <w:rsid w:val="00ED0ED5"/>
    <w:rsid w:val="00ED669E"/>
    <w:rsid w:val="00EE0354"/>
    <w:rsid w:val="00EE51E6"/>
    <w:rsid w:val="00EF2AAA"/>
    <w:rsid w:val="00EF3891"/>
    <w:rsid w:val="00EF527C"/>
    <w:rsid w:val="00F25148"/>
    <w:rsid w:val="00F25F74"/>
    <w:rsid w:val="00F4680B"/>
    <w:rsid w:val="00F56BAB"/>
    <w:rsid w:val="00F60FB5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B2D07C9-14C6-4C5D-9DD3-E6C4C7F5E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209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kompvid2</cp:lastModifiedBy>
  <cp:revision>2</cp:revision>
  <cp:lastPrinted>2020-08-05T12:41:00Z</cp:lastPrinted>
  <dcterms:created xsi:type="dcterms:W3CDTF">2020-08-10T12:53:00Z</dcterms:created>
  <dcterms:modified xsi:type="dcterms:W3CDTF">2020-08-10T12:53:00Z</dcterms:modified>
</cp:coreProperties>
</file>