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027A33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027A33" w:rsidRPr="00D376B5" w:rsidRDefault="00027A33" w:rsidP="00027A33">
      <w:pPr>
        <w:rPr>
          <w:b/>
          <w:sz w:val="28"/>
        </w:rPr>
      </w:pPr>
      <w:bookmarkStart w:id="0" w:name="_GoBack"/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2E444A" w:rsidRPr="002E444A">
        <w:rPr>
          <w:sz w:val="28"/>
          <w:u w:val="single"/>
        </w:rPr>
        <w:t>2278</w:t>
      </w:r>
      <w:r w:rsidRPr="002E444A">
        <w:rPr>
          <w:sz w:val="28"/>
          <w:u w:val="single"/>
        </w:rPr>
        <w:t xml:space="preserve">  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07037E">
        <w:rPr>
          <w:b/>
          <w:sz w:val="28"/>
          <w:szCs w:val="28"/>
          <w:lang w:val="ru-RU"/>
        </w:rPr>
        <w:t>Нагірна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</w:t>
      </w:r>
      <w:r w:rsidR="007A7FBB">
        <w:rPr>
          <w:b/>
          <w:sz w:val="28"/>
          <w:szCs w:val="28"/>
          <w:lang w:val="ru-RU"/>
        </w:rPr>
        <w:t>6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07037E">
        <w:rPr>
          <w:b/>
          <w:sz w:val="28"/>
          <w:szCs w:val="28"/>
        </w:rPr>
        <w:t>Нагірна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</w:t>
      </w:r>
      <w:r w:rsidR="007A7FBB">
        <w:rPr>
          <w:b/>
          <w:sz w:val="28"/>
          <w:szCs w:val="28"/>
        </w:rPr>
        <w:t>6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027A33" w:rsidRPr="009147B9" w:rsidRDefault="00027A33" w:rsidP="00027A33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027A33" w:rsidRDefault="00027A33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0B24A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0B24A6">
    <w:pPr>
      <w:pStyle w:val="a7"/>
      <w:jc w:val="center"/>
    </w:pPr>
    <w:fldSimple w:instr=" PAGE   \* MERGEFORMAT ">
      <w:r w:rsidR="002E444A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A33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24A6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2E444A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871D4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B73B3-F2E0-45B6-8386-823529FC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3</TotalTime>
  <Pages>1</Pages>
  <Words>179</Words>
  <Characters>1212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2020-07-27T07:50:00Z</dcterms:created>
  <dcterms:modified xsi:type="dcterms:W3CDTF">2020-07-27T07:50:00Z</dcterms:modified>
</cp:coreProperties>
</file>