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8AF" w:rsidRDefault="00532234" w:rsidP="004F75FB">
      <w:pPr>
        <w:pStyle w:val="Title1"/>
        <w:widowControl/>
        <w:rPr>
          <w:sz w:val="28"/>
        </w:rPr>
      </w:pPr>
      <w:r>
        <w:rPr>
          <w:noProof/>
          <w:lang w:eastAsia="uk-UA"/>
        </w:rPr>
        <w:drawing>
          <wp:inline distT="0" distB="0" distL="0" distR="0">
            <wp:extent cx="373380" cy="57150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28AF" w:rsidRPr="0001133A" w:rsidRDefault="008028AF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8028AF" w:rsidRDefault="008028AF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8028AF" w:rsidRDefault="00EA6B16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80</w:t>
      </w:r>
      <w:r w:rsidR="008028AF">
        <w:rPr>
          <w:b/>
          <w:sz w:val="30"/>
          <w:szCs w:val="30"/>
        </w:rPr>
        <w:t xml:space="preserve"> </w:t>
      </w:r>
      <w:r w:rsidR="008028AF" w:rsidRPr="00B05CF9">
        <w:rPr>
          <w:b/>
          <w:sz w:val="30"/>
          <w:szCs w:val="30"/>
        </w:rPr>
        <w:t xml:space="preserve">сесія </w:t>
      </w:r>
      <w:r w:rsidR="008028AF" w:rsidRPr="00277E70">
        <w:rPr>
          <w:b/>
          <w:sz w:val="30"/>
          <w:szCs w:val="30"/>
          <w:lang w:val="ru-RU"/>
        </w:rPr>
        <w:t xml:space="preserve"> </w:t>
      </w:r>
      <w:r w:rsidR="008028AF">
        <w:rPr>
          <w:b/>
          <w:sz w:val="30"/>
          <w:szCs w:val="30"/>
          <w:lang w:val="en-US"/>
        </w:rPr>
        <w:t>VI</w:t>
      </w:r>
      <w:r w:rsidR="008028AF">
        <w:rPr>
          <w:b/>
          <w:sz w:val="30"/>
          <w:szCs w:val="30"/>
        </w:rPr>
        <w:t>І</w:t>
      </w:r>
      <w:r w:rsidR="008028AF" w:rsidRPr="00277E70">
        <w:rPr>
          <w:b/>
          <w:sz w:val="30"/>
          <w:szCs w:val="30"/>
          <w:lang w:val="ru-RU"/>
        </w:rPr>
        <w:t xml:space="preserve">  </w:t>
      </w:r>
      <w:r w:rsidR="008028AF" w:rsidRPr="00B05CF9">
        <w:rPr>
          <w:b/>
          <w:sz w:val="30"/>
          <w:szCs w:val="30"/>
        </w:rPr>
        <w:t xml:space="preserve">скликання </w:t>
      </w:r>
    </w:p>
    <w:p w:rsidR="008028AF" w:rsidRPr="00277E70" w:rsidRDefault="008028AF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8028AF" w:rsidRPr="004F75FB" w:rsidRDefault="008028AF" w:rsidP="007924CB">
      <w:pPr>
        <w:rPr>
          <w:sz w:val="18"/>
          <w:szCs w:val="18"/>
          <w:u w:val="single"/>
        </w:rPr>
      </w:pPr>
    </w:p>
    <w:p w:rsidR="00EA6B16" w:rsidRPr="00D376B5" w:rsidRDefault="00EA6B16" w:rsidP="00EA6B16">
      <w:pPr>
        <w:rPr>
          <w:b/>
          <w:sz w:val="28"/>
        </w:rPr>
      </w:pPr>
      <w:bookmarkStart w:id="0" w:name="_GoBack"/>
      <w:r>
        <w:rPr>
          <w:sz w:val="28"/>
          <w:u w:val="single"/>
        </w:rPr>
        <w:t>23.07.2020</w:t>
      </w:r>
      <w:r w:rsidRPr="00697F0D">
        <w:rPr>
          <w:sz w:val="28"/>
        </w:rPr>
        <w:t xml:space="preserve"> </w:t>
      </w:r>
      <w:r w:rsidRPr="00697F0D">
        <w:rPr>
          <w:b/>
          <w:sz w:val="28"/>
        </w:rPr>
        <w:t xml:space="preserve"> </w:t>
      </w:r>
      <w:r w:rsidRPr="00D376B5">
        <w:rPr>
          <w:b/>
          <w:sz w:val="28"/>
        </w:rPr>
        <w:t xml:space="preserve">№ </w:t>
      </w:r>
      <w:r w:rsidR="00532234">
        <w:rPr>
          <w:sz w:val="28"/>
          <w:u w:val="single"/>
        </w:rPr>
        <w:t>2276</w:t>
      </w:r>
      <w:r w:rsidRPr="00D376B5">
        <w:rPr>
          <w:b/>
          <w:sz w:val="28"/>
        </w:rPr>
        <w:t xml:space="preserve">    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 </w:t>
      </w:r>
      <w:r>
        <w:rPr>
          <w:b/>
          <w:sz w:val="28"/>
        </w:rPr>
        <w:t xml:space="preserve">         </w:t>
      </w:r>
      <w:r w:rsidRPr="00D376B5">
        <w:rPr>
          <w:b/>
          <w:sz w:val="28"/>
        </w:rPr>
        <w:t>м.Чернівці</w:t>
      </w:r>
    </w:p>
    <w:p w:rsidR="00EA6B16" w:rsidRDefault="00EA6B16" w:rsidP="00EA6B16">
      <w:pPr>
        <w:jc w:val="center"/>
        <w:rPr>
          <w:b/>
          <w:bCs/>
          <w:sz w:val="28"/>
          <w:szCs w:val="28"/>
        </w:rPr>
      </w:pPr>
    </w:p>
    <w:p w:rsidR="008028AF" w:rsidRDefault="008028AF" w:rsidP="007924CB">
      <w:pPr>
        <w:jc w:val="center"/>
        <w:rPr>
          <w:b/>
          <w:bCs/>
          <w:sz w:val="28"/>
          <w:szCs w:val="28"/>
        </w:rPr>
      </w:pPr>
    </w:p>
    <w:p w:rsidR="008028AF" w:rsidRDefault="008028AF" w:rsidP="007924CB">
      <w:pPr>
        <w:jc w:val="center"/>
        <w:rPr>
          <w:b/>
          <w:bCs/>
          <w:sz w:val="28"/>
          <w:szCs w:val="28"/>
        </w:rPr>
      </w:pPr>
    </w:p>
    <w:p w:rsidR="008028AF" w:rsidRDefault="008028AF" w:rsidP="0025394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Про приватизацію</w:t>
      </w:r>
      <w:r>
        <w:rPr>
          <w:b/>
          <w:sz w:val="28"/>
          <w:szCs w:val="28"/>
        </w:rPr>
        <w:t xml:space="preserve"> об’єкта комунальної власності</w:t>
      </w:r>
    </w:p>
    <w:p w:rsidR="008028AF" w:rsidRPr="004F26C1" w:rsidRDefault="008028AF" w:rsidP="004F26C1">
      <w:pPr>
        <w:spacing w:after="24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міста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>в за адресою</w:t>
      </w:r>
      <w:r>
        <w:rPr>
          <w:sz w:val="28"/>
          <w:szCs w:val="28"/>
        </w:rPr>
        <w:t xml:space="preserve"> </w:t>
      </w:r>
      <w:r w:rsidRPr="004F26C1">
        <w:rPr>
          <w:b/>
          <w:sz w:val="28"/>
          <w:szCs w:val="28"/>
          <w:lang w:val="ru-RU"/>
        </w:rPr>
        <w:t>вул.</w:t>
      </w:r>
      <w:r>
        <w:rPr>
          <w:b/>
          <w:sz w:val="28"/>
          <w:szCs w:val="28"/>
          <w:lang w:val="ru-RU"/>
        </w:rPr>
        <w:t>Максимовича Євгена,</w:t>
      </w:r>
      <w:r w:rsidRPr="004F26C1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6</w:t>
      </w:r>
    </w:p>
    <w:p w:rsidR="008028AF" w:rsidRDefault="008028AF" w:rsidP="00A36F8B">
      <w:pPr>
        <w:jc w:val="center"/>
        <w:rPr>
          <w:b/>
          <w:sz w:val="28"/>
          <w:szCs w:val="28"/>
        </w:rPr>
      </w:pPr>
    </w:p>
    <w:bookmarkEnd w:id="0"/>
    <w:p w:rsidR="008028AF" w:rsidRDefault="008028AF" w:rsidP="00373358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>статті 10 Закону України «Про приватизацію державного і комунального майна»,  рішення міської ради від 17</w:t>
      </w:r>
      <w:r>
        <w:rPr>
          <w:i/>
          <w:sz w:val="28"/>
          <w:szCs w:val="28"/>
        </w:rPr>
        <w:t>.</w:t>
      </w:r>
      <w:r>
        <w:rPr>
          <w:sz w:val="28"/>
          <w:szCs w:val="28"/>
        </w:rPr>
        <w:t>03.2020р</w:t>
      </w:r>
      <w:r>
        <w:rPr>
          <w:i/>
          <w:sz w:val="28"/>
          <w:szCs w:val="28"/>
        </w:rPr>
        <w:t>.</w:t>
      </w:r>
      <w:r>
        <w:rPr>
          <w:sz w:val="28"/>
          <w:szCs w:val="28"/>
        </w:rPr>
        <w:t xml:space="preserve"> №2095 «Про затвердження переліку об’єктів комунальної власності міста Чернівців, які підлягають приватизації в  2020 році»,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8028AF" w:rsidRDefault="008028AF" w:rsidP="00373358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8028AF" w:rsidRDefault="008028AF" w:rsidP="00373358">
      <w:pPr>
        <w:jc w:val="center"/>
        <w:rPr>
          <w:b/>
          <w:sz w:val="28"/>
        </w:rPr>
      </w:pPr>
    </w:p>
    <w:p w:rsidR="008028AF" w:rsidRPr="00661EC4" w:rsidRDefault="008028AF" w:rsidP="00373358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8028AF" w:rsidRDefault="008028AF" w:rsidP="00373358">
      <w:pPr>
        <w:jc w:val="both"/>
        <w:rPr>
          <w:sz w:val="16"/>
          <w:szCs w:val="16"/>
        </w:rPr>
      </w:pPr>
    </w:p>
    <w:p w:rsidR="008028AF" w:rsidRPr="00321718" w:rsidRDefault="008028AF" w:rsidP="00373358">
      <w:pPr>
        <w:jc w:val="both"/>
        <w:rPr>
          <w:sz w:val="16"/>
          <w:szCs w:val="16"/>
        </w:rPr>
      </w:pPr>
    </w:p>
    <w:p w:rsidR="008028AF" w:rsidRPr="006F553D" w:rsidRDefault="008028AF" w:rsidP="009B5EF0">
      <w:pPr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Pr="00EF3891">
        <w:rPr>
          <w:sz w:val="28"/>
          <w:szCs w:val="28"/>
        </w:rPr>
        <w:t xml:space="preserve">Органу приватизації Чернівецької міської </w:t>
      </w:r>
      <w:r>
        <w:rPr>
          <w:sz w:val="28"/>
          <w:szCs w:val="28"/>
        </w:rPr>
        <w:t>ради, здійснити приватизацію, шляхом продажу з аукціону об’єкта комунальної власності</w:t>
      </w:r>
      <w:r w:rsidR="007A62D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8C3EBE">
        <w:rPr>
          <w:sz w:val="28"/>
          <w:szCs w:val="28"/>
        </w:rPr>
        <w:t>міста Чернівців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за адресою</w:t>
      </w:r>
      <w:r>
        <w:rPr>
          <w:sz w:val="28"/>
          <w:szCs w:val="28"/>
        </w:rPr>
        <w:t xml:space="preserve"> </w:t>
      </w:r>
      <w:r w:rsidRPr="00FB20AB">
        <w:rPr>
          <w:b/>
          <w:sz w:val="28"/>
          <w:szCs w:val="28"/>
        </w:rPr>
        <w:t>вул.Максимовича Євгена, 6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включеного до переліку об’єктів комунальної власності міста Чернівців, які підлягають приватизації в  2020 році (рішення міської ради </w:t>
      </w:r>
      <w:r>
        <w:rPr>
          <w:sz w:val="28"/>
          <w:szCs w:val="28"/>
          <w:lang w:val="en-US"/>
        </w:rPr>
        <w:t>VII</w:t>
      </w:r>
      <w:r w:rsidRPr="00697F0D">
        <w:rPr>
          <w:sz w:val="28"/>
          <w:szCs w:val="28"/>
        </w:rPr>
        <w:t xml:space="preserve"> </w:t>
      </w:r>
      <w:r>
        <w:rPr>
          <w:sz w:val="28"/>
          <w:szCs w:val="28"/>
        </w:rPr>
        <w:t>скликання від 17</w:t>
      </w:r>
      <w:r>
        <w:rPr>
          <w:i/>
          <w:sz w:val="28"/>
          <w:szCs w:val="28"/>
        </w:rPr>
        <w:t>.</w:t>
      </w:r>
      <w:r>
        <w:rPr>
          <w:sz w:val="28"/>
          <w:szCs w:val="28"/>
        </w:rPr>
        <w:t>03.2020р</w:t>
      </w:r>
      <w:r>
        <w:rPr>
          <w:i/>
          <w:sz w:val="28"/>
          <w:szCs w:val="28"/>
        </w:rPr>
        <w:t>.</w:t>
      </w:r>
      <w:r>
        <w:rPr>
          <w:sz w:val="28"/>
          <w:szCs w:val="28"/>
        </w:rPr>
        <w:t xml:space="preserve"> №2095)</w:t>
      </w:r>
      <w:r w:rsidRPr="00051D16">
        <w:rPr>
          <w:sz w:val="28"/>
          <w:szCs w:val="28"/>
        </w:rPr>
        <w:t>.</w:t>
      </w:r>
      <w:r w:rsidRPr="000B3493">
        <w:rPr>
          <w:b/>
          <w:sz w:val="28"/>
          <w:szCs w:val="28"/>
        </w:rPr>
        <w:t xml:space="preserve"> </w:t>
      </w:r>
    </w:p>
    <w:p w:rsidR="008028AF" w:rsidRDefault="008028AF" w:rsidP="00A33AA2">
      <w:pPr>
        <w:pStyle w:val="a5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вебпорталі Чернівецької міської ради.</w:t>
      </w:r>
    </w:p>
    <w:p w:rsidR="008028AF" w:rsidRDefault="008028AF" w:rsidP="00A33AA2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 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8028AF" w:rsidRPr="002C3901" w:rsidRDefault="008028AF" w:rsidP="008D1482">
      <w:pPr>
        <w:pStyle w:val="a5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>
        <w:rPr>
          <w:b/>
        </w:rPr>
        <w:t xml:space="preserve">4.  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8028AF" w:rsidRDefault="008028AF" w:rsidP="006741B5">
      <w:pPr>
        <w:spacing w:after="120"/>
        <w:ind w:firstLine="708"/>
        <w:jc w:val="both"/>
        <w:rPr>
          <w:sz w:val="28"/>
          <w:szCs w:val="28"/>
        </w:rPr>
      </w:pPr>
    </w:p>
    <w:p w:rsidR="008028AF" w:rsidRPr="00202293" w:rsidRDefault="008028AF" w:rsidP="007924CB">
      <w:pPr>
        <w:ind w:firstLine="708"/>
        <w:jc w:val="both"/>
        <w:rPr>
          <w:sz w:val="28"/>
          <w:szCs w:val="28"/>
        </w:rPr>
      </w:pPr>
    </w:p>
    <w:p w:rsidR="00EA6B16" w:rsidRPr="009147B9" w:rsidRDefault="00EA6B16" w:rsidP="00EA6B16">
      <w:pPr>
        <w:ind w:right="-87"/>
        <w:jc w:val="both"/>
        <w:rPr>
          <w:lang w:val="ru-RU"/>
        </w:rPr>
      </w:pPr>
      <w:r>
        <w:rPr>
          <w:b/>
          <w:sz w:val="28"/>
          <w:szCs w:val="28"/>
        </w:rPr>
        <w:t xml:space="preserve">Секретар </w:t>
      </w: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 xml:space="preserve">ої </w:t>
      </w:r>
      <w:r w:rsidRPr="00202293">
        <w:rPr>
          <w:b/>
          <w:sz w:val="28"/>
          <w:szCs w:val="28"/>
        </w:rPr>
        <w:t>міськ</w:t>
      </w:r>
      <w:r>
        <w:rPr>
          <w:b/>
          <w:sz w:val="28"/>
          <w:szCs w:val="28"/>
        </w:rPr>
        <w:t>ої ради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</w:t>
      </w:r>
      <w:r>
        <w:rPr>
          <w:b/>
          <w:sz w:val="28"/>
          <w:szCs w:val="28"/>
        </w:rPr>
        <w:tab/>
        <w:t xml:space="preserve">   В</w:t>
      </w:r>
      <w:r w:rsidRPr="0020229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Продан</w:t>
      </w:r>
    </w:p>
    <w:p w:rsidR="00EA6B16" w:rsidRPr="00322C90" w:rsidRDefault="00EA6B16" w:rsidP="00EA6B16">
      <w:pPr>
        <w:ind w:right="-87"/>
        <w:jc w:val="both"/>
        <w:rPr>
          <w:b/>
          <w:sz w:val="24"/>
          <w:lang w:val="ru-RU"/>
        </w:rPr>
      </w:pPr>
    </w:p>
    <w:p w:rsidR="00EA6B16" w:rsidRDefault="00EA6B16" w:rsidP="00EA6B16">
      <w:pPr>
        <w:ind w:right="-87"/>
        <w:jc w:val="both"/>
        <w:rPr>
          <w:b/>
          <w:sz w:val="24"/>
          <w:lang w:val="ru-RU"/>
        </w:rPr>
      </w:pPr>
    </w:p>
    <w:p w:rsidR="008028AF" w:rsidRDefault="008028AF" w:rsidP="00A06EE3">
      <w:pPr>
        <w:ind w:right="-87"/>
        <w:jc w:val="both"/>
        <w:rPr>
          <w:b/>
          <w:sz w:val="24"/>
          <w:lang w:val="ru-RU"/>
        </w:rPr>
      </w:pPr>
    </w:p>
    <w:p w:rsidR="008028AF" w:rsidRDefault="008028AF" w:rsidP="00A06EE3">
      <w:pPr>
        <w:ind w:right="-87"/>
        <w:jc w:val="both"/>
        <w:rPr>
          <w:b/>
          <w:sz w:val="24"/>
          <w:lang w:val="ru-RU"/>
        </w:rPr>
      </w:pPr>
    </w:p>
    <w:sectPr w:rsidR="008028AF" w:rsidSect="006B0BB8">
      <w:headerReference w:type="even" r:id="rId8"/>
      <w:headerReference w:type="default" r:id="rId9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28AF" w:rsidRDefault="008028AF">
      <w:r>
        <w:separator/>
      </w:r>
    </w:p>
  </w:endnote>
  <w:endnote w:type="continuationSeparator" w:id="0">
    <w:p w:rsidR="008028AF" w:rsidRDefault="00802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28AF" w:rsidRDefault="008028AF">
      <w:r>
        <w:separator/>
      </w:r>
    </w:p>
  </w:footnote>
  <w:footnote w:type="continuationSeparator" w:id="0">
    <w:p w:rsidR="008028AF" w:rsidRDefault="008028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8AF" w:rsidRDefault="004339C0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8028AF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028AF" w:rsidRDefault="008028AF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8AF" w:rsidRDefault="004339C0">
    <w:pPr>
      <w:pStyle w:val="a7"/>
      <w:jc w:val="center"/>
    </w:pPr>
    <w:fldSimple w:instr=" PAGE   \* MERGEFORMAT ">
      <w:r w:rsidR="00532234">
        <w:rPr>
          <w:noProof/>
        </w:rPr>
        <w:t>2</w:t>
      </w:r>
    </w:fldSimple>
  </w:p>
  <w:p w:rsidR="008028AF" w:rsidRDefault="008028AF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0F25"/>
    <w:rsid w:val="0001133A"/>
    <w:rsid w:val="00011B4B"/>
    <w:rsid w:val="000216A1"/>
    <w:rsid w:val="0002734A"/>
    <w:rsid w:val="00047A83"/>
    <w:rsid w:val="00047C4A"/>
    <w:rsid w:val="00051D16"/>
    <w:rsid w:val="000545BF"/>
    <w:rsid w:val="0006674D"/>
    <w:rsid w:val="00067598"/>
    <w:rsid w:val="0007037E"/>
    <w:rsid w:val="00070689"/>
    <w:rsid w:val="000A3144"/>
    <w:rsid w:val="000B0E44"/>
    <w:rsid w:val="000B3493"/>
    <w:rsid w:val="000C165F"/>
    <w:rsid w:val="000C28FE"/>
    <w:rsid w:val="000D2095"/>
    <w:rsid w:val="000F63ED"/>
    <w:rsid w:val="00103D34"/>
    <w:rsid w:val="0011310F"/>
    <w:rsid w:val="00115540"/>
    <w:rsid w:val="00125A67"/>
    <w:rsid w:val="00135A3E"/>
    <w:rsid w:val="00136CD2"/>
    <w:rsid w:val="00141326"/>
    <w:rsid w:val="001546DA"/>
    <w:rsid w:val="00177521"/>
    <w:rsid w:val="00180641"/>
    <w:rsid w:val="00185947"/>
    <w:rsid w:val="001C24F0"/>
    <w:rsid w:val="001C5484"/>
    <w:rsid w:val="001D18F5"/>
    <w:rsid w:val="001D58FE"/>
    <w:rsid w:val="001D658A"/>
    <w:rsid w:val="001D7CEB"/>
    <w:rsid w:val="001E0FF9"/>
    <w:rsid w:val="001E351A"/>
    <w:rsid w:val="001F09EC"/>
    <w:rsid w:val="00200891"/>
    <w:rsid w:val="00202293"/>
    <w:rsid w:val="00207F88"/>
    <w:rsid w:val="00253943"/>
    <w:rsid w:val="00266E60"/>
    <w:rsid w:val="002670E2"/>
    <w:rsid w:val="00272412"/>
    <w:rsid w:val="00275F56"/>
    <w:rsid w:val="00277E70"/>
    <w:rsid w:val="00283571"/>
    <w:rsid w:val="002A23DA"/>
    <w:rsid w:val="002A57B0"/>
    <w:rsid w:val="002A7DA3"/>
    <w:rsid w:val="002B7476"/>
    <w:rsid w:val="002C0943"/>
    <w:rsid w:val="002C3901"/>
    <w:rsid w:val="002D6219"/>
    <w:rsid w:val="002D771D"/>
    <w:rsid w:val="002E2250"/>
    <w:rsid w:val="002E3522"/>
    <w:rsid w:val="00321718"/>
    <w:rsid w:val="00322C90"/>
    <w:rsid w:val="00322F50"/>
    <w:rsid w:val="00323889"/>
    <w:rsid w:val="00326B48"/>
    <w:rsid w:val="00327744"/>
    <w:rsid w:val="00335CA7"/>
    <w:rsid w:val="00340934"/>
    <w:rsid w:val="00360F25"/>
    <w:rsid w:val="00366A08"/>
    <w:rsid w:val="00373358"/>
    <w:rsid w:val="00381568"/>
    <w:rsid w:val="00395370"/>
    <w:rsid w:val="003A2A1B"/>
    <w:rsid w:val="003A695D"/>
    <w:rsid w:val="003A7986"/>
    <w:rsid w:val="003B33F3"/>
    <w:rsid w:val="003B7167"/>
    <w:rsid w:val="003C435B"/>
    <w:rsid w:val="003C5984"/>
    <w:rsid w:val="003D0FEC"/>
    <w:rsid w:val="003F2272"/>
    <w:rsid w:val="00402D50"/>
    <w:rsid w:val="00403A27"/>
    <w:rsid w:val="004123BA"/>
    <w:rsid w:val="00420CFD"/>
    <w:rsid w:val="004339C0"/>
    <w:rsid w:val="004341F8"/>
    <w:rsid w:val="004432F0"/>
    <w:rsid w:val="00443A6C"/>
    <w:rsid w:val="004445F3"/>
    <w:rsid w:val="0044798B"/>
    <w:rsid w:val="00450766"/>
    <w:rsid w:val="00451B09"/>
    <w:rsid w:val="00454840"/>
    <w:rsid w:val="00467346"/>
    <w:rsid w:val="004676AA"/>
    <w:rsid w:val="0047038B"/>
    <w:rsid w:val="00476383"/>
    <w:rsid w:val="004931EF"/>
    <w:rsid w:val="00493D81"/>
    <w:rsid w:val="00494C4F"/>
    <w:rsid w:val="004B6F9C"/>
    <w:rsid w:val="004D5DEA"/>
    <w:rsid w:val="004F26C1"/>
    <w:rsid w:val="004F519F"/>
    <w:rsid w:val="004F539C"/>
    <w:rsid w:val="004F75FB"/>
    <w:rsid w:val="005005F3"/>
    <w:rsid w:val="00510F67"/>
    <w:rsid w:val="00515A80"/>
    <w:rsid w:val="00520CBF"/>
    <w:rsid w:val="005246B6"/>
    <w:rsid w:val="00532234"/>
    <w:rsid w:val="005338AC"/>
    <w:rsid w:val="00545C32"/>
    <w:rsid w:val="005543A5"/>
    <w:rsid w:val="00555316"/>
    <w:rsid w:val="00560E75"/>
    <w:rsid w:val="0057779C"/>
    <w:rsid w:val="00585B77"/>
    <w:rsid w:val="0059017D"/>
    <w:rsid w:val="00592644"/>
    <w:rsid w:val="005A2EC6"/>
    <w:rsid w:val="005A5551"/>
    <w:rsid w:val="005B26FE"/>
    <w:rsid w:val="005B3072"/>
    <w:rsid w:val="005C78C2"/>
    <w:rsid w:val="005D0BBC"/>
    <w:rsid w:val="005D6220"/>
    <w:rsid w:val="005E262C"/>
    <w:rsid w:val="005F1AB1"/>
    <w:rsid w:val="005F400F"/>
    <w:rsid w:val="0060410B"/>
    <w:rsid w:val="0060500B"/>
    <w:rsid w:val="006153CF"/>
    <w:rsid w:val="00616606"/>
    <w:rsid w:val="006215C8"/>
    <w:rsid w:val="00627AC8"/>
    <w:rsid w:val="00633DFD"/>
    <w:rsid w:val="00636D8A"/>
    <w:rsid w:val="00642A06"/>
    <w:rsid w:val="00643547"/>
    <w:rsid w:val="00643AB1"/>
    <w:rsid w:val="006455C0"/>
    <w:rsid w:val="0066082F"/>
    <w:rsid w:val="00661EC4"/>
    <w:rsid w:val="00667A4B"/>
    <w:rsid w:val="006741B5"/>
    <w:rsid w:val="006804F1"/>
    <w:rsid w:val="00692B44"/>
    <w:rsid w:val="00693FCD"/>
    <w:rsid w:val="00697F0D"/>
    <w:rsid w:val="006A5615"/>
    <w:rsid w:val="006A69F1"/>
    <w:rsid w:val="006A7D09"/>
    <w:rsid w:val="006A7E55"/>
    <w:rsid w:val="006B0BB8"/>
    <w:rsid w:val="006B68CB"/>
    <w:rsid w:val="006B7704"/>
    <w:rsid w:val="006D019A"/>
    <w:rsid w:val="006F4731"/>
    <w:rsid w:val="006F553D"/>
    <w:rsid w:val="00710564"/>
    <w:rsid w:val="007253AF"/>
    <w:rsid w:val="0074020D"/>
    <w:rsid w:val="0074222A"/>
    <w:rsid w:val="00765179"/>
    <w:rsid w:val="0078587A"/>
    <w:rsid w:val="00786632"/>
    <w:rsid w:val="007924CB"/>
    <w:rsid w:val="00795202"/>
    <w:rsid w:val="007A547E"/>
    <w:rsid w:val="007A62D3"/>
    <w:rsid w:val="007A7FBB"/>
    <w:rsid w:val="007B716F"/>
    <w:rsid w:val="007C0CBB"/>
    <w:rsid w:val="007C4DC5"/>
    <w:rsid w:val="007D1747"/>
    <w:rsid w:val="007D7557"/>
    <w:rsid w:val="007E7A83"/>
    <w:rsid w:val="008028AF"/>
    <w:rsid w:val="00806DB3"/>
    <w:rsid w:val="00811578"/>
    <w:rsid w:val="00811F39"/>
    <w:rsid w:val="008130F1"/>
    <w:rsid w:val="00813F95"/>
    <w:rsid w:val="00814577"/>
    <w:rsid w:val="00820318"/>
    <w:rsid w:val="00823ACB"/>
    <w:rsid w:val="00826953"/>
    <w:rsid w:val="008427A6"/>
    <w:rsid w:val="00856978"/>
    <w:rsid w:val="00861152"/>
    <w:rsid w:val="008660A9"/>
    <w:rsid w:val="00870058"/>
    <w:rsid w:val="00883D75"/>
    <w:rsid w:val="00886BA4"/>
    <w:rsid w:val="00887302"/>
    <w:rsid w:val="00890C82"/>
    <w:rsid w:val="00894CD8"/>
    <w:rsid w:val="00895898"/>
    <w:rsid w:val="008A2E84"/>
    <w:rsid w:val="008A54D4"/>
    <w:rsid w:val="008B05DB"/>
    <w:rsid w:val="008B0C14"/>
    <w:rsid w:val="008B5FC5"/>
    <w:rsid w:val="008C3EBE"/>
    <w:rsid w:val="008C71C6"/>
    <w:rsid w:val="008D1482"/>
    <w:rsid w:val="008D79C4"/>
    <w:rsid w:val="008F11CD"/>
    <w:rsid w:val="008F172F"/>
    <w:rsid w:val="008F5CDC"/>
    <w:rsid w:val="009014AB"/>
    <w:rsid w:val="009020A6"/>
    <w:rsid w:val="009147B9"/>
    <w:rsid w:val="00924E3D"/>
    <w:rsid w:val="00930DE5"/>
    <w:rsid w:val="00934809"/>
    <w:rsid w:val="00947D9C"/>
    <w:rsid w:val="0095602C"/>
    <w:rsid w:val="00956646"/>
    <w:rsid w:val="00956BB0"/>
    <w:rsid w:val="0096047D"/>
    <w:rsid w:val="00963D97"/>
    <w:rsid w:val="009702BD"/>
    <w:rsid w:val="009706E8"/>
    <w:rsid w:val="0097449B"/>
    <w:rsid w:val="00975431"/>
    <w:rsid w:val="00982F60"/>
    <w:rsid w:val="00990835"/>
    <w:rsid w:val="009B4E86"/>
    <w:rsid w:val="009B5EF0"/>
    <w:rsid w:val="009B73B4"/>
    <w:rsid w:val="009C0004"/>
    <w:rsid w:val="009D20CC"/>
    <w:rsid w:val="009D65C8"/>
    <w:rsid w:val="009D7E89"/>
    <w:rsid w:val="009F1672"/>
    <w:rsid w:val="00A06EE3"/>
    <w:rsid w:val="00A12DE2"/>
    <w:rsid w:val="00A202BA"/>
    <w:rsid w:val="00A20443"/>
    <w:rsid w:val="00A20745"/>
    <w:rsid w:val="00A25C68"/>
    <w:rsid w:val="00A31F1C"/>
    <w:rsid w:val="00A33AA2"/>
    <w:rsid w:val="00A36F8B"/>
    <w:rsid w:val="00A41436"/>
    <w:rsid w:val="00A50CA5"/>
    <w:rsid w:val="00A546DA"/>
    <w:rsid w:val="00A556B2"/>
    <w:rsid w:val="00A667D7"/>
    <w:rsid w:val="00A66D3D"/>
    <w:rsid w:val="00A66EE4"/>
    <w:rsid w:val="00A67197"/>
    <w:rsid w:val="00A6769E"/>
    <w:rsid w:val="00A70107"/>
    <w:rsid w:val="00A716D3"/>
    <w:rsid w:val="00A8064F"/>
    <w:rsid w:val="00A94971"/>
    <w:rsid w:val="00AA376C"/>
    <w:rsid w:val="00AA7803"/>
    <w:rsid w:val="00AB1D3C"/>
    <w:rsid w:val="00AD2FD2"/>
    <w:rsid w:val="00B05CF9"/>
    <w:rsid w:val="00B05E76"/>
    <w:rsid w:val="00B10576"/>
    <w:rsid w:val="00B13710"/>
    <w:rsid w:val="00B14F67"/>
    <w:rsid w:val="00B1598F"/>
    <w:rsid w:val="00B237D7"/>
    <w:rsid w:val="00B3682F"/>
    <w:rsid w:val="00B401AC"/>
    <w:rsid w:val="00B45C87"/>
    <w:rsid w:val="00B544CD"/>
    <w:rsid w:val="00B54587"/>
    <w:rsid w:val="00B563E7"/>
    <w:rsid w:val="00B742D0"/>
    <w:rsid w:val="00B90117"/>
    <w:rsid w:val="00B973D6"/>
    <w:rsid w:val="00BA020C"/>
    <w:rsid w:val="00BD77F8"/>
    <w:rsid w:val="00BE18B8"/>
    <w:rsid w:val="00C13289"/>
    <w:rsid w:val="00C13291"/>
    <w:rsid w:val="00C27407"/>
    <w:rsid w:val="00C448A6"/>
    <w:rsid w:val="00C47704"/>
    <w:rsid w:val="00C619C4"/>
    <w:rsid w:val="00C649F4"/>
    <w:rsid w:val="00C669D9"/>
    <w:rsid w:val="00C738EA"/>
    <w:rsid w:val="00C74709"/>
    <w:rsid w:val="00C80D7B"/>
    <w:rsid w:val="00C84B86"/>
    <w:rsid w:val="00C90F15"/>
    <w:rsid w:val="00C92458"/>
    <w:rsid w:val="00CA32F6"/>
    <w:rsid w:val="00CB1DF5"/>
    <w:rsid w:val="00CB4696"/>
    <w:rsid w:val="00CB56FB"/>
    <w:rsid w:val="00CC1383"/>
    <w:rsid w:val="00CC5533"/>
    <w:rsid w:val="00CC7E6A"/>
    <w:rsid w:val="00CD6DCE"/>
    <w:rsid w:val="00CD7B32"/>
    <w:rsid w:val="00D04E60"/>
    <w:rsid w:val="00D06D9D"/>
    <w:rsid w:val="00D10BCC"/>
    <w:rsid w:val="00D23035"/>
    <w:rsid w:val="00D23550"/>
    <w:rsid w:val="00D26CCF"/>
    <w:rsid w:val="00D27DC6"/>
    <w:rsid w:val="00D33054"/>
    <w:rsid w:val="00D376B5"/>
    <w:rsid w:val="00D4093F"/>
    <w:rsid w:val="00D430E9"/>
    <w:rsid w:val="00D8435B"/>
    <w:rsid w:val="00D916AF"/>
    <w:rsid w:val="00D97FF7"/>
    <w:rsid w:val="00DB71C3"/>
    <w:rsid w:val="00DC3772"/>
    <w:rsid w:val="00DC4DBE"/>
    <w:rsid w:val="00DC70C2"/>
    <w:rsid w:val="00DC79EA"/>
    <w:rsid w:val="00DF15EC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339F5"/>
    <w:rsid w:val="00E534D3"/>
    <w:rsid w:val="00E539A9"/>
    <w:rsid w:val="00E718C9"/>
    <w:rsid w:val="00E75C8E"/>
    <w:rsid w:val="00E760C9"/>
    <w:rsid w:val="00E76C5B"/>
    <w:rsid w:val="00E82051"/>
    <w:rsid w:val="00E836C9"/>
    <w:rsid w:val="00E83DDB"/>
    <w:rsid w:val="00E94E6D"/>
    <w:rsid w:val="00EA6B16"/>
    <w:rsid w:val="00EA71C4"/>
    <w:rsid w:val="00EB4555"/>
    <w:rsid w:val="00EB5907"/>
    <w:rsid w:val="00EB751B"/>
    <w:rsid w:val="00EC2E1E"/>
    <w:rsid w:val="00ED0ED5"/>
    <w:rsid w:val="00ED1216"/>
    <w:rsid w:val="00ED669E"/>
    <w:rsid w:val="00EE0354"/>
    <w:rsid w:val="00EE215F"/>
    <w:rsid w:val="00EF2AAA"/>
    <w:rsid w:val="00EF3891"/>
    <w:rsid w:val="00EF527C"/>
    <w:rsid w:val="00F25148"/>
    <w:rsid w:val="00F25F74"/>
    <w:rsid w:val="00F4680B"/>
    <w:rsid w:val="00F56BAB"/>
    <w:rsid w:val="00F60FB5"/>
    <w:rsid w:val="00F627D9"/>
    <w:rsid w:val="00F677A3"/>
    <w:rsid w:val="00F80F91"/>
    <w:rsid w:val="00F952DA"/>
    <w:rsid w:val="00FA7CD0"/>
    <w:rsid w:val="00FB20AB"/>
    <w:rsid w:val="00FB4634"/>
    <w:rsid w:val="00FB4B4B"/>
    <w:rsid w:val="00FB6858"/>
    <w:rsid w:val="00FC082A"/>
    <w:rsid w:val="00FC5DE6"/>
    <w:rsid w:val="00FC6242"/>
    <w:rsid w:val="00FC7C70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B56FB"/>
    <w:rPr>
      <w:sz w:val="20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</w:pPr>
    <w:rPr>
      <w:sz w:val="20"/>
      <w:szCs w:val="20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2152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72;&#1090;&#1103;\&#1055;&#1088;&#1080;&#1074;&#1072;&#1090;&#1080;&#1079;&#1072;&#1094;&#1110;&#1103;\&#1064;&#1077;&#1074;&#1095;&#1077;&#1085;&#1082;&#1072;,%209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Шевченка, 90.dot</Template>
  <TotalTime>2</TotalTime>
  <Pages>1</Pages>
  <Words>898</Words>
  <Characters>513</Characters>
  <Application>Microsoft Office Word</Application>
  <DocSecurity>0</DocSecurity>
  <Lines>4</Lines>
  <Paragraphs>2</Paragraphs>
  <ScaleCrop>false</ScaleCrop>
  <Company>Департамент экономики</Company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creator>Катя</dc:creator>
  <cp:lastModifiedBy>admin</cp:lastModifiedBy>
  <cp:revision>2</cp:revision>
  <cp:lastPrinted>2020-05-12T07:30:00Z</cp:lastPrinted>
  <dcterms:created xsi:type="dcterms:W3CDTF">2020-07-27T07:45:00Z</dcterms:created>
  <dcterms:modified xsi:type="dcterms:W3CDTF">2020-07-27T07:45:00Z</dcterms:modified>
</cp:coreProperties>
</file>