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EE4" w:rsidRDefault="000C28FE" w:rsidP="004F75FB">
      <w:pPr>
        <w:pStyle w:val="Title1"/>
        <w:widowControl/>
        <w:rPr>
          <w:sz w:val="28"/>
        </w:rPr>
      </w:pPr>
      <w:r>
        <w:rPr>
          <w:noProof/>
          <w:lang w:eastAsia="uk-UA"/>
        </w:rPr>
        <w:drawing>
          <wp:inline distT="0" distB="0" distL="0" distR="0">
            <wp:extent cx="38100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E4" w:rsidRPr="0001133A" w:rsidRDefault="00A66EE4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A66EE4" w:rsidRDefault="00A66EE4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A66EE4" w:rsidRDefault="0000596D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80</w:t>
      </w:r>
      <w:r w:rsidR="00A66EE4">
        <w:rPr>
          <w:b/>
          <w:sz w:val="30"/>
          <w:szCs w:val="30"/>
        </w:rPr>
        <w:t xml:space="preserve"> </w:t>
      </w:r>
      <w:r w:rsidR="00A66EE4" w:rsidRPr="00B05CF9">
        <w:rPr>
          <w:b/>
          <w:sz w:val="30"/>
          <w:szCs w:val="30"/>
        </w:rPr>
        <w:t xml:space="preserve">сесія </w:t>
      </w:r>
      <w:r w:rsidR="00A66EE4" w:rsidRPr="00277E70">
        <w:rPr>
          <w:b/>
          <w:sz w:val="30"/>
          <w:szCs w:val="30"/>
          <w:lang w:val="ru-RU"/>
        </w:rPr>
        <w:t xml:space="preserve"> </w:t>
      </w:r>
      <w:r w:rsidR="00A66EE4">
        <w:rPr>
          <w:b/>
          <w:sz w:val="30"/>
          <w:szCs w:val="30"/>
          <w:lang w:val="en-US"/>
        </w:rPr>
        <w:t>VI</w:t>
      </w:r>
      <w:r w:rsidR="00A66EE4">
        <w:rPr>
          <w:b/>
          <w:sz w:val="30"/>
          <w:szCs w:val="30"/>
        </w:rPr>
        <w:t>І</w:t>
      </w:r>
      <w:r w:rsidR="00A66EE4" w:rsidRPr="00277E70">
        <w:rPr>
          <w:b/>
          <w:sz w:val="30"/>
          <w:szCs w:val="30"/>
          <w:lang w:val="ru-RU"/>
        </w:rPr>
        <w:t xml:space="preserve">  </w:t>
      </w:r>
      <w:r w:rsidR="00A66EE4" w:rsidRPr="00B05CF9">
        <w:rPr>
          <w:b/>
          <w:sz w:val="30"/>
          <w:szCs w:val="30"/>
        </w:rPr>
        <w:t xml:space="preserve">скликання </w:t>
      </w:r>
    </w:p>
    <w:p w:rsidR="00A66EE4" w:rsidRPr="00277E70" w:rsidRDefault="00A66EE4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 xml:space="preserve">Р  І  Ш  Е  Н  </w:t>
      </w:r>
      <w:proofErr w:type="spellStart"/>
      <w:r w:rsidRPr="00277E70">
        <w:rPr>
          <w:sz w:val="32"/>
          <w:szCs w:val="32"/>
        </w:rPr>
        <w:t>Н</w:t>
      </w:r>
      <w:proofErr w:type="spellEnd"/>
      <w:r w:rsidRPr="00277E70">
        <w:rPr>
          <w:sz w:val="32"/>
          <w:szCs w:val="32"/>
        </w:rPr>
        <w:t xml:space="preserve">  Я</w:t>
      </w:r>
    </w:p>
    <w:p w:rsidR="00A66EE4" w:rsidRPr="004F75FB" w:rsidRDefault="00A66EE4" w:rsidP="007924CB">
      <w:pPr>
        <w:rPr>
          <w:sz w:val="18"/>
          <w:szCs w:val="18"/>
          <w:u w:val="single"/>
        </w:rPr>
      </w:pPr>
    </w:p>
    <w:p w:rsidR="00A66EE4" w:rsidRPr="00D376B5" w:rsidRDefault="0000596D" w:rsidP="007924CB">
      <w:pPr>
        <w:rPr>
          <w:b/>
          <w:sz w:val="28"/>
        </w:rPr>
      </w:pPr>
      <w:r>
        <w:rPr>
          <w:sz w:val="28"/>
          <w:u w:val="single"/>
        </w:rPr>
        <w:t>01.07.</w:t>
      </w:r>
      <w:r w:rsidR="008620D9">
        <w:rPr>
          <w:sz w:val="28"/>
          <w:u w:val="single"/>
        </w:rPr>
        <w:t>2020</w:t>
      </w:r>
      <w:r w:rsidR="00A66EE4" w:rsidRPr="00697F0D">
        <w:rPr>
          <w:sz w:val="28"/>
        </w:rPr>
        <w:t xml:space="preserve"> </w:t>
      </w:r>
      <w:r w:rsidR="00A66EE4" w:rsidRPr="00697F0D">
        <w:rPr>
          <w:b/>
          <w:sz w:val="28"/>
        </w:rPr>
        <w:t xml:space="preserve"> </w:t>
      </w:r>
      <w:r w:rsidR="00A66EE4" w:rsidRPr="00D376B5">
        <w:rPr>
          <w:b/>
          <w:sz w:val="28"/>
        </w:rPr>
        <w:t xml:space="preserve">№ </w:t>
      </w:r>
      <w:r>
        <w:rPr>
          <w:sz w:val="28"/>
          <w:u w:val="single"/>
        </w:rPr>
        <w:t>2232</w:t>
      </w:r>
      <w:r w:rsidR="00A66EE4" w:rsidRPr="00D376B5">
        <w:rPr>
          <w:b/>
          <w:sz w:val="28"/>
        </w:rPr>
        <w:t xml:space="preserve">                                </w:t>
      </w:r>
      <w:r w:rsidR="00A66EE4" w:rsidRPr="00D376B5">
        <w:rPr>
          <w:b/>
          <w:sz w:val="28"/>
        </w:rPr>
        <w:tab/>
      </w:r>
      <w:r w:rsidR="00A66EE4" w:rsidRPr="00D376B5">
        <w:rPr>
          <w:b/>
          <w:sz w:val="28"/>
        </w:rPr>
        <w:tab/>
      </w:r>
      <w:r w:rsidR="00A66EE4">
        <w:rPr>
          <w:b/>
          <w:sz w:val="28"/>
        </w:rPr>
        <w:t xml:space="preserve">     </w:t>
      </w:r>
      <w:r w:rsidR="00A66EE4">
        <w:rPr>
          <w:b/>
          <w:sz w:val="28"/>
        </w:rPr>
        <w:tab/>
      </w:r>
      <w:r w:rsidR="00A66EE4" w:rsidRPr="00D376B5">
        <w:rPr>
          <w:b/>
          <w:sz w:val="28"/>
        </w:rPr>
        <w:tab/>
        <w:t xml:space="preserve">  </w:t>
      </w:r>
      <w:r w:rsidR="00A66EE4">
        <w:rPr>
          <w:b/>
          <w:sz w:val="28"/>
        </w:rPr>
        <w:t xml:space="preserve">         </w:t>
      </w:r>
      <w:proofErr w:type="spellStart"/>
      <w:r w:rsidR="00A66EE4" w:rsidRPr="00D376B5">
        <w:rPr>
          <w:b/>
          <w:sz w:val="28"/>
        </w:rPr>
        <w:t>м.Чернівці</w:t>
      </w:r>
      <w:proofErr w:type="spellEnd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  <w:bookmarkStart w:id="0" w:name="_GoBack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</w:p>
    <w:p w:rsidR="00BC2F7E" w:rsidRDefault="00A66EE4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</w:t>
      </w:r>
    </w:p>
    <w:p w:rsidR="00BC2F7E" w:rsidRDefault="00A66EE4" w:rsidP="00BC2F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об’єкта комунальної власності</w:t>
      </w:r>
      <w:r w:rsidR="00BC2F7E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 xml:space="preserve">в </w:t>
      </w:r>
    </w:p>
    <w:p w:rsidR="00A66EE4" w:rsidRDefault="00A66EE4" w:rsidP="00BC2F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адресою</w:t>
      </w:r>
      <w:r>
        <w:rPr>
          <w:sz w:val="28"/>
          <w:szCs w:val="28"/>
        </w:rPr>
        <w:t xml:space="preserve"> </w:t>
      </w:r>
      <w:proofErr w:type="spellStart"/>
      <w:r w:rsidR="004F26C1" w:rsidRPr="00BC2F7E">
        <w:rPr>
          <w:b/>
          <w:sz w:val="28"/>
          <w:szCs w:val="28"/>
        </w:rPr>
        <w:t>вул.</w:t>
      </w:r>
      <w:r w:rsidR="00141B84" w:rsidRPr="00BC2F7E">
        <w:rPr>
          <w:b/>
          <w:sz w:val="28"/>
          <w:szCs w:val="28"/>
        </w:rPr>
        <w:t>Героїв</w:t>
      </w:r>
      <w:proofErr w:type="spellEnd"/>
      <w:r w:rsidR="00141B84" w:rsidRPr="00BC2F7E">
        <w:rPr>
          <w:b/>
          <w:sz w:val="28"/>
          <w:szCs w:val="28"/>
        </w:rPr>
        <w:t xml:space="preserve"> Майдану</w:t>
      </w:r>
      <w:r w:rsidR="004F26C1" w:rsidRPr="00BC2F7E">
        <w:rPr>
          <w:b/>
          <w:sz w:val="28"/>
          <w:szCs w:val="28"/>
        </w:rPr>
        <w:t xml:space="preserve">, </w:t>
      </w:r>
      <w:r w:rsidR="00BC2F7E" w:rsidRPr="00BC2F7E">
        <w:rPr>
          <w:b/>
          <w:sz w:val="28"/>
          <w:szCs w:val="28"/>
        </w:rPr>
        <w:t>1</w:t>
      </w:r>
      <w:r w:rsidR="00141B84" w:rsidRPr="00BC2F7E">
        <w:rPr>
          <w:b/>
          <w:sz w:val="28"/>
          <w:szCs w:val="28"/>
        </w:rPr>
        <w:t>9</w:t>
      </w:r>
      <w:r w:rsidR="00BC2F7E" w:rsidRPr="00BC2F7E">
        <w:rPr>
          <w:b/>
          <w:sz w:val="28"/>
          <w:szCs w:val="28"/>
        </w:rPr>
        <w:t xml:space="preserve"> – </w:t>
      </w:r>
      <w:proofErr w:type="spellStart"/>
      <w:r w:rsidR="00BC2F7E" w:rsidRPr="00BC2F7E">
        <w:rPr>
          <w:b/>
          <w:sz w:val="28"/>
          <w:szCs w:val="28"/>
        </w:rPr>
        <w:t>вул.Братів</w:t>
      </w:r>
      <w:proofErr w:type="spellEnd"/>
      <w:r w:rsidR="00BC2F7E" w:rsidRPr="00BC2F7E">
        <w:rPr>
          <w:b/>
          <w:sz w:val="28"/>
          <w:szCs w:val="28"/>
        </w:rPr>
        <w:t xml:space="preserve"> Руснаків, 2</w:t>
      </w:r>
    </w:p>
    <w:p w:rsidR="0000596D" w:rsidRPr="004F26C1" w:rsidRDefault="0000596D" w:rsidP="00BC2F7E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загальною площею 51,30кв.м</w:t>
      </w:r>
    </w:p>
    <w:p w:rsidR="00A66EE4" w:rsidRDefault="00A66EE4" w:rsidP="00A36F8B">
      <w:pPr>
        <w:jc w:val="center"/>
        <w:rPr>
          <w:b/>
          <w:sz w:val="28"/>
          <w:szCs w:val="28"/>
        </w:rPr>
      </w:pPr>
    </w:p>
    <w:bookmarkEnd w:id="0"/>
    <w:p w:rsidR="00A66EE4" w:rsidRDefault="00A66EE4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</w:t>
      </w:r>
      <w:r w:rsidR="00781096">
        <w:rPr>
          <w:sz w:val="28"/>
          <w:szCs w:val="28"/>
        </w:rPr>
        <w:t>17.03.</w:t>
      </w:r>
      <w:r w:rsidR="00781096" w:rsidRPr="00990A17">
        <w:rPr>
          <w:sz w:val="28"/>
          <w:szCs w:val="28"/>
        </w:rPr>
        <w:t>2020р. №</w:t>
      </w:r>
      <w:r w:rsidR="00781096">
        <w:rPr>
          <w:sz w:val="28"/>
          <w:szCs w:val="28"/>
        </w:rPr>
        <w:t xml:space="preserve">2095 </w:t>
      </w:r>
      <w:r>
        <w:rPr>
          <w:sz w:val="28"/>
          <w:szCs w:val="28"/>
        </w:rPr>
        <w:t>«Про затвердження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</w:t>
      </w:r>
      <w:r>
        <w:rPr>
          <w:sz w:val="28"/>
          <w:szCs w:val="28"/>
        </w:rPr>
        <w:t xml:space="preserve"> ро</w:t>
      </w:r>
      <w:r w:rsidR="004F26C1">
        <w:rPr>
          <w:sz w:val="28"/>
          <w:szCs w:val="28"/>
        </w:rPr>
        <w:t>ці</w:t>
      </w:r>
      <w:r>
        <w:rPr>
          <w:sz w:val="28"/>
          <w:szCs w:val="28"/>
        </w:rPr>
        <w:t xml:space="preserve">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A66EE4" w:rsidRDefault="00A66EE4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A66EE4" w:rsidRDefault="00A66EE4" w:rsidP="00373358">
      <w:pPr>
        <w:jc w:val="center"/>
        <w:rPr>
          <w:b/>
          <w:sz w:val="28"/>
        </w:rPr>
      </w:pPr>
    </w:p>
    <w:p w:rsidR="00A66EE4" w:rsidRPr="00661EC4" w:rsidRDefault="00A66EE4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A66EE4" w:rsidRDefault="00A66EE4" w:rsidP="00373358">
      <w:pPr>
        <w:jc w:val="both"/>
        <w:rPr>
          <w:sz w:val="16"/>
          <w:szCs w:val="16"/>
        </w:rPr>
      </w:pPr>
    </w:p>
    <w:p w:rsidR="00A66EE4" w:rsidRPr="00321718" w:rsidRDefault="00A66EE4" w:rsidP="00373358">
      <w:pPr>
        <w:jc w:val="both"/>
        <w:rPr>
          <w:sz w:val="16"/>
          <w:szCs w:val="16"/>
        </w:rPr>
      </w:pPr>
    </w:p>
    <w:p w:rsidR="00A66EE4" w:rsidRPr="006F553D" w:rsidRDefault="00A66EE4" w:rsidP="00451B09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</w:t>
      </w:r>
      <w:r w:rsidR="00715376">
        <w:rPr>
          <w:sz w:val="28"/>
          <w:szCs w:val="28"/>
        </w:rPr>
        <w:t xml:space="preserve">шляхом викупу, </w:t>
      </w:r>
      <w:r>
        <w:rPr>
          <w:sz w:val="28"/>
          <w:szCs w:val="28"/>
        </w:rPr>
        <w:t xml:space="preserve">об’єкта комунальної власності   </w:t>
      </w:r>
      <w:r w:rsidRPr="008C3EBE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</w:t>
      </w:r>
      <w:proofErr w:type="spellStart"/>
      <w:r w:rsidR="00451B09" w:rsidRPr="00451B09">
        <w:rPr>
          <w:b/>
          <w:sz w:val="28"/>
          <w:szCs w:val="28"/>
        </w:rPr>
        <w:t>вул.</w:t>
      </w:r>
      <w:r w:rsidR="00803328">
        <w:rPr>
          <w:b/>
          <w:sz w:val="28"/>
          <w:szCs w:val="28"/>
        </w:rPr>
        <w:t>Героїв</w:t>
      </w:r>
      <w:proofErr w:type="spellEnd"/>
      <w:r w:rsidR="00803328">
        <w:rPr>
          <w:b/>
          <w:sz w:val="28"/>
          <w:szCs w:val="28"/>
        </w:rPr>
        <w:t xml:space="preserve"> Майдану</w:t>
      </w:r>
      <w:r w:rsidR="00DC70C2">
        <w:rPr>
          <w:b/>
          <w:sz w:val="28"/>
          <w:szCs w:val="28"/>
        </w:rPr>
        <w:t>,</w:t>
      </w:r>
      <w:r w:rsidR="00655D09">
        <w:rPr>
          <w:b/>
          <w:sz w:val="28"/>
          <w:szCs w:val="28"/>
        </w:rPr>
        <w:t xml:space="preserve"> </w:t>
      </w:r>
      <w:r w:rsidR="00BC2F7E">
        <w:rPr>
          <w:b/>
          <w:sz w:val="28"/>
          <w:szCs w:val="28"/>
        </w:rPr>
        <w:t>1</w:t>
      </w:r>
      <w:r w:rsidR="00803328">
        <w:rPr>
          <w:b/>
          <w:sz w:val="28"/>
          <w:szCs w:val="28"/>
        </w:rPr>
        <w:t>9</w:t>
      </w:r>
      <w:r w:rsidR="00BC2F7E">
        <w:rPr>
          <w:b/>
          <w:sz w:val="28"/>
          <w:szCs w:val="28"/>
        </w:rPr>
        <w:t xml:space="preserve"> – </w:t>
      </w:r>
      <w:proofErr w:type="spellStart"/>
      <w:r w:rsidR="00BC2F7E">
        <w:rPr>
          <w:b/>
          <w:sz w:val="28"/>
          <w:szCs w:val="28"/>
        </w:rPr>
        <w:t>вул.Братів</w:t>
      </w:r>
      <w:proofErr w:type="spellEnd"/>
      <w:r w:rsidR="00BC2F7E">
        <w:rPr>
          <w:b/>
          <w:sz w:val="28"/>
          <w:szCs w:val="28"/>
        </w:rPr>
        <w:t xml:space="preserve"> Руснаків, 2 загальною площею 51,30кв.м,</w:t>
      </w:r>
      <w:r w:rsidR="00451B0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включеного до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 році</w:t>
      </w:r>
      <w:r>
        <w:rPr>
          <w:sz w:val="28"/>
          <w:szCs w:val="28"/>
        </w:rPr>
        <w:t xml:space="preserve">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781096">
        <w:rPr>
          <w:sz w:val="28"/>
          <w:szCs w:val="28"/>
        </w:rPr>
        <w:t>17.03.</w:t>
      </w:r>
      <w:r w:rsidR="00781096" w:rsidRPr="00990A17">
        <w:rPr>
          <w:sz w:val="28"/>
          <w:szCs w:val="28"/>
        </w:rPr>
        <w:t>2020р. №</w:t>
      </w:r>
      <w:r w:rsidR="00781096">
        <w:rPr>
          <w:sz w:val="28"/>
          <w:szCs w:val="28"/>
        </w:rPr>
        <w:t>2095</w:t>
      </w:r>
      <w:r>
        <w:rPr>
          <w:sz w:val="28"/>
          <w:szCs w:val="28"/>
        </w:rPr>
        <w:t>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A66EE4" w:rsidRDefault="00A66EE4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</w:t>
      </w:r>
      <w:proofErr w:type="spellStart"/>
      <w:r>
        <w:t>вебпорталі</w:t>
      </w:r>
      <w:proofErr w:type="spellEnd"/>
      <w:r>
        <w:t xml:space="preserve"> Чернівецької міської ради.</w:t>
      </w:r>
    </w:p>
    <w:p w:rsidR="00A66EE4" w:rsidRDefault="00A66EE4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66EE4" w:rsidRPr="002C3901" w:rsidRDefault="00A66EE4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A66EE4" w:rsidRDefault="00A66EE4" w:rsidP="006741B5">
      <w:pPr>
        <w:spacing w:after="120"/>
        <w:ind w:firstLine="708"/>
        <w:jc w:val="both"/>
        <w:rPr>
          <w:sz w:val="28"/>
          <w:szCs w:val="28"/>
        </w:rPr>
      </w:pPr>
    </w:p>
    <w:p w:rsidR="00A66EE4" w:rsidRPr="00202293" w:rsidRDefault="00A66EE4" w:rsidP="007924CB">
      <w:pPr>
        <w:ind w:firstLine="708"/>
        <w:jc w:val="both"/>
        <w:rPr>
          <w:sz w:val="28"/>
          <w:szCs w:val="28"/>
        </w:rPr>
      </w:pPr>
    </w:p>
    <w:p w:rsidR="00A66EE4" w:rsidRPr="009147B9" w:rsidRDefault="00A66EE4" w:rsidP="00A06EE3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 w:rsidR="004F26C1">
        <w:rPr>
          <w:b/>
          <w:sz w:val="28"/>
          <w:szCs w:val="28"/>
        </w:rPr>
        <w:tab/>
      </w:r>
      <w:r>
        <w:rPr>
          <w:b/>
          <w:sz w:val="28"/>
          <w:szCs w:val="28"/>
        </w:rPr>
        <w:t>О</w:t>
      </w:r>
      <w:r w:rsidRPr="00202293"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</w:rPr>
        <w:t>Каспрук</w:t>
      </w:r>
      <w:proofErr w:type="spellEnd"/>
    </w:p>
    <w:p w:rsidR="00A66EE4" w:rsidRPr="00322C90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4F26C1" w:rsidRP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</w:rPr>
      </w:pPr>
    </w:p>
    <w:p w:rsidR="00A66EE4" w:rsidRPr="00135A3E" w:rsidRDefault="00A66EE4" w:rsidP="00A06EE3">
      <w:pPr>
        <w:ind w:right="-87"/>
        <w:jc w:val="both"/>
        <w:rPr>
          <w:b/>
          <w:sz w:val="24"/>
        </w:rPr>
      </w:pPr>
    </w:p>
    <w:sectPr w:rsidR="00A66EE4" w:rsidRPr="00135A3E" w:rsidSect="006B0BB8">
      <w:headerReference w:type="even" r:id="rId9"/>
      <w:headerReference w:type="default" r:id="rId10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EE4" w:rsidRDefault="00A66EE4">
      <w:r>
        <w:separator/>
      </w:r>
    </w:p>
  </w:endnote>
  <w:endnote w:type="continuationSeparator" w:id="0">
    <w:p w:rsidR="00A66EE4" w:rsidRDefault="00A66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EE4" w:rsidRDefault="00A66EE4">
      <w:r>
        <w:separator/>
      </w:r>
    </w:p>
  </w:footnote>
  <w:footnote w:type="continuationSeparator" w:id="0">
    <w:p w:rsidR="00A66EE4" w:rsidRDefault="00A66E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D72BBF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66EE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66EE4" w:rsidRDefault="00A66EE4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D72BBF">
    <w:pPr>
      <w:pStyle w:val="a7"/>
      <w:jc w:val="center"/>
    </w:pPr>
    <w:fldSimple w:instr=" PAGE   \* MERGEFORMAT ">
      <w:r w:rsidR="00FC0C58">
        <w:rPr>
          <w:noProof/>
        </w:rPr>
        <w:t>2</w:t>
      </w:r>
    </w:fldSimple>
  </w:p>
  <w:p w:rsidR="00A66EE4" w:rsidRDefault="00A66EE4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F25"/>
    <w:rsid w:val="0000596D"/>
    <w:rsid w:val="0001133A"/>
    <w:rsid w:val="00011B4B"/>
    <w:rsid w:val="000216A1"/>
    <w:rsid w:val="0002734A"/>
    <w:rsid w:val="00027F03"/>
    <w:rsid w:val="00047A83"/>
    <w:rsid w:val="00047C4A"/>
    <w:rsid w:val="00051D16"/>
    <w:rsid w:val="000545BF"/>
    <w:rsid w:val="0006674D"/>
    <w:rsid w:val="00067598"/>
    <w:rsid w:val="00070689"/>
    <w:rsid w:val="000A3144"/>
    <w:rsid w:val="000B0E44"/>
    <w:rsid w:val="000B3493"/>
    <w:rsid w:val="000B77CC"/>
    <w:rsid w:val="000C165F"/>
    <w:rsid w:val="000C28FE"/>
    <w:rsid w:val="000D2095"/>
    <w:rsid w:val="000F63ED"/>
    <w:rsid w:val="00103D34"/>
    <w:rsid w:val="0011310F"/>
    <w:rsid w:val="00115540"/>
    <w:rsid w:val="00125A67"/>
    <w:rsid w:val="00135A3E"/>
    <w:rsid w:val="00136CD2"/>
    <w:rsid w:val="00141326"/>
    <w:rsid w:val="00141B84"/>
    <w:rsid w:val="001546DA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3943"/>
    <w:rsid w:val="0025470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3358"/>
    <w:rsid w:val="00381568"/>
    <w:rsid w:val="003A2A1B"/>
    <w:rsid w:val="003A695D"/>
    <w:rsid w:val="003A7986"/>
    <w:rsid w:val="003B33F3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2693"/>
    <w:rsid w:val="004432F0"/>
    <w:rsid w:val="00443A6C"/>
    <w:rsid w:val="004445F3"/>
    <w:rsid w:val="0044798B"/>
    <w:rsid w:val="00450766"/>
    <w:rsid w:val="00451B09"/>
    <w:rsid w:val="00454840"/>
    <w:rsid w:val="00467346"/>
    <w:rsid w:val="004676AA"/>
    <w:rsid w:val="0047038B"/>
    <w:rsid w:val="00476383"/>
    <w:rsid w:val="004931EF"/>
    <w:rsid w:val="00493D81"/>
    <w:rsid w:val="00494C4F"/>
    <w:rsid w:val="004B6F9C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C78C2"/>
    <w:rsid w:val="005D0BBC"/>
    <w:rsid w:val="005D6220"/>
    <w:rsid w:val="005E262C"/>
    <w:rsid w:val="005F1AB1"/>
    <w:rsid w:val="005F400F"/>
    <w:rsid w:val="0060410B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55D09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F4731"/>
    <w:rsid w:val="006F553D"/>
    <w:rsid w:val="00710564"/>
    <w:rsid w:val="00715376"/>
    <w:rsid w:val="007253AF"/>
    <w:rsid w:val="0074020D"/>
    <w:rsid w:val="0074222A"/>
    <w:rsid w:val="00765179"/>
    <w:rsid w:val="00781096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3328"/>
    <w:rsid w:val="00806DB3"/>
    <w:rsid w:val="00811578"/>
    <w:rsid w:val="00811F39"/>
    <w:rsid w:val="008130F1"/>
    <w:rsid w:val="00813F95"/>
    <w:rsid w:val="00814577"/>
    <w:rsid w:val="00820318"/>
    <w:rsid w:val="00823ACB"/>
    <w:rsid w:val="00826953"/>
    <w:rsid w:val="00856978"/>
    <w:rsid w:val="00861152"/>
    <w:rsid w:val="008620D9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E2598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5602C"/>
    <w:rsid w:val="00956646"/>
    <w:rsid w:val="00956BB0"/>
    <w:rsid w:val="0096047D"/>
    <w:rsid w:val="00963D97"/>
    <w:rsid w:val="009702BD"/>
    <w:rsid w:val="0097449B"/>
    <w:rsid w:val="00975431"/>
    <w:rsid w:val="00982F60"/>
    <w:rsid w:val="00990835"/>
    <w:rsid w:val="009B4E86"/>
    <w:rsid w:val="009B73B4"/>
    <w:rsid w:val="009C0004"/>
    <w:rsid w:val="009C7DA8"/>
    <w:rsid w:val="009D20CC"/>
    <w:rsid w:val="009D65C8"/>
    <w:rsid w:val="009D7E89"/>
    <w:rsid w:val="009E6AA4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67D7"/>
    <w:rsid w:val="00A66D3D"/>
    <w:rsid w:val="00A66EE4"/>
    <w:rsid w:val="00A67197"/>
    <w:rsid w:val="00A6769E"/>
    <w:rsid w:val="00A70107"/>
    <w:rsid w:val="00A716D3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2009"/>
    <w:rsid w:val="00B544CD"/>
    <w:rsid w:val="00B54587"/>
    <w:rsid w:val="00B563E7"/>
    <w:rsid w:val="00B742D0"/>
    <w:rsid w:val="00B90117"/>
    <w:rsid w:val="00B973D6"/>
    <w:rsid w:val="00BA020C"/>
    <w:rsid w:val="00BC2F7E"/>
    <w:rsid w:val="00BD1A20"/>
    <w:rsid w:val="00BD77F8"/>
    <w:rsid w:val="00BE18B8"/>
    <w:rsid w:val="00C13289"/>
    <w:rsid w:val="00C27407"/>
    <w:rsid w:val="00C448A6"/>
    <w:rsid w:val="00C47704"/>
    <w:rsid w:val="00C619C4"/>
    <w:rsid w:val="00C649F4"/>
    <w:rsid w:val="00C669D9"/>
    <w:rsid w:val="00C738EA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72BBF"/>
    <w:rsid w:val="00D8435B"/>
    <w:rsid w:val="00D916AF"/>
    <w:rsid w:val="00D97FF7"/>
    <w:rsid w:val="00DB71C3"/>
    <w:rsid w:val="00DC3772"/>
    <w:rsid w:val="00DC4DBE"/>
    <w:rsid w:val="00DC70C2"/>
    <w:rsid w:val="00DC79EA"/>
    <w:rsid w:val="00DE7349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39F5"/>
    <w:rsid w:val="00E534D3"/>
    <w:rsid w:val="00E539A9"/>
    <w:rsid w:val="00E6713A"/>
    <w:rsid w:val="00E718C9"/>
    <w:rsid w:val="00E75C8E"/>
    <w:rsid w:val="00E760C9"/>
    <w:rsid w:val="00E76C5B"/>
    <w:rsid w:val="00E82051"/>
    <w:rsid w:val="00E836C9"/>
    <w:rsid w:val="00E83DDB"/>
    <w:rsid w:val="00E91FD0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478B"/>
    <w:rsid w:val="00EF527C"/>
    <w:rsid w:val="00F25148"/>
    <w:rsid w:val="00F25F74"/>
    <w:rsid w:val="00F4680B"/>
    <w:rsid w:val="00F56BAB"/>
    <w:rsid w:val="00F60FB5"/>
    <w:rsid w:val="00F627D9"/>
    <w:rsid w:val="00F677A3"/>
    <w:rsid w:val="00F80F91"/>
    <w:rsid w:val="00F952DA"/>
    <w:rsid w:val="00FA7CD0"/>
    <w:rsid w:val="00FB4634"/>
    <w:rsid w:val="00FB4B4B"/>
    <w:rsid w:val="00FB6858"/>
    <w:rsid w:val="00FC082A"/>
    <w:rsid w:val="00FC0C58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6FB"/>
    <w:pPr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  <w:spacing w:after="0" w:line="240" w:lineRule="auto"/>
    </w:pPr>
    <w:rPr>
      <w:sz w:val="20"/>
      <w:szCs w:val="20"/>
      <w:lang w:val="ru-RU" w:eastAsia="ru-RU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68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A7F377-C9CC-4850-97BE-852ED66D6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90.dot</Template>
  <TotalTime>5</TotalTime>
  <Pages>1</Pages>
  <Words>190</Words>
  <Characters>1301</Characters>
  <Application>Microsoft Office Word</Application>
  <DocSecurity>0</DocSecurity>
  <Lines>10</Lines>
  <Paragraphs>2</Paragraphs>
  <ScaleCrop>false</ScaleCrop>
  <Company>Департамент экономики</Company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Катя</dc:creator>
  <cp:lastModifiedBy>admin</cp:lastModifiedBy>
  <cp:revision>8</cp:revision>
  <cp:lastPrinted>2019-09-17T13:54:00Z</cp:lastPrinted>
  <dcterms:created xsi:type="dcterms:W3CDTF">2020-02-12T13:03:00Z</dcterms:created>
  <dcterms:modified xsi:type="dcterms:W3CDTF">2020-07-07T09:57:00Z</dcterms:modified>
</cp:coreProperties>
</file>