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26E" w:rsidRDefault="00975D42" w:rsidP="0034226E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26E" w:rsidRPr="0001133A" w:rsidRDefault="0034226E" w:rsidP="0034226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34226E" w:rsidRDefault="0034226E" w:rsidP="0034226E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67B5F" w:rsidRDefault="00267B5F" w:rsidP="00267B5F">
      <w:pPr>
        <w:jc w:val="center"/>
        <w:rPr>
          <w:b/>
          <w:sz w:val="30"/>
          <w:szCs w:val="30"/>
        </w:rPr>
      </w:pPr>
      <w:bookmarkStart w:id="0" w:name="_GoBack"/>
      <w:r>
        <w:rPr>
          <w:b/>
          <w:sz w:val="30"/>
          <w:szCs w:val="30"/>
        </w:rPr>
        <w:t xml:space="preserve">78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267B5F" w:rsidRPr="00277E70" w:rsidRDefault="00267B5F" w:rsidP="00267B5F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267B5F" w:rsidRPr="004F75FB" w:rsidRDefault="00267B5F" w:rsidP="00267B5F">
      <w:pPr>
        <w:rPr>
          <w:sz w:val="18"/>
          <w:szCs w:val="18"/>
          <w:u w:val="single"/>
        </w:rPr>
      </w:pPr>
    </w:p>
    <w:p w:rsidR="00267B5F" w:rsidRPr="00D376B5" w:rsidRDefault="00267B5F" w:rsidP="00267B5F">
      <w:pPr>
        <w:rPr>
          <w:b/>
          <w:sz w:val="28"/>
        </w:rPr>
      </w:pPr>
      <w:r w:rsidRPr="00F414C6">
        <w:rPr>
          <w:b/>
          <w:sz w:val="28"/>
          <w:u w:val="single"/>
        </w:rPr>
        <w:t>11.06.2020</w:t>
      </w:r>
      <w:r w:rsidRPr="00F414C6">
        <w:rPr>
          <w:b/>
          <w:sz w:val="28"/>
        </w:rPr>
        <w:t xml:space="preserve">  №</w:t>
      </w:r>
      <w:r w:rsidRPr="00D376B5">
        <w:rPr>
          <w:b/>
          <w:sz w:val="28"/>
        </w:rPr>
        <w:t xml:space="preserve"> </w:t>
      </w:r>
      <w:r w:rsidR="00F414C6" w:rsidRPr="00F414C6">
        <w:rPr>
          <w:b/>
          <w:sz w:val="28"/>
          <w:u w:val="single"/>
        </w:rPr>
        <w:t>2185</w:t>
      </w:r>
      <w:r w:rsidRPr="00F414C6">
        <w:rPr>
          <w:b/>
          <w:sz w:val="28"/>
          <w:u w:val="single"/>
        </w:rPr>
        <w:t xml:space="preserve"> </w:t>
      </w:r>
      <w:r w:rsidRPr="00D376B5">
        <w:rPr>
          <w:b/>
          <w:sz w:val="28"/>
        </w:rPr>
        <w:t xml:space="preserve">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34226E" w:rsidRDefault="0034226E" w:rsidP="0034226E">
      <w:pPr>
        <w:jc w:val="center"/>
        <w:rPr>
          <w:b/>
          <w:bCs/>
          <w:sz w:val="28"/>
          <w:szCs w:val="28"/>
        </w:rPr>
      </w:pPr>
    </w:p>
    <w:p w:rsidR="0034226E" w:rsidRDefault="0034226E" w:rsidP="0034226E">
      <w:pPr>
        <w:jc w:val="center"/>
        <w:rPr>
          <w:b/>
          <w:bCs/>
          <w:sz w:val="28"/>
          <w:szCs w:val="28"/>
        </w:rPr>
      </w:pPr>
    </w:p>
    <w:p w:rsidR="0034226E" w:rsidRDefault="0034226E" w:rsidP="0034226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34226E" w:rsidRPr="00191EE5" w:rsidRDefault="0034226E" w:rsidP="0034226E">
      <w:pPr>
        <w:spacing w:after="24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Pr="00191EE5">
        <w:rPr>
          <w:b/>
          <w:sz w:val="28"/>
          <w:szCs w:val="28"/>
          <w:lang w:val="ru-RU"/>
        </w:rPr>
        <w:t>вул.Героїв</w:t>
      </w:r>
      <w:proofErr w:type="spellEnd"/>
      <w:r w:rsidRPr="00191EE5">
        <w:rPr>
          <w:b/>
          <w:sz w:val="28"/>
          <w:szCs w:val="28"/>
          <w:lang w:val="ru-RU"/>
        </w:rPr>
        <w:t xml:space="preserve"> Майдану, 4</w:t>
      </w:r>
    </w:p>
    <w:bookmarkEnd w:id="0"/>
    <w:p w:rsidR="0034226E" w:rsidRDefault="0034226E" w:rsidP="0034226E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E93091">
        <w:rPr>
          <w:sz w:val="28"/>
          <w:szCs w:val="28"/>
        </w:rPr>
        <w:t>17.03.</w:t>
      </w:r>
      <w:r w:rsidR="00E93091" w:rsidRPr="00990A17">
        <w:rPr>
          <w:sz w:val="28"/>
          <w:szCs w:val="28"/>
        </w:rPr>
        <w:t>2020р. №</w:t>
      </w:r>
      <w:r w:rsidR="00E93091">
        <w:rPr>
          <w:sz w:val="28"/>
          <w:szCs w:val="28"/>
        </w:rPr>
        <w:t xml:space="preserve">2095 </w:t>
      </w:r>
      <w:r>
        <w:rPr>
          <w:sz w:val="28"/>
          <w:szCs w:val="28"/>
        </w:rPr>
        <w:t xml:space="preserve">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34226E" w:rsidRDefault="0034226E" w:rsidP="0034226E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34226E" w:rsidRDefault="0034226E" w:rsidP="0034226E">
      <w:pPr>
        <w:jc w:val="center"/>
        <w:rPr>
          <w:b/>
          <w:sz w:val="28"/>
        </w:rPr>
      </w:pPr>
    </w:p>
    <w:p w:rsidR="0034226E" w:rsidRPr="00661EC4" w:rsidRDefault="0034226E" w:rsidP="0034226E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34226E" w:rsidRDefault="0034226E" w:rsidP="0034226E">
      <w:pPr>
        <w:jc w:val="both"/>
        <w:rPr>
          <w:sz w:val="16"/>
          <w:szCs w:val="16"/>
        </w:rPr>
      </w:pPr>
    </w:p>
    <w:p w:rsidR="0034226E" w:rsidRPr="00321718" w:rsidRDefault="0034226E" w:rsidP="0034226E">
      <w:pPr>
        <w:jc w:val="both"/>
        <w:rPr>
          <w:sz w:val="16"/>
          <w:szCs w:val="16"/>
        </w:rPr>
      </w:pPr>
    </w:p>
    <w:p w:rsidR="0034226E" w:rsidRPr="006F553D" w:rsidRDefault="0034226E" w:rsidP="0034226E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Pr="00F44FCE">
        <w:rPr>
          <w:b/>
          <w:sz w:val="28"/>
          <w:szCs w:val="28"/>
        </w:rPr>
        <w:t>вул.Героїв</w:t>
      </w:r>
      <w:proofErr w:type="spellEnd"/>
      <w:r w:rsidRPr="00F44FCE">
        <w:rPr>
          <w:b/>
          <w:sz w:val="28"/>
          <w:szCs w:val="28"/>
        </w:rPr>
        <w:t xml:space="preserve"> Майдану, 4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E93091">
        <w:rPr>
          <w:sz w:val="28"/>
          <w:szCs w:val="28"/>
        </w:rPr>
        <w:t>17.03.</w:t>
      </w:r>
      <w:r w:rsidR="00E93091" w:rsidRPr="00990A17">
        <w:rPr>
          <w:sz w:val="28"/>
          <w:szCs w:val="28"/>
        </w:rPr>
        <w:t>2020р. №</w:t>
      </w:r>
      <w:r w:rsidR="00E93091">
        <w:rPr>
          <w:sz w:val="28"/>
          <w:szCs w:val="28"/>
        </w:rPr>
        <w:t>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34226E" w:rsidRDefault="0034226E" w:rsidP="0034226E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34226E" w:rsidRDefault="0034226E" w:rsidP="0034226E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34226E" w:rsidRPr="002C3901" w:rsidRDefault="0034226E" w:rsidP="0034226E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34226E" w:rsidRDefault="0034226E" w:rsidP="0034226E">
      <w:pPr>
        <w:spacing w:after="120"/>
        <w:ind w:firstLine="708"/>
        <w:jc w:val="both"/>
        <w:rPr>
          <w:sz w:val="28"/>
          <w:szCs w:val="28"/>
        </w:rPr>
      </w:pPr>
    </w:p>
    <w:p w:rsidR="0034226E" w:rsidRPr="00202293" w:rsidRDefault="0034226E" w:rsidP="0034226E">
      <w:pPr>
        <w:ind w:firstLine="708"/>
        <w:jc w:val="both"/>
        <w:rPr>
          <w:sz w:val="28"/>
          <w:szCs w:val="28"/>
        </w:rPr>
      </w:pPr>
    </w:p>
    <w:p w:rsidR="0034226E" w:rsidRPr="009147B9" w:rsidRDefault="0034226E" w:rsidP="0034226E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34226E" w:rsidRPr="00322C90" w:rsidRDefault="0034226E" w:rsidP="0034226E">
      <w:pPr>
        <w:ind w:right="-87"/>
        <w:jc w:val="both"/>
        <w:rPr>
          <w:b/>
          <w:sz w:val="24"/>
          <w:lang w:val="ru-RU"/>
        </w:rPr>
      </w:pPr>
    </w:p>
    <w:p w:rsidR="0034226E" w:rsidRDefault="0034226E" w:rsidP="0034226E">
      <w:pPr>
        <w:ind w:right="-87"/>
        <w:jc w:val="both"/>
        <w:rPr>
          <w:b/>
          <w:sz w:val="24"/>
          <w:lang w:val="ru-RU"/>
        </w:rPr>
      </w:pPr>
    </w:p>
    <w:p w:rsidR="0034226E" w:rsidRDefault="0034226E" w:rsidP="0034226E">
      <w:pPr>
        <w:ind w:right="-87"/>
        <w:jc w:val="both"/>
        <w:rPr>
          <w:b/>
          <w:sz w:val="24"/>
          <w:lang w:val="ru-RU"/>
        </w:rPr>
      </w:pPr>
    </w:p>
    <w:p w:rsidR="0034226E" w:rsidRPr="004F26C1" w:rsidRDefault="0034226E" w:rsidP="0034226E">
      <w:pPr>
        <w:ind w:right="-87"/>
        <w:jc w:val="both"/>
        <w:rPr>
          <w:b/>
          <w:sz w:val="24"/>
          <w:lang w:val="ru-RU"/>
        </w:rPr>
      </w:pPr>
    </w:p>
    <w:p w:rsidR="0034226E" w:rsidRDefault="0034226E" w:rsidP="0034226E">
      <w:pPr>
        <w:ind w:right="-87"/>
        <w:jc w:val="both"/>
        <w:rPr>
          <w:b/>
          <w:sz w:val="24"/>
        </w:rPr>
      </w:pPr>
    </w:p>
    <w:p w:rsidR="0034226E" w:rsidRDefault="0034226E" w:rsidP="0034226E">
      <w:pPr>
        <w:ind w:right="-87"/>
        <w:jc w:val="both"/>
        <w:rPr>
          <w:b/>
          <w:sz w:val="24"/>
        </w:rPr>
      </w:pPr>
    </w:p>
    <w:p w:rsidR="0034226E" w:rsidRPr="00135A3E" w:rsidRDefault="0034226E" w:rsidP="0034226E">
      <w:pPr>
        <w:ind w:right="-87"/>
        <w:jc w:val="both"/>
        <w:rPr>
          <w:b/>
          <w:sz w:val="24"/>
        </w:rPr>
      </w:pPr>
    </w:p>
    <w:sectPr w:rsidR="0034226E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FB2EC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FB2EC5">
    <w:pPr>
      <w:pStyle w:val="a7"/>
      <w:jc w:val="center"/>
    </w:pPr>
    <w:fldSimple w:instr=" PAGE   \* MERGEFORMAT ">
      <w:r w:rsidR="00F414C6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70D65"/>
    <w:rsid w:val="000A3144"/>
    <w:rsid w:val="000B0E44"/>
    <w:rsid w:val="000B3493"/>
    <w:rsid w:val="000C165F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874FD"/>
    <w:rsid w:val="00191EE5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3792"/>
    <w:rsid w:val="00207F88"/>
    <w:rsid w:val="00253943"/>
    <w:rsid w:val="00266E60"/>
    <w:rsid w:val="002670E2"/>
    <w:rsid w:val="00267B5F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4226E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55E95"/>
    <w:rsid w:val="00467346"/>
    <w:rsid w:val="004676AA"/>
    <w:rsid w:val="0047038B"/>
    <w:rsid w:val="00476383"/>
    <w:rsid w:val="004931EF"/>
    <w:rsid w:val="00493D81"/>
    <w:rsid w:val="00494C4F"/>
    <w:rsid w:val="004B6F9C"/>
    <w:rsid w:val="004D4CD5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0FD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D09E9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238F"/>
    <w:rsid w:val="00963D97"/>
    <w:rsid w:val="009702BD"/>
    <w:rsid w:val="0097449B"/>
    <w:rsid w:val="00975431"/>
    <w:rsid w:val="00975D42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3091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14C6"/>
    <w:rsid w:val="00F44FCE"/>
    <w:rsid w:val="00F4680B"/>
    <w:rsid w:val="00F56BAB"/>
    <w:rsid w:val="00F627D9"/>
    <w:rsid w:val="00F677A3"/>
    <w:rsid w:val="00F80F91"/>
    <w:rsid w:val="00F952DA"/>
    <w:rsid w:val="00FA7CD0"/>
    <w:rsid w:val="00FB2EC5"/>
    <w:rsid w:val="00FB4634"/>
    <w:rsid w:val="00FB4B4B"/>
    <w:rsid w:val="00FB6858"/>
    <w:rsid w:val="00FC082A"/>
    <w:rsid w:val="00FC4C88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E7AD7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8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6CBB8-5A7D-41DF-9316-8645FBCC6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</TotalTime>
  <Pages>1</Pages>
  <Words>180</Words>
  <Characters>1213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3</cp:revision>
  <cp:lastPrinted>2020-03-25T07:07:00Z</cp:lastPrinted>
  <dcterms:created xsi:type="dcterms:W3CDTF">2020-06-17T10:37:00Z</dcterms:created>
  <dcterms:modified xsi:type="dcterms:W3CDTF">2020-06-17T10:38:00Z</dcterms:modified>
</cp:coreProperties>
</file>