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44" w:rsidRPr="00226035" w:rsidRDefault="00951B44" w:rsidP="00840F1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b/>
          <w:lang w:val="uk-UA"/>
        </w:rPr>
      </w:pPr>
      <w:r w:rsidRPr="00F05F89">
        <w:rPr>
          <w:rFonts w:ascii="Times New Roman" w:hAnsi="Times New Roman"/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54pt;visibility:visible">
            <v:imagedata r:id="rId4" o:title=""/>
          </v:shape>
        </w:pict>
      </w:r>
    </w:p>
    <w:p w:rsidR="00951B44" w:rsidRPr="00226035" w:rsidRDefault="00951B44" w:rsidP="00840F15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51B44" w:rsidRPr="00226035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26035">
        <w:rPr>
          <w:rFonts w:ascii="Times New Roman" w:hAnsi="Times New Roman"/>
          <w:b/>
          <w:sz w:val="36"/>
          <w:szCs w:val="36"/>
        </w:rPr>
        <w:t>У К Р А Ї Н А</w:t>
      </w:r>
    </w:p>
    <w:p w:rsidR="00951B44" w:rsidRPr="00226035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26035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951B44" w:rsidRPr="00226035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78 </w:t>
      </w:r>
      <w:r w:rsidRPr="00226035">
        <w:rPr>
          <w:rFonts w:ascii="Times New Roman" w:hAnsi="Times New Roman"/>
          <w:b/>
          <w:sz w:val="32"/>
          <w:szCs w:val="32"/>
        </w:rPr>
        <w:t>сесія V</w:t>
      </w:r>
      <w:r w:rsidRPr="00226035">
        <w:rPr>
          <w:rFonts w:ascii="Times New Roman" w:hAnsi="Times New Roman"/>
          <w:b/>
          <w:sz w:val="32"/>
          <w:szCs w:val="32"/>
          <w:lang w:val="uk-UA"/>
        </w:rPr>
        <w:t>ІІ</w:t>
      </w:r>
      <w:r w:rsidRPr="00226035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951B44" w:rsidRPr="00226035" w:rsidRDefault="00951B44" w:rsidP="00840F1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24"/>
          <w:lang w:eastAsia="ru-RU"/>
        </w:rPr>
      </w:pPr>
      <w:r w:rsidRPr="00226035">
        <w:rPr>
          <w:rFonts w:ascii="Times New Roman" w:hAnsi="Times New Roman"/>
          <w:b/>
          <w:sz w:val="32"/>
          <w:szCs w:val="24"/>
          <w:lang w:val="uk-UA" w:eastAsia="ru-RU"/>
        </w:rPr>
        <w:t>Р  І  Ш  Е  Н  Н  Я</w:t>
      </w:r>
    </w:p>
    <w:p w:rsidR="00951B44" w:rsidRPr="00226035" w:rsidRDefault="00951B44" w:rsidP="00840F15">
      <w:pPr>
        <w:spacing w:after="0" w:line="240" w:lineRule="auto"/>
        <w:jc w:val="both"/>
        <w:rPr>
          <w:lang w:eastAsia="ru-RU"/>
        </w:rPr>
      </w:pPr>
    </w:p>
    <w:p w:rsidR="00951B44" w:rsidRPr="00226035" w:rsidRDefault="00951B44" w:rsidP="00840F15">
      <w:pPr>
        <w:spacing w:after="0" w:line="240" w:lineRule="auto"/>
        <w:jc w:val="both"/>
        <w:rPr>
          <w:b/>
          <w:bCs/>
          <w:sz w:val="16"/>
          <w:szCs w:val="16"/>
          <w:u w:val="single"/>
          <w:lang w:val="uk-UA"/>
        </w:rPr>
      </w:pP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11. 06. 2020 </w:t>
      </w:r>
      <w:r w:rsidRPr="00226035">
        <w:rPr>
          <w:rFonts w:ascii="Times New Roman" w:hAnsi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2182</w:t>
      </w:r>
      <w:r w:rsidRPr="00226035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</w:t>
      </w:r>
      <w:r w:rsidRPr="0022603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226035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B44" w:rsidRPr="00E8494F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8494F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затвердження</w:t>
      </w:r>
      <w:r w:rsidRPr="00E8494F">
        <w:rPr>
          <w:rFonts w:ascii="Times New Roman" w:hAnsi="Times New Roman"/>
          <w:b/>
          <w:sz w:val="28"/>
          <w:szCs w:val="28"/>
          <w:lang w:val="uk-UA"/>
        </w:rPr>
        <w:t xml:space="preserve"> Програми реалізації Бюджету ініціатив чернівчан  (бюджету участі) у місті Чернівцях на 20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4366C3">
        <w:rPr>
          <w:rFonts w:ascii="Times New Roman" w:hAnsi="Times New Roman"/>
          <w:b/>
          <w:sz w:val="28"/>
          <w:szCs w:val="28"/>
          <w:lang w:val="uk-UA"/>
        </w:rPr>
        <w:t>1</w:t>
      </w:r>
      <w:r w:rsidRPr="00E8494F">
        <w:rPr>
          <w:rFonts w:ascii="Times New Roman" w:hAnsi="Times New Roman"/>
          <w:b/>
          <w:sz w:val="28"/>
          <w:szCs w:val="28"/>
          <w:lang w:val="uk-UA"/>
        </w:rPr>
        <w:t>-202</w:t>
      </w:r>
      <w:r w:rsidRPr="00FC3214">
        <w:rPr>
          <w:rFonts w:ascii="Times New Roman" w:hAnsi="Times New Roman"/>
          <w:b/>
          <w:sz w:val="28"/>
          <w:szCs w:val="28"/>
          <w:lang w:val="uk-UA"/>
        </w:rPr>
        <w:t>4</w:t>
      </w:r>
      <w:r w:rsidRPr="00E8494F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951B44" w:rsidRPr="00E8494F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B44" w:rsidRPr="00226035" w:rsidRDefault="00951B44" w:rsidP="00840F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26035">
        <w:rPr>
          <w:rFonts w:ascii="Times New Roman" w:hAnsi="Times New Roman"/>
          <w:sz w:val="28"/>
          <w:szCs w:val="28"/>
          <w:lang w:val="uk-UA"/>
        </w:rPr>
        <w:t>З метою створення та запровадження ефективної системи взаємодії влади та громадськості в бюджетному процесі для задоволення потреб мешканців міста Чернівців, керуючись статтями 3, 26, частиною 1 статті 59 Закону України «Про міс</w:t>
      </w:r>
      <w:r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Pr="00226035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260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51B44" w:rsidRPr="00226035" w:rsidRDefault="00951B44" w:rsidP="00840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603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951B44" w:rsidRPr="00226035" w:rsidRDefault="00951B44" w:rsidP="00840F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B44" w:rsidRPr="00E8494F" w:rsidRDefault="00951B44" w:rsidP="00840F15">
      <w:pPr>
        <w:tabs>
          <w:tab w:val="left" w:pos="1080"/>
        </w:tabs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6035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22603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Pr="00E849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6035">
        <w:rPr>
          <w:rFonts w:ascii="Times New Roman" w:hAnsi="Times New Roman"/>
          <w:sz w:val="28"/>
          <w:szCs w:val="28"/>
          <w:lang w:val="uk-UA"/>
        </w:rPr>
        <w:t>Програм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226035">
        <w:rPr>
          <w:rFonts w:ascii="Times New Roman" w:hAnsi="Times New Roman"/>
          <w:sz w:val="28"/>
          <w:szCs w:val="28"/>
          <w:lang w:val="uk-UA"/>
        </w:rPr>
        <w:t xml:space="preserve"> реалізації Бюджету ініціатив чернівчан (бюджету участі) у місті Чернівці </w:t>
      </w:r>
      <w:r w:rsidRPr="00E8494F">
        <w:rPr>
          <w:rFonts w:ascii="Times New Roman" w:hAnsi="Times New Roman"/>
          <w:sz w:val="28"/>
          <w:szCs w:val="28"/>
          <w:lang w:val="uk-UA"/>
        </w:rPr>
        <w:t>на 202</w:t>
      </w:r>
      <w:r w:rsidRPr="004366C3">
        <w:rPr>
          <w:rFonts w:ascii="Times New Roman" w:hAnsi="Times New Roman"/>
          <w:sz w:val="28"/>
          <w:szCs w:val="28"/>
          <w:lang w:val="uk-UA"/>
        </w:rPr>
        <w:t>1</w:t>
      </w:r>
      <w:r w:rsidRPr="00E8494F">
        <w:rPr>
          <w:rFonts w:ascii="Times New Roman" w:hAnsi="Times New Roman"/>
          <w:sz w:val="28"/>
          <w:szCs w:val="28"/>
          <w:lang w:val="uk-UA"/>
        </w:rPr>
        <w:t>-202</w:t>
      </w:r>
      <w:r w:rsidRPr="00FC3214">
        <w:rPr>
          <w:rFonts w:ascii="Times New Roman" w:hAnsi="Times New Roman"/>
          <w:sz w:val="28"/>
          <w:szCs w:val="28"/>
          <w:lang w:val="uk-UA"/>
        </w:rPr>
        <w:t>4</w:t>
      </w:r>
      <w:r w:rsidRPr="00E8494F">
        <w:rPr>
          <w:rFonts w:ascii="Times New Roman" w:hAnsi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51B44" w:rsidRPr="00E8494F" w:rsidRDefault="00951B44" w:rsidP="00840F15">
      <w:pPr>
        <w:spacing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Викласти Програму </w:t>
      </w:r>
      <w:r w:rsidRPr="00E8494F">
        <w:rPr>
          <w:rFonts w:ascii="Times New Roman" w:hAnsi="Times New Roman"/>
          <w:sz w:val="28"/>
          <w:szCs w:val="28"/>
          <w:lang w:val="uk-UA"/>
        </w:rPr>
        <w:t>реалізації Бюджету ініціатив чернівчан (бюджету участі) у місті Чернівці 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366C3">
        <w:rPr>
          <w:rFonts w:ascii="Times New Roman" w:hAnsi="Times New Roman"/>
          <w:sz w:val="28"/>
          <w:szCs w:val="28"/>
        </w:rPr>
        <w:t>1</w:t>
      </w:r>
      <w:r w:rsidRPr="00E8494F">
        <w:rPr>
          <w:rFonts w:ascii="Times New Roman" w:hAnsi="Times New Roman"/>
          <w:sz w:val="28"/>
          <w:szCs w:val="28"/>
          <w:lang w:val="uk-UA"/>
        </w:rPr>
        <w:t>-202</w:t>
      </w:r>
      <w:r w:rsidRPr="004366C3">
        <w:rPr>
          <w:rFonts w:ascii="Times New Roman" w:hAnsi="Times New Roman"/>
          <w:sz w:val="28"/>
          <w:szCs w:val="28"/>
        </w:rPr>
        <w:t>4</w:t>
      </w:r>
      <w:r w:rsidRPr="00E8494F">
        <w:rPr>
          <w:rFonts w:ascii="Times New Roman" w:hAnsi="Times New Roman"/>
          <w:sz w:val="28"/>
          <w:szCs w:val="28"/>
          <w:lang w:val="uk-UA"/>
        </w:rPr>
        <w:t xml:space="preserve"> роки, в редакції, що додається.</w:t>
      </w:r>
    </w:p>
    <w:p w:rsidR="00951B44" w:rsidRPr="00226035" w:rsidRDefault="00951B44" w:rsidP="00840F15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8494F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6035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951B44" w:rsidRPr="00226035" w:rsidRDefault="00951B44" w:rsidP="00840F15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226035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2603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6035">
        <w:rPr>
          <w:rFonts w:ascii="Times New Roman" w:hAnsi="Times New Roman"/>
          <w:sz w:val="28"/>
          <w:szCs w:val="28"/>
          <w:lang w:val="uk-UA"/>
        </w:rPr>
        <w:t>Організацію виконання цього рішення покласти на відділ інформації та зв’язків з громадськістю міської ради, фінансове управління міської ради та відділ комп’ютерно-технічного  забезпечення  міської  ради.</w:t>
      </w:r>
    </w:p>
    <w:p w:rsidR="00951B44" w:rsidRDefault="00951B44" w:rsidP="00840F15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226035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26035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951B44" w:rsidRPr="00226035" w:rsidRDefault="00951B44" w:rsidP="00840F15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B44" w:rsidRDefault="00951B44" w:rsidP="00840F1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>Чернівецький міський голова</w:t>
      </w: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</w:t>
      </w: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26035">
        <w:rPr>
          <w:rFonts w:ascii="Times New Roman" w:hAnsi="Times New Roman"/>
          <w:b/>
          <w:bCs/>
          <w:sz w:val="28"/>
          <w:szCs w:val="28"/>
          <w:lang w:val="uk-UA"/>
        </w:rPr>
        <w:tab/>
        <w:t>О.Каспрук</w:t>
      </w:r>
    </w:p>
    <w:p w:rsidR="00951B44" w:rsidRDefault="00951B44" w:rsidP="00840F1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51B44" w:rsidRDefault="00951B44" w:rsidP="00840F1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51B44" w:rsidRDefault="00951B44" w:rsidP="00840F1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51B44" w:rsidRPr="00E41F91" w:rsidRDefault="00951B44" w:rsidP="00840F15">
      <w:pPr>
        <w:rPr>
          <w:lang w:val="uk-UA"/>
        </w:rPr>
      </w:pPr>
      <w:bookmarkStart w:id="0" w:name="_GoBack"/>
      <w:bookmarkEnd w:id="0"/>
    </w:p>
    <w:sectPr w:rsidR="00951B44" w:rsidRPr="00E41F91" w:rsidSect="00F6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94F"/>
    <w:rsid w:val="00026FBF"/>
    <w:rsid w:val="00036CDB"/>
    <w:rsid w:val="00043671"/>
    <w:rsid w:val="00045CBD"/>
    <w:rsid w:val="00050FB0"/>
    <w:rsid w:val="00054752"/>
    <w:rsid w:val="00060067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206073"/>
    <w:rsid w:val="002135A5"/>
    <w:rsid w:val="0022430D"/>
    <w:rsid w:val="00226035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4E0D"/>
    <w:rsid w:val="002B47C0"/>
    <w:rsid w:val="002C34B8"/>
    <w:rsid w:val="002D4BD7"/>
    <w:rsid w:val="002D5D18"/>
    <w:rsid w:val="002D6D07"/>
    <w:rsid w:val="002E1341"/>
    <w:rsid w:val="002E2C5F"/>
    <w:rsid w:val="002E2E4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40ED"/>
    <w:rsid w:val="003D780B"/>
    <w:rsid w:val="003E0D90"/>
    <w:rsid w:val="003E5181"/>
    <w:rsid w:val="004010C6"/>
    <w:rsid w:val="0041626C"/>
    <w:rsid w:val="00423B8B"/>
    <w:rsid w:val="00427224"/>
    <w:rsid w:val="004312B7"/>
    <w:rsid w:val="004366C3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F33CC"/>
    <w:rsid w:val="005F4543"/>
    <w:rsid w:val="00604533"/>
    <w:rsid w:val="006119B4"/>
    <w:rsid w:val="006226D8"/>
    <w:rsid w:val="00622D96"/>
    <w:rsid w:val="00626416"/>
    <w:rsid w:val="00635E09"/>
    <w:rsid w:val="00665B5F"/>
    <w:rsid w:val="00685113"/>
    <w:rsid w:val="006932F9"/>
    <w:rsid w:val="006A51AE"/>
    <w:rsid w:val="006B2DCC"/>
    <w:rsid w:val="006C0B3B"/>
    <w:rsid w:val="006E21AE"/>
    <w:rsid w:val="006E5F20"/>
    <w:rsid w:val="006F19F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0F15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51B44"/>
    <w:rsid w:val="00966E79"/>
    <w:rsid w:val="00985322"/>
    <w:rsid w:val="00992042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73BBF"/>
    <w:rsid w:val="00B832F2"/>
    <w:rsid w:val="00B83B3B"/>
    <w:rsid w:val="00BB4942"/>
    <w:rsid w:val="00BB57C1"/>
    <w:rsid w:val="00BC00B2"/>
    <w:rsid w:val="00BC0643"/>
    <w:rsid w:val="00BD398C"/>
    <w:rsid w:val="00BE0E35"/>
    <w:rsid w:val="00BE3F66"/>
    <w:rsid w:val="00BF6063"/>
    <w:rsid w:val="00C15D55"/>
    <w:rsid w:val="00C17AE7"/>
    <w:rsid w:val="00C20D4F"/>
    <w:rsid w:val="00C469DB"/>
    <w:rsid w:val="00C54823"/>
    <w:rsid w:val="00C67C0E"/>
    <w:rsid w:val="00C72CE2"/>
    <w:rsid w:val="00C9655B"/>
    <w:rsid w:val="00CA080A"/>
    <w:rsid w:val="00CA26AE"/>
    <w:rsid w:val="00CA300C"/>
    <w:rsid w:val="00CB181F"/>
    <w:rsid w:val="00CE21E5"/>
    <w:rsid w:val="00CF2E2B"/>
    <w:rsid w:val="00D003D3"/>
    <w:rsid w:val="00D02F20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F4170"/>
    <w:rsid w:val="00E045FE"/>
    <w:rsid w:val="00E06ADD"/>
    <w:rsid w:val="00E15683"/>
    <w:rsid w:val="00E21C24"/>
    <w:rsid w:val="00E23C75"/>
    <w:rsid w:val="00E34069"/>
    <w:rsid w:val="00E41F91"/>
    <w:rsid w:val="00E618DD"/>
    <w:rsid w:val="00E64B40"/>
    <w:rsid w:val="00E8494F"/>
    <w:rsid w:val="00EA2EBB"/>
    <w:rsid w:val="00EA7709"/>
    <w:rsid w:val="00EB0475"/>
    <w:rsid w:val="00EB168F"/>
    <w:rsid w:val="00EE0C16"/>
    <w:rsid w:val="00EF3154"/>
    <w:rsid w:val="00EF4CF5"/>
    <w:rsid w:val="00F0110F"/>
    <w:rsid w:val="00F05F89"/>
    <w:rsid w:val="00F14D22"/>
    <w:rsid w:val="00F30A2D"/>
    <w:rsid w:val="00F30BF6"/>
    <w:rsid w:val="00F4507E"/>
    <w:rsid w:val="00F476AE"/>
    <w:rsid w:val="00F51618"/>
    <w:rsid w:val="00F54FA5"/>
    <w:rsid w:val="00F614DE"/>
    <w:rsid w:val="00F66A05"/>
    <w:rsid w:val="00F8176B"/>
    <w:rsid w:val="00F84051"/>
    <w:rsid w:val="00F956A2"/>
    <w:rsid w:val="00FA602C"/>
    <w:rsid w:val="00FB23D3"/>
    <w:rsid w:val="00FC1B8E"/>
    <w:rsid w:val="00FC3214"/>
    <w:rsid w:val="00FC51A0"/>
    <w:rsid w:val="00FC6BF5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4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4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45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201</Words>
  <Characters>1151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6</cp:revision>
  <dcterms:created xsi:type="dcterms:W3CDTF">2020-02-03T10:01:00Z</dcterms:created>
  <dcterms:modified xsi:type="dcterms:W3CDTF">2020-06-22T07:31:00Z</dcterms:modified>
</cp:coreProperties>
</file>