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5A" w:rsidRPr="0098460D" w:rsidRDefault="002D745A" w:rsidP="00984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DE552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2D745A" w:rsidRPr="0098460D" w:rsidRDefault="002D745A" w:rsidP="0098460D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2D745A" w:rsidRPr="0098460D" w:rsidRDefault="002D745A" w:rsidP="0098460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8460D">
        <w:rPr>
          <w:rFonts w:ascii="Times New Roman" w:hAnsi="Times New Roman"/>
          <w:b/>
          <w:sz w:val="36"/>
          <w:szCs w:val="36"/>
        </w:rPr>
        <w:t>У К Р А Ї Н А</w:t>
      </w:r>
    </w:p>
    <w:p w:rsidR="002D745A" w:rsidRPr="0098460D" w:rsidRDefault="002D745A" w:rsidP="0098460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8460D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2D745A" w:rsidRPr="0098460D" w:rsidRDefault="002D745A" w:rsidP="009846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78</w:t>
      </w:r>
      <w:r w:rsidRPr="0098460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98460D">
        <w:rPr>
          <w:rFonts w:ascii="Times New Roman" w:hAnsi="Times New Roman"/>
          <w:b/>
          <w:sz w:val="32"/>
          <w:szCs w:val="32"/>
        </w:rPr>
        <w:t>сесія V</w:t>
      </w:r>
      <w:r w:rsidRPr="0098460D">
        <w:rPr>
          <w:rFonts w:ascii="Times New Roman" w:hAnsi="Times New Roman"/>
          <w:b/>
          <w:sz w:val="32"/>
          <w:szCs w:val="32"/>
          <w:lang w:val="uk-UA"/>
        </w:rPr>
        <w:t>ІІ</w:t>
      </w:r>
      <w:r w:rsidRPr="0098460D">
        <w:rPr>
          <w:rFonts w:ascii="Times New Roman" w:hAnsi="Times New Roman"/>
          <w:b/>
          <w:sz w:val="32"/>
          <w:szCs w:val="32"/>
        </w:rPr>
        <w:t xml:space="preserve"> скликання</w:t>
      </w:r>
    </w:p>
    <w:p w:rsidR="002D745A" w:rsidRPr="0098460D" w:rsidRDefault="002D745A" w:rsidP="0098460D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24"/>
          <w:lang w:eastAsia="ru-RU"/>
        </w:rPr>
      </w:pPr>
      <w:r w:rsidRPr="0098460D">
        <w:rPr>
          <w:rFonts w:ascii="Times New Roman" w:hAnsi="Times New Roman"/>
          <w:b/>
          <w:sz w:val="32"/>
          <w:szCs w:val="24"/>
          <w:lang w:val="uk-UA" w:eastAsia="ru-RU"/>
        </w:rPr>
        <w:t>Р  І  Ш  Е  Н  Н  Я</w:t>
      </w:r>
    </w:p>
    <w:p w:rsidR="002D745A" w:rsidRPr="0098460D" w:rsidRDefault="002D745A" w:rsidP="0098460D">
      <w:pPr>
        <w:spacing w:after="0" w:line="240" w:lineRule="auto"/>
        <w:jc w:val="both"/>
        <w:rPr>
          <w:lang w:eastAsia="ru-RU"/>
        </w:rPr>
      </w:pPr>
    </w:p>
    <w:p w:rsidR="002D745A" w:rsidRPr="0098460D" w:rsidRDefault="002D745A" w:rsidP="0098460D">
      <w:pPr>
        <w:spacing w:after="0" w:line="240" w:lineRule="auto"/>
        <w:jc w:val="both"/>
        <w:rPr>
          <w:b/>
          <w:bCs/>
          <w:sz w:val="16"/>
          <w:szCs w:val="16"/>
          <w:u w:val="single"/>
          <w:lang w:val="uk-UA"/>
        </w:rPr>
      </w:pPr>
    </w:p>
    <w:p w:rsidR="002D745A" w:rsidRPr="0098460D" w:rsidRDefault="002D745A" w:rsidP="009846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11. 06. </w:t>
      </w:r>
      <w:r w:rsidRPr="00411356">
        <w:rPr>
          <w:rFonts w:ascii="Times New Roman" w:hAnsi="Times New Roman"/>
          <w:bCs/>
          <w:sz w:val="28"/>
          <w:szCs w:val="28"/>
          <w:u w:val="single"/>
          <w:lang w:val="uk-UA"/>
        </w:rPr>
        <w:t>2020</w:t>
      </w:r>
      <w:r w:rsidRPr="0098460D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2181</w:t>
      </w:r>
      <w:r w:rsidRPr="00411356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</w:t>
      </w:r>
      <w:r w:rsidRPr="0098460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Pr="0098460D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2D745A" w:rsidRPr="0098460D" w:rsidRDefault="002D745A" w:rsidP="009846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745A" w:rsidRPr="0098460D" w:rsidRDefault="002D745A" w:rsidP="0098460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745A" w:rsidRPr="0098460D" w:rsidRDefault="002D745A" w:rsidP="0098460D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98460D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Про внесення змін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до Програми реалізації Бюджету ініціатив чернівчан (бюджету участі) у місті Чернівцях на 2016-2020 роки,  </w:t>
      </w:r>
      <w:r w:rsidRPr="0098460D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затвердженої рішенням</w:t>
      </w:r>
      <w:r w:rsidRPr="0098460D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 </w:t>
      </w:r>
      <w:r w:rsidRPr="0098460D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 xml:space="preserve">міської ради </w:t>
      </w:r>
      <w:r w:rsidRPr="0098460D">
        <w:rPr>
          <w:rFonts w:ascii="Times New Roman" w:hAnsi="Times New Roman"/>
          <w:b/>
          <w:bCs/>
          <w:spacing w:val="-4"/>
          <w:sz w:val="28"/>
          <w:szCs w:val="28"/>
          <w:lang w:val="en-US"/>
        </w:rPr>
        <w:t>V</w:t>
      </w:r>
      <w:r w:rsidRPr="0098460D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 xml:space="preserve">ІІ скликання від </w:t>
      </w:r>
      <w:r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20</w:t>
      </w:r>
      <w:r w:rsidRPr="0098460D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6</w:t>
      </w:r>
      <w:r w:rsidRPr="0098460D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.201</w:t>
      </w:r>
      <w:r w:rsidRPr="00FD1C8E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9</w:t>
      </w:r>
      <w:r w:rsidRPr="0098460D"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р. № 1751</w:t>
      </w:r>
    </w:p>
    <w:p w:rsidR="002D745A" w:rsidRPr="0098460D" w:rsidRDefault="002D745A" w:rsidP="009846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D745A" w:rsidRPr="0098460D" w:rsidRDefault="002D745A" w:rsidP="0098460D">
      <w:pPr>
        <w:spacing w:after="0" w:line="240" w:lineRule="auto"/>
        <w:ind w:right="45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745A" w:rsidRPr="0098460D" w:rsidRDefault="002D745A" w:rsidP="0098460D">
      <w:pPr>
        <w:spacing w:after="0" w:line="240" w:lineRule="auto"/>
        <w:ind w:right="459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460D">
        <w:rPr>
          <w:rFonts w:ascii="Times New Roman" w:hAnsi="Times New Roman"/>
          <w:sz w:val="28"/>
          <w:szCs w:val="28"/>
          <w:lang w:val="uk-UA"/>
        </w:rPr>
        <w:t>З метою створення та запровадження ефективної системи взаємодії влади та громадськості в бюджетному процесі для задоволення потреб мешканців міста Чернівців, керуючись статтями 3, 26, частиною 1 статті 59 Закону України «Про місцеве самоврядування в Україні», Чернівецька міська рада</w:t>
      </w:r>
    </w:p>
    <w:p w:rsidR="002D745A" w:rsidRPr="0098460D" w:rsidRDefault="002D745A" w:rsidP="0098460D">
      <w:pPr>
        <w:spacing w:after="0" w:line="240" w:lineRule="auto"/>
        <w:ind w:right="459"/>
        <w:jc w:val="both"/>
        <w:rPr>
          <w:rFonts w:ascii="Times New Roman" w:hAnsi="Times New Roman"/>
          <w:sz w:val="24"/>
          <w:szCs w:val="24"/>
          <w:lang w:val="uk-UA"/>
        </w:rPr>
      </w:pPr>
      <w:r w:rsidRPr="0098460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D745A" w:rsidRPr="0098460D" w:rsidRDefault="002D745A" w:rsidP="0098460D">
      <w:pPr>
        <w:spacing w:after="0" w:line="240" w:lineRule="auto"/>
        <w:ind w:right="45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0D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2D745A" w:rsidRPr="0098460D" w:rsidRDefault="002D745A" w:rsidP="0098460D">
      <w:pPr>
        <w:spacing w:after="0" w:line="240" w:lineRule="auto"/>
        <w:ind w:right="45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745A" w:rsidRPr="00EE763E" w:rsidRDefault="002D745A" w:rsidP="0098460D">
      <w:pPr>
        <w:tabs>
          <w:tab w:val="left" w:pos="993"/>
        </w:tabs>
        <w:spacing w:after="0" w:line="240" w:lineRule="auto"/>
        <w:ind w:right="51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8460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98460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364F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Pr="006B364F">
        <w:rPr>
          <w:rFonts w:ascii="Times New Roman" w:hAnsi="Times New Roman"/>
          <w:bCs/>
          <w:sz w:val="28"/>
          <w:szCs w:val="28"/>
          <w:lang w:val="uk-UA"/>
        </w:rPr>
        <w:t xml:space="preserve">Програми реалізації Бюджету ініціатив чернівчан (бюджету участі) у місті Чернівцях на 2016-2020 роки, затвердженої рішенням міської ради VIІ скликання від 20.06.2019 р. </w:t>
      </w:r>
      <w:r>
        <w:rPr>
          <w:rFonts w:ascii="Times New Roman" w:hAnsi="Times New Roman"/>
          <w:bCs/>
          <w:sz w:val="28"/>
          <w:szCs w:val="28"/>
          <w:lang w:val="uk-UA"/>
        </w:rPr>
        <w:t>№ 1751</w:t>
      </w:r>
      <w:r w:rsidRPr="006B364F">
        <w:rPr>
          <w:rFonts w:ascii="Times New Roman" w:hAnsi="Times New Roman"/>
          <w:sz w:val="28"/>
          <w:szCs w:val="28"/>
          <w:lang w:val="uk-UA"/>
        </w:rPr>
        <w:t>, виклавши Паспорт Програми, додатки 1-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B364F">
        <w:rPr>
          <w:rFonts w:ascii="Times New Roman" w:hAnsi="Times New Roman"/>
          <w:sz w:val="28"/>
          <w:szCs w:val="28"/>
          <w:lang w:val="uk-UA"/>
        </w:rPr>
        <w:t xml:space="preserve"> до Програми в новій редакції (додаються).</w:t>
      </w:r>
    </w:p>
    <w:p w:rsidR="002D745A" w:rsidRPr="0098460D" w:rsidRDefault="002D745A" w:rsidP="0098460D">
      <w:pPr>
        <w:tabs>
          <w:tab w:val="left" w:pos="851"/>
        </w:tabs>
        <w:spacing w:after="0"/>
        <w:ind w:right="510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8460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98460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8460D">
        <w:rPr>
          <w:rFonts w:ascii="Times New Roman" w:hAnsi="Times New Roman"/>
          <w:sz w:val="28"/>
          <w:szCs w:val="28"/>
          <w:lang w:val="uk-UA"/>
        </w:rPr>
        <w:t xml:space="preserve"> Рішення підлягає</w:t>
      </w:r>
      <w:r>
        <w:rPr>
          <w:rFonts w:ascii="Times New Roman" w:hAnsi="Times New Roman"/>
          <w:sz w:val="28"/>
          <w:szCs w:val="28"/>
          <w:lang w:val="uk-UA"/>
        </w:rPr>
        <w:t xml:space="preserve"> оприлюдненню на офіційному веб</w:t>
      </w:r>
      <w:r w:rsidRPr="0098460D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ради.</w:t>
      </w:r>
    </w:p>
    <w:p w:rsidR="002D745A" w:rsidRPr="0098460D" w:rsidRDefault="002D745A" w:rsidP="0098460D">
      <w:pPr>
        <w:spacing w:after="0" w:line="240" w:lineRule="auto"/>
        <w:ind w:right="51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98460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8460D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фінансове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bookmarkStart w:id="0" w:name="_GoBack"/>
      <w:bookmarkEnd w:id="0"/>
      <w:r w:rsidRPr="0098460D">
        <w:rPr>
          <w:rFonts w:ascii="Times New Roman" w:hAnsi="Times New Roman"/>
          <w:sz w:val="28"/>
          <w:szCs w:val="28"/>
          <w:lang w:val="uk-UA"/>
        </w:rPr>
        <w:t xml:space="preserve">  відділ інформації та зв’язків з громадськістю міської ради.</w:t>
      </w:r>
    </w:p>
    <w:p w:rsidR="002D745A" w:rsidRPr="0098460D" w:rsidRDefault="002D745A" w:rsidP="0098460D">
      <w:pPr>
        <w:spacing w:after="0" w:line="240" w:lineRule="auto"/>
        <w:ind w:right="51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98460D">
        <w:rPr>
          <w:rFonts w:ascii="Times New Roman" w:hAnsi="Times New Roman"/>
          <w:b/>
          <w:sz w:val="28"/>
          <w:szCs w:val="28"/>
          <w:lang w:val="uk-UA"/>
        </w:rPr>
        <w:t>.</w:t>
      </w:r>
      <w:r w:rsidRPr="0098460D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 постійну комісію міської ради з питань бюджету і фінансів.</w:t>
      </w:r>
    </w:p>
    <w:p w:rsidR="002D745A" w:rsidRPr="0098460D" w:rsidRDefault="002D745A" w:rsidP="00984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D745A" w:rsidRDefault="002D745A" w:rsidP="00984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D745A" w:rsidRPr="0098460D" w:rsidRDefault="002D745A" w:rsidP="00984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D745A" w:rsidRPr="0098460D" w:rsidRDefault="002D745A" w:rsidP="00984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D745A" w:rsidRPr="00411356" w:rsidRDefault="002D745A" w:rsidP="009846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8460D">
        <w:rPr>
          <w:rFonts w:ascii="Times New Roman" w:hAnsi="Times New Roman"/>
          <w:b/>
          <w:sz w:val="28"/>
          <w:szCs w:val="28"/>
          <w:lang w:val="uk-UA"/>
        </w:rPr>
        <w:t>Чернівецький м</w:t>
      </w:r>
      <w:r w:rsidRPr="0098460D">
        <w:rPr>
          <w:rFonts w:ascii="Times New Roman" w:hAnsi="Times New Roman"/>
          <w:b/>
          <w:sz w:val="28"/>
          <w:szCs w:val="28"/>
        </w:rPr>
        <w:t xml:space="preserve">іський голова </w:t>
      </w:r>
      <w:r w:rsidRPr="0098460D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98460D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98460D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98460D">
        <w:rPr>
          <w:rFonts w:ascii="Times New Roman" w:hAnsi="Times New Roman"/>
          <w:b/>
          <w:sz w:val="28"/>
          <w:szCs w:val="28"/>
        </w:rPr>
        <w:t xml:space="preserve">                             О.</w:t>
      </w:r>
      <w:r w:rsidRPr="0098460D">
        <w:rPr>
          <w:rFonts w:ascii="Times New Roman" w:hAnsi="Times New Roman"/>
          <w:b/>
          <w:sz w:val="28"/>
          <w:szCs w:val="28"/>
          <w:lang w:val="uk-UA"/>
        </w:rPr>
        <w:t xml:space="preserve">Каспрук </w:t>
      </w:r>
    </w:p>
    <w:p w:rsidR="002D745A" w:rsidRDefault="002D745A">
      <w:pPr>
        <w:rPr>
          <w:lang w:val="uk-UA"/>
        </w:rPr>
      </w:pPr>
    </w:p>
    <w:p w:rsidR="002D745A" w:rsidRDefault="002D745A">
      <w:pPr>
        <w:rPr>
          <w:lang w:val="uk-UA"/>
        </w:rPr>
      </w:pPr>
    </w:p>
    <w:p w:rsidR="002D745A" w:rsidRDefault="002D745A">
      <w:pPr>
        <w:rPr>
          <w:lang w:val="uk-UA"/>
        </w:rPr>
      </w:pPr>
    </w:p>
    <w:p w:rsidR="002D745A" w:rsidRDefault="002D745A">
      <w:pPr>
        <w:rPr>
          <w:lang w:val="uk-UA"/>
        </w:rPr>
      </w:pPr>
    </w:p>
    <w:p w:rsidR="002D745A" w:rsidRPr="00F85BBE" w:rsidRDefault="002D745A" w:rsidP="00C9655B">
      <w:pPr>
        <w:spacing w:after="0" w:line="240" w:lineRule="auto"/>
        <w:jc w:val="both"/>
        <w:rPr>
          <w:rFonts w:ascii="Times New Roman" w:hAnsi="Times New Roman"/>
          <w:sz w:val="24"/>
          <w:lang w:val="uk-UA"/>
        </w:rPr>
      </w:pPr>
    </w:p>
    <w:p w:rsidR="002D745A" w:rsidRPr="00F66A05" w:rsidRDefault="002D745A">
      <w:pPr>
        <w:rPr>
          <w:lang w:val="uk-UA"/>
        </w:rPr>
      </w:pPr>
    </w:p>
    <w:sectPr w:rsidR="002D745A" w:rsidRPr="00F66A05" w:rsidSect="00411356">
      <w:headerReference w:type="even" r:id="rId8"/>
      <w:headerReference w:type="default" r:id="rId9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45A" w:rsidRDefault="002D745A" w:rsidP="00C9655B">
      <w:pPr>
        <w:spacing w:after="0" w:line="240" w:lineRule="auto"/>
      </w:pPr>
      <w:r>
        <w:separator/>
      </w:r>
    </w:p>
  </w:endnote>
  <w:endnote w:type="continuationSeparator" w:id="0">
    <w:p w:rsidR="002D745A" w:rsidRDefault="002D745A" w:rsidP="00C96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45A" w:rsidRDefault="002D745A" w:rsidP="00C9655B">
      <w:pPr>
        <w:spacing w:after="0" w:line="240" w:lineRule="auto"/>
      </w:pPr>
      <w:r>
        <w:separator/>
      </w:r>
    </w:p>
  </w:footnote>
  <w:footnote w:type="continuationSeparator" w:id="0">
    <w:p w:rsidR="002D745A" w:rsidRDefault="002D745A" w:rsidP="00C96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5A" w:rsidRDefault="002D745A" w:rsidP="00F553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745A" w:rsidRDefault="002D74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5A" w:rsidRPr="00C9655B" w:rsidRDefault="002D745A">
    <w:pPr>
      <w:pStyle w:val="Header"/>
      <w:jc w:val="center"/>
      <w:rPr>
        <w:lang w:val="uk-UA"/>
      </w:rPr>
    </w:pPr>
  </w:p>
  <w:p w:rsidR="002D745A" w:rsidRDefault="002D74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4306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60D"/>
    <w:rsid w:val="000008FC"/>
    <w:rsid w:val="00026FBF"/>
    <w:rsid w:val="00036CDB"/>
    <w:rsid w:val="0003713E"/>
    <w:rsid w:val="00043671"/>
    <w:rsid w:val="00045CBD"/>
    <w:rsid w:val="00050FB0"/>
    <w:rsid w:val="00054752"/>
    <w:rsid w:val="00060067"/>
    <w:rsid w:val="00082BF9"/>
    <w:rsid w:val="000907DD"/>
    <w:rsid w:val="000A3D05"/>
    <w:rsid w:val="000A53BA"/>
    <w:rsid w:val="000E1CD4"/>
    <w:rsid w:val="000E422B"/>
    <w:rsid w:val="000E5B89"/>
    <w:rsid w:val="00101CC0"/>
    <w:rsid w:val="0010428F"/>
    <w:rsid w:val="00105768"/>
    <w:rsid w:val="001125D6"/>
    <w:rsid w:val="00120EEF"/>
    <w:rsid w:val="001320E2"/>
    <w:rsid w:val="00134E8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1E7C8D"/>
    <w:rsid w:val="00206073"/>
    <w:rsid w:val="002135A5"/>
    <w:rsid w:val="0022430D"/>
    <w:rsid w:val="002329DD"/>
    <w:rsid w:val="00232B21"/>
    <w:rsid w:val="0023560F"/>
    <w:rsid w:val="00240F44"/>
    <w:rsid w:val="0024112A"/>
    <w:rsid w:val="00275B2C"/>
    <w:rsid w:val="0027674B"/>
    <w:rsid w:val="00280CB2"/>
    <w:rsid w:val="00286A0B"/>
    <w:rsid w:val="00291FE2"/>
    <w:rsid w:val="00294E0D"/>
    <w:rsid w:val="002B47C0"/>
    <w:rsid w:val="002C34B8"/>
    <w:rsid w:val="002D388F"/>
    <w:rsid w:val="002D4BD7"/>
    <w:rsid w:val="002D5D18"/>
    <w:rsid w:val="002D6D07"/>
    <w:rsid w:val="002D745A"/>
    <w:rsid w:val="002E1341"/>
    <w:rsid w:val="002E2C5F"/>
    <w:rsid w:val="002E2E4A"/>
    <w:rsid w:val="002E365A"/>
    <w:rsid w:val="002E5BB1"/>
    <w:rsid w:val="00305691"/>
    <w:rsid w:val="0033430F"/>
    <w:rsid w:val="00340448"/>
    <w:rsid w:val="00340B26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6C76"/>
    <w:rsid w:val="003977EA"/>
    <w:rsid w:val="003A1082"/>
    <w:rsid w:val="003A74F8"/>
    <w:rsid w:val="003D2E07"/>
    <w:rsid w:val="003D37D6"/>
    <w:rsid w:val="003D40ED"/>
    <w:rsid w:val="003D780B"/>
    <w:rsid w:val="003E0D90"/>
    <w:rsid w:val="003E5181"/>
    <w:rsid w:val="004010C6"/>
    <w:rsid w:val="00411356"/>
    <w:rsid w:val="0041626C"/>
    <w:rsid w:val="00423B8B"/>
    <w:rsid w:val="00427224"/>
    <w:rsid w:val="004312B7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D1879"/>
    <w:rsid w:val="005D3C0B"/>
    <w:rsid w:val="005E03CB"/>
    <w:rsid w:val="005E2B81"/>
    <w:rsid w:val="005F33CC"/>
    <w:rsid w:val="005F4543"/>
    <w:rsid w:val="00604533"/>
    <w:rsid w:val="006115D2"/>
    <w:rsid w:val="006119B4"/>
    <w:rsid w:val="006226D8"/>
    <w:rsid w:val="00622D96"/>
    <w:rsid w:val="00626416"/>
    <w:rsid w:val="00635E09"/>
    <w:rsid w:val="00665B5F"/>
    <w:rsid w:val="00685113"/>
    <w:rsid w:val="006A51AE"/>
    <w:rsid w:val="006A7001"/>
    <w:rsid w:val="006B2DCC"/>
    <w:rsid w:val="006B364F"/>
    <w:rsid w:val="006C0B3B"/>
    <w:rsid w:val="006E21AE"/>
    <w:rsid w:val="006E5F20"/>
    <w:rsid w:val="006F19FA"/>
    <w:rsid w:val="006F1D4A"/>
    <w:rsid w:val="00700A1F"/>
    <w:rsid w:val="0072749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3467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66E79"/>
    <w:rsid w:val="0098460D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B84"/>
    <w:rsid w:val="00A07119"/>
    <w:rsid w:val="00A15F09"/>
    <w:rsid w:val="00A26527"/>
    <w:rsid w:val="00A34510"/>
    <w:rsid w:val="00A34859"/>
    <w:rsid w:val="00A377E7"/>
    <w:rsid w:val="00A43569"/>
    <w:rsid w:val="00A45BD8"/>
    <w:rsid w:val="00A51690"/>
    <w:rsid w:val="00A633E8"/>
    <w:rsid w:val="00A67A26"/>
    <w:rsid w:val="00A923C7"/>
    <w:rsid w:val="00AB0173"/>
    <w:rsid w:val="00AC3521"/>
    <w:rsid w:val="00AC5BF4"/>
    <w:rsid w:val="00AD0981"/>
    <w:rsid w:val="00AD6292"/>
    <w:rsid w:val="00AF3CE9"/>
    <w:rsid w:val="00AF5631"/>
    <w:rsid w:val="00B01E05"/>
    <w:rsid w:val="00B15EC2"/>
    <w:rsid w:val="00B17692"/>
    <w:rsid w:val="00B20B81"/>
    <w:rsid w:val="00B40475"/>
    <w:rsid w:val="00B415DB"/>
    <w:rsid w:val="00B4369B"/>
    <w:rsid w:val="00B4788B"/>
    <w:rsid w:val="00B53A91"/>
    <w:rsid w:val="00B62458"/>
    <w:rsid w:val="00B63B00"/>
    <w:rsid w:val="00B64F6E"/>
    <w:rsid w:val="00B73BBF"/>
    <w:rsid w:val="00B832F2"/>
    <w:rsid w:val="00B83B3B"/>
    <w:rsid w:val="00BB4942"/>
    <w:rsid w:val="00BB57C1"/>
    <w:rsid w:val="00BC00B2"/>
    <w:rsid w:val="00BC0643"/>
    <w:rsid w:val="00BD398C"/>
    <w:rsid w:val="00BE0E35"/>
    <w:rsid w:val="00BE3F66"/>
    <w:rsid w:val="00BF02CA"/>
    <w:rsid w:val="00BF6063"/>
    <w:rsid w:val="00C15D55"/>
    <w:rsid w:val="00C17AE7"/>
    <w:rsid w:val="00C20D4F"/>
    <w:rsid w:val="00C469DB"/>
    <w:rsid w:val="00C54823"/>
    <w:rsid w:val="00C67C0E"/>
    <w:rsid w:val="00C72CE2"/>
    <w:rsid w:val="00C9655B"/>
    <w:rsid w:val="00CA080A"/>
    <w:rsid w:val="00CA26AE"/>
    <w:rsid w:val="00CA300C"/>
    <w:rsid w:val="00CB181F"/>
    <w:rsid w:val="00CE21E5"/>
    <w:rsid w:val="00CF2E2B"/>
    <w:rsid w:val="00D003D3"/>
    <w:rsid w:val="00D02F20"/>
    <w:rsid w:val="00D358B2"/>
    <w:rsid w:val="00D60E0A"/>
    <w:rsid w:val="00D6625B"/>
    <w:rsid w:val="00D71824"/>
    <w:rsid w:val="00D7743A"/>
    <w:rsid w:val="00DA0CA9"/>
    <w:rsid w:val="00DA2B28"/>
    <w:rsid w:val="00DA2EB7"/>
    <w:rsid w:val="00DA4F0F"/>
    <w:rsid w:val="00DA518C"/>
    <w:rsid w:val="00DB10CF"/>
    <w:rsid w:val="00DD2B7D"/>
    <w:rsid w:val="00DD4522"/>
    <w:rsid w:val="00DE5529"/>
    <w:rsid w:val="00DF4170"/>
    <w:rsid w:val="00E045FE"/>
    <w:rsid w:val="00E05507"/>
    <w:rsid w:val="00E06ADD"/>
    <w:rsid w:val="00E15683"/>
    <w:rsid w:val="00E21C24"/>
    <w:rsid w:val="00E23C75"/>
    <w:rsid w:val="00E34069"/>
    <w:rsid w:val="00E618DD"/>
    <w:rsid w:val="00E64B40"/>
    <w:rsid w:val="00EA2EBB"/>
    <w:rsid w:val="00EA7709"/>
    <w:rsid w:val="00EB0475"/>
    <w:rsid w:val="00EB168F"/>
    <w:rsid w:val="00EE0C16"/>
    <w:rsid w:val="00EE763E"/>
    <w:rsid w:val="00EF3154"/>
    <w:rsid w:val="00EF4CF5"/>
    <w:rsid w:val="00F0110F"/>
    <w:rsid w:val="00F05068"/>
    <w:rsid w:val="00F14D22"/>
    <w:rsid w:val="00F30A2D"/>
    <w:rsid w:val="00F30BF6"/>
    <w:rsid w:val="00F4507E"/>
    <w:rsid w:val="00F476AE"/>
    <w:rsid w:val="00F47BA5"/>
    <w:rsid w:val="00F51618"/>
    <w:rsid w:val="00F54FA5"/>
    <w:rsid w:val="00F55347"/>
    <w:rsid w:val="00F66A05"/>
    <w:rsid w:val="00F8176B"/>
    <w:rsid w:val="00F84051"/>
    <w:rsid w:val="00F85BBE"/>
    <w:rsid w:val="00F956A2"/>
    <w:rsid w:val="00FA602C"/>
    <w:rsid w:val="00FB23D3"/>
    <w:rsid w:val="00FC1B8E"/>
    <w:rsid w:val="00FC51A0"/>
    <w:rsid w:val="00FC6BF5"/>
    <w:rsid w:val="00FD1C8E"/>
    <w:rsid w:val="00FD2FB9"/>
    <w:rsid w:val="00FE2BA8"/>
    <w:rsid w:val="00FE6BE2"/>
    <w:rsid w:val="00FE799D"/>
    <w:rsid w:val="00FF1959"/>
    <w:rsid w:val="00FF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8F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4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8460D"/>
    <w:rPr>
      <w:rFonts w:cs="Times New Roman"/>
    </w:rPr>
  </w:style>
  <w:style w:type="character" w:styleId="PageNumber">
    <w:name w:val="page number"/>
    <w:basedOn w:val="DefaultParagraphFont"/>
    <w:uiPriority w:val="99"/>
    <w:rsid w:val="0098460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84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60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C96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9655B"/>
    <w:rPr>
      <w:rFonts w:cs="Times New Roman"/>
    </w:rPr>
  </w:style>
  <w:style w:type="paragraph" w:styleId="ListBullet">
    <w:name w:val="List Bullet"/>
    <w:basedOn w:val="Normal"/>
    <w:uiPriority w:val="99"/>
    <w:rsid w:val="00411356"/>
    <w:pPr>
      <w:numPr>
        <w:numId w:val="2"/>
      </w:numPr>
      <w:contextualSpacing/>
    </w:pPr>
  </w:style>
  <w:style w:type="paragraph" w:styleId="ListParagraph">
    <w:name w:val="List Paragraph"/>
    <w:basedOn w:val="Normal"/>
    <w:uiPriority w:val="99"/>
    <w:qFormat/>
    <w:rsid w:val="00EE76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211</Words>
  <Characters>1209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Admin</cp:lastModifiedBy>
  <cp:revision>7</cp:revision>
  <dcterms:created xsi:type="dcterms:W3CDTF">2020-02-17T13:53:00Z</dcterms:created>
  <dcterms:modified xsi:type="dcterms:W3CDTF">2020-06-22T07:29:00Z</dcterms:modified>
</cp:coreProperties>
</file>