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40" w:type="dxa"/>
        <w:tblInd w:w="-72" w:type="dxa"/>
        <w:tblLayout w:type="fixed"/>
        <w:tblLook w:val="01E0"/>
      </w:tblPr>
      <w:tblGrid>
        <w:gridCol w:w="9540"/>
        <w:gridCol w:w="5400"/>
      </w:tblGrid>
      <w:tr w:rsidR="0073493F" w:rsidRPr="00CC3C6A" w:rsidTr="006144E5">
        <w:trPr>
          <w:trHeight w:val="360"/>
        </w:trPr>
        <w:tc>
          <w:tcPr>
            <w:tcW w:w="9540" w:type="dxa"/>
          </w:tcPr>
          <w:p w:rsidR="0073493F" w:rsidRPr="00CC3C6A" w:rsidRDefault="0073493F" w:rsidP="006144E5">
            <w:pPr>
              <w:rPr>
                <w:b/>
                <w:szCs w:val="28"/>
              </w:rPr>
            </w:pPr>
          </w:p>
        </w:tc>
        <w:tc>
          <w:tcPr>
            <w:tcW w:w="5400" w:type="dxa"/>
          </w:tcPr>
          <w:p w:rsidR="0073493F" w:rsidRDefault="0073493F" w:rsidP="006144E5">
            <w:pPr>
              <w:rPr>
                <w:b/>
                <w:lang w:val="en-US"/>
              </w:rPr>
            </w:pPr>
          </w:p>
          <w:p w:rsidR="0073493F" w:rsidRPr="00D36148" w:rsidRDefault="0073493F" w:rsidP="006144E5">
            <w:pPr>
              <w:rPr>
                <w:b/>
                <w:lang w:val="en-US"/>
              </w:rPr>
            </w:pPr>
            <w:r w:rsidRPr="00CC3C6A">
              <w:rPr>
                <w:b/>
              </w:rPr>
              <w:t>Додаток</w:t>
            </w:r>
            <w:r w:rsidRPr="00D36148">
              <w:rPr>
                <w:b/>
                <w:lang w:val="en-US"/>
              </w:rPr>
              <w:t xml:space="preserve"> 2</w:t>
            </w:r>
          </w:p>
          <w:p w:rsidR="0073493F" w:rsidRPr="00D36148" w:rsidRDefault="0073493F" w:rsidP="00D36148">
            <w:pPr>
              <w:widowControl w:val="0"/>
              <w:rPr>
                <w:lang w:val="uk-UA"/>
              </w:rPr>
            </w:pPr>
            <w:r w:rsidRPr="00D36148">
              <w:rPr>
                <w:lang w:val="uk-UA"/>
              </w:rPr>
              <w:t xml:space="preserve">до Програми реалізації Бюджету ініціатив чернівчан (бюджету участі) у місті Чернівцях на 2016-2020 роки, затвердженої </w:t>
            </w:r>
            <w:r w:rsidRPr="00D36148">
              <w:rPr>
                <w:bCs/>
                <w:lang w:val="uk-UA"/>
              </w:rPr>
              <w:t xml:space="preserve">рішенням міської ради VIІ скликання </w:t>
            </w:r>
            <w:r w:rsidRPr="00D36148">
              <w:rPr>
                <w:bCs/>
                <w:u w:val="single"/>
                <w:lang w:val="uk-UA"/>
              </w:rPr>
              <w:t>20.06.2019</w:t>
            </w:r>
            <w:r w:rsidRPr="00D36148">
              <w:rPr>
                <w:bCs/>
                <w:lang w:val="uk-UA"/>
              </w:rPr>
              <w:t xml:space="preserve"> № </w:t>
            </w:r>
            <w:r w:rsidRPr="00D36148">
              <w:rPr>
                <w:bCs/>
                <w:u w:val="single"/>
                <w:lang w:val="uk-UA"/>
              </w:rPr>
              <w:t>1751</w:t>
            </w:r>
          </w:p>
          <w:p w:rsidR="0073493F" w:rsidRPr="00F5318F" w:rsidRDefault="0073493F" w:rsidP="00D36148">
            <w:pPr>
              <w:widowControl w:val="0"/>
              <w:rPr>
                <w:b/>
                <w:sz w:val="28"/>
                <w:szCs w:val="28"/>
                <w:lang w:val="uk-UA"/>
              </w:rPr>
            </w:pPr>
            <w:r>
              <w:rPr>
                <w:u w:val="single"/>
                <w:lang w:val="uk-UA"/>
              </w:rPr>
              <w:t>11.06.</w:t>
            </w:r>
            <w:r w:rsidRPr="00D36148">
              <w:rPr>
                <w:u w:val="single"/>
                <w:lang w:val="uk-UA"/>
              </w:rPr>
              <w:t xml:space="preserve"> 2020</w:t>
            </w:r>
            <w:r w:rsidRPr="00D36148">
              <w:t xml:space="preserve">  №</w:t>
            </w:r>
            <w:r w:rsidRPr="00D36148">
              <w:rPr>
                <w:lang w:val="uk-UA"/>
              </w:rPr>
              <w:t xml:space="preserve"> </w:t>
            </w:r>
            <w:r>
              <w:rPr>
                <w:u w:val="single"/>
                <w:lang w:val="uk-UA"/>
              </w:rPr>
              <w:t>2181</w:t>
            </w:r>
          </w:p>
        </w:tc>
      </w:tr>
    </w:tbl>
    <w:p w:rsidR="0073493F" w:rsidRDefault="0073493F" w:rsidP="00D36148">
      <w:pPr>
        <w:widowControl w:val="0"/>
        <w:jc w:val="center"/>
        <w:rPr>
          <w:b/>
          <w:sz w:val="28"/>
          <w:szCs w:val="28"/>
          <w:lang w:val="uk-UA"/>
        </w:rPr>
      </w:pPr>
    </w:p>
    <w:p w:rsidR="0073493F" w:rsidRDefault="0073493F" w:rsidP="00D36148">
      <w:pPr>
        <w:widowControl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Результативні показники</w:t>
      </w:r>
      <w:r w:rsidRPr="00EA4518">
        <w:rPr>
          <w:b/>
          <w:sz w:val="28"/>
          <w:szCs w:val="28"/>
          <w:lang w:val="uk-UA"/>
        </w:rPr>
        <w:t xml:space="preserve"> </w:t>
      </w:r>
    </w:p>
    <w:p w:rsidR="0073493F" w:rsidRDefault="0073493F" w:rsidP="00D36148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  <w:lang w:val="uk-UA"/>
        </w:rPr>
        <w:t>Програми</w:t>
      </w:r>
      <w:r w:rsidRPr="00EA4518">
        <w:rPr>
          <w:b/>
          <w:sz w:val="28"/>
          <w:szCs w:val="28"/>
        </w:rPr>
        <w:t xml:space="preserve"> реалізації Бюджету ініціатив чернівчан (бюджету участі)</w:t>
      </w:r>
    </w:p>
    <w:p w:rsidR="0073493F" w:rsidRDefault="0073493F" w:rsidP="00D36148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</w:rPr>
        <w:t xml:space="preserve"> у місті Чернівцях на 2016-2020 роки</w:t>
      </w:r>
    </w:p>
    <w:p w:rsidR="0073493F" w:rsidRPr="00B75E06" w:rsidRDefault="0073493F" w:rsidP="00D36148">
      <w:pPr>
        <w:widowControl w:val="0"/>
        <w:jc w:val="center"/>
        <w:rPr>
          <w:b/>
          <w:sz w:val="28"/>
          <w:szCs w:val="28"/>
          <w:lang w:val="uk-UA"/>
        </w:rPr>
      </w:pPr>
    </w:p>
    <w:p w:rsidR="0073493F" w:rsidRDefault="0073493F" w:rsidP="00D36148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2022"/>
        <w:gridCol w:w="1288"/>
        <w:gridCol w:w="1429"/>
        <w:gridCol w:w="1566"/>
        <w:gridCol w:w="1566"/>
        <w:gridCol w:w="1566"/>
        <w:gridCol w:w="1565"/>
        <w:gridCol w:w="1565"/>
        <w:gridCol w:w="1643"/>
      </w:tblGrid>
      <w:tr w:rsidR="0073493F" w:rsidRPr="00CC3C6A" w:rsidTr="006144E5">
        <w:tc>
          <w:tcPr>
            <w:tcW w:w="576" w:type="dxa"/>
            <w:vMerge w:val="restart"/>
            <w:vAlign w:val="center"/>
          </w:tcPr>
          <w:p w:rsidR="0073493F" w:rsidRPr="00B75E06" w:rsidRDefault="0073493F" w:rsidP="006144E5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№ з/п</w:t>
            </w:r>
          </w:p>
        </w:tc>
        <w:tc>
          <w:tcPr>
            <w:tcW w:w="2022" w:type="dxa"/>
            <w:vMerge w:val="restart"/>
            <w:vAlign w:val="center"/>
          </w:tcPr>
          <w:p w:rsidR="0073493F" w:rsidRPr="00B75E06" w:rsidRDefault="0073493F" w:rsidP="006144E5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 xml:space="preserve">Назва </w:t>
            </w:r>
          </w:p>
          <w:p w:rsidR="0073493F" w:rsidRPr="00B75E06" w:rsidRDefault="0073493F" w:rsidP="006144E5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показника</w:t>
            </w:r>
          </w:p>
        </w:tc>
        <w:tc>
          <w:tcPr>
            <w:tcW w:w="1288" w:type="dxa"/>
            <w:vMerge w:val="restart"/>
            <w:vAlign w:val="center"/>
          </w:tcPr>
          <w:p w:rsidR="0073493F" w:rsidRPr="00B75E06" w:rsidRDefault="0073493F" w:rsidP="006144E5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Од.</w:t>
            </w:r>
          </w:p>
          <w:p w:rsidR="0073493F" w:rsidRPr="00B75E06" w:rsidRDefault="0073493F" w:rsidP="006144E5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виміру</w:t>
            </w:r>
          </w:p>
        </w:tc>
        <w:tc>
          <w:tcPr>
            <w:tcW w:w="1429" w:type="dxa"/>
            <w:vMerge w:val="restart"/>
            <w:vAlign w:val="center"/>
          </w:tcPr>
          <w:p w:rsidR="0073493F" w:rsidRPr="00B75E06" w:rsidRDefault="0073493F" w:rsidP="006144E5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7828" w:type="dxa"/>
            <w:gridSpan w:val="5"/>
            <w:vAlign w:val="center"/>
          </w:tcPr>
          <w:p w:rsidR="0073493F" w:rsidRPr="005A3E31" w:rsidRDefault="0073493F" w:rsidP="006144E5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5A3E31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1643" w:type="dxa"/>
            <w:vMerge w:val="restart"/>
            <w:vAlign w:val="center"/>
          </w:tcPr>
          <w:p w:rsidR="0073493F" w:rsidRPr="005A3E31" w:rsidRDefault="0073493F" w:rsidP="006144E5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5A3E31">
              <w:rPr>
                <w:b/>
                <w:lang w:val="uk-UA"/>
              </w:rPr>
              <w:t>Всього за період</w:t>
            </w:r>
            <w:r>
              <w:rPr>
                <w:b/>
                <w:lang w:val="uk-UA"/>
              </w:rPr>
              <w:t xml:space="preserve"> дії програми або до кінця дії </w:t>
            </w:r>
            <w:r w:rsidRPr="005A3E31">
              <w:rPr>
                <w:b/>
                <w:lang w:val="uk-UA"/>
              </w:rPr>
              <w:t>П</w:t>
            </w:r>
            <w:r>
              <w:rPr>
                <w:b/>
                <w:lang w:val="uk-UA"/>
              </w:rPr>
              <w:t>рограми</w:t>
            </w:r>
          </w:p>
        </w:tc>
      </w:tr>
      <w:tr w:rsidR="0073493F" w:rsidRPr="00CC3C6A" w:rsidTr="006144E5">
        <w:tc>
          <w:tcPr>
            <w:tcW w:w="576" w:type="dxa"/>
            <w:vMerge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22" w:type="dxa"/>
            <w:vMerge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88" w:type="dxa"/>
            <w:vMerge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29" w:type="dxa"/>
            <w:vMerge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98" w:type="dxa"/>
            <w:gridSpan w:val="3"/>
          </w:tcPr>
          <w:p w:rsidR="0073493F" w:rsidRPr="005A3E31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І</w:t>
            </w:r>
          </w:p>
        </w:tc>
        <w:tc>
          <w:tcPr>
            <w:tcW w:w="3130" w:type="dxa"/>
            <w:gridSpan w:val="2"/>
          </w:tcPr>
          <w:p w:rsidR="0073493F" w:rsidRPr="005A3E31" w:rsidRDefault="0073493F" w:rsidP="006144E5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5A3E31">
              <w:rPr>
                <w:b/>
                <w:lang w:val="uk-UA"/>
              </w:rPr>
              <w:t>ІІ</w:t>
            </w:r>
          </w:p>
        </w:tc>
        <w:tc>
          <w:tcPr>
            <w:tcW w:w="1643" w:type="dxa"/>
            <w:vMerge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3493F" w:rsidRPr="00CC3C6A" w:rsidTr="006144E5">
        <w:tc>
          <w:tcPr>
            <w:tcW w:w="576" w:type="dxa"/>
            <w:vMerge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22" w:type="dxa"/>
            <w:vMerge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88" w:type="dxa"/>
            <w:vMerge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29" w:type="dxa"/>
            <w:vMerge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6" w:type="dxa"/>
            <w:vAlign w:val="center"/>
          </w:tcPr>
          <w:p w:rsidR="0073493F" w:rsidRPr="005A3E31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2016 рік</w:t>
            </w:r>
          </w:p>
        </w:tc>
        <w:tc>
          <w:tcPr>
            <w:tcW w:w="1566" w:type="dxa"/>
            <w:vAlign w:val="center"/>
          </w:tcPr>
          <w:p w:rsidR="0073493F" w:rsidRPr="005A3E31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2017 рік</w:t>
            </w:r>
          </w:p>
        </w:tc>
        <w:tc>
          <w:tcPr>
            <w:tcW w:w="1566" w:type="dxa"/>
            <w:vAlign w:val="center"/>
          </w:tcPr>
          <w:p w:rsidR="0073493F" w:rsidRPr="005A3E31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2018 рік</w:t>
            </w:r>
          </w:p>
        </w:tc>
        <w:tc>
          <w:tcPr>
            <w:tcW w:w="1565" w:type="dxa"/>
            <w:vAlign w:val="center"/>
          </w:tcPr>
          <w:p w:rsidR="0073493F" w:rsidRPr="005A3E31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2019 рік</w:t>
            </w:r>
          </w:p>
        </w:tc>
        <w:tc>
          <w:tcPr>
            <w:tcW w:w="1565" w:type="dxa"/>
            <w:vAlign w:val="center"/>
          </w:tcPr>
          <w:p w:rsidR="0073493F" w:rsidRPr="005A3E31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2020 рік</w:t>
            </w:r>
          </w:p>
        </w:tc>
        <w:tc>
          <w:tcPr>
            <w:tcW w:w="1643" w:type="dxa"/>
            <w:vMerge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3493F" w:rsidRPr="00CC3C6A" w:rsidTr="006144E5">
        <w:tc>
          <w:tcPr>
            <w:tcW w:w="576" w:type="dxa"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022" w:type="dxa"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88" w:type="dxa"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29" w:type="dxa"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66" w:type="dxa"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66" w:type="dxa"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566" w:type="dxa"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565" w:type="dxa"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565" w:type="dxa"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643" w:type="dxa"/>
          </w:tcPr>
          <w:p w:rsidR="0073493F" w:rsidRPr="00CC3C6A" w:rsidRDefault="0073493F" w:rsidP="006144E5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10</w:t>
            </w:r>
          </w:p>
        </w:tc>
      </w:tr>
      <w:tr w:rsidR="0073493F" w:rsidRPr="00B75E06" w:rsidTr="006144E5">
        <w:tc>
          <w:tcPr>
            <w:tcW w:w="14786" w:type="dxa"/>
            <w:gridSpan w:val="10"/>
          </w:tcPr>
          <w:p w:rsidR="0073493F" w:rsidRPr="00B75E06" w:rsidRDefault="0073493F" w:rsidP="006144E5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  <w:r w:rsidRPr="00B75E06">
              <w:rPr>
                <w:b/>
                <w:lang w:val="uk-UA"/>
              </w:rPr>
              <w:t>Показники продукту</w:t>
            </w:r>
          </w:p>
        </w:tc>
      </w:tr>
      <w:tr w:rsidR="0073493F" w:rsidRPr="0044059E" w:rsidTr="006144E5">
        <w:tc>
          <w:tcPr>
            <w:tcW w:w="576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en-US"/>
              </w:rPr>
              <w:t>1</w:t>
            </w:r>
            <w:r w:rsidRPr="007C43E7">
              <w:rPr>
                <w:lang w:val="uk-UA"/>
              </w:rPr>
              <w:t>.1</w:t>
            </w:r>
          </w:p>
        </w:tc>
        <w:tc>
          <w:tcPr>
            <w:tcW w:w="2022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Кількість інформаційних заходів щодо ознайомлення мешканців</w:t>
            </w:r>
          </w:p>
        </w:tc>
        <w:tc>
          <w:tcPr>
            <w:tcW w:w="1288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од.</w:t>
            </w:r>
          </w:p>
        </w:tc>
        <w:tc>
          <w:tcPr>
            <w:tcW w:w="1429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</w:t>
            </w:r>
          </w:p>
        </w:tc>
        <w:tc>
          <w:tcPr>
            <w:tcW w:w="1565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</w:t>
            </w:r>
          </w:p>
        </w:tc>
        <w:tc>
          <w:tcPr>
            <w:tcW w:w="1565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643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</w:tr>
      <w:tr w:rsidR="0073493F" w:rsidRPr="0044059E" w:rsidTr="006144E5">
        <w:tc>
          <w:tcPr>
            <w:tcW w:w="576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1.2</w:t>
            </w:r>
          </w:p>
        </w:tc>
        <w:tc>
          <w:tcPr>
            <w:tcW w:w="2022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Кількість поданих проектів</w:t>
            </w:r>
          </w:p>
        </w:tc>
        <w:tc>
          <w:tcPr>
            <w:tcW w:w="1288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од.</w:t>
            </w:r>
          </w:p>
        </w:tc>
        <w:tc>
          <w:tcPr>
            <w:tcW w:w="1429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en-US"/>
              </w:rPr>
            </w:pPr>
            <w:r w:rsidRPr="007C43E7">
              <w:rPr>
                <w:lang w:val="en-US"/>
              </w:rPr>
              <w:t>58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en-US"/>
              </w:rPr>
            </w:pPr>
            <w:r w:rsidRPr="007C43E7">
              <w:rPr>
                <w:lang w:val="en-US"/>
              </w:rPr>
              <w:t>76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en-US"/>
              </w:rPr>
            </w:pPr>
            <w:r w:rsidRPr="007C43E7">
              <w:rPr>
                <w:lang w:val="en-US"/>
              </w:rPr>
              <w:t>91</w:t>
            </w:r>
          </w:p>
        </w:tc>
        <w:tc>
          <w:tcPr>
            <w:tcW w:w="1565" w:type="dxa"/>
            <w:vAlign w:val="center"/>
          </w:tcPr>
          <w:p w:rsidR="0073493F" w:rsidRPr="007C43E7" w:rsidRDefault="0073493F" w:rsidP="00C951C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</w:t>
            </w:r>
            <w:r>
              <w:rPr>
                <w:lang w:val="uk-UA"/>
              </w:rPr>
              <w:t>4</w:t>
            </w:r>
          </w:p>
        </w:tc>
        <w:tc>
          <w:tcPr>
            <w:tcW w:w="1565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643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439</w:t>
            </w:r>
          </w:p>
        </w:tc>
      </w:tr>
      <w:tr w:rsidR="0073493F" w:rsidRPr="0044059E" w:rsidTr="006144E5">
        <w:tc>
          <w:tcPr>
            <w:tcW w:w="576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1.3</w:t>
            </w:r>
          </w:p>
        </w:tc>
        <w:tc>
          <w:tcPr>
            <w:tcW w:w="2022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Кількість проектів-переможців</w:t>
            </w:r>
          </w:p>
        </w:tc>
        <w:tc>
          <w:tcPr>
            <w:tcW w:w="1288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од.</w:t>
            </w:r>
          </w:p>
        </w:tc>
        <w:tc>
          <w:tcPr>
            <w:tcW w:w="1429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en-US"/>
              </w:rPr>
            </w:pPr>
            <w:r w:rsidRPr="007C43E7">
              <w:rPr>
                <w:lang w:val="en-US"/>
              </w:rPr>
              <w:t>31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en-US"/>
              </w:rPr>
            </w:pPr>
            <w:r w:rsidRPr="007C43E7">
              <w:rPr>
                <w:lang w:val="en-US"/>
              </w:rPr>
              <w:t>27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en-US"/>
              </w:rPr>
            </w:pPr>
            <w:r w:rsidRPr="007C43E7">
              <w:rPr>
                <w:lang w:val="en-US"/>
              </w:rPr>
              <w:t>35</w:t>
            </w:r>
          </w:p>
        </w:tc>
        <w:tc>
          <w:tcPr>
            <w:tcW w:w="1565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565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643" w:type="dxa"/>
            <w:vAlign w:val="center"/>
          </w:tcPr>
          <w:p w:rsidR="0073493F" w:rsidRPr="007C43E7" w:rsidRDefault="0073493F" w:rsidP="00A43AE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</w:t>
            </w:r>
            <w:r>
              <w:rPr>
                <w:lang w:val="uk-UA"/>
              </w:rPr>
              <w:t>30</w:t>
            </w:r>
          </w:p>
        </w:tc>
      </w:tr>
      <w:tr w:rsidR="0073493F" w:rsidRPr="0044059E" w:rsidTr="006144E5">
        <w:tc>
          <w:tcPr>
            <w:tcW w:w="14786" w:type="dxa"/>
            <w:gridSpan w:val="10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2.Показники ефективності</w:t>
            </w:r>
          </w:p>
        </w:tc>
      </w:tr>
      <w:tr w:rsidR="0073493F" w:rsidRPr="0044059E" w:rsidTr="006144E5">
        <w:tc>
          <w:tcPr>
            <w:tcW w:w="576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2.1.</w:t>
            </w:r>
          </w:p>
        </w:tc>
        <w:tc>
          <w:tcPr>
            <w:tcW w:w="2022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Середній обсяг фінансування одного малого проекту</w:t>
            </w:r>
          </w:p>
        </w:tc>
        <w:tc>
          <w:tcPr>
            <w:tcW w:w="1288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тис. грн.</w:t>
            </w:r>
          </w:p>
        </w:tc>
        <w:tc>
          <w:tcPr>
            <w:tcW w:w="1429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178,9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248,5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290,2</w:t>
            </w:r>
          </w:p>
        </w:tc>
        <w:tc>
          <w:tcPr>
            <w:tcW w:w="1565" w:type="dxa"/>
            <w:vAlign w:val="center"/>
          </w:tcPr>
          <w:p w:rsidR="0073493F" w:rsidRPr="00C951C5" w:rsidRDefault="0073493F" w:rsidP="006144E5">
            <w:pPr>
              <w:tabs>
                <w:tab w:val="left" w:pos="8310"/>
              </w:tabs>
              <w:jc w:val="center"/>
            </w:pPr>
            <w:r>
              <w:rPr>
                <w:lang w:val="en-US"/>
              </w:rPr>
              <w:t>578</w:t>
            </w:r>
            <w:r>
              <w:t>,5</w:t>
            </w:r>
          </w:p>
        </w:tc>
        <w:tc>
          <w:tcPr>
            <w:tcW w:w="1565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643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</w:tr>
      <w:tr w:rsidR="0073493F" w:rsidRPr="0044059E" w:rsidTr="006144E5">
        <w:tc>
          <w:tcPr>
            <w:tcW w:w="576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2.2.</w:t>
            </w:r>
          </w:p>
        </w:tc>
        <w:tc>
          <w:tcPr>
            <w:tcW w:w="2022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Середній обсяг фінансування одного великого проекту</w:t>
            </w:r>
          </w:p>
        </w:tc>
        <w:tc>
          <w:tcPr>
            <w:tcW w:w="1288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тис. грн.</w:t>
            </w:r>
          </w:p>
        </w:tc>
        <w:tc>
          <w:tcPr>
            <w:tcW w:w="1429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928,8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983,4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922,9</w:t>
            </w:r>
          </w:p>
        </w:tc>
        <w:tc>
          <w:tcPr>
            <w:tcW w:w="1565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2443,7</w:t>
            </w:r>
          </w:p>
        </w:tc>
        <w:tc>
          <w:tcPr>
            <w:tcW w:w="1565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643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</w:tr>
      <w:tr w:rsidR="0073493F" w:rsidRPr="0044059E" w:rsidTr="006144E5">
        <w:tc>
          <w:tcPr>
            <w:tcW w:w="576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2022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1288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429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643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</w:tr>
      <w:tr w:rsidR="0073493F" w:rsidRPr="0044059E" w:rsidTr="006144E5">
        <w:tc>
          <w:tcPr>
            <w:tcW w:w="14786" w:type="dxa"/>
            <w:gridSpan w:val="10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3.Показники якості</w:t>
            </w:r>
          </w:p>
        </w:tc>
      </w:tr>
      <w:tr w:rsidR="0073493F" w:rsidRPr="0044059E" w:rsidTr="006144E5">
        <w:tc>
          <w:tcPr>
            <w:tcW w:w="576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3.1</w:t>
            </w:r>
          </w:p>
        </w:tc>
        <w:tc>
          <w:tcPr>
            <w:tcW w:w="2022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 xml:space="preserve">Темп зростання кількості проектів </w:t>
            </w:r>
          </w:p>
        </w:tc>
        <w:tc>
          <w:tcPr>
            <w:tcW w:w="1288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%</w:t>
            </w:r>
          </w:p>
        </w:tc>
        <w:tc>
          <w:tcPr>
            <w:tcW w:w="1429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100,0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130,0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119,0</w:t>
            </w:r>
          </w:p>
        </w:tc>
        <w:tc>
          <w:tcPr>
            <w:tcW w:w="1565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130,0</w:t>
            </w:r>
          </w:p>
        </w:tc>
        <w:tc>
          <w:tcPr>
            <w:tcW w:w="1565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106,0</w:t>
            </w:r>
          </w:p>
        </w:tc>
        <w:tc>
          <w:tcPr>
            <w:tcW w:w="1643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117,0</w:t>
            </w:r>
          </w:p>
        </w:tc>
      </w:tr>
      <w:tr w:rsidR="0073493F" w:rsidRPr="0044059E" w:rsidTr="006144E5">
        <w:tc>
          <w:tcPr>
            <w:tcW w:w="576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3.2</w:t>
            </w:r>
          </w:p>
        </w:tc>
        <w:tc>
          <w:tcPr>
            <w:tcW w:w="2022" w:type="dxa"/>
          </w:tcPr>
          <w:p w:rsidR="0073493F" w:rsidRPr="007C43E7" w:rsidRDefault="0073493F" w:rsidP="006144E5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Рівень виконання проектів-переможців</w:t>
            </w:r>
          </w:p>
        </w:tc>
        <w:tc>
          <w:tcPr>
            <w:tcW w:w="1288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%</w:t>
            </w:r>
          </w:p>
        </w:tc>
        <w:tc>
          <w:tcPr>
            <w:tcW w:w="1429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100,0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100,0</w:t>
            </w:r>
          </w:p>
        </w:tc>
        <w:tc>
          <w:tcPr>
            <w:tcW w:w="1566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100,0</w:t>
            </w:r>
          </w:p>
        </w:tc>
        <w:tc>
          <w:tcPr>
            <w:tcW w:w="1565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100,0</w:t>
            </w:r>
          </w:p>
        </w:tc>
        <w:tc>
          <w:tcPr>
            <w:tcW w:w="1565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643" w:type="dxa"/>
            <w:vAlign w:val="center"/>
          </w:tcPr>
          <w:p w:rsidR="0073493F" w:rsidRPr="007C43E7" w:rsidRDefault="0073493F" w:rsidP="006144E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100,0</w:t>
            </w:r>
          </w:p>
        </w:tc>
      </w:tr>
    </w:tbl>
    <w:p w:rsidR="0073493F" w:rsidRPr="0044059E" w:rsidRDefault="0073493F" w:rsidP="00D36148">
      <w:pPr>
        <w:tabs>
          <w:tab w:val="left" w:pos="8310"/>
        </w:tabs>
        <w:ind w:firstLine="567"/>
        <w:jc w:val="center"/>
        <w:rPr>
          <w:color w:val="FF0000"/>
          <w:lang w:val="uk-UA"/>
        </w:rPr>
      </w:pPr>
    </w:p>
    <w:p w:rsidR="0073493F" w:rsidRPr="0044059E" w:rsidRDefault="0073493F" w:rsidP="00D36148">
      <w:pPr>
        <w:tabs>
          <w:tab w:val="left" w:pos="8310"/>
        </w:tabs>
        <w:ind w:firstLine="567"/>
        <w:jc w:val="center"/>
        <w:rPr>
          <w:b/>
          <w:color w:val="FF0000"/>
          <w:lang w:val="uk-UA"/>
        </w:rPr>
      </w:pPr>
    </w:p>
    <w:p w:rsidR="0073493F" w:rsidRPr="0044059E" w:rsidRDefault="0073493F" w:rsidP="00D36148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  <w:bookmarkStart w:id="0" w:name="_GoBack"/>
      <w:bookmarkEnd w:id="0"/>
    </w:p>
    <w:p w:rsidR="0073493F" w:rsidRPr="0044059E" w:rsidRDefault="0073493F" w:rsidP="00D36148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</w:p>
    <w:p w:rsidR="0073493F" w:rsidRPr="0044059E" w:rsidRDefault="0073493F" w:rsidP="00D36148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</w:p>
    <w:p w:rsidR="0073493F" w:rsidRPr="0044059E" w:rsidRDefault="0073493F" w:rsidP="00D36148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</w:p>
    <w:p w:rsidR="0073493F" w:rsidRDefault="0073493F" w:rsidP="00D36148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73493F" w:rsidRDefault="0073493F" w:rsidP="00D36148">
      <w:pPr>
        <w:rPr>
          <w:b/>
          <w:sz w:val="28"/>
          <w:szCs w:val="28"/>
          <w:lang w:val="uk-UA"/>
        </w:rPr>
      </w:pPr>
      <w:r w:rsidRPr="00FE64BE">
        <w:rPr>
          <w:b/>
          <w:sz w:val="28"/>
          <w:szCs w:val="28"/>
        </w:rPr>
        <w:t xml:space="preserve">   </w:t>
      </w:r>
      <w:r w:rsidRPr="00C21ECF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</w:rPr>
        <w:t xml:space="preserve">             </w:t>
      </w:r>
      <w:r w:rsidRPr="00C21ECF">
        <w:rPr>
          <w:b/>
          <w:sz w:val="28"/>
          <w:szCs w:val="28"/>
          <w:lang w:val="uk-UA"/>
        </w:rPr>
        <w:tab/>
      </w:r>
      <w:r w:rsidRPr="009804CF">
        <w:rPr>
          <w:b/>
          <w:sz w:val="28"/>
          <w:szCs w:val="28"/>
        </w:rPr>
        <w:t xml:space="preserve">                                                                              </w:t>
      </w:r>
      <w:r w:rsidRPr="00C21EC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. Продан</w:t>
      </w:r>
    </w:p>
    <w:p w:rsidR="0073493F" w:rsidRDefault="0073493F" w:rsidP="00D36148">
      <w:pPr>
        <w:rPr>
          <w:b/>
          <w:sz w:val="28"/>
          <w:szCs w:val="28"/>
          <w:lang w:val="uk-UA"/>
        </w:rPr>
      </w:pPr>
    </w:p>
    <w:p w:rsidR="0073493F" w:rsidRPr="00D36148" w:rsidRDefault="0073493F">
      <w:pPr>
        <w:rPr>
          <w:lang w:val="uk-UA"/>
        </w:rPr>
      </w:pPr>
    </w:p>
    <w:sectPr w:rsidR="0073493F" w:rsidRPr="00D36148" w:rsidSect="00D3614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6148"/>
    <w:rsid w:val="00026FBF"/>
    <w:rsid w:val="00036CDB"/>
    <w:rsid w:val="00043671"/>
    <w:rsid w:val="00045CBD"/>
    <w:rsid w:val="00050FB0"/>
    <w:rsid w:val="00054752"/>
    <w:rsid w:val="00060067"/>
    <w:rsid w:val="00082BF9"/>
    <w:rsid w:val="000907DD"/>
    <w:rsid w:val="000A3D05"/>
    <w:rsid w:val="000A53BA"/>
    <w:rsid w:val="000E1CD4"/>
    <w:rsid w:val="000E422B"/>
    <w:rsid w:val="000E5B89"/>
    <w:rsid w:val="00101CC0"/>
    <w:rsid w:val="00105768"/>
    <w:rsid w:val="001125D6"/>
    <w:rsid w:val="00120EEF"/>
    <w:rsid w:val="001320E2"/>
    <w:rsid w:val="00134E8C"/>
    <w:rsid w:val="001473B7"/>
    <w:rsid w:val="00160C6E"/>
    <w:rsid w:val="001653FC"/>
    <w:rsid w:val="00170DE3"/>
    <w:rsid w:val="00180879"/>
    <w:rsid w:val="00184A82"/>
    <w:rsid w:val="0018737D"/>
    <w:rsid w:val="00195AEB"/>
    <w:rsid w:val="001A60E3"/>
    <w:rsid w:val="001B7E6D"/>
    <w:rsid w:val="001C1CAE"/>
    <w:rsid w:val="001C28DD"/>
    <w:rsid w:val="001E7C8D"/>
    <w:rsid w:val="00206073"/>
    <w:rsid w:val="002135A5"/>
    <w:rsid w:val="0022430D"/>
    <w:rsid w:val="002329DD"/>
    <w:rsid w:val="00232B21"/>
    <w:rsid w:val="0023560F"/>
    <w:rsid w:val="00240F44"/>
    <w:rsid w:val="0024112A"/>
    <w:rsid w:val="00275B2C"/>
    <w:rsid w:val="0027674B"/>
    <w:rsid w:val="00280CB2"/>
    <w:rsid w:val="00286A0B"/>
    <w:rsid w:val="00291FE2"/>
    <w:rsid w:val="00294E0D"/>
    <w:rsid w:val="002B47C0"/>
    <w:rsid w:val="002C34B8"/>
    <w:rsid w:val="002D388F"/>
    <w:rsid w:val="002D4BD7"/>
    <w:rsid w:val="002D5D18"/>
    <w:rsid w:val="002D6D07"/>
    <w:rsid w:val="002E1341"/>
    <w:rsid w:val="002E2C5F"/>
    <w:rsid w:val="002E2E4A"/>
    <w:rsid w:val="002E365A"/>
    <w:rsid w:val="002E5BB1"/>
    <w:rsid w:val="00305691"/>
    <w:rsid w:val="0033430F"/>
    <w:rsid w:val="00340448"/>
    <w:rsid w:val="00340B26"/>
    <w:rsid w:val="00350776"/>
    <w:rsid w:val="00350EC5"/>
    <w:rsid w:val="00350F81"/>
    <w:rsid w:val="00351FEE"/>
    <w:rsid w:val="00357289"/>
    <w:rsid w:val="003605A1"/>
    <w:rsid w:val="00360DA4"/>
    <w:rsid w:val="00363CE8"/>
    <w:rsid w:val="003760EB"/>
    <w:rsid w:val="00380780"/>
    <w:rsid w:val="00386FF3"/>
    <w:rsid w:val="00393FA6"/>
    <w:rsid w:val="003977EA"/>
    <w:rsid w:val="003A1082"/>
    <w:rsid w:val="003A74F8"/>
    <w:rsid w:val="003D2E07"/>
    <w:rsid w:val="003D37D6"/>
    <w:rsid w:val="003D40ED"/>
    <w:rsid w:val="003D780B"/>
    <w:rsid w:val="003E0D90"/>
    <w:rsid w:val="003E5181"/>
    <w:rsid w:val="004010C6"/>
    <w:rsid w:val="00402873"/>
    <w:rsid w:val="0040469E"/>
    <w:rsid w:val="00407A42"/>
    <w:rsid w:val="0041626C"/>
    <w:rsid w:val="00423B8B"/>
    <w:rsid w:val="00427224"/>
    <w:rsid w:val="004312B7"/>
    <w:rsid w:val="0044059E"/>
    <w:rsid w:val="00456D6A"/>
    <w:rsid w:val="00466F30"/>
    <w:rsid w:val="004769A2"/>
    <w:rsid w:val="00480064"/>
    <w:rsid w:val="00493C42"/>
    <w:rsid w:val="00494195"/>
    <w:rsid w:val="004B4A65"/>
    <w:rsid w:val="004C200A"/>
    <w:rsid w:val="004C5B43"/>
    <w:rsid w:val="004E7D05"/>
    <w:rsid w:val="004F0885"/>
    <w:rsid w:val="00504074"/>
    <w:rsid w:val="005117F3"/>
    <w:rsid w:val="0051560E"/>
    <w:rsid w:val="00515DEF"/>
    <w:rsid w:val="00532B79"/>
    <w:rsid w:val="005673B6"/>
    <w:rsid w:val="00574D22"/>
    <w:rsid w:val="00587E29"/>
    <w:rsid w:val="005A0DFB"/>
    <w:rsid w:val="005A2A0E"/>
    <w:rsid w:val="005A3E31"/>
    <w:rsid w:val="005D1879"/>
    <w:rsid w:val="005D3C0B"/>
    <w:rsid w:val="005E03CB"/>
    <w:rsid w:val="005E2B81"/>
    <w:rsid w:val="005F33CC"/>
    <w:rsid w:val="005F4543"/>
    <w:rsid w:val="00604533"/>
    <w:rsid w:val="006119B4"/>
    <w:rsid w:val="006144E5"/>
    <w:rsid w:val="006226D8"/>
    <w:rsid w:val="00622D96"/>
    <w:rsid w:val="00626416"/>
    <w:rsid w:val="00635E09"/>
    <w:rsid w:val="00665B5F"/>
    <w:rsid w:val="00685113"/>
    <w:rsid w:val="006A51AE"/>
    <w:rsid w:val="006A7001"/>
    <w:rsid w:val="006B2DCC"/>
    <w:rsid w:val="006C0B3B"/>
    <w:rsid w:val="006E21AE"/>
    <w:rsid w:val="006E5F20"/>
    <w:rsid w:val="006F19FA"/>
    <w:rsid w:val="006F1D4A"/>
    <w:rsid w:val="00700A1F"/>
    <w:rsid w:val="0072749F"/>
    <w:rsid w:val="0073493F"/>
    <w:rsid w:val="00735FB7"/>
    <w:rsid w:val="00752A3D"/>
    <w:rsid w:val="00754395"/>
    <w:rsid w:val="00754EE4"/>
    <w:rsid w:val="00776FDF"/>
    <w:rsid w:val="007A2C4C"/>
    <w:rsid w:val="007A6F49"/>
    <w:rsid w:val="007A7681"/>
    <w:rsid w:val="007B4467"/>
    <w:rsid w:val="007C43E7"/>
    <w:rsid w:val="007D3637"/>
    <w:rsid w:val="007D4188"/>
    <w:rsid w:val="007E179E"/>
    <w:rsid w:val="00802670"/>
    <w:rsid w:val="00802DF9"/>
    <w:rsid w:val="00804812"/>
    <w:rsid w:val="00823127"/>
    <w:rsid w:val="00823828"/>
    <w:rsid w:val="00825C22"/>
    <w:rsid w:val="00843467"/>
    <w:rsid w:val="00865C0D"/>
    <w:rsid w:val="00867ED6"/>
    <w:rsid w:val="008753DC"/>
    <w:rsid w:val="00877127"/>
    <w:rsid w:val="00877C46"/>
    <w:rsid w:val="00882F4B"/>
    <w:rsid w:val="0088372A"/>
    <w:rsid w:val="008871A6"/>
    <w:rsid w:val="0088742C"/>
    <w:rsid w:val="008957AC"/>
    <w:rsid w:val="008A2353"/>
    <w:rsid w:val="008C5834"/>
    <w:rsid w:val="008D3AD0"/>
    <w:rsid w:val="008D4F0A"/>
    <w:rsid w:val="008F5F14"/>
    <w:rsid w:val="0090206E"/>
    <w:rsid w:val="00911C7B"/>
    <w:rsid w:val="0091222E"/>
    <w:rsid w:val="00917C49"/>
    <w:rsid w:val="00917CA4"/>
    <w:rsid w:val="009209CE"/>
    <w:rsid w:val="009239AC"/>
    <w:rsid w:val="009503C9"/>
    <w:rsid w:val="00966E79"/>
    <w:rsid w:val="009804CF"/>
    <w:rsid w:val="00985322"/>
    <w:rsid w:val="00992042"/>
    <w:rsid w:val="009A202E"/>
    <w:rsid w:val="009C3725"/>
    <w:rsid w:val="009C6A3F"/>
    <w:rsid w:val="009D0118"/>
    <w:rsid w:val="009D1B5A"/>
    <w:rsid w:val="009D6E6F"/>
    <w:rsid w:val="009E2F50"/>
    <w:rsid w:val="009E52CE"/>
    <w:rsid w:val="009E7B84"/>
    <w:rsid w:val="00A07119"/>
    <w:rsid w:val="00A15F09"/>
    <w:rsid w:val="00A26527"/>
    <w:rsid w:val="00A34510"/>
    <w:rsid w:val="00A34859"/>
    <w:rsid w:val="00A377E7"/>
    <w:rsid w:val="00A43569"/>
    <w:rsid w:val="00A43AE0"/>
    <w:rsid w:val="00A45BD8"/>
    <w:rsid w:val="00A51690"/>
    <w:rsid w:val="00A633E8"/>
    <w:rsid w:val="00A923C7"/>
    <w:rsid w:val="00AB0173"/>
    <w:rsid w:val="00AC3521"/>
    <w:rsid w:val="00AD0981"/>
    <w:rsid w:val="00AD6292"/>
    <w:rsid w:val="00AF3CE9"/>
    <w:rsid w:val="00AF5631"/>
    <w:rsid w:val="00B01E05"/>
    <w:rsid w:val="00B15EC2"/>
    <w:rsid w:val="00B17692"/>
    <w:rsid w:val="00B20B81"/>
    <w:rsid w:val="00B40475"/>
    <w:rsid w:val="00B415DB"/>
    <w:rsid w:val="00B4369B"/>
    <w:rsid w:val="00B4788B"/>
    <w:rsid w:val="00B53A91"/>
    <w:rsid w:val="00B62458"/>
    <w:rsid w:val="00B63B00"/>
    <w:rsid w:val="00B64F6E"/>
    <w:rsid w:val="00B73BBF"/>
    <w:rsid w:val="00B75E06"/>
    <w:rsid w:val="00B832F2"/>
    <w:rsid w:val="00B83B3B"/>
    <w:rsid w:val="00BA6105"/>
    <w:rsid w:val="00BB4942"/>
    <w:rsid w:val="00BB57C1"/>
    <w:rsid w:val="00BC00B2"/>
    <w:rsid w:val="00BC0643"/>
    <w:rsid w:val="00BD398C"/>
    <w:rsid w:val="00BE0E35"/>
    <w:rsid w:val="00BE3F66"/>
    <w:rsid w:val="00BF02CA"/>
    <w:rsid w:val="00BF6063"/>
    <w:rsid w:val="00C15D55"/>
    <w:rsid w:val="00C17AE7"/>
    <w:rsid w:val="00C20D4F"/>
    <w:rsid w:val="00C21ECF"/>
    <w:rsid w:val="00C469DB"/>
    <w:rsid w:val="00C54823"/>
    <w:rsid w:val="00C67C0E"/>
    <w:rsid w:val="00C72CE2"/>
    <w:rsid w:val="00C951C5"/>
    <w:rsid w:val="00CA080A"/>
    <w:rsid w:val="00CA26AE"/>
    <w:rsid w:val="00CA300C"/>
    <w:rsid w:val="00CB181F"/>
    <w:rsid w:val="00CC3C6A"/>
    <w:rsid w:val="00CE21E5"/>
    <w:rsid w:val="00CF2E2B"/>
    <w:rsid w:val="00D003D3"/>
    <w:rsid w:val="00D02F20"/>
    <w:rsid w:val="00D358B2"/>
    <w:rsid w:val="00D36148"/>
    <w:rsid w:val="00D60E0A"/>
    <w:rsid w:val="00D6625B"/>
    <w:rsid w:val="00D71824"/>
    <w:rsid w:val="00D7743A"/>
    <w:rsid w:val="00DA0CA9"/>
    <w:rsid w:val="00DA2B28"/>
    <w:rsid w:val="00DA2EB7"/>
    <w:rsid w:val="00DA4F0F"/>
    <w:rsid w:val="00DA518C"/>
    <w:rsid w:val="00DB10CF"/>
    <w:rsid w:val="00DD2B7D"/>
    <w:rsid w:val="00DD4522"/>
    <w:rsid w:val="00DE0626"/>
    <w:rsid w:val="00DF4170"/>
    <w:rsid w:val="00E045FE"/>
    <w:rsid w:val="00E05507"/>
    <w:rsid w:val="00E06ADD"/>
    <w:rsid w:val="00E15683"/>
    <w:rsid w:val="00E21C24"/>
    <w:rsid w:val="00E21FA8"/>
    <w:rsid w:val="00E23C75"/>
    <w:rsid w:val="00E34069"/>
    <w:rsid w:val="00E618DD"/>
    <w:rsid w:val="00E64B40"/>
    <w:rsid w:val="00EA2EBB"/>
    <w:rsid w:val="00EA4518"/>
    <w:rsid w:val="00EA7709"/>
    <w:rsid w:val="00EB0475"/>
    <w:rsid w:val="00EB168F"/>
    <w:rsid w:val="00EE0C16"/>
    <w:rsid w:val="00EF3154"/>
    <w:rsid w:val="00EF4CF5"/>
    <w:rsid w:val="00F0110F"/>
    <w:rsid w:val="00F14D22"/>
    <w:rsid w:val="00F30A2D"/>
    <w:rsid w:val="00F30BF6"/>
    <w:rsid w:val="00F4507E"/>
    <w:rsid w:val="00F476AE"/>
    <w:rsid w:val="00F51618"/>
    <w:rsid w:val="00F5318F"/>
    <w:rsid w:val="00F54FA5"/>
    <w:rsid w:val="00F8176B"/>
    <w:rsid w:val="00F84051"/>
    <w:rsid w:val="00F956A2"/>
    <w:rsid w:val="00FA602C"/>
    <w:rsid w:val="00FB23D3"/>
    <w:rsid w:val="00FC1B8E"/>
    <w:rsid w:val="00FC51A0"/>
    <w:rsid w:val="00FC6BF5"/>
    <w:rsid w:val="00FD2FB9"/>
    <w:rsid w:val="00FE2BA8"/>
    <w:rsid w:val="00FE64BE"/>
    <w:rsid w:val="00FE6BE2"/>
    <w:rsid w:val="00FE799D"/>
    <w:rsid w:val="00FF1959"/>
    <w:rsid w:val="00FF4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14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2</Pages>
  <Words>204</Words>
  <Characters>1164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Admin</cp:lastModifiedBy>
  <cp:revision>2</cp:revision>
  <dcterms:created xsi:type="dcterms:W3CDTF">2020-02-19T08:10:00Z</dcterms:created>
  <dcterms:modified xsi:type="dcterms:W3CDTF">2020-06-22T07:31:00Z</dcterms:modified>
</cp:coreProperties>
</file>