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40" w:type="dxa"/>
        <w:tblInd w:w="-72" w:type="dxa"/>
        <w:tblLayout w:type="fixed"/>
        <w:tblLook w:val="01E0"/>
      </w:tblPr>
      <w:tblGrid>
        <w:gridCol w:w="9540"/>
        <w:gridCol w:w="5400"/>
      </w:tblGrid>
      <w:tr w:rsidR="00F337BE" w:rsidRPr="00FF2C95" w:rsidTr="00400052">
        <w:trPr>
          <w:trHeight w:val="360"/>
        </w:trPr>
        <w:tc>
          <w:tcPr>
            <w:tcW w:w="9540" w:type="dxa"/>
          </w:tcPr>
          <w:p w:rsidR="00F337BE" w:rsidRPr="00C16A13" w:rsidRDefault="00F337BE" w:rsidP="00C16A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5400" w:type="dxa"/>
          </w:tcPr>
          <w:p w:rsidR="00F337BE" w:rsidRPr="00C16A13" w:rsidRDefault="00F337BE" w:rsidP="00C16A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Додаток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3</w:t>
            </w:r>
          </w:p>
          <w:p w:rsidR="00F337BE" w:rsidRPr="00C16A13" w:rsidRDefault="00F337BE" w:rsidP="00C16A1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eastAsia="ru-RU"/>
              </w:rPr>
              <w:t>до Програми реалізації Бюджету ініціатив чернівчан (бюджету участі) у місті Чернівцях на 2016-2020 роки</w:t>
            </w: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затвердженої </w:t>
            </w:r>
            <w:r w:rsidRPr="00C16A13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рішенням міської ради VIІ скликання </w:t>
            </w:r>
            <w:r w:rsidRPr="00C16A13">
              <w:rPr>
                <w:rFonts w:ascii="Times New Roman" w:hAnsi="Times New Roman"/>
                <w:bCs/>
                <w:sz w:val="24"/>
                <w:szCs w:val="24"/>
                <w:u w:val="single"/>
                <w:lang w:val="uk-UA" w:eastAsia="ru-RU"/>
              </w:rPr>
              <w:t>20.06.2019</w:t>
            </w:r>
            <w:r w:rsidRPr="00C16A13"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  <w:t xml:space="preserve"> № </w:t>
            </w:r>
            <w:r w:rsidRPr="00C16A13">
              <w:rPr>
                <w:rFonts w:ascii="Times New Roman" w:hAnsi="Times New Roman"/>
                <w:bCs/>
                <w:sz w:val="24"/>
                <w:szCs w:val="24"/>
                <w:u w:val="single"/>
                <w:lang w:val="uk-UA" w:eastAsia="ru-RU"/>
              </w:rPr>
              <w:t>1751</w:t>
            </w:r>
          </w:p>
          <w:p w:rsidR="00F337BE" w:rsidRPr="00C16A13" w:rsidRDefault="00F337BE" w:rsidP="00C16A1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uk-UA" w:eastAsia="ru-RU"/>
              </w:rPr>
              <w:t>11.06.</w:t>
            </w:r>
            <w:r w:rsidRPr="00C16A13">
              <w:rPr>
                <w:rFonts w:ascii="Times New Roman" w:hAnsi="Times New Roman"/>
                <w:sz w:val="24"/>
                <w:szCs w:val="24"/>
                <w:u w:val="single"/>
                <w:lang w:val="uk-UA" w:eastAsia="ru-RU"/>
              </w:rPr>
              <w:t>2020</w:t>
            </w:r>
            <w:r w:rsidRPr="00C16A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№</w:t>
            </w: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C16A13">
              <w:rPr>
                <w:rFonts w:ascii="Times New Roman" w:hAnsi="Times New Roman"/>
                <w:sz w:val="24"/>
                <w:szCs w:val="24"/>
                <w:u w:val="single"/>
                <w:lang w:val="uk-UA" w:eastAsia="ru-RU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uk-UA" w:eastAsia="ru-RU"/>
              </w:rPr>
              <w:t>2181</w:t>
            </w:r>
            <w:r w:rsidRPr="00C16A13">
              <w:rPr>
                <w:rFonts w:ascii="Times New Roman" w:hAnsi="Times New Roman"/>
                <w:sz w:val="24"/>
                <w:szCs w:val="24"/>
                <w:u w:val="single"/>
                <w:lang w:val="uk-UA" w:eastAsia="ru-RU"/>
              </w:rPr>
              <w:t>_____</w:t>
            </w:r>
          </w:p>
        </w:tc>
      </w:tr>
    </w:tbl>
    <w:p w:rsidR="00F337BE" w:rsidRPr="00C16A13" w:rsidRDefault="00F337BE" w:rsidP="00C16A13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337BE" w:rsidRPr="00C16A13" w:rsidRDefault="00F337BE" w:rsidP="00C16A1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16A13">
        <w:rPr>
          <w:rFonts w:ascii="Times New Roman" w:hAnsi="Times New Roman"/>
          <w:b/>
          <w:sz w:val="28"/>
          <w:szCs w:val="28"/>
          <w:lang w:val="uk-UA" w:eastAsia="ru-RU"/>
        </w:rPr>
        <w:t xml:space="preserve">Напрями діяльності та заходи </w:t>
      </w:r>
    </w:p>
    <w:p w:rsidR="00F337BE" w:rsidRPr="00C16A13" w:rsidRDefault="00F337BE" w:rsidP="00C16A1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16A13">
        <w:rPr>
          <w:rFonts w:ascii="Times New Roman" w:hAnsi="Times New Roman"/>
          <w:b/>
          <w:sz w:val="28"/>
          <w:szCs w:val="28"/>
          <w:lang w:val="uk-UA" w:eastAsia="ru-RU"/>
        </w:rPr>
        <w:t>Програми</w:t>
      </w:r>
      <w:r w:rsidRPr="00C16A13">
        <w:rPr>
          <w:rFonts w:ascii="Times New Roman" w:hAnsi="Times New Roman"/>
          <w:b/>
          <w:sz w:val="28"/>
          <w:szCs w:val="28"/>
          <w:lang w:eastAsia="ru-RU"/>
        </w:rPr>
        <w:t xml:space="preserve"> реалізації Бюджету ініціатив чернівчан (бюджету участі) </w:t>
      </w:r>
    </w:p>
    <w:p w:rsidR="00F337BE" w:rsidRPr="00C16A13" w:rsidRDefault="00F337BE" w:rsidP="00C16A1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16A13">
        <w:rPr>
          <w:rFonts w:ascii="Times New Roman" w:hAnsi="Times New Roman"/>
          <w:b/>
          <w:sz w:val="28"/>
          <w:szCs w:val="28"/>
          <w:lang w:eastAsia="ru-RU"/>
        </w:rPr>
        <w:t>у місті Чернівцях на 2016-2020 роки</w:t>
      </w:r>
    </w:p>
    <w:p w:rsidR="00F337BE" w:rsidRPr="00C16A13" w:rsidRDefault="00F337BE" w:rsidP="00C16A13">
      <w:pPr>
        <w:tabs>
          <w:tab w:val="left" w:pos="831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tbl>
      <w:tblPr>
        <w:tblW w:w="15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260"/>
        <w:gridCol w:w="2520"/>
        <w:gridCol w:w="1440"/>
        <w:gridCol w:w="1800"/>
        <w:gridCol w:w="1440"/>
        <w:gridCol w:w="900"/>
        <w:gridCol w:w="660"/>
        <w:gridCol w:w="660"/>
        <w:gridCol w:w="736"/>
        <w:gridCol w:w="840"/>
        <w:gridCol w:w="851"/>
        <w:gridCol w:w="1609"/>
      </w:tblGrid>
      <w:tr w:rsidR="00F337BE" w:rsidRPr="00FF2C95" w:rsidTr="00C16A13">
        <w:tc>
          <w:tcPr>
            <w:tcW w:w="468" w:type="dxa"/>
            <w:vMerge w:val="restart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260" w:type="dxa"/>
            <w:vMerge w:val="restart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Назва напряму</w:t>
            </w:r>
          </w:p>
        </w:tc>
        <w:tc>
          <w:tcPr>
            <w:tcW w:w="2520" w:type="dxa"/>
            <w:vMerge w:val="restart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Перелік заходів програми</w:t>
            </w:r>
          </w:p>
        </w:tc>
        <w:tc>
          <w:tcPr>
            <w:tcW w:w="1440" w:type="dxa"/>
            <w:vMerge w:val="restart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Строк виконання заходу</w:t>
            </w:r>
          </w:p>
        </w:tc>
        <w:tc>
          <w:tcPr>
            <w:tcW w:w="1800" w:type="dxa"/>
            <w:vMerge w:val="restart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Виконавці</w:t>
            </w:r>
          </w:p>
        </w:tc>
        <w:tc>
          <w:tcPr>
            <w:tcW w:w="1440" w:type="dxa"/>
            <w:vMerge w:val="restart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Джерела фінансу-вання</w:t>
            </w:r>
          </w:p>
        </w:tc>
        <w:tc>
          <w:tcPr>
            <w:tcW w:w="4647" w:type="dxa"/>
            <w:gridSpan w:val="6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Орієнтовні обсяги фінансування</w:t>
            </w:r>
          </w:p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(тис.грн.)</w:t>
            </w:r>
          </w:p>
        </w:tc>
        <w:tc>
          <w:tcPr>
            <w:tcW w:w="1609" w:type="dxa"/>
            <w:vMerge w:val="restart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Очікуваний результат</w:t>
            </w: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2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0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2056" w:type="dxa"/>
            <w:gridSpan w:val="3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І етап</w:t>
            </w:r>
          </w:p>
        </w:tc>
        <w:tc>
          <w:tcPr>
            <w:tcW w:w="1691" w:type="dxa"/>
            <w:gridSpan w:val="2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ІІ етап</w:t>
            </w:r>
          </w:p>
        </w:tc>
        <w:tc>
          <w:tcPr>
            <w:tcW w:w="1609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2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0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00" w:type="dxa"/>
            <w:vMerge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60" w:type="dxa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2016</w:t>
            </w:r>
          </w:p>
        </w:tc>
        <w:tc>
          <w:tcPr>
            <w:tcW w:w="660" w:type="dxa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2017</w:t>
            </w:r>
          </w:p>
        </w:tc>
        <w:tc>
          <w:tcPr>
            <w:tcW w:w="736" w:type="dxa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2018</w:t>
            </w:r>
          </w:p>
        </w:tc>
        <w:tc>
          <w:tcPr>
            <w:tcW w:w="840" w:type="dxa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2019</w:t>
            </w:r>
          </w:p>
        </w:tc>
        <w:tc>
          <w:tcPr>
            <w:tcW w:w="851" w:type="dxa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2020</w:t>
            </w:r>
          </w:p>
        </w:tc>
        <w:tc>
          <w:tcPr>
            <w:tcW w:w="1609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F337BE" w:rsidRPr="00FF2C95" w:rsidTr="00C16A13">
        <w:tc>
          <w:tcPr>
            <w:tcW w:w="468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52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F337BE" w:rsidRPr="00FF2C95" w:rsidTr="00C16A13">
        <w:tc>
          <w:tcPr>
            <w:tcW w:w="468" w:type="dxa"/>
            <w:vMerge w:val="restart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260" w:type="dxa"/>
            <w:vMerge w:val="restart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Подання проектів</w:t>
            </w:r>
          </w:p>
        </w:tc>
        <w:tc>
          <w:tcPr>
            <w:tcW w:w="252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1.1.</w:t>
            </w:r>
            <w:r w:rsidRPr="00C16A13">
              <w:rPr>
                <w:rFonts w:ascii="Times New Roman" w:hAnsi="Times New Roman"/>
                <w:lang w:val="uk-UA" w:eastAsia="ru-RU"/>
              </w:rPr>
              <w:t>Інформаційна кампанія щодо ознайомлення жителів міста з основними принципами та можливостями громадського бюджетування, вимогами до подання проектів та заохочення мешканців до подання пропозицій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 xml:space="preserve">Постійно впродовж строку дії </w:t>
            </w:r>
            <w:r w:rsidRPr="00C16A13">
              <w:rPr>
                <w:rFonts w:ascii="Times New Roman" w:hAnsi="Times New Roman"/>
                <w:b/>
                <w:lang w:val="uk-UA" w:eastAsia="ru-RU"/>
              </w:rPr>
              <w:t>Програми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Експертна група, відділ інформації та зв’язків з громадськістю Чернівецької міської ради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ind w:firstLine="72"/>
              <w:jc w:val="center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Міський бюджет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color w:val="000000"/>
                <w:lang w:val="uk-UA" w:eastAsia="ru-RU"/>
              </w:rPr>
              <w:t>1</w:t>
            </w:r>
            <w:r>
              <w:rPr>
                <w:rFonts w:ascii="Times New Roman" w:hAnsi="Times New Roman"/>
                <w:b/>
                <w:color w:val="000000"/>
                <w:lang w:val="uk-UA" w:eastAsia="ru-RU"/>
              </w:rPr>
              <w:t>5</w:t>
            </w:r>
            <w:r w:rsidRPr="00C16A13">
              <w:rPr>
                <w:rFonts w:ascii="Times New Roman" w:hAnsi="Times New Roman"/>
                <w:b/>
                <w:color w:val="000000"/>
                <w:lang w:val="uk-UA" w:eastAsia="ru-RU"/>
              </w:rPr>
              <w:t>0,0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C16A13">
              <w:rPr>
                <w:rFonts w:ascii="Times New Roman" w:hAnsi="Times New Roman"/>
                <w:color w:val="000000"/>
                <w:lang w:val="uk-UA" w:eastAsia="ru-RU"/>
              </w:rPr>
              <w:t>30,0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C16A13">
              <w:rPr>
                <w:rFonts w:ascii="Times New Roman" w:hAnsi="Times New Roman"/>
                <w:color w:val="000000"/>
                <w:lang w:val="uk-UA" w:eastAsia="ru-RU"/>
              </w:rPr>
              <w:t>30,0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C16A13">
              <w:rPr>
                <w:rFonts w:ascii="Times New Roman" w:hAnsi="Times New Roman"/>
                <w:color w:val="000000"/>
                <w:lang w:val="uk-UA" w:eastAsia="ru-RU"/>
              </w:rPr>
              <w:t>30,0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C16A13">
              <w:rPr>
                <w:rFonts w:ascii="Times New Roman" w:hAnsi="Times New Roman"/>
                <w:color w:val="000000"/>
                <w:lang w:val="uk-UA" w:eastAsia="ru-RU"/>
              </w:rPr>
              <w:t>30,0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lang w:val="uk-UA" w:eastAsia="ru-RU"/>
              </w:rPr>
              <w:t>30,0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shd w:val="clear" w:color="auto" w:fill="FFFFFF"/>
                <w:lang w:val="uk-UA" w:eastAsia="ru-RU"/>
              </w:rPr>
              <w:t xml:space="preserve">Проведення інформаційних заходів для представників ОСББ, </w:t>
            </w:r>
            <w:r w:rsidRPr="00C16A13">
              <w:rPr>
                <w:rFonts w:ascii="Times New Roman" w:hAnsi="Times New Roman"/>
                <w:lang w:val="uk-UA" w:eastAsia="ru-RU"/>
              </w:rPr>
              <w:t xml:space="preserve"> студентів та учнів старших класів, підприємців, медиків та усіх бажаючих чернівчан</w:t>
            </w: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2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1.2.</w:t>
            </w:r>
            <w:r w:rsidRPr="00C16A13">
              <w:rPr>
                <w:rFonts w:ascii="Times New Roman" w:hAnsi="Times New Roman"/>
                <w:lang w:val="uk-UA" w:eastAsia="ru-RU"/>
              </w:rPr>
              <w:t xml:space="preserve">Подання проектів за формою згідно з додатком 1 до Положення </w:t>
            </w:r>
            <w:r w:rsidRPr="00C16A13">
              <w:rPr>
                <w:rFonts w:ascii="Times New Roman" w:hAnsi="Times New Roman"/>
                <w:lang w:eastAsia="ru-RU"/>
              </w:rPr>
              <w:t>до Центру надання адміністративних послуг (ЦНАП) у паперовому вигляді</w:t>
            </w:r>
            <w:r w:rsidRPr="00C16A13">
              <w:rPr>
                <w:rFonts w:ascii="Times New Roman" w:hAnsi="Times New Roman"/>
                <w:lang w:val="uk-UA" w:eastAsia="ru-RU"/>
              </w:rPr>
              <w:t xml:space="preserve"> або через електронну систему «Громадський проект»</w:t>
            </w:r>
          </w:p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Щороку</w:t>
            </w:r>
          </w:p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 xml:space="preserve"> з</w:t>
            </w:r>
          </w:p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 xml:space="preserve"> 01 травня </w:t>
            </w:r>
            <w:r w:rsidRPr="00C16A13">
              <w:rPr>
                <w:rFonts w:ascii="Times New Roman" w:hAnsi="Times New Roman"/>
                <w:lang w:val="uk-UA" w:eastAsia="ru-RU"/>
              </w:rPr>
              <w:t xml:space="preserve">до  </w:t>
            </w:r>
          </w:p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15 червня</w:t>
            </w:r>
            <w:r w:rsidRPr="00C16A13">
              <w:rPr>
                <w:rFonts w:ascii="Times New Roman" w:hAnsi="Times New Roman"/>
                <w:lang w:val="uk-UA" w:eastAsia="ru-RU"/>
              </w:rPr>
              <w:t xml:space="preserve"> року, що передує плановому періоду  впродовж строку дії </w:t>
            </w:r>
            <w:r w:rsidRPr="00C16A13">
              <w:rPr>
                <w:rFonts w:ascii="Times New Roman" w:hAnsi="Times New Roman"/>
                <w:b/>
                <w:lang w:val="uk-UA" w:eastAsia="ru-RU"/>
              </w:rPr>
              <w:t>Програми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 xml:space="preserve">ЦНАП, ініціативні громадяни –мешканці міста Чернівців, </w:t>
            </w:r>
            <w:r w:rsidRPr="00C16A13">
              <w:rPr>
                <w:rFonts w:ascii="Times New Roman" w:hAnsi="Times New Roman"/>
                <w:shd w:val="clear" w:color="auto" w:fill="FFFFFF"/>
                <w:lang w:val="uk-UA" w:eastAsia="ru-RU"/>
              </w:rPr>
              <w:t>громадські об’єднання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Залучення членів територіальної громади до участі у визначенні напрямків розвитку міста</w:t>
            </w:r>
          </w:p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2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1.3.</w:t>
            </w:r>
            <w:r w:rsidRPr="00C16A13">
              <w:rPr>
                <w:rFonts w:ascii="Times New Roman" w:hAnsi="Times New Roman"/>
                <w:lang w:val="uk-UA" w:eastAsia="ru-RU"/>
              </w:rPr>
              <w:t xml:space="preserve">Створення переліку поданих проектів 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 xml:space="preserve">Впродовж </w:t>
            </w:r>
            <w:r w:rsidRPr="00C16A13">
              <w:rPr>
                <w:rFonts w:ascii="Times New Roman" w:hAnsi="Times New Roman"/>
                <w:b/>
                <w:lang w:val="uk-UA" w:eastAsia="ru-RU"/>
              </w:rPr>
              <w:t>10</w:t>
            </w:r>
          </w:p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робочих днів</w:t>
            </w:r>
            <w:r w:rsidRPr="00C16A13">
              <w:rPr>
                <w:rFonts w:ascii="Times New Roman" w:hAnsi="Times New Roman"/>
                <w:lang w:val="uk-UA" w:eastAsia="ru-RU"/>
              </w:rPr>
              <w:t xml:space="preserve"> після закінчення терміну подання проекті впродовж строку дії </w:t>
            </w:r>
            <w:r w:rsidRPr="00C16A13">
              <w:rPr>
                <w:rFonts w:ascii="Times New Roman" w:hAnsi="Times New Roman"/>
                <w:b/>
                <w:lang w:val="uk-UA" w:eastAsia="ru-RU"/>
              </w:rPr>
              <w:t>Програми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Уповноважений робочий орган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Залучення членів територіальної громади до участі у визначенні напрямків розвитку міста</w:t>
            </w:r>
          </w:p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337BE" w:rsidRPr="00FF2C95" w:rsidTr="00C16A13">
        <w:tc>
          <w:tcPr>
            <w:tcW w:w="468" w:type="dxa"/>
            <w:vMerge w:val="restart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1260" w:type="dxa"/>
            <w:vMerge w:val="restart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Аналіз наданих проектів</w:t>
            </w:r>
          </w:p>
        </w:tc>
        <w:tc>
          <w:tcPr>
            <w:tcW w:w="252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2.1</w:t>
            </w:r>
            <w:r w:rsidRPr="00C16A13">
              <w:rPr>
                <w:rFonts w:ascii="Times New Roman" w:hAnsi="Times New Roman"/>
                <w:lang w:val="uk-UA" w:eastAsia="ru-RU"/>
              </w:rPr>
              <w:t>.Перевірка повноти та правильності заповнення бланку пропозицій (проекту) та передача до виконавчих органів Чернівецької міської ради, до повноважень яких відноситься реалізація проектів відповідно до норм Положення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 xml:space="preserve">Впродовж </w:t>
            </w:r>
            <w:r w:rsidRPr="00C16A13">
              <w:rPr>
                <w:rFonts w:ascii="Times New Roman" w:hAnsi="Times New Roman"/>
                <w:b/>
                <w:lang w:val="uk-UA" w:eastAsia="ru-RU"/>
              </w:rPr>
              <w:t>5 робочих днів</w:t>
            </w:r>
            <w:r w:rsidRPr="00C16A13">
              <w:rPr>
                <w:rFonts w:ascii="Times New Roman" w:hAnsi="Times New Roman"/>
                <w:lang w:val="uk-UA" w:eastAsia="ru-RU"/>
              </w:rPr>
              <w:t xml:space="preserve"> після закінчення створення переліку поданих проектів впродовж строку дії </w:t>
            </w:r>
            <w:r w:rsidRPr="00C16A13">
              <w:rPr>
                <w:rFonts w:ascii="Times New Roman" w:hAnsi="Times New Roman"/>
                <w:b/>
                <w:lang w:val="uk-UA" w:eastAsia="ru-RU"/>
              </w:rPr>
              <w:t>Програми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Уповноважений робочий орган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Взаємодія громадськості з виконавчими органами міської ради</w:t>
            </w: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2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2.2</w:t>
            </w:r>
            <w:r w:rsidRPr="00C16A13">
              <w:rPr>
                <w:rFonts w:ascii="Times New Roman" w:hAnsi="Times New Roman"/>
                <w:lang w:val="uk-UA" w:eastAsia="ru-RU"/>
              </w:rPr>
              <w:t>.Передача перевірених проектів до</w:t>
            </w:r>
            <w:r w:rsidRPr="00C16A13">
              <w:rPr>
                <w:rFonts w:ascii="Times New Roman" w:hAnsi="Times New Roman"/>
                <w:lang w:eastAsia="ru-RU"/>
              </w:rPr>
              <w:t xml:space="preserve"> Експертної групи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Впродовж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5 робочих днів</w:t>
            </w: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 після перевірки заповнення бланку-пропозицій впродовж строку дії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Програми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 xml:space="preserve">Уповноважений робочий орган 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Взаємодія громадськості з виконавчими органами міської ради</w:t>
            </w: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2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2.3.</w:t>
            </w:r>
            <w:r w:rsidRPr="00C16A13">
              <w:rPr>
                <w:rFonts w:ascii="Times New Roman" w:hAnsi="Times New Roman"/>
                <w:lang w:val="uk-UA" w:eastAsia="ru-RU"/>
              </w:rPr>
              <w:t>Здійснення аналізу поданих проектів, за результатами яких заповнюється Бланк-аналізу пропозицій (проекту), що передаються до уповноваженого робочого органу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Впродовж </w:t>
            </w:r>
          </w:p>
          <w:p w:rsidR="00F337BE" w:rsidRPr="00C16A13" w:rsidRDefault="00F337BE" w:rsidP="00C16A1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50 </w:t>
            </w:r>
          </w:p>
          <w:p w:rsidR="00F337BE" w:rsidRPr="00C16A13" w:rsidRDefault="00F337BE" w:rsidP="00C16A1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календарних днів</w:t>
            </w: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 з дати отримання проектів</w:t>
            </w:r>
          </w:p>
          <w:p w:rsidR="00F337BE" w:rsidRPr="00C16A13" w:rsidRDefault="00F337BE" w:rsidP="00C16A1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 (у виняткових випадках  термін аналізу може бути продовжено до</w:t>
            </w:r>
          </w:p>
          <w:p w:rsidR="00F337BE" w:rsidRPr="00C16A13" w:rsidRDefault="00F337BE" w:rsidP="00C16A1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60 календарних днів</w:t>
            </w: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) впродовж строку дії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Програми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Головні розпорядники коштів</w:t>
            </w: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 xml:space="preserve">Експертна група </w:t>
            </w: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Формування довіри громадян до місцевої влади</w:t>
            </w: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2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2.4.</w:t>
            </w:r>
            <w:r w:rsidRPr="00C16A13">
              <w:rPr>
                <w:rFonts w:ascii="Times New Roman" w:hAnsi="Times New Roman"/>
                <w:lang w:val="uk-UA" w:eastAsia="ru-RU"/>
              </w:rPr>
              <w:t>Узагальнення бланків - аналізу пропозицій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 xml:space="preserve">Впродовж </w:t>
            </w:r>
            <w:r w:rsidRPr="00C16A13">
              <w:rPr>
                <w:rFonts w:ascii="Times New Roman" w:hAnsi="Times New Roman"/>
                <w:b/>
                <w:lang w:val="uk-UA" w:eastAsia="ru-RU"/>
              </w:rPr>
              <w:t>5 робочих днів</w:t>
            </w:r>
            <w:r w:rsidRPr="00C16A13">
              <w:rPr>
                <w:rFonts w:ascii="Times New Roman" w:hAnsi="Times New Roman"/>
                <w:lang w:val="uk-UA" w:eastAsia="ru-RU"/>
              </w:rPr>
              <w:t xml:space="preserve"> після отримання останнього бланку- аналізу пропозицій впродовж строку дії </w:t>
            </w:r>
            <w:r w:rsidRPr="00C16A13">
              <w:rPr>
                <w:rFonts w:ascii="Times New Roman" w:hAnsi="Times New Roman"/>
                <w:b/>
                <w:lang w:val="uk-UA" w:eastAsia="ru-RU"/>
              </w:rPr>
              <w:t>Програми</w:t>
            </w:r>
          </w:p>
          <w:p w:rsidR="00F337BE" w:rsidRPr="00C16A13" w:rsidRDefault="00F337BE" w:rsidP="00C16A1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80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Уповноважений робочий орган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Формування довіри громадян до місцевої влади</w:t>
            </w: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2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2.5.</w:t>
            </w:r>
            <w:r w:rsidRPr="00C16A13">
              <w:rPr>
                <w:rFonts w:ascii="Times New Roman" w:hAnsi="Times New Roman"/>
                <w:lang w:val="uk-UA" w:eastAsia="ru-RU"/>
              </w:rPr>
              <w:t>Остаточне визначення проектів, які допускаються до голосування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Впродовж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5 робочих днів</w:t>
            </w: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 після узагальнення бланків-аналізу пропозицій впродовж строку дії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Програми</w:t>
            </w: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</w:p>
        </w:tc>
        <w:tc>
          <w:tcPr>
            <w:tcW w:w="1800" w:type="dxa"/>
          </w:tcPr>
          <w:p w:rsidR="00F337BE" w:rsidRPr="00C16A13" w:rsidRDefault="00F337BE" w:rsidP="00C16A13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Експертна група</w:t>
            </w:r>
          </w:p>
          <w:p w:rsidR="00F337BE" w:rsidRPr="00C16A13" w:rsidRDefault="00F337BE" w:rsidP="00C16A13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Підвищення відкритості діяльності органів місцевого самоврядування</w:t>
            </w: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2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2.6</w:t>
            </w:r>
            <w:r w:rsidRPr="00C16A13">
              <w:rPr>
                <w:rFonts w:ascii="Times New Roman" w:hAnsi="Times New Roman"/>
                <w:lang w:val="uk-UA" w:eastAsia="ru-RU"/>
              </w:rPr>
              <w:t>.Розміщення на сайті Чернівецької міської ради через електронну систему «Громадський бюджет» наступної інформації:</w:t>
            </w: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-перелік та власне проекти, які допускаються до голосування;</w:t>
            </w: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-перелік проектів, які отримали негативну оцінку (із обґрунтуванням відмови);</w:t>
            </w: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-перелік пунктів голосування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Не пізніше </w:t>
            </w:r>
          </w:p>
          <w:p w:rsidR="00F337BE" w:rsidRPr="00C16A13" w:rsidRDefault="00F337BE" w:rsidP="00C16A1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7 </w:t>
            </w:r>
          </w:p>
          <w:p w:rsidR="00F337BE" w:rsidRPr="00C16A13" w:rsidRDefault="00F337BE" w:rsidP="00C16A1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календарних днів</w:t>
            </w: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 до дня початку голосуваннявпвпродовж строку дії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Програми</w:t>
            </w: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 xml:space="preserve"> 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Уповноважений робочий орган, відділ комп’ютерно-технічного забезпечення міської ради</w:t>
            </w: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63</w:t>
            </w:r>
            <w:r w:rsidRPr="00C16A1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30,0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33,0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C16A13">
              <w:rPr>
                <w:rFonts w:ascii="Times New Roman" w:hAnsi="Times New Roman"/>
                <w:color w:val="000000"/>
                <w:lang w:val="uk-UA" w:eastAsia="ru-RU"/>
              </w:rPr>
              <w:t>Підвищення відкритості діяльності органів місцевого самоврядування</w:t>
            </w:r>
          </w:p>
        </w:tc>
      </w:tr>
      <w:tr w:rsidR="00F337BE" w:rsidRPr="00FF2C95" w:rsidTr="00C16A13">
        <w:tc>
          <w:tcPr>
            <w:tcW w:w="468" w:type="dxa"/>
            <w:vMerge w:val="restart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1260" w:type="dxa"/>
            <w:vMerge w:val="restart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rPr>
                <w:rFonts w:ascii="Times New Roman" w:hAnsi="Times New Roman"/>
                <w:b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Визначен-ня проектів пере-можців</w:t>
            </w:r>
          </w:p>
        </w:tc>
        <w:tc>
          <w:tcPr>
            <w:tcW w:w="2520" w:type="dxa"/>
          </w:tcPr>
          <w:p w:rsidR="00F337BE" w:rsidRPr="00C16A13" w:rsidRDefault="00F337BE" w:rsidP="00C16A1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3.1.</w:t>
            </w:r>
            <w:r w:rsidRPr="00C16A13">
              <w:rPr>
                <w:rFonts w:ascii="Times New Roman" w:hAnsi="Times New Roman"/>
                <w:lang w:val="uk-UA" w:eastAsia="ru-RU"/>
              </w:rPr>
              <w:t>Визначення громадської думки шляхом голосування, яке проводиться  за формою бланку для голосування в режимі он-лайн через електронну систему «Громадський бюджет», а також в  пунктах для голосування згідно з оприлюдненим переліком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Впродовж </w:t>
            </w:r>
          </w:p>
          <w:p w:rsidR="00F337BE" w:rsidRPr="00C16A13" w:rsidRDefault="00F337BE" w:rsidP="00C16A1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14 </w:t>
            </w:r>
          </w:p>
          <w:p w:rsidR="00F337BE" w:rsidRPr="00C16A13" w:rsidRDefault="00F337BE" w:rsidP="00C16A1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календарних днів</w:t>
            </w: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 впродовж строку дії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Програми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 xml:space="preserve">Повнолітні громадяни України, які зареєстровані та проживають на території міста Чернівців 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Залучення членів територіальної громади до участі у процесі прийняття рішень щодо розподілу бюджетних коштів</w:t>
            </w: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2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3.2.</w:t>
            </w:r>
            <w:r w:rsidRPr="00C16A13">
              <w:rPr>
                <w:rFonts w:ascii="Times New Roman" w:hAnsi="Times New Roman"/>
                <w:lang w:val="uk-UA" w:eastAsia="ru-RU"/>
              </w:rPr>
              <w:t>Підрахунок голосів відповідно до отриманих результатів електронного голосування та внесення заповнених бланків для письмового голосування до електронної системи «Громадський бюджет»</w:t>
            </w: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40" w:type="dxa"/>
          </w:tcPr>
          <w:p w:rsidR="00F337BE" w:rsidRPr="00C16A13" w:rsidRDefault="00F337BE" w:rsidP="00C16A1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>Впродовж</w:t>
            </w:r>
          </w:p>
          <w:p w:rsidR="00F337BE" w:rsidRPr="00C16A13" w:rsidRDefault="00F337BE" w:rsidP="00C16A1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10 </w:t>
            </w:r>
          </w:p>
          <w:p w:rsidR="00F337BE" w:rsidRPr="00C16A13" w:rsidRDefault="00F337BE" w:rsidP="00C16A1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робочих днів</w:t>
            </w: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 після закінчення голосування впродовж строку дії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Програми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Уповноважений робочий орган</w:t>
            </w: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Підвищення рівня прозорості процесу прийняття рішень шляхом надання мешканцям міста Чернівці можливості безпосереднього впливу на бюджетну політику міста</w:t>
            </w: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2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3.3.</w:t>
            </w:r>
            <w:r w:rsidRPr="00C16A13">
              <w:rPr>
                <w:rFonts w:ascii="Times New Roman" w:hAnsi="Times New Roman"/>
                <w:lang w:val="uk-UA" w:eastAsia="ru-RU"/>
              </w:rPr>
              <w:t xml:space="preserve">Встановлення підсумків голосування та визначення проектів-переможців, які будуть фінансуватися в рамках Програми 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Впродовж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5 робочих днів</w:t>
            </w: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 після закінчення голосу-вання впродовж строку дії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Програми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Експертна група</w:t>
            </w: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Підвищення рівня прозорості процесу прийняття рішень шляхом надання мешканцям міста Чернівці можливості безпосереднього впливу на бюджетну політику міста</w:t>
            </w: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2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3.4.</w:t>
            </w:r>
            <w:r w:rsidRPr="00C16A13">
              <w:rPr>
                <w:rFonts w:ascii="Times New Roman" w:hAnsi="Times New Roman"/>
                <w:lang w:val="uk-UA" w:eastAsia="ru-RU"/>
              </w:rPr>
              <w:t>Підготовка відповідного проекту рішення на засідання виконавчого комітету Чернівецької міської ради щодо затвердження проектів-переможців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Впродовж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3 робочих днів</w:t>
            </w: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 після засідання Експертної групи впродовж строку дії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Програми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Уповноважений робочий орган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Підвищення рівня прозорості процесу прийняття рішень шляхом надання мешканцям міста Чернівці можливості безпосереднього впливу на бюджетну політику міста</w:t>
            </w:r>
          </w:p>
        </w:tc>
      </w:tr>
      <w:tr w:rsidR="00F337BE" w:rsidRPr="00FF2C95" w:rsidTr="00C16A13">
        <w:tc>
          <w:tcPr>
            <w:tcW w:w="468" w:type="dxa"/>
            <w:vMerge w:val="restart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1260" w:type="dxa"/>
            <w:vMerge w:val="restart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rPr>
                <w:rFonts w:ascii="Times New Roman" w:hAnsi="Times New Roman"/>
                <w:b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Реалізація проектів пере-можців</w:t>
            </w:r>
          </w:p>
        </w:tc>
        <w:tc>
          <w:tcPr>
            <w:tcW w:w="252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4.1</w:t>
            </w:r>
            <w:r w:rsidRPr="00C16A13">
              <w:rPr>
                <w:rFonts w:ascii="Times New Roman" w:hAnsi="Times New Roman"/>
                <w:lang w:val="uk-UA" w:eastAsia="ru-RU"/>
              </w:rPr>
              <w:t>.Обов’язкове включення головними розпорядниками коштів до бюджетних запитів на відповідний бюджетний період проектів-переможців з врахуванням вимог Бюджетного кодексу України та інструкції з підготовки бюджетних запитів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Відповідно до вимог статей 75, 76, 77 Бюджетного кодексу України впродовж строку дії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Програми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Головні розпорядники коштів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Формування довіри громадян до місцевої влади</w:t>
            </w: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2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4.2.</w:t>
            </w:r>
            <w:r w:rsidRPr="00C16A13">
              <w:rPr>
                <w:rFonts w:ascii="Times New Roman" w:hAnsi="Times New Roman"/>
                <w:lang w:val="uk-UA" w:eastAsia="ru-RU"/>
              </w:rPr>
              <w:t xml:space="preserve">Включення бюджетного запиту із проектом-переможцем до проекту міського бюджету 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Відповідно до вимог статей 75, 76, 77 Бюджетного кодексу України впродовж строку дії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Програми</w:t>
            </w: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>.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 xml:space="preserve">Фінансове управління Чернівецької міської ради 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Вирішення проблем, які найбільше хвилюють жителів міста Чернівців</w:t>
            </w: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2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4.3.</w:t>
            </w:r>
            <w:r w:rsidRPr="00C16A13">
              <w:rPr>
                <w:rFonts w:ascii="Times New Roman" w:hAnsi="Times New Roman"/>
                <w:lang w:val="uk-UA" w:eastAsia="ru-RU"/>
              </w:rPr>
              <w:t>Виконання проектів - переможців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>Впродовж бюджетного року.</w:t>
            </w: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впродовж строку дії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Програми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Головні розпорядники коштів, розпорядники коштів нижчого рівня, одержувачі коштів, автори проектів- переможців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color w:val="000000"/>
                <w:sz w:val="16"/>
                <w:szCs w:val="16"/>
                <w:lang w:val="uk-UA" w:eastAsia="ru-RU"/>
              </w:rPr>
              <w:t>4</w:t>
            </w:r>
            <w:r w:rsidRPr="00C16A13">
              <w:rPr>
                <w:rFonts w:ascii="Times New Roman" w:hAnsi="Times New Roman"/>
                <w:b/>
                <w:color w:val="000000"/>
                <w:sz w:val="16"/>
                <w:szCs w:val="16"/>
                <w:lang w:val="en-US" w:eastAsia="ru-RU"/>
              </w:rPr>
              <w:t>8262</w:t>
            </w:r>
            <w:r w:rsidRPr="00C16A13">
              <w:rPr>
                <w:rFonts w:ascii="Times New Roman" w:hAnsi="Times New Roman"/>
                <w:b/>
                <w:color w:val="000000"/>
                <w:sz w:val="16"/>
                <w:szCs w:val="16"/>
                <w:lang w:val="uk-UA" w:eastAsia="ru-RU"/>
              </w:rPr>
              <w:t>,</w:t>
            </w:r>
            <w:r w:rsidRPr="00C16A13">
              <w:rPr>
                <w:rFonts w:ascii="Times New Roman" w:hAnsi="Times New Roman"/>
                <w:b/>
                <w:color w:val="000000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C16A13"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C16A13"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  <w:t>9500,0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C16A13"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  <w:t>9500,0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5"/>
                <w:szCs w:val="15"/>
                <w:lang w:val="uk-UA" w:eastAsia="ru-RU"/>
              </w:rPr>
            </w:pPr>
            <w:r w:rsidRPr="00C16A13">
              <w:rPr>
                <w:rFonts w:ascii="Times New Roman" w:hAnsi="Times New Roman"/>
                <w:color w:val="000000"/>
                <w:sz w:val="15"/>
                <w:szCs w:val="15"/>
                <w:lang w:val="en-US" w:eastAsia="ru-RU"/>
              </w:rPr>
              <w:t>13262</w:t>
            </w:r>
            <w:r w:rsidRPr="00C16A13">
              <w:rPr>
                <w:rFonts w:ascii="Times New Roman" w:hAnsi="Times New Roman"/>
                <w:color w:val="000000"/>
                <w:sz w:val="15"/>
                <w:szCs w:val="15"/>
                <w:lang w:val="uk-UA"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15"/>
                <w:szCs w:val="15"/>
                <w:lang w:val="uk-UA" w:eastAsia="ru-RU"/>
              </w:rPr>
              <w:t>7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C16A13"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  <w:t>16000,0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Вирішення проблем, які найбільше хвилюють жителів міста Чернівців</w:t>
            </w: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2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4.4</w:t>
            </w:r>
            <w:r w:rsidRPr="00C16A13">
              <w:rPr>
                <w:rFonts w:ascii="Times New Roman" w:hAnsi="Times New Roman"/>
                <w:lang w:val="uk-UA" w:eastAsia="ru-RU"/>
              </w:rPr>
              <w:t xml:space="preserve">.Офіційне подання головними розпорядниками коштів до Експертної групи квартальних звітів стосовно стадії виконання проекту-переможця </w:t>
            </w: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4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C16A13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Щоквартально </w:t>
            </w: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до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10 числа</w:t>
            </w: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 місяця, що наступає за звітним кварталом впродовж строку дії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Програми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 xml:space="preserve">Головні розпорядники коштів 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Вирішення проблем, які найбільше хвилюють жителів міста Чернівців</w:t>
            </w: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2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4.5.</w:t>
            </w:r>
            <w:r w:rsidRPr="00C16A13">
              <w:rPr>
                <w:rFonts w:ascii="Times New Roman" w:hAnsi="Times New Roman"/>
                <w:lang w:val="uk-UA" w:eastAsia="ru-RU"/>
              </w:rPr>
              <w:t xml:space="preserve">Офіційне подання головними розпорядниками коштів до Робочої групи річного звіту щодо виконання проекту-переможця із результативними показниками та показниками затрат, продукту, ефективності, якості, а також, за можливістю, фото  виконаного об’єкту 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Впродовж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10 робочих днів</w:t>
            </w: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 після виконання проекту впродовж строку дії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Програми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 xml:space="preserve">Головні розпорядники коштів 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Підвищення відкритості діяльності органів місцевого самоврядування</w:t>
            </w:r>
          </w:p>
        </w:tc>
      </w:tr>
      <w:tr w:rsidR="00F337BE" w:rsidRPr="00FF2C95" w:rsidTr="00C16A13">
        <w:tc>
          <w:tcPr>
            <w:tcW w:w="468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vMerge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2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lang w:val="uk-UA" w:eastAsia="ru-RU"/>
              </w:rPr>
              <w:t>4.6.</w:t>
            </w:r>
            <w:r w:rsidRPr="00C16A13">
              <w:rPr>
                <w:rFonts w:ascii="Times New Roman" w:hAnsi="Times New Roman"/>
                <w:lang w:val="uk-UA" w:eastAsia="ru-RU"/>
              </w:rPr>
              <w:t xml:space="preserve">Розміщення узагальнених квартальних та річних звітів головних розпорядників коштів на офіційному сайті Чернівецької міської ради </w:t>
            </w:r>
          </w:p>
        </w:tc>
        <w:tc>
          <w:tcPr>
            <w:tcW w:w="144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val="uk-UA" w:eastAsia="ru-RU"/>
              </w:rPr>
            </w:pPr>
            <w:r w:rsidRPr="00C16A13">
              <w:rPr>
                <w:rFonts w:ascii="Times New Roman" w:hAnsi="Times New Roman"/>
                <w:sz w:val="18"/>
                <w:szCs w:val="18"/>
                <w:lang w:val="uk-UA" w:eastAsia="ru-RU"/>
              </w:rPr>
              <w:t>Щоквартально</w:t>
            </w: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 впродовж 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3 робочих днів</w:t>
            </w:r>
            <w:r w:rsidRPr="00C16A13">
              <w:rPr>
                <w:rFonts w:ascii="Times New Roman" w:hAnsi="Times New Roman"/>
                <w:sz w:val="21"/>
                <w:szCs w:val="21"/>
                <w:lang w:val="uk-UA" w:eastAsia="ru-RU"/>
              </w:rPr>
              <w:t xml:space="preserve"> після отримання звітів від головних розпорядників коштів впродовж строку дії </w:t>
            </w:r>
            <w:r w:rsidRPr="00C16A13">
              <w:rPr>
                <w:rFonts w:ascii="Times New Roman" w:hAnsi="Times New Roman"/>
                <w:b/>
                <w:sz w:val="21"/>
                <w:szCs w:val="21"/>
                <w:lang w:val="uk-UA" w:eastAsia="ru-RU"/>
              </w:rPr>
              <w:t>Програми</w:t>
            </w:r>
          </w:p>
        </w:tc>
        <w:tc>
          <w:tcPr>
            <w:tcW w:w="1800" w:type="dxa"/>
          </w:tcPr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Уповноважений робочий орган</w:t>
            </w:r>
          </w:p>
          <w:p w:rsidR="00F337BE" w:rsidRPr="00C16A13" w:rsidRDefault="00F337BE" w:rsidP="00C16A13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16A13">
              <w:rPr>
                <w:rFonts w:ascii="Times New Roman" w:hAnsi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9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6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09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lang w:val="uk-UA" w:eastAsia="ru-RU"/>
              </w:rPr>
            </w:pPr>
            <w:r w:rsidRPr="00C16A13">
              <w:rPr>
                <w:rFonts w:ascii="Times New Roman" w:hAnsi="Times New Roman"/>
                <w:lang w:val="uk-UA" w:eastAsia="ru-RU"/>
              </w:rPr>
              <w:t>Підвищення відкритості діяльності органів місцевого самоврядування</w:t>
            </w:r>
          </w:p>
        </w:tc>
      </w:tr>
      <w:tr w:rsidR="00F337BE" w:rsidRPr="00FF2C95" w:rsidTr="00C16A13">
        <w:tc>
          <w:tcPr>
            <w:tcW w:w="468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126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16"/>
                <w:szCs w:val="16"/>
                <w:lang w:val="uk-UA" w:eastAsia="ru-RU"/>
              </w:rPr>
              <w:t>Всього</w:t>
            </w:r>
          </w:p>
        </w:tc>
        <w:tc>
          <w:tcPr>
            <w:tcW w:w="252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80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440" w:type="dxa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900" w:type="dxa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 w:eastAsia="ru-RU"/>
              </w:rPr>
            </w:pPr>
            <w:r w:rsidRPr="00C16A13">
              <w:rPr>
                <w:rFonts w:ascii="Times New Roman" w:hAnsi="Times New Roman"/>
                <w:b/>
                <w:sz w:val="16"/>
                <w:szCs w:val="16"/>
                <w:lang w:val="uk-UA" w:eastAsia="ru-RU"/>
              </w:rPr>
              <w:t>4</w:t>
            </w:r>
            <w:r w:rsidRPr="00C16A13"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  <w:t>8</w:t>
            </w:r>
            <w:r w:rsidRPr="00C16A13">
              <w:rPr>
                <w:rFonts w:ascii="Times New Roman" w:hAnsi="Times New Roman"/>
                <w:b/>
                <w:sz w:val="16"/>
                <w:szCs w:val="16"/>
                <w:lang w:val="uk-UA" w:eastAsia="ru-RU"/>
              </w:rPr>
              <w:t>475,</w:t>
            </w:r>
            <w:r w:rsidRPr="00C16A13">
              <w:rPr>
                <w:rFonts w:ascii="Times New Roman" w:hAnsi="Times New Roman"/>
                <w:b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660" w:type="dxa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  <w:r w:rsidRPr="00C16A13">
              <w:rPr>
                <w:rFonts w:ascii="Times New Roman" w:hAnsi="Times New Roman"/>
                <w:sz w:val="16"/>
                <w:szCs w:val="16"/>
                <w:lang w:val="uk-UA" w:eastAsia="ru-RU"/>
              </w:rPr>
              <w:t>30,0</w:t>
            </w:r>
          </w:p>
        </w:tc>
        <w:tc>
          <w:tcPr>
            <w:tcW w:w="660" w:type="dxa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  <w:r w:rsidRPr="00C16A13">
              <w:rPr>
                <w:rFonts w:ascii="Times New Roman" w:hAnsi="Times New Roman"/>
                <w:sz w:val="16"/>
                <w:szCs w:val="16"/>
                <w:lang w:val="uk-UA" w:eastAsia="ru-RU"/>
              </w:rPr>
              <w:t>9530,0</w:t>
            </w:r>
          </w:p>
        </w:tc>
        <w:tc>
          <w:tcPr>
            <w:tcW w:w="736" w:type="dxa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  <w:r w:rsidRPr="00C16A13">
              <w:rPr>
                <w:rFonts w:ascii="Times New Roman" w:hAnsi="Times New Roman"/>
                <w:sz w:val="16"/>
                <w:szCs w:val="16"/>
                <w:lang w:val="uk-UA" w:eastAsia="ru-RU"/>
              </w:rPr>
              <w:t>9530,0</w:t>
            </w:r>
          </w:p>
        </w:tc>
        <w:tc>
          <w:tcPr>
            <w:tcW w:w="840" w:type="dxa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C16A13">
              <w:rPr>
                <w:rFonts w:ascii="Times New Roman" w:hAnsi="Times New Roman"/>
                <w:sz w:val="16"/>
                <w:szCs w:val="16"/>
                <w:lang w:val="en-US" w:eastAsia="ru-RU"/>
              </w:rPr>
              <w:t>13322</w:t>
            </w:r>
            <w:r w:rsidRPr="00C16A13">
              <w:rPr>
                <w:rFonts w:ascii="Times New Roman" w:hAnsi="Times New Roman"/>
                <w:sz w:val="16"/>
                <w:szCs w:val="16"/>
                <w:lang w:val="uk-UA" w:eastAsia="ru-RU"/>
              </w:rPr>
              <w:t>,</w:t>
            </w:r>
            <w:r w:rsidRPr="00C16A13">
              <w:rPr>
                <w:rFonts w:ascii="Times New Roman" w:hAnsi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  <w:r w:rsidRPr="00C16A13">
              <w:rPr>
                <w:rFonts w:ascii="Times New Roman" w:hAnsi="Times New Roman"/>
                <w:sz w:val="16"/>
                <w:szCs w:val="16"/>
                <w:lang w:val="uk-UA" w:eastAsia="ru-RU"/>
              </w:rPr>
              <w:t>16063,0</w:t>
            </w:r>
          </w:p>
        </w:tc>
        <w:tc>
          <w:tcPr>
            <w:tcW w:w="1609" w:type="dxa"/>
            <w:vAlign w:val="center"/>
          </w:tcPr>
          <w:p w:rsidR="00F337BE" w:rsidRPr="00C16A13" w:rsidRDefault="00F337BE" w:rsidP="00C16A13">
            <w:pPr>
              <w:tabs>
                <w:tab w:val="left" w:pos="831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</w:p>
        </w:tc>
      </w:tr>
    </w:tbl>
    <w:p w:rsidR="00F337BE" w:rsidRPr="00C16A13" w:rsidRDefault="00F337BE" w:rsidP="00C16A13">
      <w:pPr>
        <w:tabs>
          <w:tab w:val="left" w:pos="831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16"/>
          <w:szCs w:val="16"/>
          <w:lang w:val="uk-UA" w:eastAsia="ru-RU"/>
        </w:rPr>
      </w:pPr>
    </w:p>
    <w:p w:rsidR="00F337BE" w:rsidRPr="00C16A13" w:rsidRDefault="00F337BE" w:rsidP="00C16A13">
      <w:pPr>
        <w:tabs>
          <w:tab w:val="left" w:pos="831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337BE" w:rsidRPr="00C16A13" w:rsidRDefault="00F337BE" w:rsidP="00C16A13">
      <w:pPr>
        <w:tabs>
          <w:tab w:val="left" w:pos="831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F337BE" w:rsidRPr="00C16A13" w:rsidRDefault="00F337BE" w:rsidP="00C16A1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16A13">
        <w:rPr>
          <w:rFonts w:ascii="Times New Roman" w:hAnsi="Times New Roman"/>
          <w:b/>
          <w:sz w:val="28"/>
          <w:szCs w:val="28"/>
          <w:lang w:eastAsia="ru-RU"/>
        </w:rPr>
        <w:t xml:space="preserve">   </w:t>
      </w:r>
      <w:r w:rsidRPr="00C16A13">
        <w:rPr>
          <w:rFonts w:ascii="Times New Roman" w:hAnsi="Times New Roman"/>
          <w:b/>
          <w:sz w:val="28"/>
          <w:szCs w:val="28"/>
          <w:lang w:val="uk-UA" w:eastAsia="ru-RU"/>
        </w:rPr>
        <w:t xml:space="preserve">Секретар Чернівецької міської ради </w:t>
      </w:r>
      <w:r w:rsidRPr="00C16A13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C16A13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C16A13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C16A13">
        <w:rPr>
          <w:rFonts w:ascii="Times New Roman" w:hAnsi="Times New Roman"/>
          <w:b/>
          <w:sz w:val="28"/>
          <w:szCs w:val="28"/>
          <w:lang w:eastAsia="ru-RU"/>
        </w:rPr>
        <w:t xml:space="preserve">             </w:t>
      </w:r>
      <w:r w:rsidRPr="00C16A13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C16A1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</w:t>
      </w:r>
      <w:r w:rsidRPr="00C16A13">
        <w:rPr>
          <w:rFonts w:ascii="Times New Roman" w:hAnsi="Times New Roman"/>
          <w:b/>
          <w:sz w:val="28"/>
          <w:szCs w:val="28"/>
          <w:lang w:val="uk-UA" w:eastAsia="ru-RU"/>
        </w:rPr>
        <w:t>В. Продан</w:t>
      </w:r>
    </w:p>
    <w:p w:rsidR="00F337BE" w:rsidRPr="00C16A13" w:rsidRDefault="00F337BE" w:rsidP="00C16A13">
      <w:pPr>
        <w:spacing w:before="120" w:after="12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337BE" w:rsidRPr="00C16A13" w:rsidRDefault="00F337BE">
      <w:pPr>
        <w:rPr>
          <w:lang w:val="uk-UA"/>
        </w:rPr>
      </w:pPr>
    </w:p>
    <w:sectPr w:rsidR="00F337BE" w:rsidRPr="00C16A13" w:rsidSect="00C16A13">
      <w:headerReference w:type="even" r:id="rId6"/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7BE" w:rsidRDefault="00F337BE" w:rsidP="0025468D">
      <w:pPr>
        <w:spacing w:after="0" w:line="240" w:lineRule="auto"/>
      </w:pPr>
      <w:r>
        <w:separator/>
      </w:r>
    </w:p>
  </w:endnote>
  <w:endnote w:type="continuationSeparator" w:id="0">
    <w:p w:rsidR="00F337BE" w:rsidRDefault="00F337BE" w:rsidP="00254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7BE" w:rsidRDefault="00F337BE" w:rsidP="0025468D">
      <w:pPr>
        <w:spacing w:after="0" w:line="240" w:lineRule="auto"/>
      </w:pPr>
      <w:r>
        <w:separator/>
      </w:r>
    </w:p>
  </w:footnote>
  <w:footnote w:type="continuationSeparator" w:id="0">
    <w:p w:rsidR="00F337BE" w:rsidRDefault="00F337BE" w:rsidP="00254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7BE" w:rsidRDefault="00F337BE" w:rsidP="00E922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37BE" w:rsidRDefault="00F337B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7BE" w:rsidRDefault="00F337BE" w:rsidP="00E922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F337BE" w:rsidRDefault="00F337B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13"/>
    <w:rsid w:val="00026FBF"/>
    <w:rsid w:val="00036CDB"/>
    <w:rsid w:val="00043671"/>
    <w:rsid w:val="00045CBD"/>
    <w:rsid w:val="00050FB0"/>
    <w:rsid w:val="00054752"/>
    <w:rsid w:val="00060067"/>
    <w:rsid w:val="00061841"/>
    <w:rsid w:val="00082BF9"/>
    <w:rsid w:val="000907DD"/>
    <w:rsid w:val="000A3D05"/>
    <w:rsid w:val="000A53BA"/>
    <w:rsid w:val="000E1CD4"/>
    <w:rsid w:val="000E422B"/>
    <w:rsid w:val="000E5B89"/>
    <w:rsid w:val="00101CC0"/>
    <w:rsid w:val="00105768"/>
    <w:rsid w:val="001125D6"/>
    <w:rsid w:val="00120EEF"/>
    <w:rsid w:val="00130427"/>
    <w:rsid w:val="001320E2"/>
    <w:rsid w:val="00134E8C"/>
    <w:rsid w:val="001473B7"/>
    <w:rsid w:val="00160C6E"/>
    <w:rsid w:val="001653FC"/>
    <w:rsid w:val="00170DE3"/>
    <w:rsid w:val="00180879"/>
    <w:rsid w:val="00184A82"/>
    <w:rsid w:val="0018737D"/>
    <w:rsid w:val="00195AEB"/>
    <w:rsid w:val="001A60E3"/>
    <w:rsid w:val="001B7E6D"/>
    <w:rsid w:val="001C1CAE"/>
    <w:rsid w:val="001C28DD"/>
    <w:rsid w:val="001E7C8D"/>
    <w:rsid w:val="00206073"/>
    <w:rsid w:val="002135A5"/>
    <w:rsid w:val="0022430D"/>
    <w:rsid w:val="002329DD"/>
    <w:rsid w:val="00232B21"/>
    <w:rsid w:val="0023560F"/>
    <w:rsid w:val="00240F44"/>
    <w:rsid w:val="0024112A"/>
    <w:rsid w:val="0025468D"/>
    <w:rsid w:val="00275B2C"/>
    <w:rsid w:val="0027674B"/>
    <w:rsid w:val="00280CB2"/>
    <w:rsid w:val="00286A0B"/>
    <w:rsid w:val="00291FE2"/>
    <w:rsid w:val="00294E0D"/>
    <w:rsid w:val="002B47C0"/>
    <w:rsid w:val="002C34B8"/>
    <w:rsid w:val="002D388F"/>
    <w:rsid w:val="002D4BD7"/>
    <w:rsid w:val="002D5D18"/>
    <w:rsid w:val="002D6D07"/>
    <w:rsid w:val="002E1341"/>
    <w:rsid w:val="002E2C5F"/>
    <w:rsid w:val="002E2E4A"/>
    <w:rsid w:val="002E365A"/>
    <w:rsid w:val="002E5BB1"/>
    <w:rsid w:val="00305691"/>
    <w:rsid w:val="0033430F"/>
    <w:rsid w:val="00340448"/>
    <w:rsid w:val="00340B26"/>
    <w:rsid w:val="00350776"/>
    <w:rsid w:val="00350EC5"/>
    <w:rsid w:val="00350F81"/>
    <w:rsid w:val="00351FEE"/>
    <w:rsid w:val="00357289"/>
    <w:rsid w:val="003605A1"/>
    <w:rsid w:val="00360DA4"/>
    <w:rsid w:val="00363CE8"/>
    <w:rsid w:val="003760EB"/>
    <w:rsid w:val="00380780"/>
    <w:rsid w:val="00386FF3"/>
    <w:rsid w:val="00393FA6"/>
    <w:rsid w:val="003977EA"/>
    <w:rsid w:val="003A1082"/>
    <w:rsid w:val="003A74F8"/>
    <w:rsid w:val="003D2E07"/>
    <w:rsid w:val="003D37D6"/>
    <w:rsid w:val="003D40ED"/>
    <w:rsid w:val="003D780B"/>
    <w:rsid w:val="003E0D90"/>
    <w:rsid w:val="003E5181"/>
    <w:rsid w:val="00400052"/>
    <w:rsid w:val="004010C6"/>
    <w:rsid w:val="00402873"/>
    <w:rsid w:val="0041626C"/>
    <w:rsid w:val="00423B8B"/>
    <w:rsid w:val="00427224"/>
    <w:rsid w:val="004312B7"/>
    <w:rsid w:val="00456D6A"/>
    <w:rsid w:val="00466F30"/>
    <w:rsid w:val="004769A2"/>
    <w:rsid w:val="00480064"/>
    <w:rsid w:val="00493C42"/>
    <w:rsid w:val="00494195"/>
    <w:rsid w:val="004B4A65"/>
    <w:rsid w:val="004C200A"/>
    <w:rsid w:val="004C5B43"/>
    <w:rsid w:val="004E7D05"/>
    <w:rsid w:val="004F0885"/>
    <w:rsid w:val="00504074"/>
    <w:rsid w:val="005117F3"/>
    <w:rsid w:val="0051560E"/>
    <w:rsid w:val="00515DEF"/>
    <w:rsid w:val="00532B79"/>
    <w:rsid w:val="005673B6"/>
    <w:rsid w:val="00574D22"/>
    <w:rsid w:val="00587E29"/>
    <w:rsid w:val="005A0DFB"/>
    <w:rsid w:val="005A2A0E"/>
    <w:rsid w:val="005D1879"/>
    <w:rsid w:val="005D3C0B"/>
    <w:rsid w:val="005E03CB"/>
    <w:rsid w:val="005E2B81"/>
    <w:rsid w:val="005F33CC"/>
    <w:rsid w:val="005F4543"/>
    <w:rsid w:val="00604533"/>
    <w:rsid w:val="006119B4"/>
    <w:rsid w:val="006226D8"/>
    <w:rsid w:val="00622D96"/>
    <w:rsid w:val="00626416"/>
    <w:rsid w:val="00635E09"/>
    <w:rsid w:val="00665B5F"/>
    <w:rsid w:val="00685113"/>
    <w:rsid w:val="006A51AE"/>
    <w:rsid w:val="006A7001"/>
    <w:rsid w:val="006B2DCC"/>
    <w:rsid w:val="006C0B3B"/>
    <w:rsid w:val="006E21AE"/>
    <w:rsid w:val="006E5F20"/>
    <w:rsid w:val="006F19FA"/>
    <w:rsid w:val="006F1D4A"/>
    <w:rsid w:val="00700A1F"/>
    <w:rsid w:val="0072749F"/>
    <w:rsid w:val="00735FB7"/>
    <w:rsid w:val="00752A3D"/>
    <w:rsid w:val="00754395"/>
    <w:rsid w:val="00754EE4"/>
    <w:rsid w:val="00776FDF"/>
    <w:rsid w:val="007A2C4C"/>
    <w:rsid w:val="007A6F49"/>
    <w:rsid w:val="007A7681"/>
    <w:rsid w:val="007B4467"/>
    <w:rsid w:val="007D3637"/>
    <w:rsid w:val="007D4188"/>
    <w:rsid w:val="007E179E"/>
    <w:rsid w:val="00802670"/>
    <w:rsid w:val="00802DF9"/>
    <w:rsid w:val="00804812"/>
    <w:rsid w:val="00823127"/>
    <w:rsid w:val="00823828"/>
    <w:rsid w:val="00825C22"/>
    <w:rsid w:val="00843467"/>
    <w:rsid w:val="00865C0D"/>
    <w:rsid w:val="00867ED6"/>
    <w:rsid w:val="008753DC"/>
    <w:rsid w:val="00877127"/>
    <w:rsid w:val="00877C46"/>
    <w:rsid w:val="00882F4B"/>
    <w:rsid w:val="0088372A"/>
    <w:rsid w:val="008871A6"/>
    <w:rsid w:val="0088742C"/>
    <w:rsid w:val="008957AC"/>
    <w:rsid w:val="008A2353"/>
    <w:rsid w:val="008C5834"/>
    <w:rsid w:val="008D3AD0"/>
    <w:rsid w:val="008D4F0A"/>
    <w:rsid w:val="008F5F14"/>
    <w:rsid w:val="0090206E"/>
    <w:rsid w:val="00911C7B"/>
    <w:rsid w:val="0091222E"/>
    <w:rsid w:val="00917C49"/>
    <w:rsid w:val="00917CA4"/>
    <w:rsid w:val="009209CE"/>
    <w:rsid w:val="009239AC"/>
    <w:rsid w:val="009503C9"/>
    <w:rsid w:val="00966E79"/>
    <w:rsid w:val="00985322"/>
    <w:rsid w:val="00992042"/>
    <w:rsid w:val="009A202E"/>
    <w:rsid w:val="009C3725"/>
    <w:rsid w:val="009C6A3F"/>
    <w:rsid w:val="009D0118"/>
    <w:rsid w:val="009D1B5A"/>
    <w:rsid w:val="009D6E6F"/>
    <w:rsid w:val="009E2F50"/>
    <w:rsid w:val="009E52CE"/>
    <w:rsid w:val="009E7B84"/>
    <w:rsid w:val="00A07119"/>
    <w:rsid w:val="00A15F09"/>
    <w:rsid w:val="00A26527"/>
    <w:rsid w:val="00A34510"/>
    <w:rsid w:val="00A34859"/>
    <w:rsid w:val="00A377E7"/>
    <w:rsid w:val="00A43569"/>
    <w:rsid w:val="00A45BD8"/>
    <w:rsid w:val="00A51690"/>
    <w:rsid w:val="00A633E8"/>
    <w:rsid w:val="00A923C7"/>
    <w:rsid w:val="00AB0173"/>
    <w:rsid w:val="00AC3521"/>
    <w:rsid w:val="00AD0981"/>
    <w:rsid w:val="00AD6292"/>
    <w:rsid w:val="00AF3CE9"/>
    <w:rsid w:val="00AF5631"/>
    <w:rsid w:val="00B01E05"/>
    <w:rsid w:val="00B15EC2"/>
    <w:rsid w:val="00B17692"/>
    <w:rsid w:val="00B20B81"/>
    <w:rsid w:val="00B40475"/>
    <w:rsid w:val="00B415DB"/>
    <w:rsid w:val="00B4369B"/>
    <w:rsid w:val="00B4788B"/>
    <w:rsid w:val="00B53A91"/>
    <w:rsid w:val="00B62458"/>
    <w:rsid w:val="00B63B00"/>
    <w:rsid w:val="00B64F6E"/>
    <w:rsid w:val="00B73BBF"/>
    <w:rsid w:val="00B832F2"/>
    <w:rsid w:val="00B83B3B"/>
    <w:rsid w:val="00BA6105"/>
    <w:rsid w:val="00BB4942"/>
    <w:rsid w:val="00BB57C1"/>
    <w:rsid w:val="00BC00B2"/>
    <w:rsid w:val="00BC0643"/>
    <w:rsid w:val="00BD398C"/>
    <w:rsid w:val="00BE0E35"/>
    <w:rsid w:val="00BE3F66"/>
    <w:rsid w:val="00BF02CA"/>
    <w:rsid w:val="00BF6063"/>
    <w:rsid w:val="00C15D55"/>
    <w:rsid w:val="00C16A13"/>
    <w:rsid w:val="00C17AE7"/>
    <w:rsid w:val="00C20D4F"/>
    <w:rsid w:val="00C469DB"/>
    <w:rsid w:val="00C54823"/>
    <w:rsid w:val="00C67C0E"/>
    <w:rsid w:val="00C72CE2"/>
    <w:rsid w:val="00CA080A"/>
    <w:rsid w:val="00CA26AE"/>
    <w:rsid w:val="00CA300C"/>
    <w:rsid w:val="00CB181F"/>
    <w:rsid w:val="00CE21E5"/>
    <w:rsid w:val="00CF2E2B"/>
    <w:rsid w:val="00CF7C7E"/>
    <w:rsid w:val="00D003D3"/>
    <w:rsid w:val="00D02F20"/>
    <w:rsid w:val="00D358B2"/>
    <w:rsid w:val="00D60E0A"/>
    <w:rsid w:val="00D6625B"/>
    <w:rsid w:val="00D71824"/>
    <w:rsid w:val="00D7743A"/>
    <w:rsid w:val="00DA0CA9"/>
    <w:rsid w:val="00DA2B28"/>
    <w:rsid w:val="00DA2EB7"/>
    <w:rsid w:val="00DA4F0F"/>
    <w:rsid w:val="00DA518C"/>
    <w:rsid w:val="00DB10CF"/>
    <w:rsid w:val="00DD2B7D"/>
    <w:rsid w:val="00DD4522"/>
    <w:rsid w:val="00DF4170"/>
    <w:rsid w:val="00E045FE"/>
    <w:rsid w:val="00E05507"/>
    <w:rsid w:val="00E06ADD"/>
    <w:rsid w:val="00E15683"/>
    <w:rsid w:val="00E21C24"/>
    <w:rsid w:val="00E23C75"/>
    <w:rsid w:val="00E34069"/>
    <w:rsid w:val="00E618DD"/>
    <w:rsid w:val="00E64B40"/>
    <w:rsid w:val="00E922D1"/>
    <w:rsid w:val="00EA2EBB"/>
    <w:rsid w:val="00EA7709"/>
    <w:rsid w:val="00EB0475"/>
    <w:rsid w:val="00EB168F"/>
    <w:rsid w:val="00EE0C16"/>
    <w:rsid w:val="00EF3154"/>
    <w:rsid w:val="00EF4CF5"/>
    <w:rsid w:val="00F0110F"/>
    <w:rsid w:val="00F14D22"/>
    <w:rsid w:val="00F30A2D"/>
    <w:rsid w:val="00F30BF6"/>
    <w:rsid w:val="00F337BE"/>
    <w:rsid w:val="00F4507E"/>
    <w:rsid w:val="00F476AE"/>
    <w:rsid w:val="00F51618"/>
    <w:rsid w:val="00F54FA5"/>
    <w:rsid w:val="00F8176B"/>
    <w:rsid w:val="00F84051"/>
    <w:rsid w:val="00F956A2"/>
    <w:rsid w:val="00FA602C"/>
    <w:rsid w:val="00FB23D3"/>
    <w:rsid w:val="00FC1B8E"/>
    <w:rsid w:val="00FC51A0"/>
    <w:rsid w:val="00FC6BF5"/>
    <w:rsid w:val="00FD2FB9"/>
    <w:rsid w:val="00FE2BA8"/>
    <w:rsid w:val="00FE6BE2"/>
    <w:rsid w:val="00FE799D"/>
    <w:rsid w:val="00FF1959"/>
    <w:rsid w:val="00FF2C95"/>
    <w:rsid w:val="00FF4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68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16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16A13"/>
    <w:rPr>
      <w:rFonts w:cs="Times New Roman"/>
    </w:rPr>
  </w:style>
  <w:style w:type="character" w:styleId="PageNumber">
    <w:name w:val="page number"/>
    <w:basedOn w:val="DefaultParagraphFont"/>
    <w:uiPriority w:val="99"/>
    <w:rsid w:val="00C16A1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7</Pages>
  <Words>1304</Words>
  <Characters>7438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Admin</cp:lastModifiedBy>
  <cp:revision>2</cp:revision>
  <dcterms:created xsi:type="dcterms:W3CDTF">2020-02-18T09:16:00Z</dcterms:created>
  <dcterms:modified xsi:type="dcterms:W3CDTF">2020-06-22T07:30:00Z</dcterms:modified>
</cp:coreProperties>
</file>