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40" w:type="dxa"/>
        <w:tblInd w:w="-72" w:type="dxa"/>
        <w:tblLayout w:type="fixed"/>
        <w:tblLook w:val="01E0"/>
      </w:tblPr>
      <w:tblGrid>
        <w:gridCol w:w="9540"/>
        <w:gridCol w:w="5400"/>
      </w:tblGrid>
      <w:tr w:rsidR="001F49BB" w:rsidRPr="00CC3C6A" w:rsidTr="00134C8D">
        <w:trPr>
          <w:trHeight w:val="360"/>
        </w:trPr>
        <w:tc>
          <w:tcPr>
            <w:tcW w:w="9540" w:type="dxa"/>
          </w:tcPr>
          <w:p w:rsidR="001F49BB" w:rsidRPr="00CC3C6A" w:rsidRDefault="001F49BB" w:rsidP="00134C8D">
            <w:pPr>
              <w:rPr>
                <w:b/>
                <w:szCs w:val="28"/>
              </w:rPr>
            </w:pPr>
          </w:p>
        </w:tc>
        <w:tc>
          <w:tcPr>
            <w:tcW w:w="5400" w:type="dxa"/>
          </w:tcPr>
          <w:p w:rsidR="001F49BB" w:rsidRPr="0042041F" w:rsidRDefault="001F49BB" w:rsidP="00134C8D">
            <w:pPr>
              <w:rPr>
                <w:b/>
              </w:rPr>
            </w:pPr>
            <w:r w:rsidRPr="00CC3C6A">
              <w:rPr>
                <w:b/>
              </w:rPr>
              <w:t xml:space="preserve">Додаток </w:t>
            </w:r>
            <w:r w:rsidRPr="0042041F">
              <w:rPr>
                <w:b/>
              </w:rPr>
              <w:t>1</w:t>
            </w:r>
          </w:p>
          <w:p w:rsidR="001F49BB" w:rsidRPr="00D71098" w:rsidRDefault="001F49BB" w:rsidP="00134C8D">
            <w:pPr>
              <w:widowControl w:val="0"/>
              <w:rPr>
                <w:lang w:val="uk-UA"/>
              </w:rPr>
            </w:pPr>
            <w:r w:rsidRPr="009804CF">
              <w:t>до Програми реалізації Бюджету ініціатив чернівчан (бюджету участі) у місті Чернівцях на 2016-2020 роки</w:t>
            </w:r>
            <w:r>
              <w:rPr>
                <w:lang w:val="uk-UA"/>
              </w:rPr>
              <w:t xml:space="preserve">, затвердженої </w:t>
            </w:r>
            <w:r w:rsidRPr="00D71098">
              <w:rPr>
                <w:bCs/>
                <w:lang w:val="uk-UA"/>
              </w:rPr>
              <w:t xml:space="preserve">рішенням міської ради VIІ скликання </w:t>
            </w:r>
            <w:r w:rsidRPr="00D71098">
              <w:rPr>
                <w:bCs/>
                <w:u w:val="single"/>
                <w:lang w:val="uk-UA"/>
              </w:rPr>
              <w:t>20.06.2019</w:t>
            </w:r>
            <w:r w:rsidRPr="00D71098">
              <w:rPr>
                <w:bCs/>
                <w:lang w:val="uk-UA"/>
              </w:rPr>
              <w:t xml:space="preserve"> № </w:t>
            </w:r>
            <w:r w:rsidRPr="00D71098">
              <w:rPr>
                <w:bCs/>
                <w:u w:val="single"/>
                <w:lang w:val="uk-UA"/>
              </w:rPr>
              <w:t>1751</w:t>
            </w:r>
          </w:p>
          <w:p w:rsidR="001F49BB" w:rsidRPr="00F5318F" w:rsidRDefault="001F49BB" w:rsidP="00D71098">
            <w:pPr>
              <w:widowControl w:val="0"/>
              <w:rPr>
                <w:b/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u w:val="single"/>
                <w:lang w:val="uk-UA"/>
              </w:rPr>
              <w:t>11. 06. 2020</w:t>
            </w:r>
            <w:r>
              <w:t xml:space="preserve">  №</w:t>
            </w:r>
            <w:r>
              <w:rPr>
                <w:lang w:val="uk-UA"/>
              </w:rPr>
              <w:t xml:space="preserve"> </w:t>
            </w:r>
            <w:r>
              <w:rPr>
                <w:u w:val="single"/>
                <w:lang w:val="uk-UA"/>
              </w:rPr>
              <w:t>2181</w:t>
            </w:r>
          </w:p>
        </w:tc>
      </w:tr>
    </w:tbl>
    <w:p w:rsidR="001F49BB" w:rsidRDefault="001F49BB" w:rsidP="0042041F">
      <w:pPr>
        <w:widowControl w:val="0"/>
        <w:jc w:val="center"/>
        <w:rPr>
          <w:b/>
          <w:sz w:val="28"/>
          <w:szCs w:val="28"/>
          <w:lang w:val="en-US"/>
        </w:rPr>
      </w:pPr>
    </w:p>
    <w:p w:rsidR="001F49BB" w:rsidRDefault="001F49BB" w:rsidP="0042041F">
      <w:pPr>
        <w:widowControl w:val="0"/>
        <w:jc w:val="center"/>
        <w:rPr>
          <w:b/>
          <w:sz w:val="28"/>
          <w:szCs w:val="28"/>
          <w:lang w:val="uk-UA"/>
        </w:rPr>
      </w:pPr>
      <w:r w:rsidRPr="00EA4518">
        <w:rPr>
          <w:b/>
          <w:sz w:val="28"/>
          <w:szCs w:val="28"/>
          <w:lang w:val="uk-UA"/>
        </w:rPr>
        <w:t xml:space="preserve">Ресурсне забезпечення </w:t>
      </w:r>
    </w:p>
    <w:p w:rsidR="001F49BB" w:rsidRDefault="001F49BB" w:rsidP="0042041F">
      <w:pPr>
        <w:widowControl w:val="0"/>
        <w:jc w:val="center"/>
        <w:rPr>
          <w:b/>
          <w:sz w:val="28"/>
          <w:szCs w:val="28"/>
          <w:lang w:val="uk-UA"/>
        </w:rPr>
      </w:pPr>
      <w:r w:rsidRPr="00EA4518">
        <w:rPr>
          <w:b/>
          <w:sz w:val="28"/>
          <w:szCs w:val="28"/>
          <w:lang w:val="uk-UA"/>
        </w:rPr>
        <w:t>Програми</w:t>
      </w:r>
      <w:r w:rsidRPr="00EA4518">
        <w:rPr>
          <w:b/>
          <w:sz w:val="28"/>
          <w:szCs w:val="28"/>
        </w:rPr>
        <w:t xml:space="preserve"> реалізації Бюджету ініціатив чернівчан (бюджету участі)</w:t>
      </w:r>
    </w:p>
    <w:p w:rsidR="001F49BB" w:rsidRDefault="001F49BB" w:rsidP="0042041F">
      <w:pPr>
        <w:widowControl w:val="0"/>
        <w:jc w:val="center"/>
        <w:rPr>
          <w:sz w:val="28"/>
          <w:szCs w:val="28"/>
          <w:lang w:val="uk-UA"/>
        </w:rPr>
      </w:pPr>
      <w:r w:rsidRPr="00EA4518">
        <w:rPr>
          <w:b/>
          <w:sz w:val="28"/>
          <w:szCs w:val="28"/>
        </w:rPr>
        <w:t xml:space="preserve"> у місті Чернівцях на 2016-2020 роки</w:t>
      </w:r>
    </w:p>
    <w:p w:rsidR="001F49BB" w:rsidRDefault="001F49BB" w:rsidP="0042041F">
      <w:pPr>
        <w:widowControl w:val="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тис. 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8"/>
        <w:gridCol w:w="1735"/>
        <w:gridCol w:w="1800"/>
        <w:gridCol w:w="1800"/>
        <w:gridCol w:w="1620"/>
        <w:gridCol w:w="1800"/>
        <w:gridCol w:w="2082"/>
      </w:tblGrid>
      <w:tr w:rsidR="001F49BB" w:rsidRPr="007B110E" w:rsidTr="00134C8D">
        <w:tc>
          <w:tcPr>
            <w:tcW w:w="3888" w:type="dxa"/>
            <w:vMerge w:val="restart"/>
          </w:tcPr>
          <w:p w:rsidR="001F49BB" w:rsidRPr="00745C85" w:rsidRDefault="001F49BB" w:rsidP="00134C8D">
            <w:pPr>
              <w:widowControl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b/>
                <w:color w:val="000000"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8755" w:type="dxa"/>
            <w:gridSpan w:val="5"/>
          </w:tcPr>
          <w:p w:rsidR="001F49BB" w:rsidRPr="00745C85" w:rsidRDefault="001F49BB" w:rsidP="00134C8D">
            <w:pPr>
              <w:widowControl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b/>
                <w:color w:val="000000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2082" w:type="dxa"/>
            <w:vMerge w:val="restart"/>
          </w:tcPr>
          <w:p w:rsidR="001F49BB" w:rsidRPr="00745C85" w:rsidRDefault="001F49BB" w:rsidP="00134C8D">
            <w:pPr>
              <w:widowControl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b/>
                <w:color w:val="000000"/>
                <w:sz w:val="28"/>
                <w:szCs w:val="28"/>
                <w:lang w:val="uk-UA"/>
              </w:rPr>
              <w:t>Усього витрат на виконання Програми</w:t>
            </w:r>
          </w:p>
        </w:tc>
      </w:tr>
      <w:tr w:rsidR="001F49BB" w:rsidRPr="007B110E" w:rsidTr="00134C8D">
        <w:tc>
          <w:tcPr>
            <w:tcW w:w="3888" w:type="dxa"/>
            <w:vMerge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335" w:type="dxa"/>
            <w:gridSpan w:val="3"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І</w:t>
            </w:r>
          </w:p>
        </w:tc>
        <w:tc>
          <w:tcPr>
            <w:tcW w:w="3420" w:type="dxa"/>
            <w:gridSpan w:val="2"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ІІ</w:t>
            </w:r>
          </w:p>
        </w:tc>
        <w:tc>
          <w:tcPr>
            <w:tcW w:w="2082" w:type="dxa"/>
            <w:vMerge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1F49BB" w:rsidRPr="007B110E" w:rsidTr="00134C8D">
        <w:tc>
          <w:tcPr>
            <w:tcW w:w="3888" w:type="dxa"/>
            <w:vMerge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2016 рік</w:t>
            </w:r>
          </w:p>
        </w:tc>
        <w:tc>
          <w:tcPr>
            <w:tcW w:w="1800" w:type="dxa"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2017 рік</w:t>
            </w:r>
          </w:p>
        </w:tc>
        <w:tc>
          <w:tcPr>
            <w:tcW w:w="1800" w:type="dxa"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1620" w:type="dxa"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00" w:type="dxa"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2082" w:type="dxa"/>
            <w:vMerge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1F49BB" w:rsidRPr="007B110E" w:rsidTr="00134C8D">
        <w:tc>
          <w:tcPr>
            <w:tcW w:w="3888" w:type="dxa"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745C85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735" w:type="dxa"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745C85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800" w:type="dxa"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745C85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800" w:type="dxa"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745C85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620" w:type="dxa"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745C85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1800" w:type="dxa"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745C85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2082" w:type="dxa"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745C85"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</w:tr>
      <w:tr w:rsidR="001F49BB" w:rsidRPr="007B110E" w:rsidTr="00134C8D">
        <w:tc>
          <w:tcPr>
            <w:tcW w:w="3888" w:type="dxa"/>
          </w:tcPr>
          <w:p w:rsidR="001F49BB" w:rsidRPr="00745C85" w:rsidRDefault="001F49BB" w:rsidP="00134C8D">
            <w:pPr>
              <w:widowControl w:val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b/>
                <w:color w:val="000000"/>
                <w:sz w:val="28"/>
                <w:szCs w:val="28"/>
                <w:lang w:val="uk-UA"/>
              </w:rPr>
              <w:t>Обсяг ресурсів, всього</w:t>
            </w:r>
          </w:p>
        </w:tc>
        <w:tc>
          <w:tcPr>
            <w:tcW w:w="1735" w:type="dxa"/>
            <w:vAlign w:val="center"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30,0</w:t>
            </w:r>
          </w:p>
        </w:tc>
        <w:tc>
          <w:tcPr>
            <w:tcW w:w="1800" w:type="dxa"/>
            <w:vAlign w:val="center"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9530,0</w:t>
            </w:r>
          </w:p>
        </w:tc>
        <w:tc>
          <w:tcPr>
            <w:tcW w:w="1800" w:type="dxa"/>
            <w:vAlign w:val="center"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9530,0</w:t>
            </w:r>
          </w:p>
        </w:tc>
        <w:tc>
          <w:tcPr>
            <w:tcW w:w="1620" w:type="dxa"/>
            <w:vAlign w:val="center"/>
          </w:tcPr>
          <w:p w:rsidR="001F49BB" w:rsidRPr="008E5842" w:rsidRDefault="001F49BB" w:rsidP="00134C8D">
            <w:pPr>
              <w:widowControl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13322</w:t>
            </w:r>
            <w:r w:rsidRPr="00745C85">
              <w:rPr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800" w:type="dxa"/>
            <w:vAlign w:val="center"/>
          </w:tcPr>
          <w:p w:rsidR="001F49BB" w:rsidRPr="00745C85" w:rsidRDefault="001F49BB" w:rsidP="0042041F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160</w:t>
            </w:r>
            <w:r>
              <w:rPr>
                <w:color w:val="000000"/>
                <w:sz w:val="28"/>
                <w:szCs w:val="28"/>
                <w:lang w:val="uk-UA"/>
              </w:rPr>
              <w:t>63</w:t>
            </w:r>
            <w:r w:rsidRPr="00745C85"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2082" w:type="dxa"/>
            <w:vAlign w:val="center"/>
          </w:tcPr>
          <w:p w:rsidR="001F49BB" w:rsidRPr="008E5842" w:rsidRDefault="001F49BB" w:rsidP="0042041F">
            <w:pPr>
              <w:widowControl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4</w:t>
            </w:r>
            <w:r>
              <w:rPr>
                <w:color w:val="000000"/>
                <w:sz w:val="28"/>
                <w:szCs w:val="28"/>
                <w:lang w:val="en-US"/>
              </w:rPr>
              <w:t>8</w:t>
            </w:r>
            <w:r>
              <w:rPr>
                <w:color w:val="000000"/>
                <w:sz w:val="28"/>
                <w:szCs w:val="28"/>
                <w:lang w:val="uk-UA"/>
              </w:rPr>
              <w:t>475</w:t>
            </w:r>
            <w:r w:rsidRPr="00745C85">
              <w:rPr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1F49BB" w:rsidRPr="007B110E" w:rsidTr="00134C8D">
        <w:tc>
          <w:tcPr>
            <w:tcW w:w="3888" w:type="dxa"/>
          </w:tcPr>
          <w:p w:rsidR="001F49BB" w:rsidRPr="00745C85" w:rsidRDefault="001F49BB" w:rsidP="00134C8D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в т.ч.:</w:t>
            </w:r>
          </w:p>
        </w:tc>
        <w:tc>
          <w:tcPr>
            <w:tcW w:w="1735" w:type="dxa"/>
            <w:vAlign w:val="center"/>
          </w:tcPr>
          <w:p w:rsidR="001F49BB" w:rsidRPr="007B110E" w:rsidRDefault="001F49BB" w:rsidP="00134C8D">
            <w:pPr>
              <w:widowControl w:val="0"/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1F49BB" w:rsidRPr="007B110E" w:rsidRDefault="001F49BB" w:rsidP="00134C8D">
            <w:pPr>
              <w:widowControl w:val="0"/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1F49BB" w:rsidRPr="007B110E" w:rsidRDefault="001F49BB" w:rsidP="00134C8D">
            <w:pPr>
              <w:widowControl w:val="0"/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F49BB" w:rsidRPr="007B110E" w:rsidRDefault="001F49BB" w:rsidP="00134C8D">
            <w:pPr>
              <w:widowControl w:val="0"/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1F49BB" w:rsidRPr="007B110E" w:rsidRDefault="001F49BB" w:rsidP="00134C8D">
            <w:pPr>
              <w:widowControl w:val="0"/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082" w:type="dxa"/>
            <w:vAlign w:val="center"/>
          </w:tcPr>
          <w:p w:rsidR="001F49BB" w:rsidRPr="007B110E" w:rsidRDefault="001F49BB" w:rsidP="00134C8D">
            <w:pPr>
              <w:widowControl w:val="0"/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1F49BB" w:rsidRPr="007B110E" w:rsidTr="00134C8D">
        <w:tc>
          <w:tcPr>
            <w:tcW w:w="3888" w:type="dxa"/>
          </w:tcPr>
          <w:p w:rsidR="001F49BB" w:rsidRPr="00745C85" w:rsidRDefault="001F49BB" w:rsidP="00134C8D">
            <w:pPr>
              <w:widowControl w:val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b/>
                <w:color w:val="000000"/>
                <w:sz w:val="28"/>
                <w:szCs w:val="28"/>
                <w:lang w:val="uk-UA"/>
              </w:rPr>
              <w:t>міський бюджет</w:t>
            </w:r>
          </w:p>
        </w:tc>
        <w:tc>
          <w:tcPr>
            <w:tcW w:w="1735" w:type="dxa"/>
            <w:vAlign w:val="center"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082" w:type="dxa"/>
            <w:vAlign w:val="center"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1F49BB" w:rsidRPr="007B110E" w:rsidTr="00134C8D">
        <w:tc>
          <w:tcPr>
            <w:tcW w:w="3888" w:type="dxa"/>
          </w:tcPr>
          <w:p w:rsidR="001F49BB" w:rsidRPr="00745C85" w:rsidRDefault="001F49BB" w:rsidP="00134C8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lang w:val="uk-UA"/>
              </w:rPr>
              <w:t>- інформаційна кампанія</w:t>
            </w:r>
          </w:p>
        </w:tc>
        <w:tc>
          <w:tcPr>
            <w:tcW w:w="1735" w:type="dxa"/>
            <w:vAlign w:val="center"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745C85">
              <w:rPr>
                <w:color w:val="000000"/>
                <w:lang w:val="uk-UA"/>
              </w:rPr>
              <w:t>30,0</w:t>
            </w:r>
          </w:p>
        </w:tc>
        <w:tc>
          <w:tcPr>
            <w:tcW w:w="1800" w:type="dxa"/>
            <w:vAlign w:val="center"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745C85">
              <w:rPr>
                <w:color w:val="000000"/>
                <w:lang w:val="uk-UA"/>
              </w:rPr>
              <w:t>30,0</w:t>
            </w:r>
          </w:p>
        </w:tc>
        <w:tc>
          <w:tcPr>
            <w:tcW w:w="1800" w:type="dxa"/>
            <w:vAlign w:val="center"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745C85">
              <w:rPr>
                <w:color w:val="000000"/>
                <w:lang w:val="uk-UA"/>
              </w:rPr>
              <w:t>30,0</w:t>
            </w:r>
          </w:p>
        </w:tc>
        <w:tc>
          <w:tcPr>
            <w:tcW w:w="1620" w:type="dxa"/>
            <w:vAlign w:val="center"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745C85">
              <w:rPr>
                <w:color w:val="000000"/>
                <w:lang w:val="uk-UA"/>
              </w:rPr>
              <w:t>30,0</w:t>
            </w:r>
          </w:p>
        </w:tc>
        <w:tc>
          <w:tcPr>
            <w:tcW w:w="1800" w:type="dxa"/>
            <w:vAlign w:val="center"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30,0</w:t>
            </w:r>
          </w:p>
        </w:tc>
        <w:tc>
          <w:tcPr>
            <w:tcW w:w="2082" w:type="dxa"/>
            <w:vAlign w:val="center"/>
          </w:tcPr>
          <w:p w:rsidR="001F49BB" w:rsidRPr="00745C85" w:rsidRDefault="001F49BB" w:rsidP="0042041F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745C85">
              <w:rPr>
                <w:color w:val="000000"/>
                <w:lang w:val="uk-UA"/>
              </w:rPr>
              <w:t>1</w:t>
            </w:r>
            <w:r>
              <w:rPr>
                <w:color w:val="000000"/>
                <w:lang w:val="uk-UA"/>
              </w:rPr>
              <w:t>5</w:t>
            </w:r>
            <w:r w:rsidRPr="00745C85">
              <w:rPr>
                <w:color w:val="000000"/>
                <w:lang w:val="uk-UA"/>
              </w:rPr>
              <w:t>0,0</w:t>
            </w:r>
          </w:p>
        </w:tc>
      </w:tr>
      <w:tr w:rsidR="001F49BB" w:rsidRPr="007B110E" w:rsidTr="00134C8D">
        <w:tc>
          <w:tcPr>
            <w:tcW w:w="3888" w:type="dxa"/>
          </w:tcPr>
          <w:p w:rsidR="001F49BB" w:rsidRPr="00745C85" w:rsidRDefault="001F49BB" w:rsidP="00134C8D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lang w:val="uk-UA"/>
              </w:rPr>
              <w:t>- технічна підтримка системи «Громадський проект»</w:t>
            </w:r>
          </w:p>
        </w:tc>
        <w:tc>
          <w:tcPr>
            <w:tcW w:w="1735" w:type="dxa"/>
            <w:vAlign w:val="center"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745C85">
              <w:rPr>
                <w:color w:val="000000"/>
                <w:lang w:val="uk-UA"/>
              </w:rPr>
              <w:t>-</w:t>
            </w:r>
          </w:p>
        </w:tc>
        <w:tc>
          <w:tcPr>
            <w:tcW w:w="1800" w:type="dxa"/>
            <w:vAlign w:val="center"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745C85">
              <w:rPr>
                <w:color w:val="000000"/>
                <w:lang w:val="uk-UA"/>
              </w:rPr>
              <w:t>-</w:t>
            </w:r>
          </w:p>
        </w:tc>
        <w:tc>
          <w:tcPr>
            <w:tcW w:w="1800" w:type="dxa"/>
            <w:vAlign w:val="center"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745C85">
              <w:rPr>
                <w:color w:val="000000"/>
                <w:lang w:val="uk-UA"/>
              </w:rPr>
              <w:t>-</w:t>
            </w:r>
          </w:p>
        </w:tc>
        <w:tc>
          <w:tcPr>
            <w:tcW w:w="1620" w:type="dxa"/>
            <w:vAlign w:val="center"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745C85">
              <w:rPr>
                <w:color w:val="000000"/>
                <w:lang w:val="uk-UA"/>
              </w:rPr>
              <w:t>30,0</w:t>
            </w:r>
          </w:p>
        </w:tc>
        <w:tc>
          <w:tcPr>
            <w:tcW w:w="1800" w:type="dxa"/>
            <w:vAlign w:val="center"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33,0</w:t>
            </w:r>
          </w:p>
        </w:tc>
        <w:tc>
          <w:tcPr>
            <w:tcW w:w="2082" w:type="dxa"/>
            <w:vAlign w:val="center"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63</w:t>
            </w:r>
            <w:r w:rsidRPr="00745C85">
              <w:rPr>
                <w:color w:val="000000"/>
                <w:lang w:val="uk-UA"/>
              </w:rPr>
              <w:t>,0</w:t>
            </w:r>
          </w:p>
        </w:tc>
      </w:tr>
      <w:tr w:rsidR="001F49BB" w:rsidRPr="007B110E" w:rsidTr="00134C8D">
        <w:tc>
          <w:tcPr>
            <w:tcW w:w="3888" w:type="dxa"/>
          </w:tcPr>
          <w:p w:rsidR="001F49BB" w:rsidRPr="00745C85" w:rsidRDefault="001F49BB" w:rsidP="00134C8D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lang w:val="uk-UA"/>
              </w:rPr>
              <w:t>- реалізація проектів-переможців</w:t>
            </w:r>
          </w:p>
        </w:tc>
        <w:tc>
          <w:tcPr>
            <w:tcW w:w="1735" w:type="dxa"/>
            <w:vAlign w:val="center"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745C85">
              <w:rPr>
                <w:color w:val="000000"/>
                <w:lang w:val="uk-UA"/>
              </w:rPr>
              <w:t>-</w:t>
            </w:r>
          </w:p>
        </w:tc>
        <w:tc>
          <w:tcPr>
            <w:tcW w:w="1800" w:type="dxa"/>
            <w:vAlign w:val="center"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745C85">
              <w:rPr>
                <w:color w:val="000000"/>
                <w:lang w:val="uk-UA"/>
              </w:rPr>
              <w:t>9500,0</w:t>
            </w:r>
          </w:p>
        </w:tc>
        <w:tc>
          <w:tcPr>
            <w:tcW w:w="1800" w:type="dxa"/>
            <w:vAlign w:val="center"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745C85">
              <w:rPr>
                <w:color w:val="000000"/>
                <w:lang w:val="uk-UA"/>
              </w:rPr>
              <w:t>9500,0</w:t>
            </w:r>
          </w:p>
        </w:tc>
        <w:tc>
          <w:tcPr>
            <w:tcW w:w="1620" w:type="dxa"/>
            <w:vAlign w:val="center"/>
          </w:tcPr>
          <w:p w:rsidR="001F49BB" w:rsidRPr="008E5842" w:rsidRDefault="001F49BB" w:rsidP="00134C8D">
            <w:pPr>
              <w:widowControl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13262</w:t>
            </w:r>
            <w:r w:rsidRPr="00745C85">
              <w:rPr>
                <w:color w:val="000000"/>
                <w:lang w:val="uk-UA"/>
              </w:rPr>
              <w:t>,</w:t>
            </w: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1800" w:type="dxa"/>
            <w:vAlign w:val="center"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745C85">
              <w:rPr>
                <w:color w:val="000000"/>
                <w:lang w:val="uk-UA"/>
              </w:rPr>
              <w:t>16000,0</w:t>
            </w:r>
          </w:p>
        </w:tc>
        <w:tc>
          <w:tcPr>
            <w:tcW w:w="2082" w:type="dxa"/>
            <w:vAlign w:val="center"/>
          </w:tcPr>
          <w:p w:rsidR="001F49BB" w:rsidRPr="008E5842" w:rsidRDefault="001F49BB" w:rsidP="00134C8D">
            <w:pPr>
              <w:widowControl w:val="0"/>
              <w:jc w:val="center"/>
              <w:rPr>
                <w:color w:val="000000"/>
                <w:lang w:val="en-US"/>
              </w:rPr>
            </w:pPr>
            <w:r w:rsidRPr="00745C85">
              <w:rPr>
                <w:color w:val="000000"/>
                <w:lang w:val="uk-UA"/>
              </w:rPr>
              <w:t>4</w:t>
            </w:r>
            <w:r>
              <w:rPr>
                <w:color w:val="000000"/>
                <w:lang w:val="en-US"/>
              </w:rPr>
              <w:t>8262</w:t>
            </w:r>
            <w:r w:rsidRPr="00745C85">
              <w:rPr>
                <w:color w:val="000000"/>
                <w:lang w:val="uk-UA"/>
              </w:rPr>
              <w:t>,</w:t>
            </w:r>
            <w:r>
              <w:rPr>
                <w:color w:val="000000"/>
                <w:lang w:val="en-US"/>
              </w:rPr>
              <w:t>7</w:t>
            </w:r>
          </w:p>
        </w:tc>
      </w:tr>
      <w:tr w:rsidR="001F49BB" w:rsidRPr="007B110E" w:rsidTr="00134C8D">
        <w:tc>
          <w:tcPr>
            <w:tcW w:w="3888" w:type="dxa"/>
          </w:tcPr>
          <w:p w:rsidR="001F49BB" w:rsidRPr="00745C85" w:rsidRDefault="001F49BB" w:rsidP="00134C8D">
            <w:pPr>
              <w:widowControl w:val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b/>
                <w:color w:val="000000"/>
                <w:sz w:val="28"/>
                <w:szCs w:val="28"/>
                <w:lang w:val="uk-UA"/>
              </w:rPr>
              <w:t>інші джерела, не заборонені чинним законодавством</w:t>
            </w:r>
          </w:p>
        </w:tc>
        <w:tc>
          <w:tcPr>
            <w:tcW w:w="1735" w:type="dxa"/>
            <w:vAlign w:val="center"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800" w:type="dxa"/>
            <w:vAlign w:val="center"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800" w:type="dxa"/>
            <w:vAlign w:val="center"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620" w:type="dxa"/>
            <w:vAlign w:val="center"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800" w:type="dxa"/>
            <w:vAlign w:val="center"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2082" w:type="dxa"/>
            <w:vAlign w:val="center"/>
          </w:tcPr>
          <w:p w:rsidR="001F49BB" w:rsidRPr="00745C85" w:rsidRDefault="001F49BB" w:rsidP="00134C8D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</w:tr>
    </w:tbl>
    <w:p w:rsidR="001F49BB" w:rsidRPr="007B110E" w:rsidRDefault="001F49BB" w:rsidP="0042041F">
      <w:pPr>
        <w:jc w:val="both"/>
        <w:rPr>
          <w:color w:val="FF0000"/>
          <w:sz w:val="20"/>
          <w:szCs w:val="20"/>
          <w:lang w:val="uk-UA"/>
        </w:rPr>
      </w:pPr>
      <w:r w:rsidRPr="007B110E">
        <w:rPr>
          <w:color w:val="FF0000"/>
          <w:sz w:val="20"/>
          <w:szCs w:val="20"/>
          <w:lang w:val="uk-UA"/>
        </w:rPr>
        <w:t xml:space="preserve"> </w:t>
      </w:r>
    </w:p>
    <w:p w:rsidR="001F49BB" w:rsidRPr="00E76591" w:rsidRDefault="001F49BB" w:rsidP="0042041F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* </w:t>
      </w:r>
      <w:r w:rsidRPr="00E76591">
        <w:rPr>
          <w:sz w:val="20"/>
          <w:szCs w:val="20"/>
        </w:rPr>
        <w:t>до 1% доходів загального фонду міського бюджету без урахування трансфертів</w:t>
      </w:r>
    </w:p>
    <w:p w:rsidR="001F49BB" w:rsidRPr="007C6102" w:rsidRDefault="001F49BB" w:rsidP="0042041F">
      <w:pPr>
        <w:tabs>
          <w:tab w:val="left" w:pos="8310"/>
        </w:tabs>
        <w:ind w:firstLine="567"/>
        <w:rPr>
          <w:b/>
          <w:sz w:val="28"/>
          <w:szCs w:val="28"/>
          <w:lang w:val="uk-UA"/>
        </w:rPr>
      </w:pPr>
    </w:p>
    <w:p w:rsidR="001F49BB" w:rsidRPr="007C6102" w:rsidRDefault="001F49BB" w:rsidP="0042041F">
      <w:pPr>
        <w:tabs>
          <w:tab w:val="left" w:pos="8310"/>
        </w:tabs>
        <w:ind w:firstLine="567"/>
        <w:rPr>
          <w:b/>
          <w:sz w:val="28"/>
          <w:szCs w:val="28"/>
          <w:lang w:val="uk-UA"/>
        </w:rPr>
      </w:pPr>
    </w:p>
    <w:p w:rsidR="001F49BB" w:rsidRDefault="001F49BB" w:rsidP="0042041F">
      <w:pPr>
        <w:rPr>
          <w:b/>
          <w:sz w:val="28"/>
          <w:szCs w:val="28"/>
          <w:lang w:val="uk-UA"/>
        </w:rPr>
      </w:pPr>
      <w:r w:rsidRPr="00FE64BE">
        <w:rPr>
          <w:b/>
          <w:sz w:val="28"/>
          <w:szCs w:val="28"/>
        </w:rPr>
        <w:t xml:space="preserve">   </w:t>
      </w:r>
      <w:r w:rsidRPr="00C21ECF">
        <w:rPr>
          <w:b/>
          <w:sz w:val="28"/>
          <w:szCs w:val="28"/>
          <w:lang w:val="uk-UA"/>
        </w:rPr>
        <w:t xml:space="preserve">Секретар Чернівецької міської ради </w:t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</w:rPr>
        <w:t xml:space="preserve">             </w:t>
      </w:r>
      <w:r w:rsidRPr="00C21ECF">
        <w:rPr>
          <w:b/>
          <w:sz w:val="28"/>
          <w:szCs w:val="28"/>
          <w:lang w:val="uk-UA"/>
        </w:rPr>
        <w:tab/>
      </w:r>
      <w:r w:rsidRPr="009804CF">
        <w:rPr>
          <w:b/>
          <w:sz w:val="28"/>
          <w:szCs w:val="28"/>
        </w:rPr>
        <w:t xml:space="preserve">                                                                           </w:t>
      </w:r>
      <w:r w:rsidRPr="00C21ECF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>. Продан</w:t>
      </w:r>
    </w:p>
    <w:p w:rsidR="001F49BB" w:rsidRDefault="001F49BB" w:rsidP="0042041F">
      <w:pPr>
        <w:rPr>
          <w:b/>
          <w:sz w:val="28"/>
          <w:szCs w:val="28"/>
          <w:lang w:val="uk-UA"/>
        </w:rPr>
      </w:pPr>
    </w:p>
    <w:p w:rsidR="001F49BB" w:rsidRPr="0042041F" w:rsidRDefault="001F49BB">
      <w:pPr>
        <w:rPr>
          <w:lang w:val="uk-UA"/>
        </w:rPr>
      </w:pPr>
    </w:p>
    <w:sectPr w:rsidR="001F49BB" w:rsidRPr="0042041F" w:rsidSect="004204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041F"/>
    <w:rsid w:val="00026FBF"/>
    <w:rsid w:val="00036CDB"/>
    <w:rsid w:val="00043671"/>
    <w:rsid w:val="00045CBD"/>
    <w:rsid w:val="00050FB0"/>
    <w:rsid w:val="00054752"/>
    <w:rsid w:val="00060067"/>
    <w:rsid w:val="00082BF9"/>
    <w:rsid w:val="000907DD"/>
    <w:rsid w:val="000A3D05"/>
    <w:rsid w:val="000A53BA"/>
    <w:rsid w:val="000E1CD4"/>
    <w:rsid w:val="000E422B"/>
    <w:rsid w:val="000E5B89"/>
    <w:rsid w:val="00101CC0"/>
    <w:rsid w:val="00105768"/>
    <w:rsid w:val="001125D6"/>
    <w:rsid w:val="00120EEF"/>
    <w:rsid w:val="001320E2"/>
    <w:rsid w:val="00134C8D"/>
    <w:rsid w:val="00134E8C"/>
    <w:rsid w:val="001473B7"/>
    <w:rsid w:val="00160C6E"/>
    <w:rsid w:val="001653FC"/>
    <w:rsid w:val="00170DE3"/>
    <w:rsid w:val="00180879"/>
    <w:rsid w:val="00184A82"/>
    <w:rsid w:val="0018737D"/>
    <w:rsid w:val="00195AEB"/>
    <w:rsid w:val="001A60E3"/>
    <w:rsid w:val="001B7E6D"/>
    <w:rsid w:val="001C1CAE"/>
    <w:rsid w:val="001C28DD"/>
    <w:rsid w:val="001E7C8D"/>
    <w:rsid w:val="001F49BB"/>
    <w:rsid w:val="00206073"/>
    <w:rsid w:val="002135A5"/>
    <w:rsid w:val="0022430D"/>
    <w:rsid w:val="002329DD"/>
    <w:rsid w:val="00232B21"/>
    <w:rsid w:val="0023560F"/>
    <w:rsid w:val="00240F44"/>
    <w:rsid w:val="0024112A"/>
    <w:rsid w:val="00275B2C"/>
    <w:rsid w:val="0027674B"/>
    <w:rsid w:val="00280CB2"/>
    <w:rsid w:val="00286A0B"/>
    <w:rsid w:val="00291FE2"/>
    <w:rsid w:val="00294E0D"/>
    <w:rsid w:val="002B47C0"/>
    <w:rsid w:val="002C34B8"/>
    <w:rsid w:val="002D388F"/>
    <w:rsid w:val="002D4BD7"/>
    <w:rsid w:val="002D5D18"/>
    <w:rsid w:val="002D6D07"/>
    <w:rsid w:val="002E1341"/>
    <w:rsid w:val="002E2C5F"/>
    <w:rsid w:val="002E2E4A"/>
    <w:rsid w:val="002E365A"/>
    <w:rsid w:val="002E5BB1"/>
    <w:rsid w:val="00305691"/>
    <w:rsid w:val="0033430F"/>
    <w:rsid w:val="00340448"/>
    <w:rsid w:val="00340B26"/>
    <w:rsid w:val="00350776"/>
    <w:rsid w:val="00350EC5"/>
    <w:rsid w:val="00350F81"/>
    <w:rsid w:val="00351FEE"/>
    <w:rsid w:val="00357289"/>
    <w:rsid w:val="003605A1"/>
    <w:rsid w:val="00360DA4"/>
    <w:rsid w:val="00363CE8"/>
    <w:rsid w:val="003760EB"/>
    <w:rsid w:val="00380780"/>
    <w:rsid w:val="00386FF3"/>
    <w:rsid w:val="00393FA6"/>
    <w:rsid w:val="003977EA"/>
    <w:rsid w:val="003A1082"/>
    <w:rsid w:val="003A5427"/>
    <w:rsid w:val="003A74F8"/>
    <w:rsid w:val="003D2E07"/>
    <w:rsid w:val="003D37D6"/>
    <w:rsid w:val="003D40ED"/>
    <w:rsid w:val="003D780B"/>
    <w:rsid w:val="003E0D90"/>
    <w:rsid w:val="003E5181"/>
    <w:rsid w:val="004010C6"/>
    <w:rsid w:val="0041626C"/>
    <w:rsid w:val="0042041F"/>
    <w:rsid w:val="00423B8B"/>
    <w:rsid w:val="00427224"/>
    <w:rsid w:val="004312B7"/>
    <w:rsid w:val="00456D6A"/>
    <w:rsid w:val="00466F30"/>
    <w:rsid w:val="004769A2"/>
    <w:rsid w:val="00480064"/>
    <w:rsid w:val="00493C42"/>
    <w:rsid w:val="00494195"/>
    <w:rsid w:val="004B4A65"/>
    <w:rsid w:val="004C200A"/>
    <w:rsid w:val="004C5B43"/>
    <w:rsid w:val="004E7D05"/>
    <w:rsid w:val="004F0885"/>
    <w:rsid w:val="00504074"/>
    <w:rsid w:val="005117F3"/>
    <w:rsid w:val="0051560E"/>
    <w:rsid w:val="00515DEF"/>
    <w:rsid w:val="00532B79"/>
    <w:rsid w:val="005673B6"/>
    <w:rsid w:val="00574D22"/>
    <w:rsid w:val="0058353E"/>
    <w:rsid w:val="00587E29"/>
    <w:rsid w:val="005A0DFB"/>
    <w:rsid w:val="005A2A0E"/>
    <w:rsid w:val="005D1879"/>
    <w:rsid w:val="005D3C0B"/>
    <w:rsid w:val="005E03CB"/>
    <w:rsid w:val="005E2B81"/>
    <w:rsid w:val="005F33CC"/>
    <w:rsid w:val="005F4543"/>
    <w:rsid w:val="00604533"/>
    <w:rsid w:val="006119B4"/>
    <w:rsid w:val="006226D8"/>
    <w:rsid w:val="00622D96"/>
    <w:rsid w:val="00626416"/>
    <w:rsid w:val="00635E09"/>
    <w:rsid w:val="00665B5F"/>
    <w:rsid w:val="00685113"/>
    <w:rsid w:val="006A51AE"/>
    <w:rsid w:val="006A7001"/>
    <w:rsid w:val="006B2DCC"/>
    <w:rsid w:val="006C0B3B"/>
    <w:rsid w:val="006E21AE"/>
    <w:rsid w:val="006E5F20"/>
    <w:rsid w:val="006F19FA"/>
    <w:rsid w:val="006F1D4A"/>
    <w:rsid w:val="00700A1F"/>
    <w:rsid w:val="0072749F"/>
    <w:rsid w:val="00735FB7"/>
    <w:rsid w:val="00745C85"/>
    <w:rsid w:val="00752A3D"/>
    <w:rsid w:val="00754395"/>
    <w:rsid w:val="00754EE4"/>
    <w:rsid w:val="00776FDF"/>
    <w:rsid w:val="007A2C4C"/>
    <w:rsid w:val="007A6F49"/>
    <w:rsid w:val="007A7681"/>
    <w:rsid w:val="007B110E"/>
    <w:rsid w:val="007B4467"/>
    <w:rsid w:val="007C6102"/>
    <w:rsid w:val="007D3637"/>
    <w:rsid w:val="007D4188"/>
    <w:rsid w:val="007E179E"/>
    <w:rsid w:val="00802670"/>
    <w:rsid w:val="00802DF9"/>
    <w:rsid w:val="00804812"/>
    <w:rsid w:val="00823127"/>
    <w:rsid w:val="00823828"/>
    <w:rsid w:val="00825C22"/>
    <w:rsid w:val="00843467"/>
    <w:rsid w:val="00865C0D"/>
    <w:rsid w:val="00867ED6"/>
    <w:rsid w:val="008753DC"/>
    <w:rsid w:val="00877127"/>
    <w:rsid w:val="00877C46"/>
    <w:rsid w:val="00882F4B"/>
    <w:rsid w:val="0088372A"/>
    <w:rsid w:val="008871A6"/>
    <w:rsid w:val="0088742C"/>
    <w:rsid w:val="008957AC"/>
    <w:rsid w:val="008A2353"/>
    <w:rsid w:val="008C5834"/>
    <w:rsid w:val="008D3AD0"/>
    <w:rsid w:val="008D4F0A"/>
    <w:rsid w:val="008E5842"/>
    <w:rsid w:val="008F5F14"/>
    <w:rsid w:val="0090206E"/>
    <w:rsid w:val="00911C7B"/>
    <w:rsid w:val="0091222E"/>
    <w:rsid w:val="00917C49"/>
    <w:rsid w:val="00917CA4"/>
    <w:rsid w:val="009209CE"/>
    <w:rsid w:val="009239AC"/>
    <w:rsid w:val="009503C9"/>
    <w:rsid w:val="00966E79"/>
    <w:rsid w:val="009804CF"/>
    <w:rsid w:val="00985322"/>
    <w:rsid w:val="00992042"/>
    <w:rsid w:val="009A202E"/>
    <w:rsid w:val="009C3725"/>
    <w:rsid w:val="009C6A3F"/>
    <w:rsid w:val="009D0118"/>
    <w:rsid w:val="009D1B5A"/>
    <w:rsid w:val="009D6E6F"/>
    <w:rsid w:val="009E2F50"/>
    <w:rsid w:val="009E52CE"/>
    <w:rsid w:val="009E7B84"/>
    <w:rsid w:val="00A04B83"/>
    <w:rsid w:val="00A07119"/>
    <w:rsid w:val="00A15F09"/>
    <w:rsid w:val="00A26527"/>
    <w:rsid w:val="00A34510"/>
    <w:rsid w:val="00A34859"/>
    <w:rsid w:val="00A377E7"/>
    <w:rsid w:val="00A43569"/>
    <w:rsid w:val="00A45BD8"/>
    <w:rsid w:val="00A51690"/>
    <w:rsid w:val="00A633E8"/>
    <w:rsid w:val="00A923C7"/>
    <w:rsid w:val="00AB0173"/>
    <w:rsid w:val="00AC3521"/>
    <w:rsid w:val="00AD0981"/>
    <w:rsid w:val="00AD6292"/>
    <w:rsid w:val="00AF3CE9"/>
    <w:rsid w:val="00AF5631"/>
    <w:rsid w:val="00B01E05"/>
    <w:rsid w:val="00B15EC2"/>
    <w:rsid w:val="00B17692"/>
    <w:rsid w:val="00B20B81"/>
    <w:rsid w:val="00B40475"/>
    <w:rsid w:val="00B415DB"/>
    <w:rsid w:val="00B4369B"/>
    <w:rsid w:val="00B4788B"/>
    <w:rsid w:val="00B53A91"/>
    <w:rsid w:val="00B62458"/>
    <w:rsid w:val="00B63B00"/>
    <w:rsid w:val="00B64F6E"/>
    <w:rsid w:val="00B73BBF"/>
    <w:rsid w:val="00B832F2"/>
    <w:rsid w:val="00B83B3B"/>
    <w:rsid w:val="00BB4942"/>
    <w:rsid w:val="00BB57C1"/>
    <w:rsid w:val="00BC00B2"/>
    <w:rsid w:val="00BC0643"/>
    <w:rsid w:val="00BD398C"/>
    <w:rsid w:val="00BE0E35"/>
    <w:rsid w:val="00BE3F66"/>
    <w:rsid w:val="00BF02CA"/>
    <w:rsid w:val="00BF6063"/>
    <w:rsid w:val="00C15D55"/>
    <w:rsid w:val="00C17AE7"/>
    <w:rsid w:val="00C20D4F"/>
    <w:rsid w:val="00C21ECF"/>
    <w:rsid w:val="00C469DB"/>
    <w:rsid w:val="00C54823"/>
    <w:rsid w:val="00C67C0E"/>
    <w:rsid w:val="00C72CE2"/>
    <w:rsid w:val="00CA080A"/>
    <w:rsid w:val="00CA26AE"/>
    <w:rsid w:val="00CA300C"/>
    <w:rsid w:val="00CB181F"/>
    <w:rsid w:val="00CC3C6A"/>
    <w:rsid w:val="00CE21E5"/>
    <w:rsid w:val="00CF2E2B"/>
    <w:rsid w:val="00D003D3"/>
    <w:rsid w:val="00D02F20"/>
    <w:rsid w:val="00D358B2"/>
    <w:rsid w:val="00D60E0A"/>
    <w:rsid w:val="00D6625B"/>
    <w:rsid w:val="00D71098"/>
    <w:rsid w:val="00D71824"/>
    <w:rsid w:val="00D7743A"/>
    <w:rsid w:val="00D80654"/>
    <w:rsid w:val="00DA0CA9"/>
    <w:rsid w:val="00DA2B28"/>
    <w:rsid w:val="00DA2EB7"/>
    <w:rsid w:val="00DA4F0F"/>
    <w:rsid w:val="00DA518C"/>
    <w:rsid w:val="00DB10CF"/>
    <w:rsid w:val="00DD2B7D"/>
    <w:rsid w:val="00DD4522"/>
    <w:rsid w:val="00DF4170"/>
    <w:rsid w:val="00E045FE"/>
    <w:rsid w:val="00E05507"/>
    <w:rsid w:val="00E06ADD"/>
    <w:rsid w:val="00E15683"/>
    <w:rsid w:val="00E21C24"/>
    <w:rsid w:val="00E23C75"/>
    <w:rsid w:val="00E34069"/>
    <w:rsid w:val="00E618DD"/>
    <w:rsid w:val="00E64B40"/>
    <w:rsid w:val="00E76591"/>
    <w:rsid w:val="00EA2EBB"/>
    <w:rsid w:val="00EA4518"/>
    <w:rsid w:val="00EA7709"/>
    <w:rsid w:val="00EB0475"/>
    <w:rsid w:val="00EB168F"/>
    <w:rsid w:val="00EE0C16"/>
    <w:rsid w:val="00EF3154"/>
    <w:rsid w:val="00EF4CF5"/>
    <w:rsid w:val="00F0110F"/>
    <w:rsid w:val="00F14D22"/>
    <w:rsid w:val="00F30A2D"/>
    <w:rsid w:val="00F30BF6"/>
    <w:rsid w:val="00F4507E"/>
    <w:rsid w:val="00F476AE"/>
    <w:rsid w:val="00F51618"/>
    <w:rsid w:val="00F5318F"/>
    <w:rsid w:val="00F54FA5"/>
    <w:rsid w:val="00F8176B"/>
    <w:rsid w:val="00F84051"/>
    <w:rsid w:val="00F956A2"/>
    <w:rsid w:val="00FA602C"/>
    <w:rsid w:val="00FB23D3"/>
    <w:rsid w:val="00FC1B8E"/>
    <w:rsid w:val="00FC51A0"/>
    <w:rsid w:val="00FC6BF5"/>
    <w:rsid w:val="00FD2FB9"/>
    <w:rsid w:val="00FE2BA8"/>
    <w:rsid w:val="00FE64BE"/>
    <w:rsid w:val="00FE6BE2"/>
    <w:rsid w:val="00FE799D"/>
    <w:rsid w:val="00FF1959"/>
    <w:rsid w:val="00FF4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41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168</Words>
  <Characters>960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Deputat</dc:creator>
  <cp:keywords/>
  <dc:description/>
  <cp:lastModifiedBy>Admin</cp:lastModifiedBy>
  <cp:revision>3</cp:revision>
  <dcterms:created xsi:type="dcterms:W3CDTF">2020-02-17T14:02:00Z</dcterms:created>
  <dcterms:modified xsi:type="dcterms:W3CDTF">2020-06-22T07:30:00Z</dcterms:modified>
</cp:coreProperties>
</file>