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C1" w:rsidRDefault="00636DC1" w:rsidP="00C24443">
      <w:pPr>
        <w:autoSpaceDE w:val="0"/>
        <w:autoSpaceDN w:val="0"/>
        <w:adjustRightInd w:val="0"/>
        <w:ind w:hanging="140"/>
        <w:jc w:val="center"/>
      </w:pPr>
    </w:p>
    <w:p w:rsidR="00636DC1" w:rsidRDefault="00636DC1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5" o:title=""/>
          </v:shape>
        </w:pict>
      </w:r>
    </w:p>
    <w:p w:rsidR="00636DC1" w:rsidRDefault="00636DC1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36DC1" w:rsidRDefault="00636DC1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36DC1" w:rsidRDefault="00636DC1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78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636DC1" w:rsidRDefault="00636DC1" w:rsidP="00C24443">
      <w:pPr>
        <w:pStyle w:val="Heading3"/>
        <w:jc w:val="center"/>
        <w:rPr>
          <w:sz w:val="32"/>
        </w:rPr>
      </w:pPr>
      <w:r>
        <w:rPr>
          <w:sz w:val="32"/>
        </w:rPr>
        <w:t>Р  І  Ш  Е  Н  Н  Я</w:t>
      </w:r>
    </w:p>
    <w:p w:rsidR="00636DC1" w:rsidRDefault="00636DC1" w:rsidP="00C24443">
      <w:pPr>
        <w:rPr>
          <w:lang w:eastAsia="uk-UA"/>
        </w:rPr>
      </w:pPr>
    </w:p>
    <w:p w:rsidR="00636DC1" w:rsidRDefault="00636DC1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04.06.2020 </w:t>
      </w:r>
      <w:r>
        <w:rPr>
          <w:szCs w:val="28"/>
        </w:rPr>
        <w:t xml:space="preserve"> </w:t>
      </w:r>
      <w:r w:rsidRPr="00804E27">
        <w:rPr>
          <w:szCs w:val="28"/>
        </w:rPr>
        <w:t>№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2124 </w:t>
      </w:r>
      <w:r>
        <w:rPr>
          <w:i/>
          <w:szCs w:val="28"/>
        </w:rPr>
        <w:tab/>
        <w:t xml:space="preserve">             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</w:t>
      </w:r>
      <w:r>
        <w:rPr>
          <w:szCs w:val="28"/>
        </w:rPr>
        <w:t>м.Чернівці</w:t>
      </w:r>
      <w:r>
        <w:rPr>
          <w:b/>
          <w:i/>
          <w:szCs w:val="28"/>
          <w:u w:val="single"/>
        </w:rPr>
        <w:t xml:space="preserve">  </w:t>
      </w:r>
    </w:p>
    <w:p w:rsidR="00636DC1" w:rsidRDefault="00636DC1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636DC1" w:rsidRDefault="00636DC1" w:rsidP="00C24443">
      <w:pPr>
        <w:spacing w:line="216" w:lineRule="auto"/>
        <w:rPr>
          <w:sz w:val="16"/>
          <w:szCs w:val="16"/>
        </w:rPr>
      </w:pPr>
    </w:p>
    <w:p w:rsidR="00636DC1" w:rsidRDefault="00636DC1" w:rsidP="00C24443">
      <w:pPr>
        <w:pStyle w:val="Heading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та доповнень до  Програми «Захист» </w:t>
      </w:r>
    </w:p>
    <w:p w:rsidR="00636DC1" w:rsidRDefault="00636DC1" w:rsidP="00C24443">
      <w:pPr>
        <w:pStyle w:val="Heading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м. Чернівців на 2019 – 2021 роки </w:t>
      </w:r>
    </w:p>
    <w:p w:rsidR="00636DC1" w:rsidRDefault="00636DC1" w:rsidP="00C24443"/>
    <w:p w:rsidR="00636DC1" w:rsidRDefault="00636DC1" w:rsidP="00C24443">
      <w:pPr>
        <w:rPr>
          <w:sz w:val="16"/>
          <w:szCs w:val="16"/>
        </w:rPr>
      </w:pPr>
    </w:p>
    <w:p w:rsidR="00636DC1" w:rsidRDefault="00636DC1" w:rsidP="00C24443">
      <w:pPr>
        <w:pStyle w:val="BodyText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636DC1" w:rsidRDefault="00636DC1" w:rsidP="00C24443">
      <w:pPr>
        <w:pStyle w:val="BodyText"/>
        <w:ind w:firstLine="708"/>
        <w:jc w:val="both"/>
        <w:rPr>
          <w:sz w:val="16"/>
          <w:szCs w:val="16"/>
        </w:rPr>
      </w:pPr>
    </w:p>
    <w:p w:rsidR="00636DC1" w:rsidRDefault="00636DC1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636DC1" w:rsidRDefault="00636DC1" w:rsidP="00C24443">
      <w:pPr>
        <w:jc w:val="center"/>
        <w:rPr>
          <w:b/>
        </w:rPr>
      </w:pPr>
    </w:p>
    <w:p w:rsidR="00636DC1" w:rsidRDefault="00636DC1" w:rsidP="00C24443">
      <w:pPr>
        <w:pStyle w:val="Heading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 w:rsidRPr="007E3058">
        <w:rPr>
          <w:b w:val="0"/>
          <w:sz w:val="28"/>
          <w:szCs w:val="28"/>
        </w:rPr>
        <w:t>Внести зміни</w:t>
      </w:r>
      <w:r>
        <w:rPr>
          <w:b w:val="0"/>
          <w:sz w:val="28"/>
          <w:szCs w:val="28"/>
        </w:rPr>
        <w:t xml:space="preserve"> та доповнення</w:t>
      </w:r>
      <w:r>
        <w:rPr>
          <w:sz w:val="28"/>
          <w:szCs w:val="28"/>
        </w:rPr>
        <w:t xml:space="preserve"> </w:t>
      </w:r>
      <w:r w:rsidRPr="007E3058">
        <w:rPr>
          <w:b w:val="0"/>
          <w:sz w:val="28"/>
          <w:szCs w:val="28"/>
        </w:rPr>
        <w:t>в пункт 8 Паспорту та в додатки 2, 3  Програми</w:t>
      </w:r>
      <w:r w:rsidRPr="001477DA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 xml:space="preserve">«Захист» м. Чернівців на 2019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2021 роки, затвердженої рішенням міської  ради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 w:rsidRPr="007E3058">
        <w:rPr>
          <w:b w:val="0"/>
          <w:sz w:val="28"/>
          <w:szCs w:val="28"/>
        </w:rPr>
        <w:t>від 27.09.2018 р. № 1439</w:t>
      </w:r>
      <w:r>
        <w:rPr>
          <w:b w:val="0"/>
          <w:sz w:val="28"/>
          <w:szCs w:val="28"/>
        </w:rPr>
        <w:t xml:space="preserve">, зі змінами  внесеними рішеннями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від 28.12.2019 р. № 2031, </w:t>
      </w:r>
      <w:r>
        <w:rPr>
          <w:b w:val="0"/>
          <w:sz w:val="28"/>
          <w:szCs w:val="28"/>
        </w:rPr>
        <w:br/>
        <w:t xml:space="preserve">від 17.03.2020 р. № 2094, від 07.04.2020 р. № 2113, з цього питання, згідно з додатком. </w:t>
      </w:r>
    </w:p>
    <w:p w:rsidR="00636DC1" w:rsidRDefault="00636DC1" w:rsidP="00C24443">
      <w:pPr>
        <w:rPr>
          <w:szCs w:val="28"/>
        </w:rPr>
      </w:pPr>
      <w:r>
        <w:t xml:space="preserve">       </w:t>
      </w:r>
    </w:p>
    <w:p w:rsidR="00636DC1" w:rsidRDefault="00636DC1" w:rsidP="00C24443">
      <w:pPr>
        <w:pStyle w:val="BodyText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вебпорталі Чернівецької міської ради</w:t>
      </w:r>
      <w:r>
        <w:t xml:space="preserve">. </w:t>
      </w:r>
    </w:p>
    <w:p w:rsidR="00636DC1" w:rsidRDefault="00636DC1" w:rsidP="00C24443">
      <w:pPr>
        <w:pStyle w:val="BodyText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636DC1" w:rsidRDefault="00636DC1" w:rsidP="00C24443">
      <w:pPr>
        <w:pStyle w:val="BodyText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636DC1" w:rsidRDefault="00636DC1" w:rsidP="00C24443">
      <w:pPr>
        <w:pStyle w:val="BodyText"/>
        <w:spacing w:after="0"/>
        <w:ind w:firstLine="708"/>
        <w:jc w:val="both"/>
        <w:rPr>
          <w:szCs w:val="28"/>
        </w:rPr>
      </w:pPr>
    </w:p>
    <w:p w:rsidR="00636DC1" w:rsidRDefault="00636DC1" w:rsidP="00C24443">
      <w:pPr>
        <w:pStyle w:val="BodyText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636DC1" w:rsidRDefault="00636DC1" w:rsidP="00C24443">
      <w:pPr>
        <w:pStyle w:val="Heading3"/>
        <w:rPr>
          <w:sz w:val="32"/>
          <w:szCs w:val="32"/>
        </w:rPr>
      </w:pPr>
    </w:p>
    <w:p w:rsidR="00636DC1" w:rsidRPr="004D2BF6" w:rsidRDefault="00636DC1" w:rsidP="004D2BF6">
      <w:pPr>
        <w:rPr>
          <w:lang w:eastAsia="uk-UA"/>
        </w:rPr>
      </w:pPr>
    </w:p>
    <w:p w:rsidR="00636DC1" w:rsidRDefault="00636DC1" w:rsidP="00C24443">
      <w:pPr>
        <w:rPr>
          <w:lang w:eastAsia="uk-UA"/>
        </w:rPr>
      </w:pPr>
    </w:p>
    <w:p w:rsidR="00636DC1" w:rsidRDefault="00636DC1" w:rsidP="008C053F">
      <w:pPr>
        <w:pStyle w:val="Heading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  <w:bookmarkStart w:id="0" w:name="_GoBack"/>
      <w:bookmarkEnd w:id="0"/>
    </w:p>
    <w:sectPr w:rsidR="00636DC1" w:rsidSect="008C053F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  <w:b/>
      </w:rPr>
    </w:lvl>
  </w:abstractNum>
  <w:abstractNum w:abstractNumId="1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443"/>
    <w:rsid w:val="000612E9"/>
    <w:rsid w:val="00071AE6"/>
    <w:rsid w:val="00094D76"/>
    <w:rsid w:val="0009557C"/>
    <w:rsid w:val="000B2275"/>
    <w:rsid w:val="000F72D4"/>
    <w:rsid w:val="00112EC4"/>
    <w:rsid w:val="00115BE7"/>
    <w:rsid w:val="00144799"/>
    <w:rsid w:val="001477DA"/>
    <w:rsid w:val="00156CF2"/>
    <w:rsid w:val="001710F3"/>
    <w:rsid w:val="00174F76"/>
    <w:rsid w:val="00176B72"/>
    <w:rsid w:val="00195199"/>
    <w:rsid w:val="001A0F46"/>
    <w:rsid w:val="001F2AF3"/>
    <w:rsid w:val="00212FDE"/>
    <w:rsid w:val="00223500"/>
    <w:rsid w:val="00237F3E"/>
    <w:rsid w:val="0024248C"/>
    <w:rsid w:val="0024365E"/>
    <w:rsid w:val="00245D5E"/>
    <w:rsid w:val="002725C5"/>
    <w:rsid w:val="002A6983"/>
    <w:rsid w:val="002A6B64"/>
    <w:rsid w:val="002B02A3"/>
    <w:rsid w:val="002B6013"/>
    <w:rsid w:val="002C2753"/>
    <w:rsid w:val="002C3181"/>
    <w:rsid w:val="002C53AE"/>
    <w:rsid w:val="002D103E"/>
    <w:rsid w:val="00305046"/>
    <w:rsid w:val="003156B6"/>
    <w:rsid w:val="00327024"/>
    <w:rsid w:val="00330846"/>
    <w:rsid w:val="00341999"/>
    <w:rsid w:val="00356D66"/>
    <w:rsid w:val="00361847"/>
    <w:rsid w:val="00381EA3"/>
    <w:rsid w:val="003864E8"/>
    <w:rsid w:val="003C1012"/>
    <w:rsid w:val="003E51EB"/>
    <w:rsid w:val="003F2B4B"/>
    <w:rsid w:val="003F4C0D"/>
    <w:rsid w:val="003F6D84"/>
    <w:rsid w:val="00407FF4"/>
    <w:rsid w:val="00432610"/>
    <w:rsid w:val="0043452C"/>
    <w:rsid w:val="00460249"/>
    <w:rsid w:val="00464821"/>
    <w:rsid w:val="00464D37"/>
    <w:rsid w:val="004917E8"/>
    <w:rsid w:val="0049333E"/>
    <w:rsid w:val="004A6EC2"/>
    <w:rsid w:val="004B0013"/>
    <w:rsid w:val="004B6443"/>
    <w:rsid w:val="004D2BF6"/>
    <w:rsid w:val="004D75BF"/>
    <w:rsid w:val="0051126B"/>
    <w:rsid w:val="00515770"/>
    <w:rsid w:val="005463A3"/>
    <w:rsid w:val="005A553B"/>
    <w:rsid w:val="005E2EBE"/>
    <w:rsid w:val="006269A8"/>
    <w:rsid w:val="00636DC1"/>
    <w:rsid w:val="00672372"/>
    <w:rsid w:val="0068344D"/>
    <w:rsid w:val="006C3FB9"/>
    <w:rsid w:val="006E2F4C"/>
    <w:rsid w:val="00710379"/>
    <w:rsid w:val="00724B79"/>
    <w:rsid w:val="0073509F"/>
    <w:rsid w:val="00770210"/>
    <w:rsid w:val="007761D7"/>
    <w:rsid w:val="007768BC"/>
    <w:rsid w:val="00776FC8"/>
    <w:rsid w:val="0079795A"/>
    <w:rsid w:val="007A0586"/>
    <w:rsid w:val="007C7B82"/>
    <w:rsid w:val="007D5999"/>
    <w:rsid w:val="007E0725"/>
    <w:rsid w:val="007E3058"/>
    <w:rsid w:val="007E3271"/>
    <w:rsid w:val="00804E27"/>
    <w:rsid w:val="0081177E"/>
    <w:rsid w:val="00830531"/>
    <w:rsid w:val="00881139"/>
    <w:rsid w:val="0088209F"/>
    <w:rsid w:val="00891FF9"/>
    <w:rsid w:val="00896B20"/>
    <w:rsid w:val="008A2222"/>
    <w:rsid w:val="008A3F11"/>
    <w:rsid w:val="008C053F"/>
    <w:rsid w:val="008D4B52"/>
    <w:rsid w:val="0092181C"/>
    <w:rsid w:val="00953644"/>
    <w:rsid w:val="00960365"/>
    <w:rsid w:val="00985987"/>
    <w:rsid w:val="009B01DB"/>
    <w:rsid w:val="009B4446"/>
    <w:rsid w:val="00A02131"/>
    <w:rsid w:val="00A3189A"/>
    <w:rsid w:val="00A506AB"/>
    <w:rsid w:val="00A71C0F"/>
    <w:rsid w:val="00A72E38"/>
    <w:rsid w:val="00AB6563"/>
    <w:rsid w:val="00AB6B63"/>
    <w:rsid w:val="00AC0827"/>
    <w:rsid w:val="00AC55C3"/>
    <w:rsid w:val="00AF02EF"/>
    <w:rsid w:val="00AF44D2"/>
    <w:rsid w:val="00B054DA"/>
    <w:rsid w:val="00B23532"/>
    <w:rsid w:val="00B32016"/>
    <w:rsid w:val="00B44DA3"/>
    <w:rsid w:val="00B57437"/>
    <w:rsid w:val="00B6189A"/>
    <w:rsid w:val="00B65546"/>
    <w:rsid w:val="00BA5AAE"/>
    <w:rsid w:val="00BB3D08"/>
    <w:rsid w:val="00BD220E"/>
    <w:rsid w:val="00C07E3E"/>
    <w:rsid w:val="00C24443"/>
    <w:rsid w:val="00C80006"/>
    <w:rsid w:val="00C95223"/>
    <w:rsid w:val="00CB5012"/>
    <w:rsid w:val="00CC035A"/>
    <w:rsid w:val="00CC475D"/>
    <w:rsid w:val="00CC74EB"/>
    <w:rsid w:val="00CD4051"/>
    <w:rsid w:val="00D05FBA"/>
    <w:rsid w:val="00D155ED"/>
    <w:rsid w:val="00D16D56"/>
    <w:rsid w:val="00D33973"/>
    <w:rsid w:val="00D361AE"/>
    <w:rsid w:val="00D73D59"/>
    <w:rsid w:val="00D94674"/>
    <w:rsid w:val="00DD30C8"/>
    <w:rsid w:val="00DE066B"/>
    <w:rsid w:val="00DF310C"/>
    <w:rsid w:val="00DF4D4F"/>
    <w:rsid w:val="00DF5BB8"/>
    <w:rsid w:val="00DF7FCA"/>
    <w:rsid w:val="00E14758"/>
    <w:rsid w:val="00E301DA"/>
    <w:rsid w:val="00E755A8"/>
    <w:rsid w:val="00EA12A5"/>
    <w:rsid w:val="00F0482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24443"/>
    <w:rPr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4443"/>
    <w:pPr>
      <w:keepNext/>
      <w:outlineLvl w:val="2"/>
    </w:pPr>
    <w:rPr>
      <w:b/>
      <w:lang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eastAsia="ru-RU"/>
    </w:rPr>
  </w:style>
  <w:style w:type="paragraph" w:styleId="Title">
    <w:name w:val="Title"/>
    <w:basedOn w:val="Normal"/>
    <w:link w:val="TitleChar"/>
    <w:uiPriority w:val="99"/>
    <w:qFormat/>
    <w:rsid w:val="00C24443"/>
    <w:pPr>
      <w:jc w:val="center"/>
    </w:pPr>
    <w:rPr>
      <w:b/>
      <w:lang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BodyText">
    <w:name w:val="Body Text"/>
    <w:basedOn w:val="Normal"/>
    <w:link w:val="BodyTextChar"/>
    <w:uiPriority w:val="99"/>
    <w:rsid w:val="00C2444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  <w:lang w:eastAsia="ru-RU"/>
    </w:rPr>
  </w:style>
  <w:style w:type="character" w:customStyle="1" w:styleId="rvts23">
    <w:name w:val="rvts23"/>
    <w:basedOn w:val="DefaultParagraphFont"/>
    <w:uiPriority w:val="99"/>
    <w:rsid w:val="00C24443"/>
    <w:rPr>
      <w:rFonts w:cs="Times New Roman"/>
    </w:rPr>
  </w:style>
  <w:style w:type="table" w:styleId="TableGrid">
    <w:name w:val="Table Grid"/>
    <w:basedOn w:val="TableNormal"/>
    <w:uiPriority w:val="99"/>
    <w:rsid w:val="004D2B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21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781</Words>
  <Characters>446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Юлия</cp:lastModifiedBy>
  <cp:revision>4</cp:revision>
  <cp:lastPrinted>2020-04-06T11:22:00Z</cp:lastPrinted>
  <dcterms:created xsi:type="dcterms:W3CDTF">2020-05-25T07:52:00Z</dcterms:created>
  <dcterms:modified xsi:type="dcterms:W3CDTF">2020-06-11T11:12:00Z</dcterms:modified>
</cp:coreProperties>
</file>